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34A" w:rsidRPr="00181D58" w:rsidRDefault="00FF434A" w:rsidP="00181D58">
      <w:pPr>
        <w:jc w:val="center"/>
      </w:pPr>
      <w:r w:rsidRPr="00181D58">
        <w:t>ТОРГУНСКАЯ СЕЛЬСКАЯ ДУМА</w:t>
      </w:r>
    </w:p>
    <w:p w:rsidR="00FF434A" w:rsidRPr="00181D58" w:rsidRDefault="00FF434A" w:rsidP="00181D58">
      <w:pPr>
        <w:jc w:val="center"/>
      </w:pPr>
      <w:r w:rsidRPr="00181D58">
        <w:t>СТАРОПОЛТАВСКОГО МУНИЦИПАЛЬНОГО РАЙОНА</w:t>
      </w:r>
    </w:p>
    <w:p w:rsidR="00FF434A" w:rsidRPr="00181D58" w:rsidRDefault="00FF434A" w:rsidP="00181D58">
      <w:pPr>
        <w:jc w:val="center"/>
      </w:pPr>
      <w:r w:rsidRPr="00181D58">
        <w:t>ВОЛГОГРАДСКОЙ ОБЛАСТИ</w:t>
      </w:r>
    </w:p>
    <w:p w:rsidR="00FF434A" w:rsidRDefault="00FF434A" w:rsidP="00181D58">
      <w:pPr>
        <w:rPr>
          <w:sz w:val="18"/>
          <w:szCs w:val="18"/>
        </w:rPr>
      </w:pPr>
      <w:r w:rsidRPr="00181D58">
        <w:rPr>
          <w:sz w:val="18"/>
          <w:szCs w:val="18"/>
        </w:rPr>
        <w:t xml:space="preserve">        </w:t>
      </w:r>
      <w:r>
        <w:rPr>
          <w:sz w:val="18"/>
          <w:szCs w:val="18"/>
        </w:rPr>
        <w:t xml:space="preserve">             </w:t>
      </w:r>
      <w:r w:rsidRPr="00181D58">
        <w:rPr>
          <w:sz w:val="18"/>
          <w:szCs w:val="18"/>
        </w:rPr>
        <w:t xml:space="preserve">   404202 пос.  Торгун  ул.Почтовая, д.15.       тел./факс(84493)-4-63-53, </w:t>
      </w:r>
      <w:hyperlink r:id="rId5" w:history="1">
        <w:r w:rsidRPr="00364B3E">
          <w:rPr>
            <w:rStyle w:val="Hyperlink"/>
            <w:rFonts w:cs="Arial"/>
            <w:sz w:val="18"/>
            <w:szCs w:val="18"/>
            <w:lang w:val="en-US"/>
          </w:rPr>
          <w:t>torgunsp@mail.ru</w:t>
        </w:r>
      </w:hyperlink>
    </w:p>
    <w:p w:rsidR="00FF434A" w:rsidRPr="00181D58" w:rsidRDefault="00FF434A" w:rsidP="00181D58">
      <w:pPr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</w:t>
      </w:r>
      <w:r w:rsidRPr="00181D58">
        <w:t xml:space="preserve">   </w:t>
      </w:r>
      <w:r w:rsidRPr="00181D58">
        <w:rPr>
          <w:spacing w:val="20"/>
        </w:rPr>
        <w:t xml:space="preserve">                                                          </w:t>
      </w:r>
    </w:p>
    <w:p w:rsidR="00FF434A" w:rsidRPr="00181D58" w:rsidRDefault="00FF434A" w:rsidP="00181D58">
      <w:pPr>
        <w:rPr>
          <w:spacing w:val="20"/>
        </w:rPr>
      </w:pPr>
      <w:r w:rsidRPr="00181D58">
        <w:rPr>
          <w:spacing w:val="20"/>
        </w:rPr>
        <w:t xml:space="preserve">                                </w:t>
      </w:r>
      <w:r>
        <w:rPr>
          <w:spacing w:val="20"/>
        </w:rPr>
        <w:t xml:space="preserve">          </w:t>
      </w:r>
      <w:r w:rsidRPr="00181D58">
        <w:rPr>
          <w:spacing w:val="20"/>
        </w:rPr>
        <w:t xml:space="preserve"> РЕШЕНИЕ</w:t>
      </w:r>
    </w:p>
    <w:p w:rsidR="00FF434A" w:rsidRPr="00181D58" w:rsidRDefault="00FF434A" w:rsidP="00181D58">
      <w:r w:rsidRPr="00181D58">
        <w:t xml:space="preserve">              </w:t>
      </w:r>
    </w:p>
    <w:p w:rsidR="00FF434A" w:rsidRPr="00181D58" w:rsidRDefault="00FF434A" w:rsidP="00181D58">
      <w:r>
        <w:t xml:space="preserve"> от « 16</w:t>
      </w:r>
      <w:r w:rsidRPr="00181D58">
        <w:t xml:space="preserve"> » мая  2018 года                                         </w:t>
      </w:r>
      <w:r w:rsidRPr="00181D58">
        <w:tab/>
      </w:r>
      <w:r w:rsidRPr="00181D58">
        <w:tab/>
      </w:r>
      <w:r w:rsidRPr="00181D58">
        <w:tab/>
        <w:t xml:space="preserve"> № 13/19</w:t>
      </w:r>
    </w:p>
    <w:p w:rsidR="00FF434A" w:rsidRPr="00181D58" w:rsidRDefault="00FF434A" w:rsidP="00181D58">
      <w:r w:rsidRPr="00181D58">
        <w:t xml:space="preserve">     </w:t>
      </w:r>
    </w:p>
    <w:p w:rsidR="00FF434A" w:rsidRPr="00181D58" w:rsidRDefault="00FF434A" w:rsidP="00181D58">
      <w:r w:rsidRPr="00181D58">
        <w:t>О внесении изменений и дополнений в решение</w:t>
      </w:r>
    </w:p>
    <w:p w:rsidR="00FF434A" w:rsidRPr="00181D58" w:rsidRDefault="00FF434A" w:rsidP="00181D58">
      <w:r w:rsidRPr="00181D58">
        <w:t>Торгунской сельской Думы от 17 февраля 2006 года №11</w:t>
      </w:r>
    </w:p>
    <w:p w:rsidR="00FF434A" w:rsidRPr="00181D58" w:rsidRDefault="00FF434A" w:rsidP="00181D58">
      <w:r w:rsidRPr="00181D58">
        <w:t xml:space="preserve"> «О проекте устава Торгунского сельского поселения, его обнародовании, </w:t>
      </w:r>
    </w:p>
    <w:p w:rsidR="00FF434A" w:rsidRPr="00181D58" w:rsidRDefault="00FF434A" w:rsidP="00181D58">
      <w:r w:rsidRPr="00181D58">
        <w:t>порядке учета предложений граждан в его обсуждении, проведении</w:t>
      </w:r>
    </w:p>
    <w:p w:rsidR="00FF434A" w:rsidRPr="00181D58" w:rsidRDefault="00FF434A" w:rsidP="00181D58">
      <w:r w:rsidRPr="00181D58">
        <w:t xml:space="preserve"> публичных слушаний, установлении мест обнародования нормативных</w:t>
      </w:r>
    </w:p>
    <w:p w:rsidR="00FF434A" w:rsidRPr="00181D58" w:rsidRDefault="00FF434A" w:rsidP="00181D58">
      <w:r w:rsidRPr="00181D58">
        <w:t xml:space="preserve"> правовых актов Торгунского сельского поселения» </w:t>
      </w:r>
    </w:p>
    <w:p w:rsidR="00FF434A" w:rsidRPr="00181D58" w:rsidRDefault="00FF434A" w:rsidP="00181D58">
      <w:r w:rsidRPr="00181D58">
        <w:t xml:space="preserve"> </w:t>
      </w:r>
    </w:p>
    <w:p w:rsidR="00FF434A" w:rsidRPr="00181D58" w:rsidRDefault="00FF434A" w:rsidP="00181D58">
      <w:r w:rsidRPr="00181D58">
        <w:t xml:space="preserve">В соответствии с Федеральным закон от 29.12.2017 N 455-ФЗ "О внесении изменений в Градостроительный кодекс Российской Федерации и отдельные законодательные акты Российской Федерации", Торгунская сельская Дума </w:t>
      </w:r>
    </w:p>
    <w:p w:rsidR="00FF434A" w:rsidRPr="00181D58" w:rsidRDefault="00FF434A" w:rsidP="00181D58"/>
    <w:p w:rsidR="00FF434A" w:rsidRPr="00181D58" w:rsidRDefault="00FF434A" w:rsidP="00181D58">
      <w:r w:rsidRPr="00181D58">
        <w:t>РЕШИЛА:</w:t>
      </w:r>
    </w:p>
    <w:p w:rsidR="00FF434A" w:rsidRPr="00181D58" w:rsidRDefault="00FF434A" w:rsidP="00181D58">
      <w:r w:rsidRPr="00181D58">
        <w:t>1. Внести в Положение  о порядке организации и проведения публичных  слушаний в Торгунском  сельском поселении (приложение №4), утвержденное решением Торгунской сельской Думы от 17 февраля 2006 года № 11 следующие изменения и дополнения:</w:t>
      </w:r>
    </w:p>
    <w:p w:rsidR="00FF434A" w:rsidRPr="00181D58" w:rsidRDefault="00FF434A" w:rsidP="00181D58"/>
    <w:p w:rsidR="00FF434A" w:rsidRPr="00181D58" w:rsidRDefault="00FF434A" w:rsidP="00181D58">
      <w:r w:rsidRPr="00181D58">
        <w:t>Пункт 2 изложить в новой редакции:</w:t>
      </w:r>
    </w:p>
    <w:p w:rsidR="00FF434A" w:rsidRPr="00181D58" w:rsidRDefault="00FF434A" w:rsidP="00181D58"/>
    <w:p w:rsidR="00FF434A" w:rsidRPr="00181D58" w:rsidRDefault="00FF434A" w:rsidP="00181D58">
      <w:r w:rsidRPr="00181D58">
        <w:t>«2. На публичные слушания в обязательном порядке выносятся:</w:t>
      </w:r>
    </w:p>
    <w:p w:rsidR="00FF434A" w:rsidRPr="00181D58" w:rsidRDefault="00FF434A" w:rsidP="00181D58">
      <w:r w:rsidRPr="00181D58">
        <w:t>1) проект устава Торгунского сельского поселения, а также проект решения Торгунской сельской Думы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</w:p>
    <w:p w:rsidR="00FF434A" w:rsidRPr="00181D58" w:rsidRDefault="00FF434A" w:rsidP="00181D58">
      <w:r w:rsidRPr="00181D58">
        <w:t>2) проект местного бюджета и отчет о его исполнении;</w:t>
      </w:r>
    </w:p>
    <w:p w:rsidR="00FF434A" w:rsidRPr="00181D58" w:rsidRDefault="00FF434A" w:rsidP="00181D58">
      <w:r w:rsidRPr="00181D58">
        <w:t>2.1) проект стратегии социально-экономического развития Торгунского сельского поселения;</w:t>
      </w:r>
    </w:p>
    <w:p w:rsidR="00FF434A" w:rsidRPr="00181D58" w:rsidRDefault="00FF434A" w:rsidP="00181D58">
      <w:r w:rsidRPr="00181D58">
        <w:t>3) вопросы о преобразовании Торгунского сельского поселения, за исключением случаев, если в соответствии со статьей 13 Федерального закона от 06.10.2003 N 131-ФЗ "Об общих принципах организации местного самоуправления в Российской Федерации"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граждан.».</w:t>
      </w:r>
    </w:p>
    <w:p w:rsidR="00FF434A" w:rsidRPr="00181D58" w:rsidRDefault="00FF434A" w:rsidP="00181D58"/>
    <w:p w:rsidR="00FF434A" w:rsidRDefault="00FF434A" w:rsidP="00181D58">
      <w:r w:rsidRPr="00181D58">
        <w:t xml:space="preserve">2. Настоящее решение обнародовать в установленных местах и разместить в сети Интернет на сайте Торгунского сельского поселения. </w:t>
      </w:r>
    </w:p>
    <w:p w:rsidR="00FF434A" w:rsidRDefault="00FF434A" w:rsidP="00181D58"/>
    <w:p w:rsidR="00FF434A" w:rsidRDefault="00FF434A" w:rsidP="00181D58"/>
    <w:p w:rsidR="00FF434A" w:rsidRPr="00181D58" w:rsidRDefault="00FF434A" w:rsidP="00181D58"/>
    <w:p w:rsidR="00FF434A" w:rsidRPr="00181D58" w:rsidRDefault="00FF434A" w:rsidP="00181D58"/>
    <w:p w:rsidR="00FF434A" w:rsidRPr="00181D58" w:rsidRDefault="00FF434A" w:rsidP="00181D58">
      <w:r w:rsidRPr="00181D58">
        <w:t>Глава Торгунского сельского поселения:                       И.Б.Шавленов</w:t>
      </w:r>
    </w:p>
    <w:sectPr w:rsidR="00FF434A" w:rsidRPr="00181D58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36AE63E3"/>
    <w:multiLevelType w:val="multilevel"/>
    <w:tmpl w:val="B4BABC1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60" w:hanging="360"/>
      </w:pPr>
    </w:lvl>
    <w:lvl w:ilvl="2">
      <w:start w:val="1"/>
      <w:numFmt w:val="decimal"/>
      <w:lvlText w:val="%1.%2.%3"/>
      <w:lvlJc w:val="left"/>
      <w:pPr>
        <w:ind w:left="1920" w:hanging="720"/>
      </w:pPr>
    </w:lvl>
    <w:lvl w:ilvl="3">
      <w:start w:val="1"/>
      <w:numFmt w:val="decimal"/>
      <w:lvlText w:val="%1.%2.%3.%4"/>
      <w:lvlJc w:val="left"/>
      <w:pPr>
        <w:ind w:left="2520" w:hanging="720"/>
      </w:pPr>
    </w:lvl>
    <w:lvl w:ilvl="4">
      <w:start w:val="1"/>
      <w:numFmt w:val="decimal"/>
      <w:lvlText w:val="%1.%2.%3.%4.%5"/>
      <w:lvlJc w:val="left"/>
      <w:pPr>
        <w:ind w:left="3480" w:hanging="1080"/>
      </w:pPr>
    </w:lvl>
    <w:lvl w:ilvl="5">
      <w:start w:val="1"/>
      <w:numFmt w:val="decimal"/>
      <w:lvlText w:val="%1.%2.%3.%4.%5.%6"/>
      <w:lvlJc w:val="left"/>
      <w:pPr>
        <w:ind w:left="4080" w:hanging="1080"/>
      </w:pPr>
    </w:lvl>
    <w:lvl w:ilvl="6">
      <w:start w:val="1"/>
      <w:numFmt w:val="decimal"/>
      <w:lvlText w:val="%1.%2.%3.%4.%5.%6.%7"/>
      <w:lvlJc w:val="left"/>
      <w:pPr>
        <w:ind w:left="5040" w:hanging="1440"/>
      </w:pPr>
    </w:lvl>
    <w:lvl w:ilvl="7">
      <w:start w:val="1"/>
      <w:numFmt w:val="decimal"/>
      <w:lvlText w:val="%1.%2.%3.%4.%5.%6.%7.%8"/>
      <w:lvlJc w:val="left"/>
      <w:pPr>
        <w:ind w:left="5640" w:hanging="1440"/>
      </w:pPr>
    </w:lvl>
    <w:lvl w:ilvl="8">
      <w:start w:val="1"/>
      <w:numFmt w:val="decimal"/>
      <w:lvlText w:val="%1.%2.%3.%4.%5.%6.%7.%8.%9"/>
      <w:lvlJc w:val="left"/>
      <w:pPr>
        <w:ind w:left="6600" w:hanging="1800"/>
      </w:pPr>
    </w:lvl>
  </w:abstractNum>
  <w:abstractNum w:abstractNumId="2">
    <w:nsid w:val="4C3B380F"/>
    <w:multiLevelType w:val="multilevel"/>
    <w:tmpl w:val="AD1A6DC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0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340" w:hanging="72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3780" w:hanging="108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220" w:hanging="1440"/>
      </w:pPr>
    </w:lvl>
    <w:lvl w:ilvl="8">
      <w:start w:val="1"/>
      <w:numFmt w:val="decimal"/>
      <w:lvlText w:val="%1.%2.%3.%4.%5.%6.%7.%8.%9"/>
      <w:lvlJc w:val="left"/>
      <w:pPr>
        <w:ind w:left="612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1C90"/>
    <w:rsid w:val="00000231"/>
    <w:rsid w:val="00000593"/>
    <w:rsid w:val="000009E8"/>
    <w:rsid w:val="00000B89"/>
    <w:rsid w:val="00000C1B"/>
    <w:rsid w:val="00000E07"/>
    <w:rsid w:val="00001273"/>
    <w:rsid w:val="00001297"/>
    <w:rsid w:val="000012A3"/>
    <w:rsid w:val="00001741"/>
    <w:rsid w:val="000017A7"/>
    <w:rsid w:val="000021FC"/>
    <w:rsid w:val="000029FA"/>
    <w:rsid w:val="0000300B"/>
    <w:rsid w:val="00003DD0"/>
    <w:rsid w:val="00003F3F"/>
    <w:rsid w:val="00004651"/>
    <w:rsid w:val="000047E7"/>
    <w:rsid w:val="00004B6E"/>
    <w:rsid w:val="00004E18"/>
    <w:rsid w:val="00005103"/>
    <w:rsid w:val="00005918"/>
    <w:rsid w:val="00005AB9"/>
    <w:rsid w:val="00005BF9"/>
    <w:rsid w:val="00005C38"/>
    <w:rsid w:val="00005C62"/>
    <w:rsid w:val="00005DED"/>
    <w:rsid w:val="0000622A"/>
    <w:rsid w:val="00006249"/>
    <w:rsid w:val="000069E5"/>
    <w:rsid w:val="00006AEB"/>
    <w:rsid w:val="00007140"/>
    <w:rsid w:val="0000725F"/>
    <w:rsid w:val="00007420"/>
    <w:rsid w:val="0000749E"/>
    <w:rsid w:val="00007506"/>
    <w:rsid w:val="000077D0"/>
    <w:rsid w:val="000077D9"/>
    <w:rsid w:val="00007884"/>
    <w:rsid w:val="00007B04"/>
    <w:rsid w:val="00007C7B"/>
    <w:rsid w:val="00007F8B"/>
    <w:rsid w:val="00010397"/>
    <w:rsid w:val="00010A9F"/>
    <w:rsid w:val="000115B6"/>
    <w:rsid w:val="0001160F"/>
    <w:rsid w:val="00011925"/>
    <w:rsid w:val="00012059"/>
    <w:rsid w:val="0001225A"/>
    <w:rsid w:val="0001285D"/>
    <w:rsid w:val="000132D1"/>
    <w:rsid w:val="000132F3"/>
    <w:rsid w:val="00013408"/>
    <w:rsid w:val="0001367F"/>
    <w:rsid w:val="00013910"/>
    <w:rsid w:val="00013F22"/>
    <w:rsid w:val="00013F56"/>
    <w:rsid w:val="00014115"/>
    <w:rsid w:val="0001462E"/>
    <w:rsid w:val="0001492B"/>
    <w:rsid w:val="00014AAC"/>
    <w:rsid w:val="00014C6B"/>
    <w:rsid w:val="00014D32"/>
    <w:rsid w:val="00014F62"/>
    <w:rsid w:val="0001534C"/>
    <w:rsid w:val="000154E9"/>
    <w:rsid w:val="000166E5"/>
    <w:rsid w:val="000167E4"/>
    <w:rsid w:val="000168CB"/>
    <w:rsid w:val="000169C6"/>
    <w:rsid w:val="00016A2E"/>
    <w:rsid w:val="0001733B"/>
    <w:rsid w:val="000173CF"/>
    <w:rsid w:val="000175F8"/>
    <w:rsid w:val="00017D7F"/>
    <w:rsid w:val="00017E63"/>
    <w:rsid w:val="00017EF3"/>
    <w:rsid w:val="00017FC7"/>
    <w:rsid w:val="0002034A"/>
    <w:rsid w:val="00020781"/>
    <w:rsid w:val="000208FB"/>
    <w:rsid w:val="00020FE5"/>
    <w:rsid w:val="000210AC"/>
    <w:rsid w:val="00021259"/>
    <w:rsid w:val="000213E0"/>
    <w:rsid w:val="00021471"/>
    <w:rsid w:val="00021544"/>
    <w:rsid w:val="0002188F"/>
    <w:rsid w:val="0002193B"/>
    <w:rsid w:val="00021BAC"/>
    <w:rsid w:val="00021C0D"/>
    <w:rsid w:val="00021C2A"/>
    <w:rsid w:val="00021EDE"/>
    <w:rsid w:val="00021F40"/>
    <w:rsid w:val="00022125"/>
    <w:rsid w:val="0002250E"/>
    <w:rsid w:val="000225FD"/>
    <w:rsid w:val="00022D2C"/>
    <w:rsid w:val="000231D4"/>
    <w:rsid w:val="0002360E"/>
    <w:rsid w:val="000238B4"/>
    <w:rsid w:val="00023D19"/>
    <w:rsid w:val="00023D2E"/>
    <w:rsid w:val="00023F5A"/>
    <w:rsid w:val="00024324"/>
    <w:rsid w:val="00024502"/>
    <w:rsid w:val="00024582"/>
    <w:rsid w:val="000250B2"/>
    <w:rsid w:val="0002525F"/>
    <w:rsid w:val="00025502"/>
    <w:rsid w:val="0002560F"/>
    <w:rsid w:val="00025875"/>
    <w:rsid w:val="00025C6F"/>
    <w:rsid w:val="00025FA6"/>
    <w:rsid w:val="00025FC8"/>
    <w:rsid w:val="00026549"/>
    <w:rsid w:val="000265C7"/>
    <w:rsid w:val="00026774"/>
    <w:rsid w:val="00026DC2"/>
    <w:rsid w:val="0002700F"/>
    <w:rsid w:val="000272D0"/>
    <w:rsid w:val="000274C2"/>
    <w:rsid w:val="000278D2"/>
    <w:rsid w:val="0003001D"/>
    <w:rsid w:val="0003079B"/>
    <w:rsid w:val="00030C0F"/>
    <w:rsid w:val="000313EA"/>
    <w:rsid w:val="00031423"/>
    <w:rsid w:val="00031A5C"/>
    <w:rsid w:val="00031C05"/>
    <w:rsid w:val="00031C6E"/>
    <w:rsid w:val="00031CE0"/>
    <w:rsid w:val="0003205B"/>
    <w:rsid w:val="000321AB"/>
    <w:rsid w:val="000323B2"/>
    <w:rsid w:val="000325B0"/>
    <w:rsid w:val="000327C2"/>
    <w:rsid w:val="000327DA"/>
    <w:rsid w:val="00032B0F"/>
    <w:rsid w:val="00032B23"/>
    <w:rsid w:val="00032B7C"/>
    <w:rsid w:val="00032E48"/>
    <w:rsid w:val="00033045"/>
    <w:rsid w:val="000330F8"/>
    <w:rsid w:val="00033210"/>
    <w:rsid w:val="000334A1"/>
    <w:rsid w:val="000334AA"/>
    <w:rsid w:val="00033B77"/>
    <w:rsid w:val="00033C46"/>
    <w:rsid w:val="00033CCC"/>
    <w:rsid w:val="00033F70"/>
    <w:rsid w:val="00034236"/>
    <w:rsid w:val="0003425F"/>
    <w:rsid w:val="000342B8"/>
    <w:rsid w:val="000342F2"/>
    <w:rsid w:val="00034677"/>
    <w:rsid w:val="00034DA9"/>
    <w:rsid w:val="000353B2"/>
    <w:rsid w:val="00035EC4"/>
    <w:rsid w:val="000362A5"/>
    <w:rsid w:val="00036499"/>
    <w:rsid w:val="000366A8"/>
    <w:rsid w:val="0003676E"/>
    <w:rsid w:val="000368F8"/>
    <w:rsid w:val="00036C04"/>
    <w:rsid w:val="00036C5B"/>
    <w:rsid w:val="00036D78"/>
    <w:rsid w:val="00037323"/>
    <w:rsid w:val="00037A46"/>
    <w:rsid w:val="00037B31"/>
    <w:rsid w:val="00037BB0"/>
    <w:rsid w:val="00037D70"/>
    <w:rsid w:val="0004016C"/>
    <w:rsid w:val="00040261"/>
    <w:rsid w:val="00040501"/>
    <w:rsid w:val="00040956"/>
    <w:rsid w:val="00040B59"/>
    <w:rsid w:val="000410DB"/>
    <w:rsid w:val="000414BA"/>
    <w:rsid w:val="00041B43"/>
    <w:rsid w:val="00041B9C"/>
    <w:rsid w:val="00041D59"/>
    <w:rsid w:val="00041E3C"/>
    <w:rsid w:val="00041E92"/>
    <w:rsid w:val="00042BF1"/>
    <w:rsid w:val="00042D1E"/>
    <w:rsid w:val="000432A7"/>
    <w:rsid w:val="00043360"/>
    <w:rsid w:val="00043569"/>
    <w:rsid w:val="00043653"/>
    <w:rsid w:val="00043A25"/>
    <w:rsid w:val="00043BAB"/>
    <w:rsid w:val="00043FB1"/>
    <w:rsid w:val="00044040"/>
    <w:rsid w:val="00044090"/>
    <w:rsid w:val="00044A07"/>
    <w:rsid w:val="00045140"/>
    <w:rsid w:val="0004515F"/>
    <w:rsid w:val="000452AE"/>
    <w:rsid w:val="0004569B"/>
    <w:rsid w:val="00045903"/>
    <w:rsid w:val="00045F0D"/>
    <w:rsid w:val="0004679D"/>
    <w:rsid w:val="00046F4F"/>
    <w:rsid w:val="00047604"/>
    <w:rsid w:val="0004776D"/>
    <w:rsid w:val="00047795"/>
    <w:rsid w:val="00047CD6"/>
    <w:rsid w:val="00047EDC"/>
    <w:rsid w:val="0005004B"/>
    <w:rsid w:val="000501A7"/>
    <w:rsid w:val="00050297"/>
    <w:rsid w:val="000503F3"/>
    <w:rsid w:val="00050446"/>
    <w:rsid w:val="00050A87"/>
    <w:rsid w:val="00050D69"/>
    <w:rsid w:val="00050ECB"/>
    <w:rsid w:val="000516A1"/>
    <w:rsid w:val="00051A20"/>
    <w:rsid w:val="00051D0C"/>
    <w:rsid w:val="00051F4A"/>
    <w:rsid w:val="0005207F"/>
    <w:rsid w:val="00052090"/>
    <w:rsid w:val="00052798"/>
    <w:rsid w:val="000527F5"/>
    <w:rsid w:val="00052A57"/>
    <w:rsid w:val="00052AB7"/>
    <w:rsid w:val="00052BD0"/>
    <w:rsid w:val="000531F9"/>
    <w:rsid w:val="00053448"/>
    <w:rsid w:val="0005392C"/>
    <w:rsid w:val="00053BB2"/>
    <w:rsid w:val="00053CDF"/>
    <w:rsid w:val="00053D1A"/>
    <w:rsid w:val="00053D52"/>
    <w:rsid w:val="000540DD"/>
    <w:rsid w:val="00054140"/>
    <w:rsid w:val="000545E2"/>
    <w:rsid w:val="00054E74"/>
    <w:rsid w:val="00054F2D"/>
    <w:rsid w:val="00054FA6"/>
    <w:rsid w:val="00054FCE"/>
    <w:rsid w:val="00054FD2"/>
    <w:rsid w:val="0005511D"/>
    <w:rsid w:val="00055267"/>
    <w:rsid w:val="000552BA"/>
    <w:rsid w:val="00055D44"/>
    <w:rsid w:val="00056647"/>
    <w:rsid w:val="00056939"/>
    <w:rsid w:val="00057252"/>
    <w:rsid w:val="000574F9"/>
    <w:rsid w:val="0005765C"/>
    <w:rsid w:val="00057A7D"/>
    <w:rsid w:val="00057BB9"/>
    <w:rsid w:val="00057CBA"/>
    <w:rsid w:val="00057D0A"/>
    <w:rsid w:val="000608D7"/>
    <w:rsid w:val="0006094C"/>
    <w:rsid w:val="00060B49"/>
    <w:rsid w:val="00060E90"/>
    <w:rsid w:val="0006114B"/>
    <w:rsid w:val="00061543"/>
    <w:rsid w:val="0006163B"/>
    <w:rsid w:val="00061661"/>
    <w:rsid w:val="00061C83"/>
    <w:rsid w:val="000629C6"/>
    <w:rsid w:val="00062F1B"/>
    <w:rsid w:val="0006308B"/>
    <w:rsid w:val="000630A6"/>
    <w:rsid w:val="000634BB"/>
    <w:rsid w:val="000636F2"/>
    <w:rsid w:val="0006376A"/>
    <w:rsid w:val="000637B0"/>
    <w:rsid w:val="00063BE7"/>
    <w:rsid w:val="00064022"/>
    <w:rsid w:val="00064157"/>
    <w:rsid w:val="000643E2"/>
    <w:rsid w:val="00064722"/>
    <w:rsid w:val="00064726"/>
    <w:rsid w:val="0006499A"/>
    <w:rsid w:val="00064C70"/>
    <w:rsid w:val="00064E70"/>
    <w:rsid w:val="000654D2"/>
    <w:rsid w:val="0006557B"/>
    <w:rsid w:val="00065783"/>
    <w:rsid w:val="000659E2"/>
    <w:rsid w:val="00065A96"/>
    <w:rsid w:val="00065AE8"/>
    <w:rsid w:val="00066142"/>
    <w:rsid w:val="000663C7"/>
    <w:rsid w:val="0006649D"/>
    <w:rsid w:val="000666F7"/>
    <w:rsid w:val="00066700"/>
    <w:rsid w:val="000667C0"/>
    <w:rsid w:val="00066DEF"/>
    <w:rsid w:val="00066EFA"/>
    <w:rsid w:val="0006704C"/>
    <w:rsid w:val="0006715D"/>
    <w:rsid w:val="00067270"/>
    <w:rsid w:val="00067415"/>
    <w:rsid w:val="0006787E"/>
    <w:rsid w:val="000678B7"/>
    <w:rsid w:val="00070001"/>
    <w:rsid w:val="0007005A"/>
    <w:rsid w:val="00071071"/>
    <w:rsid w:val="000711C7"/>
    <w:rsid w:val="000712C4"/>
    <w:rsid w:val="00071428"/>
    <w:rsid w:val="00071534"/>
    <w:rsid w:val="000716E7"/>
    <w:rsid w:val="000717EB"/>
    <w:rsid w:val="00071B7C"/>
    <w:rsid w:val="00071BE1"/>
    <w:rsid w:val="00071CA5"/>
    <w:rsid w:val="00071F34"/>
    <w:rsid w:val="000725B6"/>
    <w:rsid w:val="00072A7C"/>
    <w:rsid w:val="00072A82"/>
    <w:rsid w:val="000731C0"/>
    <w:rsid w:val="00073204"/>
    <w:rsid w:val="000739AB"/>
    <w:rsid w:val="000739F4"/>
    <w:rsid w:val="00073EC3"/>
    <w:rsid w:val="00074520"/>
    <w:rsid w:val="0007459F"/>
    <w:rsid w:val="000747E6"/>
    <w:rsid w:val="00074BE2"/>
    <w:rsid w:val="00074FA6"/>
    <w:rsid w:val="00075079"/>
    <w:rsid w:val="000755A5"/>
    <w:rsid w:val="000757E9"/>
    <w:rsid w:val="00075911"/>
    <w:rsid w:val="00075AF2"/>
    <w:rsid w:val="00075EFB"/>
    <w:rsid w:val="0007608D"/>
    <w:rsid w:val="0007679A"/>
    <w:rsid w:val="000769D8"/>
    <w:rsid w:val="00076DC7"/>
    <w:rsid w:val="0007783E"/>
    <w:rsid w:val="00077BC3"/>
    <w:rsid w:val="00077FE0"/>
    <w:rsid w:val="0008023A"/>
    <w:rsid w:val="000803DB"/>
    <w:rsid w:val="000803E0"/>
    <w:rsid w:val="0008094B"/>
    <w:rsid w:val="0008097A"/>
    <w:rsid w:val="00080B6A"/>
    <w:rsid w:val="00080C20"/>
    <w:rsid w:val="00080D0C"/>
    <w:rsid w:val="0008110F"/>
    <w:rsid w:val="00081463"/>
    <w:rsid w:val="000814BC"/>
    <w:rsid w:val="00081AC2"/>
    <w:rsid w:val="00081C5F"/>
    <w:rsid w:val="00081EE3"/>
    <w:rsid w:val="0008208C"/>
    <w:rsid w:val="000823E2"/>
    <w:rsid w:val="00082570"/>
    <w:rsid w:val="000826B8"/>
    <w:rsid w:val="000827F2"/>
    <w:rsid w:val="00082AE3"/>
    <w:rsid w:val="00082C17"/>
    <w:rsid w:val="00082F40"/>
    <w:rsid w:val="000831F4"/>
    <w:rsid w:val="00083491"/>
    <w:rsid w:val="000835CE"/>
    <w:rsid w:val="00083B0F"/>
    <w:rsid w:val="00083B98"/>
    <w:rsid w:val="00083BCE"/>
    <w:rsid w:val="000849D5"/>
    <w:rsid w:val="00084D79"/>
    <w:rsid w:val="00084DB2"/>
    <w:rsid w:val="00085140"/>
    <w:rsid w:val="00085207"/>
    <w:rsid w:val="000853D0"/>
    <w:rsid w:val="00085D1E"/>
    <w:rsid w:val="00085F78"/>
    <w:rsid w:val="00086085"/>
    <w:rsid w:val="000860D5"/>
    <w:rsid w:val="0008612D"/>
    <w:rsid w:val="000862E2"/>
    <w:rsid w:val="00086437"/>
    <w:rsid w:val="0008710D"/>
    <w:rsid w:val="000875AC"/>
    <w:rsid w:val="0009062B"/>
    <w:rsid w:val="00090661"/>
    <w:rsid w:val="00090767"/>
    <w:rsid w:val="000909E0"/>
    <w:rsid w:val="00090AB4"/>
    <w:rsid w:val="00090B08"/>
    <w:rsid w:val="00090C20"/>
    <w:rsid w:val="00090C78"/>
    <w:rsid w:val="000914C8"/>
    <w:rsid w:val="00091933"/>
    <w:rsid w:val="00091A00"/>
    <w:rsid w:val="00091BF0"/>
    <w:rsid w:val="00091E4D"/>
    <w:rsid w:val="00092153"/>
    <w:rsid w:val="00092276"/>
    <w:rsid w:val="000922D0"/>
    <w:rsid w:val="0009278F"/>
    <w:rsid w:val="00092934"/>
    <w:rsid w:val="00092F0E"/>
    <w:rsid w:val="0009307D"/>
    <w:rsid w:val="00093C29"/>
    <w:rsid w:val="00093C2A"/>
    <w:rsid w:val="00093E24"/>
    <w:rsid w:val="00093F18"/>
    <w:rsid w:val="00094177"/>
    <w:rsid w:val="0009449F"/>
    <w:rsid w:val="00094669"/>
    <w:rsid w:val="000948A0"/>
    <w:rsid w:val="0009495C"/>
    <w:rsid w:val="00094F4D"/>
    <w:rsid w:val="00095424"/>
    <w:rsid w:val="00095615"/>
    <w:rsid w:val="00095813"/>
    <w:rsid w:val="00095CD3"/>
    <w:rsid w:val="00095D1A"/>
    <w:rsid w:val="00095FE1"/>
    <w:rsid w:val="000961FB"/>
    <w:rsid w:val="00096983"/>
    <w:rsid w:val="000970E4"/>
    <w:rsid w:val="000971EC"/>
    <w:rsid w:val="000973AE"/>
    <w:rsid w:val="0009756A"/>
    <w:rsid w:val="00097E73"/>
    <w:rsid w:val="00097F0A"/>
    <w:rsid w:val="000A010D"/>
    <w:rsid w:val="000A02D0"/>
    <w:rsid w:val="000A0316"/>
    <w:rsid w:val="000A04B7"/>
    <w:rsid w:val="000A0585"/>
    <w:rsid w:val="000A08AD"/>
    <w:rsid w:val="000A0ABB"/>
    <w:rsid w:val="000A0B07"/>
    <w:rsid w:val="000A1528"/>
    <w:rsid w:val="000A19EB"/>
    <w:rsid w:val="000A1AF7"/>
    <w:rsid w:val="000A1CC0"/>
    <w:rsid w:val="000A1E15"/>
    <w:rsid w:val="000A1EF9"/>
    <w:rsid w:val="000A2029"/>
    <w:rsid w:val="000A2117"/>
    <w:rsid w:val="000A2298"/>
    <w:rsid w:val="000A246D"/>
    <w:rsid w:val="000A25A5"/>
    <w:rsid w:val="000A28C3"/>
    <w:rsid w:val="000A2AD1"/>
    <w:rsid w:val="000A341A"/>
    <w:rsid w:val="000A344E"/>
    <w:rsid w:val="000A3619"/>
    <w:rsid w:val="000A3C9B"/>
    <w:rsid w:val="000A3E0A"/>
    <w:rsid w:val="000A3ECE"/>
    <w:rsid w:val="000A45C2"/>
    <w:rsid w:val="000A4775"/>
    <w:rsid w:val="000A4B3E"/>
    <w:rsid w:val="000A4F37"/>
    <w:rsid w:val="000A562C"/>
    <w:rsid w:val="000A5716"/>
    <w:rsid w:val="000A578B"/>
    <w:rsid w:val="000A5850"/>
    <w:rsid w:val="000A5BDD"/>
    <w:rsid w:val="000A5C08"/>
    <w:rsid w:val="000A5FA5"/>
    <w:rsid w:val="000A607E"/>
    <w:rsid w:val="000A625E"/>
    <w:rsid w:val="000A6320"/>
    <w:rsid w:val="000A651F"/>
    <w:rsid w:val="000A6A54"/>
    <w:rsid w:val="000A6C8E"/>
    <w:rsid w:val="000A6E9D"/>
    <w:rsid w:val="000A70FA"/>
    <w:rsid w:val="000A72BA"/>
    <w:rsid w:val="000A7415"/>
    <w:rsid w:val="000A7D91"/>
    <w:rsid w:val="000A7FE6"/>
    <w:rsid w:val="000B012C"/>
    <w:rsid w:val="000B02FC"/>
    <w:rsid w:val="000B0728"/>
    <w:rsid w:val="000B0D61"/>
    <w:rsid w:val="000B0FC7"/>
    <w:rsid w:val="000B125E"/>
    <w:rsid w:val="000B141E"/>
    <w:rsid w:val="000B1A3C"/>
    <w:rsid w:val="000B1C88"/>
    <w:rsid w:val="000B2001"/>
    <w:rsid w:val="000B20BD"/>
    <w:rsid w:val="000B2190"/>
    <w:rsid w:val="000B2344"/>
    <w:rsid w:val="000B2797"/>
    <w:rsid w:val="000B2BA3"/>
    <w:rsid w:val="000B2D0D"/>
    <w:rsid w:val="000B2D82"/>
    <w:rsid w:val="000B2F6B"/>
    <w:rsid w:val="000B32F5"/>
    <w:rsid w:val="000B34EA"/>
    <w:rsid w:val="000B35C4"/>
    <w:rsid w:val="000B35FE"/>
    <w:rsid w:val="000B37B4"/>
    <w:rsid w:val="000B3805"/>
    <w:rsid w:val="000B3A23"/>
    <w:rsid w:val="000B3CD1"/>
    <w:rsid w:val="000B408C"/>
    <w:rsid w:val="000B40D2"/>
    <w:rsid w:val="000B434B"/>
    <w:rsid w:val="000B4571"/>
    <w:rsid w:val="000B48E4"/>
    <w:rsid w:val="000B4BD7"/>
    <w:rsid w:val="000B51B9"/>
    <w:rsid w:val="000B59AF"/>
    <w:rsid w:val="000B5D15"/>
    <w:rsid w:val="000B5F90"/>
    <w:rsid w:val="000B626A"/>
    <w:rsid w:val="000B6855"/>
    <w:rsid w:val="000B70A6"/>
    <w:rsid w:val="000B710C"/>
    <w:rsid w:val="000B719E"/>
    <w:rsid w:val="000B757C"/>
    <w:rsid w:val="000B78CA"/>
    <w:rsid w:val="000B7B06"/>
    <w:rsid w:val="000C02EE"/>
    <w:rsid w:val="000C03DB"/>
    <w:rsid w:val="000C047B"/>
    <w:rsid w:val="000C05DE"/>
    <w:rsid w:val="000C0927"/>
    <w:rsid w:val="000C0ACB"/>
    <w:rsid w:val="000C0E0D"/>
    <w:rsid w:val="000C1262"/>
    <w:rsid w:val="000C1374"/>
    <w:rsid w:val="000C145D"/>
    <w:rsid w:val="000C19CE"/>
    <w:rsid w:val="000C1EA2"/>
    <w:rsid w:val="000C233C"/>
    <w:rsid w:val="000C23AF"/>
    <w:rsid w:val="000C2A10"/>
    <w:rsid w:val="000C2BB9"/>
    <w:rsid w:val="000C3166"/>
    <w:rsid w:val="000C36AA"/>
    <w:rsid w:val="000C3918"/>
    <w:rsid w:val="000C3D9F"/>
    <w:rsid w:val="000C4244"/>
    <w:rsid w:val="000C431C"/>
    <w:rsid w:val="000C4A1A"/>
    <w:rsid w:val="000C4E32"/>
    <w:rsid w:val="000C4E5E"/>
    <w:rsid w:val="000C501C"/>
    <w:rsid w:val="000C53CF"/>
    <w:rsid w:val="000C5559"/>
    <w:rsid w:val="000C576D"/>
    <w:rsid w:val="000C57EF"/>
    <w:rsid w:val="000C5E66"/>
    <w:rsid w:val="000C6000"/>
    <w:rsid w:val="000C60AE"/>
    <w:rsid w:val="000C650F"/>
    <w:rsid w:val="000C6574"/>
    <w:rsid w:val="000C6CBA"/>
    <w:rsid w:val="000C6FC1"/>
    <w:rsid w:val="000C70B9"/>
    <w:rsid w:val="000C7186"/>
    <w:rsid w:val="000C7569"/>
    <w:rsid w:val="000C75F6"/>
    <w:rsid w:val="000C766C"/>
    <w:rsid w:val="000C777D"/>
    <w:rsid w:val="000C7C4B"/>
    <w:rsid w:val="000C7CCE"/>
    <w:rsid w:val="000D0CBE"/>
    <w:rsid w:val="000D0D87"/>
    <w:rsid w:val="000D10AC"/>
    <w:rsid w:val="000D1475"/>
    <w:rsid w:val="000D14BE"/>
    <w:rsid w:val="000D152F"/>
    <w:rsid w:val="000D16CA"/>
    <w:rsid w:val="000D1758"/>
    <w:rsid w:val="000D195C"/>
    <w:rsid w:val="000D19FF"/>
    <w:rsid w:val="000D1A5A"/>
    <w:rsid w:val="000D1E56"/>
    <w:rsid w:val="000D1FE1"/>
    <w:rsid w:val="000D207D"/>
    <w:rsid w:val="000D20A9"/>
    <w:rsid w:val="000D20D5"/>
    <w:rsid w:val="000D22E2"/>
    <w:rsid w:val="000D2373"/>
    <w:rsid w:val="000D2578"/>
    <w:rsid w:val="000D261F"/>
    <w:rsid w:val="000D26BE"/>
    <w:rsid w:val="000D2A0C"/>
    <w:rsid w:val="000D2D5E"/>
    <w:rsid w:val="000D2FE8"/>
    <w:rsid w:val="000D3380"/>
    <w:rsid w:val="000D33AC"/>
    <w:rsid w:val="000D355C"/>
    <w:rsid w:val="000D3735"/>
    <w:rsid w:val="000D3771"/>
    <w:rsid w:val="000D4124"/>
    <w:rsid w:val="000D47AB"/>
    <w:rsid w:val="000D47C1"/>
    <w:rsid w:val="000D497E"/>
    <w:rsid w:val="000D4F43"/>
    <w:rsid w:val="000D5351"/>
    <w:rsid w:val="000D5A57"/>
    <w:rsid w:val="000D5C42"/>
    <w:rsid w:val="000D5E4A"/>
    <w:rsid w:val="000D60C2"/>
    <w:rsid w:val="000D6122"/>
    <w:rsid w:val="000D6284"/>
    <w:rsid w:val="000D6E38"/>
    <w:rsid w:val="000D7080"/>
    <w:rsid w:val="000D75C2"/>
    <w:rsid w:val="000D78BC"/>
    <w:rsid w:val="000D7E00"/>
    <w:rsid w:val="000D7E84"/>
    <w:rsid w:val="000E012E"/>
    <w:rsid w:val="000E06B5"/>
    <w:rsid w:val="000E0736"/>
    <w:rsid w:val="000E0A42"/>
    <w:rsid w:val="000E0F4F"/>
    <w:rsid w:val="000E1341"/>
    <w:rsid w:val="000E1416"/>
    <w:rsid w:val="000E1AD5"/>
    <w:rsid w:val="000E1BBE"/>
    <w:rsid w:val="000E1D64"/>
    <w:rsid w:val="000E1DAE"/>
    <w:rsid w:val="000E219A"/>
    <w:rsid w:val="000E2233"/>
    <w:rsid w:val="000E28FC"/>
    <w:rsid w:val="000E29BB"/>
    <w:rsid w:val="000E2CF7"/>
    <w:rsid w:val="000E2DF3"/>
    <w:rsid w:val="000E2EA3"/>
    <w:rsid w:val="000E2ED7"/>
    <w:rsid w:val="000E3060"/>
    <w:rsid w:val="000E334E"/>
    <w:rsid w:val="000E371C"/>
    <w:rsid w:val="000E37F9"/>
    <w:rsid w:val="000E39D3"/>
    <w:rsid w:val="000E3AA2"/>
    <w:rsid w:val="000E3FBC"/>
    <w:rsid w:val="000E3FEE"/>
    <w:rsid w:val="000E42E6"/>
    <w:rsid w:val="000E4AA6"/>
    <w:rsid w:val="000E5293"/>
    <w:rsid w:val="000E52B2"/>
    <w:rsid w:val="000E587C"/>
    <w:rsid w:val="000E5F6B"/>
    <w:rsid w:val="000E63D3"/>
    <w:rsid w:val="000E646C"/>
    <w:rsid w:val="000E65B2"/>
    <w:rsid w:val="000E6679"/>
    <w:rsid w:val="000E6769"/>
    <w:rsid w:val="000E676F"/>
    <w:rsid w:val="000E68F6"/>
    <w:rsid w:val="000E6F8F"/>
    <w:rsid w:val="000E716B"/>
    <w:rsid w:val="000E71BE"/>
    <w:rsid w:val="000E729A"/>
    <w:rsid w:val="000E7A33"/>
    <w:rsid w:val="000E7C03"/>
    <w:rsid w:val="000E7DE5"/>
    <w:rsid w:val="000E7E08"/>
    <w:rsid w:val="000F026B"/>
    <w:rsid w:val="000F0526"/>
    <w:rsid w:val="000F066C"/>
    <w:rsid w:val="000F067D"/>
    <w:rsid w:val="000F15F0"/>
    <w:rsid w:val="000F1EDD"/>
    <w:rsid w:val="000F24F3"/>
    <w:rsid w:val="000F2833"/>
    <w:rsid w:val="000F287C"/>
    <w:rsid w:val="000F29CD"/>
    <w:rsid w:val="000F2F95"/>
    <w:rsid w:val="000F30CB"/>
    <w:rsid w:val="000F3240"/>
    <w:rsid w:val="000F3A44"/>
    <w:rsid w:val="000F3B38"/>
    <w:rsid w:val="000F40BE"/>
    <w:rsid w:val="000F4945"/>
    <w:rsid w:val="000F4AFD"/>
    <w:rsid w:val="000F4CDE"/>
    <w:rsid w:val="000F5028"/>
    <w:rsid w:val="000F50AF"/>
    <w:rsid w:val="000F514A"/>
    <w:rsid w:val="000F52E4"/>
    <w:rsid w:val="000F5429"/>
    <w:rsid w:val="000F5662"/>
    <w:rsid w:val="000F59F4"/>
    <w:rsid w:val="000F59FB"/>
    <w:rsid w:val="000F5AE5"/>
    <w:rsid w:val="000F5D03"/>
    <w:rsid w:val="000F5D76"/>
    <w:rsid w:val="000F6163"/>
    <w:rsid w:val="000F61E1"/>
    <w:rsid w:val="000F646E"/>
    <w:rsid w:val="000F65B5"/>
    <w:rsid w:val="000F68B5"/>
    <w:rsid w:val="000F6B38"/>
    <w:rsid w:val="000F6BAF"/>
    <w:rsid w:val="000F74E5"/>
    <w:rsid w:val="000F7966"/>
    <w:rsid w:val="000F7D4B"/>
    <w:rsid w:val="000F7E30"/>
    <w:rsid w:val="00100199"/>
    <w:rsid w:val="001001A0"/>
    <w:rsid w:val="00100590"/>
    <w:rsid w:val="001008EA"/>
    <w:rsid w:val="0010094B"/>
    <w:rsid w:val="00100C8B"/>
    <w:rsid w:val="00100DE3"/>
    <w:rsid w:val="00100E78"/>
    <w:rsid w:val="0010139B"/>
    <w:rsid w:val="0010197F"/>
    <w:rsid w:val="00101A86"/>
    <w:rsid w:val="00101B7F"/>
    <w:rsid w:val="00102309"/>
    <w:rsid w:val="0010264A"/>
    <w:rsid w:val="0010267D"/>
    <w:rsid w:val="001026EF"/>
    <w:rsid w:val="00102704"/>
    <w:rsid w:val="0010270B"/>
    <w:rsid w:val="00102A3A"/>
    <w:rsid w:val="00102A5C"/>
    <w:rsid w:val="00103031"/>
    <w:rsid w:val="00103230"/>
    <w:rsid w:val="001036AE"/>
    <w:rsid w:val="001036F2"/>
    <w:rsid w:val="0010377C"/>
    <w:rsid w:val="001039A4"/>
    <w:rsid w:val="00103B55"/>
    <w:rsid w:val="00103E21"/>
    <w:rsid w:val="0010403C"/>
    <w:rsid w:val="0010422C"/>
    <w:rsid w:val="00104A83"/>
    <w:rsid w:val="00104AB4"/>
    <w:rsid w:val="0010505F"/>
    <w:rsid w:val="001050FB"/>
    <w:rsid w:val="00105116"/>
    <w:rsid w:val="001055A0"/>
    <w:rsid w:val="00105804"/>
    <w:rsid w:val="00105F22"/>
    <w:rsid w:val="00106391"/>
    <w:rsid w:val="00106877"/>
    <w:rsid w:val="00106F8C"/>
    <w:rsid w:val="00106FD2"/>
    <w:rsid w:val="00107096"/>
    <w:rsid w:val="00110031"/>
    <w:rsid w:val="00110049"/>
    <w:rsid w:val="0011060F"/>
    <w:rsid w:val="0011124A"/>
    <w:rsid w:val="00111660"/>
    <w:rsid w:val="0011188D"/>
    <w:rsid w:val="00111912"/>
    <w:rsid w:val="00111D39"/>
    <w:rsid w:val="00111DAA"/>
    <w:rsid w:val="00111F65"/>
    <w:rsid w:val="001120D8"/>
    <w:rsid w:val="00112890"/>
    <w:rsid w:val="001128AC"/>
    <w:rsid w:val="001130DB"/>
    <w:rsid w:val="0011311E"/>
    <w:rsid w:val="0011321F"/>
    <w:rsid w:val="001134E4"/>
    <w:rsid w:val="001135E7"/>
    <w:rsid w:val="00113C7B"/>
    <w:rsid w:val="00113DDB"/>
    <w:rsid w:val="001142DD"/>
    <w:rsid w:val="0011480C"/>
    <w:rsid w:val="00114873"/>
    <w:rsid w:val="00114D03"/>
    <w:rsid w:val="00115194"/>
    <w:rsid w:val="001155B1"/>
    <w:rsid w:val="00115B9B"/>
    <w:rsid w:val="00116325"/>
    <w:rsid w:val="001163E4"/>
    <w:rsid w:val="00116757"/>
    <w:rsid w:val="00116C45"/>
    <w:rsid w:val="00116D2D"/>
    <w:rsid w:val="00116FF8"/>
    <w:rsid w:val="0011707D"/>
    <w:rsid w:val="0011708D"/>
    <w:rsid w:val="00117147"/>
    <w:rsid w:val="0011737E"/>
    <w:rsid w:val="00117684"/>
    <w:rsid w:val="00117936"/>
    <w:rsid w:val="00117A30"/>
    <w:rsid w:val="00117FEE"/>
    <w:rsid w:val="00117FF9"/>
    <w:rsid w:val="00120239"/>
    <w:rsid w:val="001204B5"/>
    <w:rsid w:val="00120653"/>
    <w:rsid w:val="00120A01"/>
    <w:rsid w:val="00120E71"/>
    <w:rsid w:val="0012103C"/>
    <w:rsid w:val="001210E9"/>
    <w:rsid w:val="001214E2"/>
    <w:rsid w:val="001214FE"/>
    <w:rsid w:val="00121B5B"/>
    <w:rsid w:val="0012282D"/>
    <w:rsid w:val="00122B2D"/>
    <w:rsid w:val="0012356C"/>
    <w:rsid w:val="00123D3B"/>
    <w:rsid w:val="00123D50"/>
    <w:rsid w:val="0012404B"/>
    <w:rsid w:val="00124128"/>
    <w:rsid w:val="00124682"/>
    <w:rsid w:val="00124C11"/>
    <w:rsid w:val="00124FB4"/>
    <w:rsid w:val="001250C7"/>
    <w:rsid w:val="00125376"/>
    <w:rsid w:val="00125573"/>
    <w:rsid w:val="0012595E"/>
    <w:rsid w:val="00125FC7"/>
    <w:rsid w:val="001261CB"/>
    <w:rsid w:val="001261F9"/>
    <w:rsid w:val="00126747"/>
    <w:rsid w:val="0012682D"/>
    <w:rsid w:val="00126E3F"/>
    <w:rsid w:val="00127111"/>
    <w:rsid w:val="00127197"/>
    <w:rsid w:val="00127679"/>
    <w:rsid w:val="0012790D"/>
    <w:rsid w:val="00127B67"/>
    <w:rsid w:val="00127EB3"/>
    <w:rsid w:val="00130287"/>
    <w:rsid w:val="0013247D"/>
    <w:rsid w:val="001324C9"/>
    <w:rsid w:val="001326D9"/>
    <w:rsid w:val="00132ADA"/>
    <w:rsid w:val="001336BB"/>
    <w:rsid w:val="00133907"/>
    <w:rsid w:val="00133AAA"/>
    <w:rsid w:val="00134130"/>
    <w:rsid w:val="00134179"/>
    <w:rsid w:val="00134753"/>
    <w:rsid w:val="00134F97"/>
    <w:rsid w:val="00135102"/>
    <w:rsid w:val="0013510F"/>
    <w:rsid w:val="00135209"/>
    <w:rsid w:val="001352CC"/>
    <w:rsid w:val="00135428"/>
    <w:rsid w:val="001354FB"/>
    <w:rsid w:val="001358E0"/>
    <w:rsid w:val="00135B2B"/>
    <w:rsid w:val="00135CD8"/>
    <w:rsid w:val="00135E43"/>
    <w:rsid w:val="00135E9F"/>
    <w:rsid w:val="001373DB"/>
    <w:rsid w:val="0013748A"/>
    <w:rsid w:val="0013794D"/>
    <w:rsid w:val="001404AD"/>
    <w:rsid w:val="001404FE"/>
    <w:rsid w:val="00140E5A"/>
    <w:rsid w:val="00140EA1"/>
    <w:rsid w:val="00140EA6"/>
    <w:rsid w:val="00141882"/>
    <w:rsid w:val="00141B83"/>
    <w:rsid w:val="00141E81"/>
    <w:rsid w:val="00141F40"/>
    <w:rsid w:val="0014278A"/>
    <w:rsid w:val="001429F5"/>
    <w:rsid w:val="00143998"/>
    <w:rsid w:val="001439B3"/>
    <w:rsid w:val="001439ED"/>
    <w:rsid w:val="00143E8D"/>
    <w:rsid w:val="00143F50"/>
    <w:rsid w:val="0014434F"/>
    <w:rsid w:val="00144403"/>
    <w:rsid w:val="00144520"/>
    <w:rsid w:val="00145570"/>
    <w:rsid w:val="001460B1"/>
    <w:rsid w:val="001462FA"/>
    <w:rsid w:val="0014662C"/>
    <w:rsid w:val="00146CC1"/>
    <w:rsid w:val="001471F2"/>
    <w:rsid w:val="001473B8"/>
    <w:rsid w:val="001473FE"/>
    <w:rsid w:val="001475AB"/>
    <w:rsid w:val="001476E5"/>
    <w:rsid w:val="00147EC7"/>
    <w:rsid w:val="00147EEB"/>
    <w:rsid w:val="001507BE"/>
    <w:rsid w:val="001508A1"/>
    <w:rsid w:val="00150C7C"/>
    <w:rsid w:val="00150D54"/>
    <w:rsid w:val="00150E1F"/>
    <w:rsid w:val="00150EB9"/>
    <w:rsid w:val="001516B8"/>
    <w:rsid w:val="001517C7"/>
    <w:rsid w:val="001519DA"/>
    <w:rsid w:val="00151B9B"/>
    <w:rsid w:val="00151E96"/>
    <w:rsid w:val="001521CE"/>
    <w:rsid w:val="00152352"/>
    <w:rsid w:val="00152669"/>
    <w:rsid w:val="00152C97"/>
    <w:rsid w:val="0015361C"/>
    <w:rsid w:val="00153784"/>
    <w:rsid w:val="001542AD"/>
    <w:rsid w:val="00154353"/>
    <w:rsid w:val="00154810"/>
    <w:rsid w:val="00154840"/>
    <w:rsid w:val="00154918"/>
    <w:rsid w:val="001549D0"/>
    <w:rsid w:val="00154AFF"/>
    <w:rsid w:val="00154BA7"/>
    <w:rsid w:val="00154CAB"/>
    <w:rsid w:val="00155337"/>
    <w:rsid w:val="00155A92"/>
    <w:rsid w:val="0015621C"/>
    <w:rsid w:val="00156280"/>
    <w:rsid w:val="001564BB"/>
    <w:rsid w:val="0015651C"/>
    <w:rsid w:val="00156551"/>
    <w:rsid w:val="0015658E"/>
    <w:rsid w:val="00156A04"/>
    <w:rsid w:val="00156AF4"/>
    <w:rsid w:val="00156C6E"/>
    <w:rsid w:val="0015710D"/>
    <w:rsid w:val="001573F5"/>
    <w:rsid w:val="00157497"/>
    <w:rsid w:val="0015798E"/>
    <w:rsid w:val="00157C74"/>
    <w:rsid w:val="001601D0"/>
    <w:rsid w:val="00160504"/>
    <w:rsid w:val="00160CB3"/>
    <w:rsid w:val="001614FD"/>
    <w:rsid w:val="0016182F"/>
    <w:rsid w:val="00161B97"/>
    <w:rsid w:val="00161C44"/>
    <w:rsid w:val="00161E7F"/>
    <w:rsid w:val="00161FFF"/>
    <w:rsid w:val="001620B6"/>
    <w:rsid w:val="001622A9"/>
    <w:rsid w:val="001622D7"/>
    <w:rsid w:val="00162358"/>
    <w:rsid w:val="00162E27"/>
    <w:rsid w:val="00162EA9"/>
    <w:rsid w:val="00163344"/>
    <w:rsid w:val="001635B1"/>
    <w:rsid w:val="00163725"/>
    <w:rsid w:val="00163780"/>
    <w:rsid w:val="00163BB3"/>
    <w:rsid w:val="001642AF"/>
    <w:rsid w:val="0016438A"/>
    <w:rsid w:val="0016446D"/>
    <w:rsid w:val="0016471A"/>
    <w:rsid w:val="0016497D"/>
    <w:rsid w:val="00164A51"/>
    <w:rsid w:val="00164B3D"/>
    <w:rsid w:val="001653F5"/>
    <w:rsid w:val="00165628"/>
    <w:rsid w:val="001658A7"/>
    <w:rsid w:val="00165A84"/>
    <w:rsid w:val="00165C01"/>
    <w:rsid w:val="00165E93"/>
    <w:rsid w:val="00166367"/>
    <w:rsid w:val="0016684F"/>
    <w:rsid w:val="001673B2"/>
    <w:rsid w:val="001679D0"/>
    <w:rsid w:val="00170063"/>
    <w:rsid w:val="001700DD"/>
    <w:rsid w:val="001702BE"/>
    <w:rsid w:val="001703E8"/>
    <w:rsid w:val="001704B4"/>
    <w:rsid w:val="0017062B"/>
    <w:rsid w:val="0017071B"/>
    <w:rsid w:val="00170EDA"/>
    <w:rsid w:val="00170FDD"/>
    <w:rsid w:val="001715E8"/>
    <w:rsid w:val="001719CD"/>
    <w:rsid w:val="00171B9D"/>
    <w:rsid w:val="00171C0B"/>
    <w:rsid w:val="00171E4A"/>
    <w:rsid w:val="00172116"/>
    <w:rsid w:val="001727AC"/>
    <w:rsid w:val="00172B9F"/>
    <w:rsid w:val="0017314E"/>
    <w:rsid w:val="001732CC"/>
    <w:rsid w:val="0017341F"/>
    <w:rsid w:val="0017380E"/>
    <w:rsid w:val="00173AA3"/>
    <w:rsid w:val="00173BEA"/>
    <w:rsid w:val="00173BFD"/>
    <w:rsid w:val="00173D74"/>
    <w:rsid w:val="00174543"/>
    <w:rsid w:val="001749D0"/>
    <w:rsid w:val="00174AB2"/>
    <w:rsid w:val="00174ADE"/>
    <w:rsid w:val="00174FA5"/>
    <w:rsid w:val="001752CB"/>
    <w:rsid w:val="00175473"/>
    <w:rsid w:val="00175863"/>
    <w:rsid w:val="00175B1A"/>
    <w:rsid w:val="00175D16"/>
    <w:rsid w:val="00175D88"/>
    <w:rsid w:val="001767E0"/>
    <w:rsid w:val="00176C6D"/>
    <w:rsid w:val="001773D2"/>
    <w:rsid w:val="00177707"/>
    <w:rsid w:val="001778DC"/>
    <w:rsid w:val="00177CE1"/>
    <w:rsid w:val="0018067A"/>
    <w:rsid w:val="00180A72"/>
    <w:rsid w:val="00181038"/>
    <w:rsid w:val="001811FA"/>
    <w:rsid w:val="001814B8"/>
    <w:rsid w:val="001815CE"/>
    <w:rsid w:val="00181691"/>
    <w:rsid w:val="00181CF2"/>
    <w:rsid w:val="00181D0B"/>
    <w:rsid w:val="00181D58"/>
    <w:rsid w:val="00181EB0"/>
    <w:rsid w:val="00181FB9"/>
    <w:rsid w:val="0018281B"/>
    <w:rsid w:val="00182A5C"/>
    <w:rsid w:val="00183138"/>
    <w:rsid w:val="001832C6"/>
    <w:rsid w:val="00183645"/>
    <w:rsid w:val="00183684"/>
    <w:rsid w:val="00183EA3"/>
    <w:rsid w:val="00183EEC"/>
    <w:rsid w:val="001841D4"/>
    <w:rsid w:val="0018457C"/>
    <w:rsid w:val="001845AA"/>
    <w:rsid w:val="001845B6"/>
    <w:rsid w:val="001852B5"/>
    <w:rsid w:val="00185A2F"/>
    <w:rsid w:val="00185B53"/>
    <w:rsid w:val="00185BAC"/>
    <w:rsid w:val="00185E8D"/>
    <w:rsid w:val="00185E92"/>
    <w:rsid w:val="00185F75"/>
    <w:rsid w:val="00186B94"/>
    <w:rsid w:val="00186C43"/>
    <w:rsid w:val="00186DA8"/>
    <w:rsid w:val="00186E23"/>
    <w:rsid w:val="001871EB"/>
    <w:rsid w:val="0018753B"/>
    <w:rsid w:val="0018782E"/>
    <w:rsid w:val="001879BF"/>
    <w:rsid w:val="00187AFF"/>
    <w:rsid w:val="00187EA4"/>
    <w:rsid w:val="00187F14"/>
    <w:rsid w:val="001902B6"/>
    <w:rsid w:val="00190499"/>
    <w:rsid w:val="001904F7"/>
    <w:rsid w:val="0019067F"/>
    <w:rsid w:val="00190CF0"/>
    <w:rsid w:val="00190ED4"/>
    <w:rsid w:val="0019195F"/>
    <w:rsid w:val="0019199C"/>
    <w:rsid w:val="00191E52"/>
    <w:rsid w:val="00191FE2"/>
    <w:rsid w:val="00191FE5"/>
    <w:rsid w:val="001921F9"/>
    <w:rsid w:val="0019228D"/>
    <w:rsid w:val="001924C2"/>
    <w:rsid w:val="00192A75"/>
    <w:rsid w:val="001930BF"/>
    <w:rsid w:val="0019323A"/>
    <w:rsid w:val="0019337C"/>
    <w:rsid w:val="00193E7B"/>
    <w:rsid w:val="00193F5E"/>
    <w:rsid w:val="001944CA"/>
    <w:rsid w:val="001948EB"/>
    <w:rsid w:val="00194DDF"/>
    <w:rsid w:val="00194F30"/>
    <w:rsid w:val="00194FDF"/>
    <w:rsid w:val="00195971"/>
    <w:rsid w:val="00196865"/>
    <w:rsid w:val="00196973"/>
    <w:rsid w:val="00196A27"/>
    <w:rsid w:val="00196EB9"/>
    <w:rsid w:val="0019706E"/>
    <w:rsid w:val="001972FE"/>
    <w:rsid w:val="001977ED"/>
    <w:rsid w:val="00197F9F"/>
    <w:rsid w:val="001A0428"/>
    <w:rsid w:val="001A054B"/>
    <w:rsid w:val="001A09F7"/>
    <w:rsid w:val="001A12BB"/>
    <w:rsid w:val="001A1424"/>
    <w:rsid w:val="001A17F9"/>
    <w:rsid w:val="001A2553"/>
    <w:rsid w:val="001A2764"/>
    <w:rsid w:val="001A2F6C"/>
    <w:rsid w:val="001A3069"/>
    <w:rsid w:val="001A36F3"/>
    <w:rsid w:val="001A372C"/>
    <w:rsid w:val="001A38BB"/>
    <w:rsid w:val="001A448D"/>
    <w:rsid w:val="001A5056"/>
    <w:rsid w:val="001A5481"/>
    <w:rsid w:val="001A55F8"/>
    <w:rsid w:val="001A5BB6"/>
    <w:rsid w:val="001A5BBF"/>
    <w:rsid w:val="001A5D40"/>
    <w:rsid w:val="001A6038"/>
    <w:rsid w:val="001A61ED"/>
    <w:rsid w:val="001A625B"/>
    <w:rsid w:val="001A65D4"/>
    <w:rsid w:val="001A68F1"/>
    <w:rsid w:val="001A68FE"/>
    <w:rsid w:val="001A6948"/>
    <w:rsid w:val="001A740A"/>
    <w:rsid w:val="001A7971"/>
    <w:rsid w:val="001A7F4A"/>
    <w:rsid w:val="001B03EE"/>
    <w:rsid w:val="001B0C5B"/>
    <w:rsid w:val="001B0D37"/>
    <w:rsid w:val="001B1297"/>
    <w:rsid w:val="001B1930"/>
    <w:rsid w:val="001B1A05"/>
    <w:rsid w:val="001B1CEC"/>
    <w:rsid w:val="001B1FAF"/>
    <w:rsid w:val="001B20A0"/>
    <w:rsid w:val="001B2111"/>
    <w:rsid w:val="001B218A"/>
    <w:rsid w:val="001B2206"/>
    <w:rsid w:val="001B229B"/>
    <w:rsid w:val="001B2381"/>
    <w:rsid w:val="001B2424"/>
    <w:rsid w:val="001B29CF"/>
    <w:rsid w:val="001B2CC4"/>
    <w:rsid w:val="001B2DAB"/>
    <w:rsid w:val="001B3EA7"/>
    <w:rsid w:val="001B3FAE"/>
    <w:rsid w:val="001B451A"/>
    <w:rsid w:val="001B473A"/>
    <w:rsid w:val="001B47E2"/>
    <w:rsid w:val="001B4DF6"/>
    <w:rsid w:val="001B4FFE"/>
    <w:rsid w:val="001B511B"/>
    <w:rsid w:val="001B52F9"/>
    <w:rsid w:val="001B56BC"/>
    <w:rsid w:val="001B57C6"/>
    <w:rsid w:val="001B5826"/>
    <w:rsid w:val="001B598E"/>
    <w:rsid w:val="001B5A26"/>
    <w:rsid w:val="001B5A3A"/>
    <w:rsid w:val="001B6486"/>
    <w:rsid w:val="001B71BC"/>
    <w:rsid w:val="001B7372"/>
    <w:rsid w:val="001B76E2"/>
    <w:rsid w:val="001B7C61"/>
    <w:rsid w:val="001B7D4A"/>
    <w:rsid w:val="001C028A"/>
    <w:rsid w:val="001C035B"/>
    <w:rsid w:val="001C04F7"/>
    <w:rsid w:val="001C069D"/>
    <w:rsid w:val="001C06CC"/>
    <w:rsid w:val="001C07C7"/>
    <w:rsid w:val="001C0834"/>
    <w:rsid w:val="001C08AA"/>
    <w:rsid w:val="001C18A5"/>
    <w:rsid w:val="001C1F9B"/>
    <w:rsid w:val="001C2039"/>
    <w:rsid w:val="001C2917"/>
    <w:rsid w:val="001C29CD"/>
    <w:rsid w:val="001C2A25"/>
    <w:rsid w:val="001C2B11"/>
    <w:rsid w:val="001C2D65"/>
    <w:rsid w:val="001C2D92"/>
    <w:rsid w:val="001C2E14"/>
    <w:rsid w:val="001C32E5"/>
    <w:rsid w:val="001C34DC"/>
    <w:rsid w:val="001C36B8"/>
    <w:rsid w:val="001C3CEC"/>
    <w:rsid w:val="001C3D6F"/>
    <w:rsid w:val="001C3E57"/>
    <w:rsid w:val="001C441D"/>
    <w:rsid w:val="001C4428"/>
    <w:rsid w:val="001C47C0"/>
    <w:rsid w:val="001C4BAB"/>
    <w:rsid w:val="001C4CAA"/>
    <w:rsid w:val="001C4F1C"/>
    <w:rsid w:val="001C53CD"/>
    <w:rsid w:val="001C55E5"/>
    <w:rsid w:val="001C5DAB"/>
    <w:rsid w:val="001C5E1E"/>
    <w:rsid w:val="001C63ED"/>
    <w:rsid w:val="001C6B04"/>
    <w:rsid w:val="001C6BE8"/>
    <w:rsid w:val="001C6E0F"/>
    <w:rsid w:val="001C7517"/>
    <w:rsid w:val="001C75D3"/>
    <w:rsid w:val="001C75FD"/>
    <w:rsid w:val="001D0B13"/>
    <w:rsid w:val="001D0B8F"/>
    <w:rsid w:val="001D0BA7"/>
    <w:rsid w:val="001D0D8F"/>
    <w:rsid w:val="001D0DDA"/>
    <w:rsid w:val="001D1457"/>
    <w:rsid w:val="001D15AA"/>
    <w:rsid w:val="001D15C8"/>
    <w:rsid w:val="001D1DAF"/>
    <w:rsid w:val="001D20A5"/>
    <w:rsid w:val="001D2243"/>
    <w:rsid w:val="001D24EC"/>
    <w:rsid w:val="001D2735"/>
    <w:rsid w:val="001D32FC"/>
    <w:rsid w:val="001D3A69"/>
    <w:rsid w:val="001D3DC0"/>
    <w:rsid w:val="001D3E27"/>
    <w:rsid w:val="001D4198"/>
    <w:rsid w:val="001D459F"/>
    <w:rsid w:val="001D473B"/>
    <w:rsid w:val="001D48BC"/>
    <w:rsid w:val="001D519C"/>
    <w:rsid w:val="001D544B"/>
    <w:rsid w:val="001D5611"/>
    <w:rsid w:val="001D577F"/>
    <w:rsid w:val="001D5F30"/>
    <w:rsid w:val="001D6060"/>
    <w:rsid w:val="001D608E"/>
    <w:rsid w:val="001D63A9"/>
    <w:rsid w:val="001D6EBB"/>
    <w:rsid w:val="001D7037"/>
    <w:rsid w:val="001D7252"/>
    <w:rsid w:val="001D73A6"/>
    <w:rsid w:val="001D7435"/>
    <w:rsid w:val="001D7481"/>
    <w:rsid w:val="001D74D6"/>
    <w:rsid w:val="001D7851"/>
    <w:rsid w:val="001D7B96"/>
    <w:rsid w:val="001D7C59"/>
    <w:rsid w:val="001E000F"/>
    <w:rsid w:val="001E05FD"/>
    <w:rsid w:val="001E12A5"/>
    <w:rsid w:val="001E1394"/>
    <w:rsid w:val="001E1550"/>
    <w:rsid w:val="001E1599"/>
    <w:rsid w:val="001E15C9"/>
    <w:rsid w:val="001E1E11"/>
    <w:rsid w:val="001E2447"/>
    <w:rsid w:val="001E2499"/>
    <w:rsid w:val="001E2B82"/>
    <w:rsid w:val="001E2D32"/>
    <w:rsid w:val="001E3394"/>
    <w:rsid w:val="001E33C5"/>
    <w:rsid w:val="001E35B4"/>
    <w:rsid w:val="001E35C2"/>
    <w:rsid w:val="001E3931"/>
    <w:rsid w:val="001E39C9"/>
    <w:rsid w:val="001E3EB3"/>
    <w:rsid w:val="001E411E"/>
    <w:rsid w:val="001E4BCE"/>
    <w:rsid w:val="001E4C4D"/>
    <w:rsid w:val="001E504C"/>
    <w:rsid w:val="001E55E5"/>
    <w:rsid w:val="001E5725"/>
    <w:rsid w:val="001E5996"/>
    <w:rsid w:val="001E59C5"/>
    <w:rsid w:val="001E5C3B"/>
    <w:rsid w:val="001E5E6D"/>
    <w:rsid w:val="001E61BC"/>
    <w:rsid w:val="001E62F8"/>
    <w:rsid w:val="001E633F"/>
    <w:rsid w:val="001E65F7"/>
    <w:rsid w:val="001E6A5F"/>
    <w:rsid w:val="001E742B"/>
    <w:rsid w:val="001E77C2"/>
    <w:rsid w:val="001F0435"/>
    <w:rsid w:val="001F04CD"/>
    <w:rsid w:val="001F05FE"/>
    <w:rsid w:val="001F07DD"/>
    <w:rsid w:val="001F0AC4"/>
    <w:rsid w:val="001F1296"/>
    <w:rsid w:val="001F139D"/>
    <w:rsid w:val="001F1452"/>
    <w:rsid w:val="001F14B2"/>
    <w:rsid w:val="001F16BD"/>
    <w:rsid w:val="001F1B01"/>
    <w:rsid w:val="001F1CF9"/>
    <w:rsid w:val="001F25BC"/>
    <w:rsid w:val="001F2634"/>
    <w:rsid w:val="001F2AE0"/>
    <w:rsid w:val="001F2BA7"/>
    <w:rsid w:val="001F2CDA"/>
    <w:rsid w:val="001F31E5"/>
    <w:rsid w:val="001F3405"/>
    <w:rsid w:val="001F39C7"/>
    <w:rsid w:val="001F3B8C"/>
    <w:rsid w:val="001F3E67"/>
    <w:rsid w:val="001F400F"/>
    <w:rsid w:val="001F424A"/>
    <w:rsid w:val="001F42B9"/>
    <w:rsid w:val="001F4769"/>
    <w:rsid w:val="001F49E3"/>
    <w:rsid w:val="001F4A06"/>
    <w:rsid w:val="001F4A96"/>
    <w:rsid w:val="001F4E1F"/>
    <w:rsid w:val="001F4F20"/>
    <w:rsid w:val="001F5292"/>
    <w:rsid w:val="001F579D"/>
    <w:rsid w:val="001F5BCF"/>
    <w:rsid w:val="001F61D8"/>
    <w:rsid w:val="001F65F0"/>
    <w:rsid w:val="001F6755"/>
    <w:rsid w:val="001F77B4"/>
    <w:rsid w:val="001F78CF"/>
    <w:rsid w:val="001F7926"/>
    <w:rsid w:val="001F7B77"/>
    <w:rsid w:val="001F7F0E"/>
    <w:rsid w:val="00200456"/>
    <w:rsid w:val="002004B5"/>
    <w:rsid w:val="0020069B"/>
    <w:rsid w:val="00200E7E"/>
    <w:rsid w:val="00200FEA"/>
    <w:rsid w:val="002013F6"/>
    <w:rsid w:val="00201794"/>
    <w:rsid w:val="00201B22"/>
    <w:rsid w:val="00201CE4"/>
    <w:rsid w:val="0020203A"/>
    <w:rsid w:val="0020247D"/>
    <w:rsid w:val="002024CD"/>
    <w:rsid w:val="0020266F"/>
    <w:rsid w:val="002032D2"/>
    <w:rsid w:val="002039DF"/>
    <w:rsid w:val="00203A27"/>
    <w:rsid w:val="00203F64"/>
    <w:rsid w:val="00203F68"/>
    <w:rsid w:val="00204011"/>
    <w:rsid w:val="0020461A"/>
    <w:rsid w:val="00204885"/>
    <w:rsid w:val="0020488B"/>
    <w:rsid w:val="00204BEF"/>
    <w:rsid w:val="0020500F"/>
    <w:rsid w:val="002053CF"/>
    <w:rsid w:val="0020566C"/>
    <w:rsid w:val="00205821"/>
    <w:rsid w:val="00205A97"/>
    <w:rsid w:val="00205F87"/>
    <w:rsid w:val="002060A7"/>
    <w:rsid w:val="00206922"/>
    <w:rsid w:val="002069CC"/>
    <w:rsid w:val="00206EAA"/>
    <w:rsid w:val="00206EEC"/>
    <w:rsid w:val="00206F55"/>
    <w:rsid w:val="002070AE"/>
    <w:rsid w:val="002073B1"/>
    <w:rsid w:val="002074AB"/>
    <w:rsid w:val="00207521"/>
    <w:rsid w:val="002075B8"/>
    <w:rsid w:val="002078E7"/>
    <w:rsid w:val="0020796A"/>
    <w:rsid w:val="00207AA4"/>
    <w:rsid w:val="00207E74"/>
    <w:rsid w:val="00207FA4"/>
    <w:rsid w:val="00210C87"/>
    <w:rsid w:val="00210F96"/>
    <w:rsid w:val="00211239"/>
    <w:rsid w:val="002112C9"/>
    <w:rsid w:val="00211460"/>
    <w:rsid w:val="00211556"/>
    <w:rsid w:val="002119D2"/>
    <w:rsid w:val="00211C34"/>
    <w:rsid w:val="002120A4"/>
    <w:rsid w:val="002121FF"/>
    <w:rsid w:val="00212C4F"/>
    <w:rsid w:val="0021302E"/>
    <w:rsid w:val="0021315C"/>
    <w:rsid w:val="00213A3D"/>
    <w:rsid w:val="00213DE1"/>
    <w:rsid w:val="00213EAE"/>
    <w:rsid w:val="002147A1"/>
    <w:rsid w:val="002147F3"/>
    <w:rsid w:val="00214FF8"/>
    <w:rsid w:val="00215642"/>
    <w:rsid w:val="00215675"/>
    <w:rsid w:val="00215850"/>
    <w:rsid w:val="00215C95"/>
    <w:rsid w:val="00215CFE"/>
    <w:rsid w:val="00216165"/>
    <w:rsid w:val="002161C0"/>
    <w:rsid w:val="002162E9"/>
    <w:rsid w:val="002166DC"/>
    <w:rsid w:val="00217564"/>
    <w:rsid w:val="0021778B"/>
    <w:rsid w:val="00217A7E"/>
    <w:rsid w:val="00217CA4"/>
    <w:rsid w:val="00217FE1"/>
    <w:rsid w:val="002201CB"/>
    <w:rsid w:val="00220349"/>
    <w:rsid w:val="002204C0"/>
    <w:rsid w:val="0022083D"/>
    <w:rsid w:val="00220935"/>
    <w:rsid w:val="002209E7"/>
    <w:rsid w:val="00220B51"/>
    <w:rsid w:val="00220C9D"/>
    <w:rsid w:val="00220DF8"/>
    <w:rsid w:val="00220F5C"/>
    <w:rsid w:val="002212A7"/>
    <w:rsid w:val="00221812"/>
    <w:rsid w:val="00221D44"/>
    <w:rsid w:val="00221D93"/>
    <w:rsid w:val="00221FE2"/>
    <w:rsid w:val="00222424"/>
    <w:rsid w:val="002231E1"/>
    <w:rsid w:val="0022396D"/>
    <w:rsid w:val="00223B5A"/>
    <w:rsid w:val="00223D53"/>
    <w:rsid w:val="00223EBD"/>
    <w:rsid w:val="002240C5"/>
    <w:rsid w:val="0022443A"/>
    <w:rsid w:val="00224B79"/>
    <w:rsid w:val="00224FFC"/>
    <w:rsid w:val="002252D0"/>
    <w:rsid w:val="0022564E"/>
    <w:rsid w:val="002259BE"/>
    <w:rsid w:val="0022609A"/>
    <w:rsid w:val="0022660E"/>
    <w:rsid w:val="002267FE"/>
    <w:rsid w:val="00226D4B"/>
    <w:rsid w:val="00227173"/>
    <w:rsid w:val="002271EF"/>
    <w:rsid w:val="002272E4"/>
    <w:rsid w:val="0022752B"/>
    <w:rsid w:val="002275FE"/>
    <w:rsid w:val="00227F3D"/>
    <w:rsid w:val="002307F6"/>
    <w:rsid w:val="002308D9"/>
    <w:rsid w:val="002309AB"/>
    <w:rsid w:val="00230BF6"/>
    <w:rsid w:val="00231140"/>
    <w:rsid w:val="002311DB"/>
    <w:rsid w:val="0023121D"/>
    <w:rsid w:val="002313B6"/>
    <w:rsid w:val="00231456"/>
    <w:rsid w:val="002319C5"/>
    <w:rsid w:val="00231B23"/>
    <w:rsid w:val="00231C01"/>
    <w:rsid w:val="00232582"/>
    <w:rsid w:val="00232B3A"/>
    <w:rsid w:val="00233397"/>
    <w:rsid w:val="0023368A"/>
    <w:rsid w:val="00233B61"/>
    <w:rsid w:val="00234075"/>
    <w:rsid w:val="002340EB"/>
    <w:rsid w:val="0023438F"/>
    <w:rsid w:val="002347B7"/>
    <w:rsid w:val="00234928"/>
    <w:rsid w:val="0023511E"/>
    <w:rsid w:val="002353DE"/>
    <w:rsid w:val="0023542B"/>
    <w:rsid w:val="00235D1A"/>
    <w:rsid w:val="002361D6"/>
    <w:rsid w:val="00236259"/>
    <w:rsid w:val="0023633F"/>
    <w:rsid w:val="002363A7"/>
    <w:rsid w:val="0023654A"/>
    <w:rsid w:val="002365CD"/>
    <w:rsid w:val="002365EA"/>
    <w:rsid w:val="0023673E"/>
    <w:rsid w:val="00236CE2"/>
    <w:rsid w:val="00236D36"/>
    <w:rsid w:val="0023711D"/>
    <w:rsid w:val="002371FC"/>
    <w:rsid w:val="0023771D"/>
    <w:rsid w:val="00237C21"/>
    <w:rsid w:val="00237E54"/>
    <w:rsid w:val="00237F42"/>
    <w:rsid w:val="0024004F"/>
    <w:rsid w:val="002405C6"/>
    <w:rsid w:val="002406C2"/>
    <w:rsid w:val="0024088F"/>
    <w:rsid w:val="00240A5E"/>
    <w:rsid w:val="00240C34"/>
    <w:rsid w:val="00240C43"/>
    <w:rsid w:val="00240EBC"/>
    <w:rsid w:val="00241001"/>
    <w:rsid w:val="00241499"/>
    <w:rsid w:val="0024152C"/>
    <w:rsid w:val="00241E7F"/>
    <w:rsid w:val="00242018"/>
    <w:rsid w:val="002420CE"/>
    <w:rsid w:val="00242137"/>
    <w:rsid w:val="002423E6"/>
    <w:rsid w:val="0024269F"/>
    <w:rsid w:val="00242930"/>
    <w:rsid w:val="00242A57"/>
    <w:rsid w:val="00242C18"/>
    <w:rsid w:val="00242CC7"/>
    <w:rsid w:val="00243341"/>
    <w:rsid w:val="0024367F"/>
    <w:rsid w:val="002439D8"/>
    <w:rsid w:val="00243E57"/>
    <w:rsid w:val="00243FFA"/>
    <w:rsid w:val="0024402A"/>
    <w:rsid w:val="002440F6"/>
    <w:rsid w:val="0024412E"/>
    <w:rsid w:val="00244292"/>
    <w:rsid w:val="00244331"/>
    <w:rsid w:val="002445CD"/>
    <w:rsid w:val="00244A03"/>
    <w:rsid w:val="00244AE4"/>
    <w:rsid w:val="00244B04"/>
    <w:rsid w:val="00244B70"/>
    <w:rsid w:val="00244BCA"/>
    <w:rsid w:val="00244F90"/>
    <w:rsid w:val="0024557C"/>
    <w:rsid w:val="00245F93"/>
    <w:rsid w:val="0024611F"/>
    <w:rsid w:val="0024639D"/>
    <w:rsid w:val="002463C8"/>
    <w:rsid w:val="00246979"/>
    <w:rsid w:val="00246BBD"/>
    <w:rsid w:val="002473D6"/>
    <w:rsid w:val="0024777B"/>
    <w:rsid w:val="002477E5"/>
    <w:rsid w:val="00247824"/>
    <w:rsid w:val="0024784A"/>
    <w:rsid w:val="00247FC2"/>
    <w:rsid w:val="0025000E"/>
    <w:rsid w:val="00250064"/>
    <w:rsid w:val="002503EA"/>
    <w:rsid w:val="00250C92"/>
    <w:rsid w:val="00251150"/>
    <w:rsid w:val="002515D8"/>
    <w:rsid w:val="002518E8"/>
    <w:rsid w:val="00251D6E"/>
    <w:rsid w:val="00252024"/>
    <w:rsid w:val="00252856"/>
    <w:rsid w:val="00252910"/>
    <w:rsid w:val="00252AA2"/>
    <w:rsid w:val="00252AE3"/>
    <w:rsid w:val="00252C0E"/>
    <w:rsid w:val="00253249"/>
    <w:rsid w:val="00253A4C"/>
    <w:rsid w:val="00253F42"/>
    <w:rsid w:val="002542CA"/>
    <w:rsid w:val="00254382"/>
    <w:rsid w:val="00254A2B"/>
    <w:rsid w:val="00255048"/>
    <w:rsid w:val="0025511F"/>
    <w:rsid w:val="00255279"/>
    <w:rsid w:val="002557CD"/>
    <w:rsid w:val="00255AEC"/>
    <w:rsid w:val="0025609D"/>
    <w:rsid w:val="0025628B"/>
    <w:rsid w:val="00256C79"/>
    <w:rsid w:val="00256E2C"/>
    <w:rsid w:val="002571BE"/>
    <w:rsid w:val="002572DB"/>
    <w:rsid w:val="0025773C"/>
    <w:rsid w:val="00257A8C"/>
    <w:rsid w:val="00257FEC"/>
    <w:rsid w:val="00260608"/>
    <w:rsid w:val="0026080F"/>
    <w:rsid w:val="002608BE"/>
    <w:rsid w:val="00260A52"/>
    <w:rsid w:val="00260AB4"/>
    <w:rsid w:val="00260B54"/>
    <w:rsid w:val="00260EE4"/>
    <w:rsid w:val="00260F30"/>
    <w:rsid w:val="002610C1"/>
    <w:rsid w:val="002610EC"/>
    <w:rsid w:val="002613C4"/>
    <w:rsid w:val="002615A5"/>
    <w:rsid w:val="00261763"/>
    <w:rsid w:val="0026179B"/>
    <w:rsid w:val="002621EB"/>
    <w:rsid w:val="00262211"/>
    <w:rsid w:val="002622BC"/>
    <w:rsid w:val="002625AA"/>
    <w:rsid w:val="0026267A"/>
    <w:rsid w:val="00262D53"/>
    <w:rsid w:val="0026324A"/>
    <w:rsid w:val="002634C2"/>
    <w:rsid w:val="00263629"/>
    <w:rsid w:val="00263AD7"/>
    <w:rsid w:val="00263FB5"/>
    <w:rsid w:val="00264445"/>
    <w:rsid w:val="0026447B"/>
    <w:rsid w:val="00264A8D"/>
    <w:rsid w:val="00264BD2"/>
    <w:rsid w:val="00264DC6"/>
    <w:rsid w:val="00265421"/>
    <w:rsid w:val="00265A29"/>
    <w:rsid w:val="00265D38"/>
    <w:rsid w:val="00265E7B"/>
    <w:rsid w:val="00266228"/>
    <w:rsid w:val="002666A8"/>
    <w:rsid w:val="002668FE"/>
    <w:rsid w:val="002671A8"/>
    <w:rsid w:val="00267C18"/>
    <w:rsid w:val="00267CA8"/>
    <w:rsid w:val="00267CF4"/>
    <w:rsid w:val="00270469"/>
    <w:rsid w:val="00270B90"/>
    <w:rsid w:val="00270E20"/>
    <w:rsid w:val="00270E21"/>
    <w:rsid w:val="00270E49"/>
    <w:rsid w:val="0027104F"/>
    <w:rsid w:val="00271368"/>
    <w:rsid w:val="0027180E"/>
    <w:rsid w:val="0027196E"/>
    <w:rsid w:val="00271BFC"/>
    <w:rsid w:val="00271C3E"/>
    <w:rsid w:val="00271CB3"/>
    <w:rsid w:val="00271D65"/>
    <w:rsid w:val="00271E4D"/>
    <w:rsid w:val="00271E7B"/>
    <w:rsid w:val="00271F35"/>
    <w:rsid w:val="00272070"/>
    <w:rsid w:val="002723CA"/>
    <w:rsid w:val="002724AD"/>
    <w:rsid w:val="0027282E"/>
    <w:rsid w:val="00272975"/>
    <w:rsid w:val="00272B11"/>
    <w:rsid w:val="00272F2D"/>
    <w:rsid w:val="00273050"/>
    <w:rsid w:val="002733C1"/>
    <w:rsid w:val="00273868"/>
    <w:rsid w:val="00273927"/>
    <w:rsid w:val="00273A26"/>
    <w:rsid w:val="00273C23"/>
    <w:rsid w:val="00273C75"/>
    <w:rsid w:val="00273CB0"/>
    <w:rsid w:val="00273EC1"/>
    <w:rsid w:val="002743CD"/>
    <w:rsid w:val="0027457B"/>
    <w:rsid w:val="0027463D"/>
    <w:rsid w:val="002748AD"/>
    <w:rsid w:val="00274C6C"/>
    <w:rsid w:val="00274CCC"/>
    <w:rsid w:val="00275152"/>
    <w:rsid w:val="0027540C"/>
    <w:rsid w:val="002754EC"/>
    <w:rsid w:val="0027558F"/>
    <w:rsid w:val="0027572B"/>
    <w:rsid w:val="00275814"/>
    <w:rsid w:val="0027596C"/>
    <w:rsid w:val="00275AB7"/>
    <w:rsid w:val="00275B70"/>
    <w:rsid w:val="00275BE7"/>
    <w:rsid w:val="00275E1F"/>
    <w:rsid w:val="00275F94"/>
    <w:rsid w:val="002763BB"/>
    <w:rsid w:val="00276441"/>
    <w:rsid w:val="00276868"/>
    <w:rsid w:val="00276885"/>
    <w:rsid w:val="00276C21"/>
    <w:rsid w:val="0027701F"/>
    <w:rsid w:val="0027713F"/>
    <w:rsid w:val="002774AB"/>
    <w:rsid w:val="0027750B"/>
    <w:rsid w:val="00277781"/>
    <w:rsid w:val="00277793"/>
    <w:rsid w:val="002777E3"/>
    <w:rsid w:val="0027788C"/>
    <w:rsid w:val="00280637"/>
    <w:rsid w:val="00280AB8"/>
    <w:rsid w:val="00280B8E"/>
    <w:rsid w:val="00280D8A"/>
    <w:rsid w:val="00280DCD"/>
    <w:rsid w:val="00280E64"/>
    <w:rsid w:val="00281005"/>
    <w:rsid w:val="0028122E"/>
    <w:rsid w:val="00281270"/>
    <w:rsid w:val="00281370"/>
    <w:rsid w:val="00281463"/>
    <w:rsid w:val="0028159A"/>
    <w:rsid w:val="002815FB"/>
    <w:rsid w:val="00281646"/>
    <w:rsid w:val="00281C81"/>
    <w:rsid w:val="002821DC"/>
    <w:rsid w:val="00282B93"/>
    <w:rsid w:val="00282CCD"/>
    <w:rsid w:val="00282D4C"/>
    <w:rsid w:val="00282F13"/>
    <w:rsid w:val="00282F25"/>
    <w:rsid w:val="00283017"/>
    <w:rsid w:val="00283175"/>
    <w:rsid w:val="002831DF"/>
    <w:rsid w:val="00283283"/>
    <w:rsid w:val="0028337D"/>
    <w:rsid w:val="00283561"/>
    <w:rsid w:val="002838E6"/>
    <w:rsid w:val="00283B2C"/>
    <w:rsid w:val="00284074"/>
    <w:rsid w:val="00284C18"/>
    <w:rsid w:val="00284D59"/>
    <w:rsid w:val="002856AF"/>
    <w:rsid w:val="002858BD"/>
    <w:rsid w:val="0028650D"/>
    <w:rsid w:val="00286BE4"/>
    <w:rsid w:val="00286EB5"/>
    <w:rsid w:val="00286F16"/>
    <w:rsid w:val="00286FE8"/>
    <w:rsid w:val="00287651"/>
    <w:rsid w:val="00287AEB"/>
    <w:rsid w:val="00287D3E"/>
    <w:rsid w:val="00290265"/>
    <w:rsid w:val="00290ABB"/>
    <w:rsid w:val="00290D9D"/>
    <w:rsid w:val="00290E1E"/>
    <w:rsid w:val="0029144D"/>
    <w:rsid w:val="00291478"/>
    <w:rsid w:val="00291497"/>
    <w:rsid w:val="002916B8"/>
    <w:rsid w:val="002916CB"/>
    <w:rsid w:val="00291889"/>
    <w:rsid w:val="00291AD2"/>
    <w:rsid w:val="0029202D"/>
    <w:rsid w:val="00292462"/>
    <w:rsid w:val="00292502"/>
    <w:rsid w:val="002927C6"/>
    <w:rsid w:val="0029293C"/>
    <w:rsid w:val="00292A08"/>
    <w:rsid w:val="00292A89"/>
    <w:rsid w:val="00292D59"/>
    <w:rsid w:val="00292E69"/>
    <w:rsid w:val="002930CB"/>
    <w:rsid w:val="0029325B"/>
    <w:rsid w:val="00293390"/>
    <w:rsid w:val="002933A5"/>
    <w:rsid w:val="002933B9"/>
    <w:rsid w:val="002934DB"/>
    <w:rsid w:val="00293AC1"/>
    <w:rsid w:val="00293BC0"/>
    <w:rsid w:val="00293BD9"/>
    <w:rsid w:val="00293C8C"/>
    <w:rsid w:val="00294075"/>
    <w:rsid w:val="002945EE"/>
    <w:rsid w:val="0029461B"/>
    <w:rsid w:val="002947E2"/>
    <w:rsid w:val="0029488D"/>
    <w:rsid w:val="002948EC"/>
    <w:rsid w:val="002950CD"/>
    <w:rsid w:val="00295415"/>
    <w:rsid w:val="002954E9"/>
    <w:rsid w:val="00295A24"/>
    <w:rsid w:val="00295AFE"/>
    <w:rsid w:val="00296165"/>
    <w:rsid w:val="00296248"/>
    <w:rsid w:val="00296980"/>
    <w:rsid w:val="00296A27"/>
    <w:rsid w:val="00296B47"/>
    <w:rsid w:val="00296F97"/>
    <w:rsid w:val="002971F8"/>
    <w:rsid w:val="002972A6"/>
    <w:rsid w:val="00297389"/>
    <w:rsid w:val="002974ED"/>
    <w:rsid w:val="002976FC"/>
    <w:rsid w:val="00297BBC"/>
    <w:rsid w:val="00297D67"/>
    <w:rsid w:val="00297FAC"/>
    <w:rsid w:val="002A010D"/>
    <w:rsid w:val="002A03DF"/>
    <w:rsid w:val="002A04D4"/>
    <w:rsid w:val="002A0731"/>
    <w:rsid w:val="002A08C1"/>
    <w:rsid w:val="002A093A"/>
    <w:rsid w:val="002A096A"/>
    <w:rsid w:val="002A0B11"/>
    <w:rsid w:val="002A0B59"/>
    <w:rsid w:val="002A0C84"/>
    <w:rsid w:val="002A1170"/>
    <w:rsid w:val="002A1ADC"/>
    <w:rsid w:val="002A1CBA"/>
    <w:rsid w:val="002A20FA"/>
    <w:rsid w:val="002A2C70"/>
    <w:rsid w:val="002A2D03"/>
    <w:rsid w:val="002A30CC"/>
    <w:rsid w:val="002A32F5"/>
    <w:rsid w:val="002A34B6"/>
    <w:rsid w:val="002A3673"/>
    <w:rsid w:val="002A380A"/>
    <w:rsid w:val="002A3A32"/>
    <w:rsid w:val="002A3B06"/>
    <w:rsid w:val="002A3B9B"/>
    <w:rsid w:val="002A40B4"/>
    <w:rsid w:val="002A4282"/>
    <w:rsid w:val="002A4633"/>
    <w:rsid w:val="002A47D4"/>
    <w:rsid w:val="002A481B"/>
    <w:rsid w:val="002A48E1"/>
    <w:rsid w:val="002A4953"/>
    <w:rsid w:val="002A4A66"/>
    <w:rsid w:val="002A4D21"/>
    <w:rsid w:val="002A567B"/>
    <w:rsid w:val="002A5A2E"/>
    <w:rsid w:val="002A5E03"/>
    <w:rsid w:val="002A628B"/>
    <w:rsid w:val="002A672E"/>
    <w:rsid w:val="002A67E5"/>
    <w:rsid w:val="002A6B88"/>
    <w:rsid w:val="002A6C5A"/>
    <w:rsid w:val="002A71F9"/>
    <w:rsid w:val="002A74AD"/>
    <w:rsid w:val="002A7523"/>
    <w:rsid w:val="002A7951"/>
    <w:rsid w:val="002A7A8D"/>
    <w:rsid w:val="002A7B19"/>
    <w:rsid w:val="002A7F1F"/>
    <w:rsid w:val="002A7F30"/>
    <w:rsid w:val="002B031A"/>
    <w:rsid w:val="002B035B"/>
    <w:rsid w:val="002B0A51"/>
    <w:rsid w:val="002B0C0B"/>
    <w:rsid w:val="002B0FAD"/>
    <w:rsid w:val="002B1291"/>
    <w:rsid w:val="002B12D4"/>
    <w:rsid w:val="002B1315"/>
    <w:rsid w:val="002B2410"/>
    <w:rsid w:val="002B244D"/>
    <w:rsid w:val="002B248F"/>
    <w:rsid w:val="002B24F1"/>
    <w:rsid w:val="002B287D"/>
    <w:rsid w:val="002B2A64"/>
    <w:rsid w:val="002B2ED4"/>
    <w:rsid w:val="002B3A28"/>
    <w:rsid w:val="002B3A52"/>
    <w:rsid w:val="002B3BE7"/>
    <w:rsid w:val="002B3C36"/>
    <w:rsid w:val="002B3E8B"/>
    <w:rsid w:val="002B41AA"/>
    <w:rsid w:val="002B4528"/>
    <w:rsid w:val="002B46B9"/>
    <w:rsid w:val="002B497F"/>
    <w:rsid w:val="002B4AED"/>
    <w:rsid w:val="002B4C51"/>
    <w:rsid w:val="002B4CC5"/>
    <w:rsid w:val="002B4D12"/>
    <w:rsid w:val="002B4E7A"/>
    <w:rsid w:val="002B5017"/>
    <w:rsid w:val="002B545F"/>
    <w:rsid w:val="002B579D"/>
    <w:rsid w:val="002B5CE0"/>
    <w:rsid w:val="002B6031"/>
    <w:rsid w:val="002B60BA"/>
    <w:rsid w:val="002B65B3"/>
    <w:rsid w:val="002B6694"/>
    <w:rsid w:val="002B669C"/>
    <w:rsid w:val="002B690D"/>
    <w:rsid w:val="002B6C2F"/>
    <w:rsid w:val="002B6C9A"/>
    <w:rsid w:val="002B7404"/>
    <w:rsid w:val="002B7417"/>
    <w:rsid w:val="002C02BD"/>
    <w:rsid w:val="002C03F3"/>
    <w:rsid w:val="002C0842"/>
    <w:rsid w:val="002C0AB1"/>
    <w:rsid w:val="002C14EB"/>
    <w:rsid w:val="002C1A8A"/>
    <w:rsid w:val="002C20BC"/>
    <w:rsid w:val="002C2598"/>
    <w:rsid w:val="002C2675"/>
    <w:rsid w:val="002C27F7"/>
    <w:rsid w:val="002C2800"/>
    <w:rsid w:val="002C2B57"/>
    <w:rsid w:val="002C37BA"/>
    <w:rsid w:val="002C38F5"/>
    <w:rsid w:val="002C393D"/>
    <w:rsid w:val="002C471A"/>
    <w:rsid w:val="002C4926"/>
    <w:rsid w:val="002C4F0C"/>
    <w:rsid w:val="002C4F91"/>
    <w:rsid w:val="002C4F9A"/>
    <w:rsid w:val="002C57D1"/>
    <w:rsid w:val="002C57FB"/>
    <w:rsid w:val="002C58A3"/>
    <w:rsid w:val="002C5942"/>
    <w:rsid w:val="002C5AAD"/>
    <w:rsid w:val="002C5DAD"/>
    <w:rsid w:val="002C67BC"/>
    <w:rsid w:val="002C6A65"/>
    <w:rsid w:val="002C6ADD"/>
    <w:rsid w:val="002C6BB1"/>
    <w:rsid w:val="002C6D01"/>
    <w:rsid w:val="002C6D5B"/>
    <w:rsid w:val="002C7015"/>
    <w:rsid w:val="002C721E"/>
    <w:rsid w:val="002C7579"/>
    <w:rsid w:val="002C75F8"/>
    <w:rsid w:val="002C7873"/>
    <w:rsid w:val="002C7D14"/>
    <w:rsid w:val="002D021C"/>
    <w:rsid w:val="002D063B"/>
    <w:rsid w:val="002D094F"/>
    <w:rsid w:val="002D0D92"/>
    <w:rsid w:val="002D157B"/>
    <w:rsid w:val="002D18B8"/>
    <w:rsid w:val="002D1FDD"/>
    <w:rsid w:val="002D252F"/>
    <w:rsid w:val="002D25FF"/>
    <w:rsid w:val="002D2619"/>
    <w:rsid w:val="002D2735"/>
    <w:rsid w:val="002D2A64"/>
    <w:rsid w:val="002D2B3B"/>
    <w:rsid w:val="002D2B6F"/>
    <w:rsid w:val="002D3479"/>
    <w:rsid w:val="002D362F"/>
    <w:rsid w:val="002D3B7B"/>
    <w:rsid w:val="002D3CFC"/>
    <w:rsid w:val="002D415A"/>
    <w:rsid w:val="002D4721"/>
    <w:rsid w:val="002D4909"/>
    <w:rsid w:val="002D4917"/>
    <w:rsid w:val="002D4C8E"/>
    <w:rsid w:val="002D4E1D"/>
    <w:rsid w:val="002D4FCF"/>
    <w:rsid w:val="002D51D5"/>
    <w:rsid w:val="002D5508"/>
    <w:rsid w:val="002D569E"/>
    <w:rsid w:val="002D59B6"/>
    <w:rsid w:val="002D59DD"/>
    <w:rsid w:val="002D5C46"/>
    <w:rsid w:val="002D632C"/>
    <w:rsid w:val="002D650A"/>
    <w:rsid w:val="002D65CC"/>
    <w:rsid w:val="002D697C"/>
    <w:rsid w:val="002D7253"/>
    <w:rsid w:val="002D7658"/>
    <w:rsid w:val="002D7C59"/>
    <w:rsid w:val="002D7D5F"/>
    <w:rsid w:val="002E040B"/>
    <w:rsid w:val="002E0C94"/>
    <w:rsid w:val="002E0D9F"/>
    <w:rsid w:val="002E0EBA"/>
    <w:rsid w:val="002E16CF"/>
    <w:rsid w:val="002E18FD"/>
    <w:rsid w:val="002E1E79"/>
    <w:rsid w:val="002E200E"/>
    <w:rsid w:val="002E21C9"/>
    <w:rsid w:val="002E2397"/>
    <w:rsid w:val="002E25D3"/>
    <w:rsid w:val="002E26AE"/>
    <w:rsid w:val="002E2A2C"/>
    <w:rsid w:val="002E2E7F"/>
    <w:rsid w:val="002E3129"/>
    <w:rsid w:val="002E356A"/>
    <w:rsid w:val="002E3A09"/>
    <w:rsid w:val="002E3C35"/>
    <w:rsid w:val="002E3CC4"/>
    <w:rsid w:val="002E409E"/>
    <w:rsid w:val="002E4ED1"/>
    <w:rsid w:val="002E4EF7"/>
    <w:rsid w:val="002E5343"/>
    <w:rsid w:val="002E566E"/>
    <w:rsid w:val="002E5715"/>
    <w:rsid w:val="002E59B3"/>
    <w:rsid w:val="002E5F80"/>
    <w:rsid w:val="002E693B"/>
    <w:rsid w:val="002E6B4B"/>
    <w:rsid w:val="002E6B68"/>
    <w:rsid w:val="002E6C43"/>
    <w:rsid w:val="002E6CEF"/>
    <w:rsid w:val="002E6D7E"/>
    <w:rsid w:val="002E7510"/>
    <w:rsid w:val="002E75EE"/>
    <w:rsid w:val="002E7725"/>
    <w:rsid w:val="002E7AE7"/>
    <w:rsid w:val="002F0617"/>
    <w:rsid w:val="002F0B58"/>
    <w:rsid w:val="002F116C"/>
    <w:rsid w:val="002F14C6"/>
    <w:rsid w:val="002F1518"/>
    <w:rsid w:val="002F166A"/>
    <w:rsid w:val="002F194D"/>
    <w:rsid w:val="002F1C5C"/>
    <w:rsid w:val="002F1ECD"/>
    <w:rsid w:val="002F2418"/>
    <w:rsid w:val="002F25A6"/>
    <w:rsid w:val="002F298F"/>
    <w:rsid w:val="002F2A02"/>
    <w:rsid w:val="002F2DBC"/>
    <w:rsid w:val="002F2EA6"/>
    <w:rsid w:val="002F3542"/>
    <w:rsid w:val="002F3CAB"/>
    <w:rsid w:val="002F3F17"/>
    <w:rsid w:val="002F40DD"/>
    <w:rsid w:val="002F413B"/>
    <w:rsid w:val="002F427F"/>
    <w:rsid w:val="002F47D0"/>
    <w:rsid w:val="002F4EC8"/>
    <w:rsid w:val="002F549C"/>
    <w:rsid w:val="002F57D7"/>
    <w:rsid w:val="002F59C0"/>
    <w:rsid w:val="002F5C70"/>
    <w:rsid w:val="002F6059"/>
    <w:rsid w:val="002F64B6"/>
    <w:rsid w:val="002F680C"/>
    <w:rsid w:val="002F6ACD"/>
    <w:rsid w:val="002F6C41"/>
    <w:rsid w:val="002F7286"/>
    <w:rsid w:val="002F7739"/>
    <w:rsid w:val="002F774A"/>
    <w:rsid w:val="002F7D28"/>
    <w:rsid w:val="003003E7"/>
    <w:rsid w:val="00300425"/>
    <w:rsid w:val="00300564"/>
    <w:rsid w:val="00300596"/>
    <w:rsid w:val="00300688"/>
    <w:rsid w:val="00300761"/>
    <w:rsid w:val="00300D2A"/>
    <w:rsid w:val="00300D8A"/>
    <w:rsid w:val="0030127B"/>
    <w:rsid w:val="003015FE"/>
    <w:rsid w:val="0030160D"/>
    <w:rsid w:val="0030169C"/>
    <w:rsid w:val="003016E7"/>
    <w:rsid w:val="003019A8"/>
    <w:rsid w:val="00301A71"/>
    <w:rsid w:val="00301D5F"/>
    <w:rsid w:val="00301DF0"/>
    <w:rsid w:val="00301EEA"/>
    <w:rsid w:val="00302285"/>
    <w:rsid w:val="0030235D"/>
    <w:rsid w:val="0030258F"/>
    <w:rsid w:val="003027D3"/>
    <w:rsid w:val="00302CB4"/>
    <w:rsid w:val="00302D41"/>
    <w:rsid w:val="003030D2"/>
    <w:rsid w:val="003033B1"/>
    <w:rsid w:val="003034A5"/>
    <w:rsid w:val="00303519"/>
    <w:rsid w:val="00303BCA"/>
    <w:rsid w:val="00304028"/>
    <w:rsid w:val="0030488B"/>
    <w:rsid w:val="00304ADA"/>
    <w:rsid w:val="00304ADF"/>
    <w:rsid w:val="00305025"/>
    <w:rsid w:val="0030503F"/>
    <w:rsid w:val="003054C3"/>
    <w:rsid w:val="003057B5"/>
    <w:rsid w:val="00305860"/>
    <w:rsid w:val="00305EDA"/>
    <w:rsid w:val="0030603B"/>
    <w:rsid w:val="00306047"/>
    <w:rsid w:val="003062DD"/>
    <w:rsid w:val="0030661B"/>
    <w:rsid w:val="00306A67"/>
    <w:rsid w:val="00306A83"/>
    <w:rsid w:val="00306D94"/>
    <w:rsid w:val="00306F25"/>
    <w:rsid w:val="0030723E"/>
    <w:rsid w:val="0030728D"/>
    <w:rsid w:val="00307B89"/>
    <w:rsid w:val="00307D0F"/>
    <w:rsid w:val="00307FB6"/>
    <w:rsid w:val="0031022A"/>
    <w:rsid w:val="00310672"/>
    <w:rsid w:val="00310711"/>
    <w:rsid w:val="0031071F"/>
    <w:rsid w:val="00310826"/>
    <w:rsid w:val="00311051"/>
    <w:rsid w:val="0031106B"/>
    <w:rsid w:val="00311239"/>
    <w:rsid w:val="00312662"/>
    <w:rsid w:val="003126F8"/>
    <w:rsid w:val="00312A32"/>
    <w:rsid w:val="00312B5D"/>
    <w:rsid w:val="00312D1E"/>
    <w:rsid w:val="00312F7D"/>
    <w:rsid w:val="00312FB5"/>
    <w:rsid w:val="003130E4"/>
    <w:rsid w:val="003134A5"/>
    <w:rsid w:val="0031362C"/>
    <w:rsid w:val="0031388A"/>
    <w:rsid w:val="00313DAA"/>
    <w:rsid w:val="00313EE3"/>
    <w:rsid w:val="0031469E"/>
    <w:rsid w:val="00314728"/>
    <w:rsid w:val="00314CCB"/>
    <w:rsid w:val="00314DB5"/>
    <w:rsid w:val="00314E88"/>
    <w:rsid w:val="00314F1F"/>
    <w:rsid w:val="00315567"/>
    <w:rsid w:val="003156BE"/>
    <w:rsid w:val="0031590F"/>
    <w:rsid w:val="00315E11"/>
    <w:rsid w:val="00316087"/>
    <w:rsid w:val="00316160"/>
    <w:rsid w:val="00316455"/>
    <w:rsid w:val="0031770C"/>
    <w:rsid w:val="00317DB5"/>
    <w:rsid w:val="003200C2"/>
    <w:rsid w:val="00320405"/>
    <w:rsid w:val="00320604"/>
    <w:rsid w:val="0032087E"/>
    <w:rsid w:val="00320AEE"/>
    <w:rsid w:val="00320D90"/>
    <w:rsid w:val="00320E17"/>
    <w:rsid w:val="003211F8"/>
    <w:rsid w:val="00321283"/>
    <w:rsid w:val="00321341"/>
    <w:rsid w:val="00321646"/>
    <w:rsid w:val="00321C86"/>
    <w:rsid w:val="00321E05"/>
    <w:rsid w:val="00322719"/>
    <w:rsid w:val="0032278D"/>
    <w:rsid w:val="00323034"/>
    <w:rsid w:val="00323C9A"/>
    <w:rsid w:val="00323D59"/>
    <w:rsid w:val="00324074"/>
    <w:rsid w:val="003241F6"/>
    <w:rsid w:val="00324775"/>
    <w:rsid w:val="0032484E"/>
    <w:rsid w:val="00324AD4"/>
    <w:rsid w:val="00324BB7"/>
    <w:rsid w:val="0032532A"/>
    <w:rsid w:val="0032574A"/>
    <w:rsid w:val="00325C2A"/>
    <w:rsid w:val="00326B0F"/>
    <w:rsid w:val="0032700C"/>
    <w:rsid w:val="0032712E"/>
    <w:rsid w:val="003271B0"/>
    <w:rsid w:val="003272A1"/>
    <w:rsid w:val="003272C0"/>
    <w:rsid w:val="003273E2"/>
    <w:rsid w:val="00327AAB"/>
    <w:rsid w:val="00327B89"/>
    <w:rsid w:val="00327BB8"/>
    <w:rsid w:val="00327BD8"/>
    <w:rsid w:val="00330EAE"/>
    <w:rsid w:val="0033108F"/>
    <w:rsid w:val="003318DA"/>
    <w:rsid w:val="003319C7"/>
    <w:rsid w:val="00331A71"/>
    <w:rsid w:val="00331FFC"/>
    <w:rsid w:val="0033252A"/>
    <w:rsid w:val="00332652"/>
    <w:rsid w:val="00332804"/>
    <w:rsid w:val="003328C4"/>
    <w:rsid w:val="00332C40"/>
    <w:rsid w:val="00332C89"/>
    <w:rsid w:val="0033312C"/>
    <w:rsid w:val="003331B9"/>
    <w:rsid w:val="0033345A"/>
    <w:rsid w:val="0033371D"/>
    <w:rsid w:val="00333C16"/>
    <w:rsid w:val="00333CAD"/>
    <w:rsid w:val="00334268"/>
    <w:rsid w:val="003350AF"/>
    <w:rsid w:val="003352DC"/>
    <w:rsid w:val="0033535C"/>
    <w:rsid w:val="003358C9"/>
    <w:rsid w:val="00335B1B"/>
    <w:rsid w:val="00335E02"/>
    <w:rsid w:val="0033613B"/>
    <w:rsid w:val="003362F4"/>
    <w:rsid w:val="003366CA"/>
    <w:rsid w:val="00336A9C"/>
    <w:rsid w:val="00336BC8"/>
    <w:rsid w:val="00336DC7"/>
    <w:rsid w:val="00337053"/>
    <w:rsid w:val="00337151"/>
    <w:rsid w:val="003371AF"/>
    <w:rsid w:val="00337622"/>
    <w:rsid w:val="00337860"/>
    <w:rsid w:val="0033794C"/>
    <w:rsid w:val="00337A9A"/>
    <w:rsid w:val="00337D1D"/>
    <w:rsid w:val="00337D81"/>
    <w:rsid w:val="00340578"/>
    <w:rsid w:val="003407E3"/>
    <w:rsid w:val="003408A3"/>
    <w:rsid w:val="003409A2"/>
    <w:rsid w:val="003409EA"/>
    <w:rsid w:val="00340D6D"/>
    <w:rsid w:val="00340EAA"/>
    <w:rsid w:val="00340F5E"/>
    <w:rsid w:val="00340FA7"/>
    <w:rsid w:val="00341253"/>
    <w:rsid w:val="003412E5"/>
    <w:rsid w:val="00341396"/>
    <w:rsid w:val="0034148D"/>
    <w:rsid w:val="003417DD"/>
    <w:rsid w:val="00341B3B"/>
    <w:rsid w:val="00341E21"/>
    <w:rsid w:val="00342111"/>
    <w:rsid w:val="003427B6"/>
    <w:rsid w:val="003429F8"/>
    <w:rsid w:val="00342C23"/>
    <w:rsid w:val="00342F70"/>
    <w:rsid w:val="00343538"/>
    <w:rsid w:val="003435BC"/>
    <w:rsid w:val="00343C7E"/>
    <w:rsid w:val="00343CC0"/>
    <w:rsid w:val="00343D0F"/>
    <w:rsid w:val="00343E09"/>
    <w:rsid w:val="00343FB9"/>
    <w:rsid w:val="0034408A"/>
    <w:rsid w:val="003440B8"/>
    <w:rsid w:val="00344200"/>
    <w:rsid w:val="003445BB"/>
    <w:rsid w:val="0034481A"/>
    <w:rsid w:val="00344864"/>
    <w:rsid w:val="00344D38"/>
    <w:rsid w:val="00345A53"/>
    <w:rsid w:val="00345CCF"/>
    <w:rsid w:val="00345FED"/>
    <w:rsid w:val="00346145"/>
    <w:rsid w:val="0034657C"/>
    <w:rsid w:val="003465D8"/>
    <w:rsid w:val="00346F36"/>
    <w:rsid w:val="00346F5A"/>
    <w:rsid w:val="00346FFE"/>
    <w:rsid w:val="003470C7"/>
    <w:rsid w:val="003472E9"/>
    <w:rsid w:val="00347BFF"/>
    <w:rsid w:val="003501E6"/>
    <w:rsid w:val="00350294"/>
    <w:rsid w:val="0035051F"/>
    <w:rsid w:val="003505B4"/>
    <w:rsid w:val="003505BA"/>
    <w:rsid w:val="003505BE"/>
    <w:rsid w:val="003506D7"/>
    <w:rsid w:val="003507D6"/>
    <w:rsid w:val="0035092D"/>
    <w:rsid w:val="00350A7C"/>
    <w:rsid w:val="00351563"/>
    <w:rsid w:val="003524E3"/>
    <w:rsid w:val="003525C2"/>
    <w:rsid w:val="003525C4"/>
    <w:rsid w:val="003525DD"/>
    <w:rsid w:val="0035266F"/>
    <w:rsid w:val="00352889"/>
    <w:rsid w:val="00352A9A"/>
    <w:rsid w:val="00352D7C"/>
    <w:rsid w:val="00352ED0"/>
    <w:rsid w:val="00353131"/>
    <w:rsid w:val="00353749"/>
    <w:rsid w:val="00353EEA"/>
    <w:rsid w:val="003545A2"/>
    <w:rsid w:val="00354B79"/>
    <w:rsid w:val="00354CBB"/>
    <w:rsid w:val="00354DEC"/>
    <w:rsid w:val="00354F11"/>
    <w:rsid w:val="00355093"/>
    <w:rsid w:val="00355165"/>
    <w:rsid w:val="00355241"/>
    <w:rsid w:val="003553A1"/>
    <w:rsid w:val="00355F75"/>
    <w:rsid w:val="00356116"/>
    <w:rsid w:val="0035633B"/>
    <w:rsid w:val="00356374"/>
    <w:rsid w:val="00356764"/>
    <w:rsid w:val="00356844"/>
    <w:rsid w:val="00356D84"/>
    <w:rsid w:val="00357529"/>
    <w:rsid w:val="003579A7"/>
    <w:rsid w:val="003601D5"/>
    <w:rsid w:val="003606A7"/>
    <w:rsid w:val="00360B5B"/>
    <w:rsid w:val="00360BC2"/>
    <w:rsid w:val="003611A7"/>
    <w:rsid w:val="00361457"/>
    <w:rsid w:val="00361465"/>
    <w:rsid w:val="00361F89"/>
    <w:rsid w:val="00362632"/>
    <w:rsid w:val="00362EF9"/>
    <w:rsid w:val="003635D1"/>
    <w:rsid w:val="003636E6"/>
    <w:rsid w:val="00363713"/>
    <w:rsid w:val="003639FE"/>
    <w:rsid w:val="00363D8B"/>
    <w:rsid w:val="00364082"/>
    <w:rsid w:val="00364273"/>
    <w:rsid w:val="0036486B"/>
    <w:rsid w:val="00364898"/>
    <w:rsid w:val="00364946"/>
    <w:rsid w:val="00364968"/>
    <w:rsid w:val="00364B32"/>
    <w:rsid w:val="00364B3E"/>
    <w:rsid w:val="00364D8C"/>
    <w:rsid w:val="00364EF2"/>
    <w:rsid w:val="003652AA"/>
    <w:rsid w:val="00365321"/>
    <w:rsid w:val="0036617E"/>
    <w:rsid w:val="00366238"/>
    <w:rsid w:val="003662A7"/>
    <w:rsid w:val="00366426"/>
    <w:rsid w:val="003664BD"/>
    <w:rsid w:val="003665F7"/>
    <w:rsid w:val="00366E98"/>
    <w:rsid w:val="0036702B"/>
    <w:rsid w:val="003670DA"/>
    <w:rsid w:val="00367B7C"/>
    <w:rsid w:val="00367FEE"/>
    <w:rsid w:val="003700E5"/>
    <w:rsid w:val="0037067F"/>
    <w:rsid w:val="00370784"/>
    <w:rsid w:val="00370A22"/>
    <w:rsid w:val="00370BB6"/>
    <w:rsid w:val="0037121D"/>
    <w:rsid w:val="0037160C"/>
    <w:rsid w:val="003718E0"/>
    <w:rsid w:val="00371A56"/>
    <w:rsid w:val="00371DEE"/>
    <w:rsid w:val="0037240F"/>
    <w:rsid w:val="003724CA"/>
    <w:rsid w:val="003726B7"/>
    <w:rsid w:val="00372BD9"/>
    <w:rsid w:val="00373526"/>
    <w:rsid w:val="003736F3"/>
    <w:rsid w:val="00373796"/>
    <w:rsid w:val="00373BD8"/>
    <w:rsid w:val="0037433C"/>
    <w:rsid w:val="003744E0"/>
    <w:rsid w:val="00374716"/>
    <w:rsid w:val="00374919"/>
    <w:rsid w:val="00374DBF"/>
    <w:rsid w:val="0037537C"/>
    <w:rsid w:val="003753A0"/>
    <w:rsid w:val="00375508"/>
    <w:rsid w:val="00375CF8"/>
    <w:rsid w:val="00375FE3"/>
    <w:rsid w:val="003760A6"/>
    <w:rsid w:val="003760AC"/>
    <w:rsid w:val="00376826"/>
    <w:rsid w:val="00377A7F"/>
    <w:rsid w:val="00377FA5"/>
    <w:rsid w:val="00380283"/>
    <w:rsid w:val="00380509"/>
    <w:rsid w:val="00380D8B"/>
    <w:rsid w:val="0038128B"/>
    <w:rsid w:val="003814E8"/>
    <w:rsid w:val="003816F4"/>
    <w:rsid w:val="0038172C"/>
    <w:rsid w:val="003817FE"/>
    <w:rsid w:val="00381835"/>
    <w:rsid w:val="00381992"/>
    <w:rsid w:val="00381C85"/>
    <w:rsid w:val="00381D7A"/>
    <w:rsid w:val="00381E7B"/>
    <w:rsid w:val="003823F0"/>
    <w:rsid w:val="003827F4"/>
    <w:rsid w:val="003829E1"/>
    <w:rsid w:val="00382D5A"/>
    <w:rsid w:val="00382F9A"/>
    <w:rsid w:val="00383362"/>
    <w:rsid w:val="003836CB"/>
    <w:rsid w:val="00383831"/>
    <w:rsid w:val="00383B91"/>
    <w:rsid w:val="0038414F"/>
    <w:rsid w:val="003843AC"/>
    <w:rsid w:val="00384411"/>
    <w:rsid w:val="00384A84"/>
    <w:rsid w:val="00384A9B"/>
    <w:rsid w:val="00384E50"/>
    <w:rsid w:val="00384EE9"/>
    <w:rsid w:val="003856C9"/>
    <w:rsid w:val="00385C56"/>
    <w:rsid w:val="00385CE6"/>
    <w:rsid w:val="00385E3B"/>
    <w:rsid w:val="00385F13"/>
    <w:rsid w:val="00386490"/>
    <w:rsid w:val="003865A0"/>
    <w:rsid w:val="0038669B"/>
    <w:rsid w:val="003866A4"/>
    <w:rsid w:val="00386752"/>
    <w:rsid w:val="00386792"/>
    <w:rsid w:val="00386971"/>
    <w:rsid w:val="00386C8D"/>
    <w:rsid w:val="00386E4C"/>
    <w:rsid w:val="00387666"/>
    <w:rsid w:val="00387ADF"/>
    <w:rsid w:val="00387DB2"/>
    <w:rsid w:val="00387F47"/>
    <w:rsid w:val="00390005"/>
    <w:rsid w:val="0039013A"/>
    <w:rsid w:val="0039028F"/>
    <w:rsid w:val="003902EA"/>
    <w:rsid w:val="00390308"/>
    <w:rsid w:val="00390A2B"/>
    <w:rsid w:val="0039131A"/>
    <w:rsid w:val="003914CB"/>
    <w:rsid w:val="00391966"/>
    <w:rsid w:val="00391AA0"/>
    <w:rsid w:val="00391C73"/>
    <w:rsid w:val="00391C9F"/>
    <w:rsid w:val="00391CDD"/>
    <w:rsid w:val="00391ED7"/>
    <w:rsid w:val="00392294"/>
    <w:rsid w:val="00392758"/>
    <w:rsid w:val="00392829"/>
    <w:rsid w:val="00392C51"/>
    <w:rsid w:val="00392CB3"/>
    <w:rsid w:val="00392CD3"/>
    <w:rsid w:val="003930AA"/>
    <w:rsid w:val="00393530"/>
    <w:rsid w:val="003935AD"/>
    <w:rsid w:val="003936CA"/>
    <w:rsid w:val="00393BDA"/>
    <w:rsid w:val="00393C3F"/>
    <w:rsid w:val="00393CFC"/>
    <w:rsid w:val="00394B10"/>
    <w:rsid w:val="00394F6A"/>
    <w:rsid w:val="003956CC"/>
    <w:rsid w:val="00395CAD"/>
    <w:rsid w:val="003962DB"/>
    <w:rsid w:val="003966C6"/>
    <w:rsid w:val="00396A3A"/>
    <w:rsid w:val="00396C35"/>
    <w:rsid w:val="00396F7F"/>
    <w:rsid w:val="003971BC"/>
    <w:rsid w:val="00397322"/>
    <w:rsid w:val="0039789C"/>
    <w:rsid w:val="00397A2A"/>
    <w:rsid w:val="00397D26"/>
    <w:rsid w:val="00397F34"/>
    <w:rsid w:val="003A0073"/>
    <w:rsid w:val="003A01D9"/>
    <w:rsid w:val="003A042C"/>
    <w:rsid w:val="003A05C6"/>
    <w:rsid w:val="003A0CB9"/>
    <w:rsid w:val="003A0E01"/>
    <w:rsid w:val="003A0E79"/>
    <w:rsid w:val="003A16C7"/>
    <w:rsid w:val="003A170F"/>
    <w:rsid w:val="003A1850"/>
    <w:rsid w:val="003A1E57"/>
    <w:rsid w:val="003A2018"/>
    <w:rsid w:val="003A20EC"/>
    <w:rsid w:val="003A245A"/>
    <w:rsid w:val="003A29A6"/>
    <w:rsid w:val="003A2AF9"/>
    <w:rsid w:val="003A31C8"/>
    <w:rsid w:val="003A336D"/>
    <w:rsid w:val="003A3400"/>
    <w:rsid w:val="003A3442"/>
    <w:rsid w:val="003A3729"/>
    <w:rsid w:val="003A39D3"/>
    <w:rsid w:val="003A3AA4"/>
    <w:rsid w:val="003A3C8A"/>
    <w:rsid w:val="003A3EA0"/>
    <w:rsid w:val="003A4376"/>
    <w:rsid w:val="003A48F2"/>
    <w:rsid w:val="003A54B3"/>
    <w:rsid w:val="003A54D0"/>
    <w:rsid w:val="003A5CC3"/>
    <w:rsid w:val="003A5F00"/>
    <w:rsid w:val="003A5F71"/>
    <w:rsid w:val="003A5FA5"/>
    <w:rsid w:val="003A699B"/>
    <w:rsid w:val="003A6AF7"/>
    <w:rsid w:val="003A708B"/>
    <w:rsid w:val="003A76E3"/>
    <w:rsid w:val="003A7B3C"/>
    <w:rsid w:val="003A7C1B"/>
    <w:rsid w:val="003B0215"/>
    <w:rsid w:val="003B0345"/>
    <w:rsid w:val="003B03A9"/>
    <w:rsid w:val="003B04E3"/>
    <w:rsid w:val="003B0B33"/>
    <w:rsid w:val="003B0C05"/>
    <w:rsid w:val="003B0E76"/>
    <w:rsid w:val="003B120A"/>
    <w:rsid w:val="003B16F7"/>
    <w:rsid w:val="003B1A79"/>
    <w:rsid w:val="003B1D7E"/>
    <w:rsid w:val="003B1DA9"/>
    <w:rsid w:val="003B2433"/>
    <w:rsid w:val="003B249A"/>
    <w:rsid w:val="003B2634"/>
    <w:rsid w:val="003B2EE0"/>
    <w:rsid w:val="003B376F"/>
    <w:rsid w:val="003B37C8"/>
    <w:rsid w:val="003B4043"/>
    <w:rsid w:val="003B438F"/>
    <w:rsid w:val="003B459C"/>
    <w:rsid w:val="003B47DF"/>
    <w:rsid w:val="003B4A45"/>
    <w:rsid w:val="003B4A59"/>
    <w:rsid w:val="003B4D68"/>
    <w:rsid w:val="003B5720"/>
    <w:rsid w:val="003B5799"/>
    <w:rsid w:val="003B5A5D"/>
    <w:rsid w:val="003B5E30"/>
    <w:rsid w:val="003B62A2"/>
    <w:rsid w:val="003B62EA"/>
    <w:rsid w:val="003B638F"/>
    <w:rsid w:val="003B67A4"/>
    <w:rsid w:val="003B6A90"/>
    <w:rsid w:val="003B6ED9"/>
    <w:rsid w:val="003B7226"/>
    <w:rsid w:val="003B74F5"/>
    <w:rsid w:val="003B75DA"/>
    <w:rsid w:val="003B771D"/>
    <w:rsid w:val="003B7824"/>
    <w:rsid w:val="003B7B14"/>
    <w:rsid w:val="003C01EB"/>
    <w:rsid w:val="003C0237"/>
    <w:rsid w:val="003C0672"/>
    <w:rsid w:val="003C0A81"/>
    <w:rsid w:val="003C0A87"/>
    <w:rsid w:val="003C0B7C"/>
    <w:rsid w:val="003C0BF5"/>
    <w:rsid w:val="003C0DA1"/>
    <w:rsid w:val="003C0ED4"/>
    <w:rsid w:val="003C131B"/>
    <w:rsid w:val="003C163B"/>
    <w:rsid w:val="003C175C"/>
    <w:rsid w:val="003C1B16"/>
    <w:rsid w:val="003C1F37"/>
    <w:rsid w:val="003C242F"/>
    <w:rsid w:val="003C2551"/>
    <w:rsid w:val="003C2C3D"/>
    <w:rsid w:val="003C3235"/>
    <w:rsid w:val="003C3E70"/>
    <w:rsid w:val="003C4503"/>
    <w:rsid w:val="003C4651"/>
    <w:rsid w:val="003C47AC"/>
    <w:rsid w:val="003C47B6"/>
    <w:rsid w:val="003C48A4"/>
    <w:rsid w:val="003C48E2"/>
    <w:rsid w:val="003C4E81"/>
    <w:rsid w:val="003C6062"/>
    <w:rsid w:val="003C691C"/>
    <w:rsid w:val="003C6A24"/>
    <w:rsid w:val="003C7176"/>
    <w:rsid w:val="003C71A4"/>
    <w:rsid w:val="003C7362"/>
    <w:rsid w:val="003C76CC"/>
    <w:rsid w:val="003C7B07"/>
    <w:rsid w:val="003C7D46"/>
    <w:rsid w:val="003C7D93"/>
    <w:rsid w:val="003D0519"/>
    <w:rsid w:val="003D058D"/>
    <w:rsid w:val="003D0698"/>
    <w:rsid w:val="003D100F"/>
    <w:rsid w:val="003D12D2"/>
    <w:rsid w:val="003D12F8"/>
    <w:rsid w:val="003D13AC"/>
    <w:rsid w:val="003D13FF"/>
    <w:rsid w:val="003D17A7"/>
    <w:rsid w:val="003D182F"/>
    <w:rsid w:val="003D1BD2"/>
    <w:rsid w:val="003D1E5F"/>
    <w:rsid w:val="003D1F55"/>
    <w:rsid w:val="003D2995"/>
    <w:rsid w:val="003D2C5A"/>
    <w:rsid w:val="003D2CAF"/>
    <w:rsid w:val="003D2D8F"/>
    <w:rsid w:val="003D3006"/>
    <w:rsid w:val="003D3E0D"/>
    <w:rsid w:val="003D3E84"/>
    <w:rsid w:val="003D4062"/>
    <w:rsid w:val="003D4550"/>
    <w:rsid w:val="003D45E4"/>
    <w:rsid w:val="003D4795"/>
    <w:rsid w:val="003D4BE0"/>
    <w:rsid w:val="003D4C05"/>
    <w:rsid w:val="003D4F21"/>
    <w:rsid w:val="003D525C"/>
    <w:rsid w:val="003D5316"/>
    <w:rsid w:val="003D55D4"/>
    <w:rsid w:val="003D576B"/>
    <w:rsid w:val="003D5810"/>
    <w:rsid w:val="003D5861"/>
    <w:rsid w:val="003D5ACE"/>
    <w:rsid w:val="003D5D4F"/>
    <w:rsid w:val="003D69E6"/>
    <w:rsid w:val="003D7022"/>
    <w:rsid w:val="003D71B7"/>
    <w:rsid w:val="003D7C5B"/>
    <w:rsid w:val="003E012B"/>
    <w:rsid w:val="003E017A"/>
    <w:rsid w:val="003E024E"/>
    <w:rsid w:val="003E02D0"/>
    <w:rsid w:val="003E0A05"/>
    <w:rsid w:val="003E0BF6"/>
    <w:rsid w:val="003E0F5F"/>
    <w:rsid w:val="003E1162"/>
    <w:rsid w:val="003E1A3A"/>
    <w:rsid w:val="003E1B88"/>
    <w:rsid w:val="003E1CB0"/>
    <w:rsid w:val="003E246C"/>
    <w:rsid w:val="003E2597"/>
    <w:rsid w:val="003E28B1"/>
    <w:rsid w:val="003E2C73"/>
    <w:rsid w:val="003E2C82"/>
    <w:rsid w:val="003E2DAD"/>
    <w:rsid w:val="003E2DD8"/>
    <w:rsid w:val="003E2FCD"/>
    <w:rsid w:val="003E3265"/>
    <w:rsid w:val="003E32AF"/>
    <w:rsid w:val="003E34A0"/>
    <w:rsid w:val="003E37A5"/>
    <w:rsid w:val="003E3A2A"/>
    <w:rsid w:val="003E4376"/>
    <w:rsid w:val="003E44C7"/>
    <w:rsid w:val="003E4A26"/>
    <w:rsid w:val="003E4A75"/>
    <w:rsid w:val="003E4F07"/>
    <w:rsid w:val="003E4F6A"/>
    <w:rsid w:val="003E4FB8"/>
    <w:rsid w:val="003E509D"/>
    <w:rsid w:val="003E527F"/>
    <w:rsid w:val="003E5328"/>
    <w:rsid w:val="003E5335"/>
    <w:rsid w:val="003E5462"/>
    <w:rsid w:val="003E5490"/>
    <w:rsid w:val="003E5B0A"/>
    <w:rsid w:val="003E6040"/>
    <w:rsid w:val="003E63D5"/>
    <w:rsid w:val="003E6484"/>
    <w:rsid w:val="003E692B"/>
    <w:rsid w:val="003E6D4E"/>
    <w:rsid w:val="003E71BF"/>
    <w:rsid w:val="003E7260"/>
    <w:rsid w:val="003E73B2"/>
    <w:rsid w:val="003F0263"/>
    <w:rsid w:val="003F040C"/>
    <w:rsid w:val="003F04C7"/>
    <w:rsid w:val="003F09E3"/>
    <w:rsid w:val="003F0E2A"/>
    <w:rsid w:val="003F0F65"/>
    <w:rsid w:val="003F1630"/>
    <w:rsid w:val="003F170D"/>
    <w:rsid w:val="003F1991"/>
    <w:rsid w:val="003F19F6"/>
    <w:rsid w:val="003F1E12"/>
    <w:rsid w:val="003F20C2"/>
    <w:rsid w:val="003F2282"/>
    <w:rsid w:val="003F2745"/>
    <w:rsid w:val="003F28C7"/>
    <w:rsid w:val="003F2B3E"/>
    <w:rsid w:val="003F304F"/>
    <w:rsid w:val="003F3E63"/>
    <w:rsid w:val="003F47D2"/>
    <w:rsid w:val="003F4844"/>
    <w:rsid w:val="003F4BF2"/>
    <w:rsid w:val="003F508A"/>
    <w:rsid w:val="003F5A1E"/>
    <w:rsid w:val="003F5BF9"/>
    <w:rsid w:val="003F5EFE"/>
    <w:rsid w:val="003F6048"/>
    <w:rsid w:val="003F6162"/>
    <w:rsid w:val="003F64DF"/>
    <w:rsid w:val="003F6620"/>
    <w:rsid w:val="003F6793"/>
    <w:rsid w:val="003F6B0A"/>
    <w:rsid w:val="003F6C19"/>
    <w:rsid w:val="003F6CA1"/>
    <w:rsid w:val="003F6FE7"/>
    <w:rsid w:val="003F700E"/>
    <w:rsid w:val="003F71FD"/>
    <w:rsid w:val="003F7580"/>
    <w:rsid w:val="003F75A0"/>
    <w:rsid w:val="003F7E24"/>
    <w:rsid w:val="003F7E6D"/>
    <w:rsid w:val="00400093"/>
    <w:rsid w:val="004000D1"/>
    <w:rsid w:val="004005BD"/>
    <w:rsid w:val="004006E1"/>
    <w:rsid w:val="00400859"/>
    <w:rsid w:val="00400CCB"/>
    <w:rsid w:val="00400D63"/>
    <w:rsid w:val="00401135"/>
    <w:rsid w:val="00401244"/>
    <w:rsid w:val="00401522"/>
    <w:rsid w:val="00401537"/>
    <w:rsid w:val="00401616"/>
    <w:rsid w:val="004016B4"/>
    <w:rsid w:val="004016DE"/>
    <w:rsid w:val="004017B1"/>
    <w:rsid w:val="00401FF1"/>
    <w:rsid w:val="00402027"/>
    <w:rsid w:val="0040250C"/>
    <w:rsid w:val="00402835"/>
    <w:rsid w:val="00402E1E"/>
    <w:rsid w:val="004030AE"/>
    <w:rsid w:val="0040352E"/>
    <w:rsid w:val="00403571"/>
    <w:rsid w:val="00403892"/>
    <w:rsid w:val="0040399C"/>
    <w:rsid w:val="004039C4"/>
    <w:rsid w:val="00403EB5"/>
    <w:rsid w:val="00403FAE"/>
    <w:rsid w:val="00403FEE"/>
    <w:rsid w:val="004041D5"/>
    <w:rsid w:val="00404363"/>
    <w:rsid w:val="004047FF"/>
    <w:rsid w:val="00404A38"/>
    <w:rsid w:val="00404E5D"/>
    <w:rsid w:val="004052C7"/>
    <w:rsid w:val="00405597"/>
    <w:rsid w:val="00405800"/>
    <w:rsid w:val="00405895"/>
    <w:rsid w:val="004058DF"/>
    <w:rsid w:val="00405A33"/>
    <w:rsid w:val="00405C77"/>
    <w:rsid w:val="00405DC3"/>
    <w:rsid w:val="00405E5B"/>
    <w:rsid w:val="00405EED"/>
    <w:rsid w:val="00405EFD"/>
    <w:rsid w:val="00405FF9"/>
    <w:rsid w:val="004060D2"/>
    <w:rsid w:val="00406191"/>
    <w:rsid w:val="0040648C"/>
    <w:rsid w:val="004065F4"/>
    <w:rsid w:val="004069E8"/>
    <w:rsid w:val="00407142"/>
    <w:rsid w:val="00407612"/>
    <w:rsid w:val="00410393"/>
    <w:rsid w:val="00410624"/>
    <w:rsid w:val="004106D0"/>
    <w:rsid w:val="004113D1"/>
    <w:rsid w:val="00411C15"/>
    <w:rsid w:val="00411FEC"/>
    <w:rsid w:val="004120E2"/>
    <w:rsid w:val="00412476"/>
    <w:rsid w:val="00412BB9"/>
    <w:rsid w:val="00412CCE"/>
    <w:rsid w:val="00412F18"/>
    <w:rsid w:val="004134AB"/>
    <w:rsid w:val="004138ED"/>
    <w:rsid w:val="004139D9"/>
    <w:rsid w:val="00413BF2"/>
    <w:rsid w:val="00413F0E"/>
    <w:rsid w:val="004142C9"/>
    <w:rsid w:val="0041494E"/>
    <w:rsid w:val="00414D15"/>
    <w:rsid w:val="00414F33"/>
    <w:rsid w:val="00415157"/>
    <w:rsid w:val="0041534A"/>
    <w:rsid w:val="00415888"/>
    <w:rsid w:val="00415900"/>
    <w:rsid w:val="00415A4E"/>
    <w:rsid w:val="00415B27"/>
    <w:rsid w:val="00416669"/>
    <w:rsid w:val="0041669B"/>
    <w:rsid w:val="00416B6D"/>
    <w:rsid w:val="004171A0"/>
    <w:rsid w:val="0041732E"/>
    <w:rsid w:val="0041743C"/>
    <w:rsid w:val="004174B5"/>
    <w:rsid w:val="0041757A"/>
    <w:rsid w:val="004176EB"/>
    <w:rsid w:val="00417DC1"/>
    <w:rsid w:val="004209AC"/>
    <w:rsid w:val="00420AEC"/>
    <w:rsid w:val="00420CAC"/>
    <w:rsid w:val="0042150A"/>
    <w:rsid w:val="00421568"/>
    <w:rsid w:val="00421A76"/>
    <w:rsid w:val="00421D90"/>
    <w:rsid w:val="00421DA5"/>
    <w:rsid w:val="00421E6E"/>
    <w:rsid w:val="00421E7D"/>
    <w:rsid w:val="00421F75"/>
    <w:rsid w:val="0042235F"/>
    <w:rsid w:val="004228A5"/>
    <w:rsid w:val="004228F2"/>
    <w:rsid w:val="004232E8"/>
    <w:rsid w:val="004233F9"/>
    <w:rsid w:val="00423553"/>
    <w:rsid w:val="00423586"/>
    <w:rsid w:val="004236B8"/>
    <w:rsid w:val="00423709"/>
    <w:rsid w:val="00423779"/>
    <w:rsid w:val="00423B38"/>
    <w:rsid w:val="00424596"/>
    <w:rsid w:val="00424D16"/>
    <w:rsid w:val="00424E52"/>
    <w:rsid w:val="00425723"/>
    <w:rsid w:val="004257D9"/>
    <w:rsid w:val="00425A7F"/>
    <w:rsid w:val="00425E10"/>
    <w:rsid w:val="00425F3C"/>
    <w:rsid w:val="0042614E"/>
    <w:rsid w:val="00426185"/>
    <w:rsid w:val="00426537"/>
    <w:rsid w:val="00426545"/>
    <w:rsid w:val="004271A7"/>
    <w:rsid w:val="004274B9"/>
    <w:rsid w:val="004277D6"/>
    <w:rsid w:val="0042794C"/>
    <w:rsid w:val="00427A23"/>
    <w:rsid w:val="00427C04"/>
    <w:rsid w:val="00427EAA"/>
    <w:rsid w:val="00430E50"/>
    <w:rsid w:val="00430F8F"/>
    <w:rsid w:val="00431263"/>
    <w:rsid w:val="0043135A"/>
    <w:rsid w:val="004315D0"/>
    <w:rsid w:val="0043172A"/>
    <w:rsid w:val="0043185B"/>
    <w:rsid w:val="00431935"/>
    <w:rsid w:val="00431B67"/>
    <w:rsid w:val="00431DE3"/>
    <w:rsid w:val="00431E9A"/>
    <w:rsid w:val="00431F08"/>
    <w:rsid w:val="0043227B"/>
    <w:rsid w:val="004323AA"/>
    <w:rsid w:val="00432B9C"/>
    <w:rsid w:val="00432C9D"/>
    <w:rsid w:val="00432D0C"/>
    <w:rsid w:val="00432D4B"/>
    <w:rsid w:val="00432E3A"/>
    <w:rsid w:val="00432FF3"/>
    <w:rsid w:val="004332E9"/>
    <w:rsid w:val="00433398"/>
    <w:rsid w:val="00433422"/>
    <w:rsid w:val="00433891"/>
    <w:rsid w:val="004339D6"/>
    <w:rsid w:val="00433A15"/>
    <w:rsid w:val="00433ADC"/>
    <w:rsid w:val="00433E6C"/>
    <w:rsid w:val="00434787"/>
    <w:rsid w:val="00434A8F"/>
    <w:rsid w:val="00434ACB"/>
    <w:rsid w:val="00434ECD"/>
    <w:rsid w:val="0043517F"/>
    <w:rsid w:val="004351FD"/>
    <w:rsid w:val="00435858"/>
    <w:rsid w:val="00435C9F"/>
    <w:rsid w:val="00436046"/>
    <w:rsid w:val="00436147"/>
    <w:rsid w:val="00436420"/>
    <w:rsid w:val="00436517"/>
    <w:rsid w:val="00436570"/>
    <w:rsid w:val="00436DD1"/>
    <w:rsid w:val="00436E95"/>
    <w:rsid w:val="00436F56"/>
    <w:rsid w:val="00437183"/>
    <w:rsid w:val="0043775E"/>
    <w:rsid w:val="00437873"/>
    <w:rsid w:val="00437A70"/>
    <w:rsid w:val="00437DB6"/>
    <w:rsid w:val="00437E21"/>
    <w:rsid w:val="00437EB5"/>
    <w:rsid w:val="0044002B"/>
    <w:rsid w:val="004400E2"/>
    <w:rsid w:val="00440258"/>
    <w:rsid w:val="00440A50"/>
    <w:rsid w:val="00440CD4"/>
    <w:rsid w:val="00441075"/>
    <w:rsid w:val="00441416"/>
    <w:rsid w:val="00441446"/>
    <w:rsid w:val="00441621"/>
    <w:rsid w:val="00441757"/>
    <w:rsid w:val="00441AFC"/>
    <w:rsid w:val="00441E4A"/>
    <w:rsid w:val="00441FC4"/>
    <w:rsid w:val="0044214F"/>
    <w:rsid w:val="00442248"/>
    <w:rsid w:val="00442473"/>
    <w:rsid w:val="004424A7"/>
    <w:rsid w:val="00442604"/>
    <w:rsid w:val="004426A1"/>
    <w:rsid w:val="004429E9"/>
    <w:rsid w:val="00442FB5"/>
    <w:rsid w:val="00443361"/>
    <w:rsid w:val="004433DF"/>
    <w:rsid w:val="004433FC"/>
    <w:rsid w:val="004444A8"/>
    <w:rsid w:val="00444766"/>
    <w:rsid w:val="00444AA6"/>
    <w:rsid w:val="00444DC8"/>
    <w:rsid w:val="00445371"/>
    <w:rsid w:val="004454A9"/>
    <w:rsid w:val="004457C7"/>
    <w:rsid w:val="00446041"/>
    <w:rsid w:val="004460AB"/>
    <w:rsid w:val="004461C9"/>
    <w:rsid w:val="004465BF"/>
    <w:rsid w:val="004466B1"/>
    <w:rsid w:val="00446823"/>
    <w:rsid w:val="004468D7"/>
    <w:rsid w:val="004477AB"/>
    <w:rsid w:val="00447843"/>
    <w:rsid w:val="004478E8"/>
    <w:rsid w:val="004509D3"/>
    <w:rsid w:val="00450EBF"/>
    <w:rsid w:val="00451331"/>
    <w:rsid w:val="004514BA"/>
    <w:rsid w:val="0045152A"/>
    <w:rsid w:val="004516AE"/>
    <w:rsid w:val="00451BE6"/>
    <w:rsid w:val="004528C9"/>
    <w:rsid w:val="00452F07"/>
    <w:rsid w:val="00453039"/>
    <w:rsid w:val="004530A9"/>
    <w:rsid w:val="00453923"/>
    <w:rsid w:val="004543F1"/>
    <w:rsid w:val="00454528"/>
    <w:rsid w:val="0045495D"/>
    <w:rsid w:val="00454ED9"/>
    <w:rsid w:val="00454F29"/>
    <w:rsid w:val="00455061"/>
    <w:rsid w:val="0045521D"/>
    <w:rsid w:val="00455331"/>
    <w:rsid w:val="0045534E"/>
    <w:rsid w:val="00455909"/>
    <w:rsid w:val="00455EE3"/>
    <w:rsid w:val="004563C7"/>
    <w:rsid w:val="004564F3"/>
    <w:rsid w:val="004567FD"/>
    <w:rsid w:val="004568CB"/>
    <w:rsid w:val="00456A8E"/>
    <w:rsid w:val="00456C70"/>
    <w:rsid w:val="00456F73"/>
    <w:rsid w:val="00457089"/>
    <w:rsid w:val="00457314"/>
    <w:rsid w:val="0045746F"/>
    <w:rsid w:val="0045756B"/>
    <w:rsid w:val="00457619"/>
    <w:rsid w:val="00457756"/>
    <w:rsid w:val="00457D7F"/>
    <w:rsid w:val="004600AD"/>
    <w:rsid w:val="004601F2"/>
    <w:rsid w:val="00460208"/>
    <w:rsid w:val="004604A6"/>
    <w:rsid w:val="004604F3"/>
    <w:rsid w:val="00460850"/>
    <w:rsid w:val="0046094D"/>
    <w:rsid w:val="00460B1F"/>
    <w:rsid w:val="00460E37"/>
    <w:rsid w:val="00460E9A"/>
    <w:rsid w:val="004610E6"/>
    <w:rsid w:val="00461107"/>
    <w:rsid w:val="004615D4"/>
    <w:rsid w:val="004617C6"/>
    <w:rsid w:val="004617FD"/>
    <w:rsid w:val="00461CCD"/>
    <w:rsid w:val="0046200B"/>
    <w:rsid w:val="00462118"/>
    <w:rsid w:val="004621A9"/>
    <w:rsid w:val="004621C0"/>
    <w:rsid w:val="004624AD"/>
    <w:rsid w:val="00462CC0"/>
    <w:rsid w:val="0046315E"/>
    <w:rsid w:val="0046323F"/>
    <w:rsid w:val="0046389D"/>
    <w:rsid w:val="00463A36"/>
    <w:rsid w:val="00463C8F"/>
    <w:rsid w:val="00463CC0"/>
    <w:rsid w:val="00464094"/>
    <w:rsid w:val="004640AD"/>
    <w:rsid w:val="004645D0"/>
    <w:rsid w:val="004647E4"/>
    <w:rsid w:val="00464AB8"/>
    <w:rsid w:val="00464C8C"/>
    <w:rsid w:val="00464E4C"/>
    <w:rsid w:val="00464EB4"/>
    <w:rsid w:val="00464FFC"/>
    <w:rsid w:val="004650DD"/>
    <w:rsid w:val="0046519D"/>
    <w:rsid w:val="0046562F"/>
    <w:rsid w:val="004658BF"/>
    <w:rsid w:val="00465CD7"/>
    <w:rsid w:val="004664A4"/>
    <w:rsid w:val="004664AB"/>
    <w:rsid w:val="00466B1A"/>
    <w:rsid w:val="00466C3A"/>
    <w:rsid w:val="00466CC6"/>
    <w:rsid w:val="00466EF8"/>
    <w:rsid w:val="00466FB5"/>
    <w:rsid w:val="004674C9"/>
    <w:rsid w:val="0046767E"/>
    <w:rsid w:val="004678C3"/>
    <w:rsid w:val="00467B39"/>
    <w:rsid w:val="00467ECF"/>
    <w:rsid w:val="00470531"/>
    <w:rsid w:val="0047062D"/>
    <w:rsid w:val="0047067C"/>
    <w:rsid w:val="00470B54"/>
    <w:rsid w:val="00470F2D"/>
    <w:rsid w:val="00471425"/>
    <w:rsid w:val="00471772"/>
    <w:rsid w:val="0047190B"/>
    <w:rsid w:val="00471F0E"/>
    <w:rsid w:val="00471FA1"/>
    <w:rsid w:val="0047220E"/>
    <w:rsid w:val="00472AF1"/>
    <w:rsid w:val="00472BB3"/>
    <w:rsid w:val="00472C35"/>
    <w:rsid w:val="0047326E"/>
    <w:rsid w:val="00473311"/>
    <w:rsid w:val="00473C4B"/>
    <w:rsid w:val="00473E72"/>
    <w:rsid w:val="00473F99"/>
    <w:rsid w:val="0047420F"/>
    <w:rsid w:val="0047486E"/>
    <w:rsid w:val="00474FAE"/>
    <w:rsid w:val="0047506C"/>
    <w:rsid w:val="00475224"/>
    <w:rsid w:val="004756B1"/>
    <w:rsid w:val="00475827"/>
    <w:rsid w:val="004758A7"/>
    <w:rsid w:val="00475D1C"/>
    <w:rsid w:val="0047651C"/>
    <w:rsid w:val="00477028"/>
    <w:rsid w:val="004772DD"/>
    <w:rsid w:val="0047757C"/>
    <w:rsid w:val="00477663"/>
    <w:rsid w:val="00477E95"/>
    <w:rsid w:val="00480081"/>
    <w:rsid w:val="00481956"/>
    <w:rsid w:val="00481EB1"/>
    <w:rsid w:val="00481EEB"/>
    <w:rsid w:val="004822F7"/>
    <w:rsid w:val="0048245F"/>
    <w:rsid w:val="004824CE"/>
    <w:rsid w:val="00482570"/>
    <w:rsid w:val="00482599"/>
    <w:rsid w:val="00482676"/>
    <w:rsid w:val="004826CD"/>
    <w:rsid w:val="0048344D"/>
    <w:rsid w:val="00483BDD"/>
    <w:rsid w:val="0048430C"/>
    <w:rsid w:val="00484D6F"/>
    <w:rsid w:val="00484EA9"/>
    <w:rsid w:val="00484EDA"/>
    <w:rsid w:val="00485389"/>
    <w:rsid w:val="00485B32"/>
    <w:rsid w:val="00485C37"/>
    <w:rsid w:val="00485E09"/>
    <w:rsid w:val="0048606F"/>
    <w:rsid w:val="004860C2"/>
    <w:rsid w:val="00486592"/>
    <w:rsid w:val="00486CC5"/>
    <w:rsid w:val="00486F2C"/>
    <w:rsid w:val="00486FEE"/>
    <w:rsid w:val="00487194"/>
    <w:rsid w:val="0048739F"/>
    <w:rsid w:val="00487682"/>
    <w:rsid w:val="00487726"/>
    <w:rsid w:val="00487A52"/>
    <w:rsid w:val="00487DDA"/>
    <w:rsid w:val="00487FCB"/>
    <w:rsid w:val="0049064D"/>
    <w:rsid w:val="00490761"/>
    <w:rsid w:val="00490805"/>
    <w:rsid w:val="004913F3"/>
    <w:rsid w:val="004919A6"/>
    <w:rsid w:val="00491B21"/>
    <w:rsid w:val="004923FE"/>
    <w:rsid w:val="00492A77"/>
    <w:rsid w:val="00493144"/>
    <w:rsid w:val="0049314C"/>
    <w:rsid w:val="004934EC"/>
    <w:rsid w:val="004934FA"/>
    <w:rsid w:val="004935AD"/>
    <w:rsid w:val="00493E69"/>
    <w:rsid w:val="00494355"/>
    <w:rsid w:val="00494700"/>
    <w:rsid w:val="00494CF3"/>
    <w:rsid w:val="004953BC"/>
    <w:rsid w:val="004956A1"/>
    <w:rsid w:val="00495857"/>
    <w:rsid w:val="00495F41"/>
    <w:rsid w:val="0049600D"/>
    <w:rsid w:val="0049658C"/>
    <w:rsid w:val="0049694E"/>
    <w:rsid w:val="00496DD3"/>
    <w:rsid w:val="00496EA2"/>
    <w:rsid w:val="0049723D"/>
    <w:rsid w:val="00497822"/>
    <w:rsid w:val="00497A06"/>
    <w:rsid w:val="00497A3E"/>
    <w:rsid w:val="00497AC7"/>
    <w:rsid w:val="00497C7C"/>
    <w:rsid w:val="00497D6C"/>
    <w:rsid w:val="00497F4B"/>
    <w:rsid w:val="004A0182"/>
    <w:rsid w:val="004A04B2"/>
    <w:rsid w:val="004A05CB"/>
    <w:rsid w:val="004A0A3D"/>
    <w:rsid w:val="004A0C5C"/>
    <w:rsid w:val="004A11D9"/>
    <w:rsid w:val="004A1395"/>
    <w:rsid w:val="004A1779"/>
    <w:rsid w:val="004A1F46"/>
    <w:rsid w:val="004A244D"/>
    <w:rsid w:val="004A2855"/>
    <w:rsid w:val="004A2A7B"/>
    <w:rsid w:val="004A2AA4"/>
    <w:rsid w:val="004A2CDA"/>
    <w:rsid w:val="004A2E3A"/>
    <w:rsid w:val="004A2E7A"/>
    <w:rsid w:val="004A3030"/>
    <w:rsid w:val="004A3298"/>
    <w:rsid w:val="004A32E1"/>
    <w:rsid w:val="004A3422"/>
    <w:rsid w:val="004A3698"/>
    <w:rsid w:val="004A3B55"/>
    <w:rsid w:val="004A4164"/>
    <w:rsid w:val="004A41BD"/>
    <w:rsid w:val="004A422C"/>
    <w:rsid w:val="004A47FE"/>
    <w:rsid w:val="004A482C"/>
    <w:rsid w:val="004A4921"/>
    <w:rsid w:val="004A5111"/>
    <w:rsid w:val="004A53A6"/>
    <w:rsid w:val="004A5416"/>
    <w:rsid w:val="004A556B"/>
    <w:rsid w:val="004A5A40"/>
    <w:rsid w:val="004A5FCE"/>
    <w:rsid w:val="004A6511"/>
    <w:rsid w:val="004A667B"/>
    <w:rsid w:val="004A6723"/>
    <w:rsid w:val="004A6D64"/>
    <w:rsid w:val="004A6DCF"/>
    <w:rsid w:val="004A70AA"/>
    <w:rsid w:val="004A72CE"/>
    <w:rsid w:val="004A7316"/>
    <w:rsid w:val="004A73B2"/>
    <w:rsid w:val="004A7471"/>
    <w:rsid w:val="004A7A16"/>
    <w:rsid w:val="004A7BEF"/>
    <w:rsid w:val="004A7C87"/>
    <w:rsid w:val="004B0051"/>
    <w:rsid w:val="004B01D6"/>
    <w:rsid w:val="004B0245"/>
    <w:rsid w:val="004B06AC"/>
    <w:rsid w:val="004B09CB"/>
    <w:rsid w:val="004B0A9B"/>
    <w:rsid w:val="004B0C31"/>
    <w:rsid w:val="004B14CF"/>
    <w:rsid w:val="004B1A76"/>
    <w:rsid w:val="004B1B17"/>
    <w:rsid w:val="004B292A"/>
    <w:rsid w:val="004B2BEC"/>
    <w:rsid w:val="004B2F66"/>
    <w:rsid w:val="004B2F82"/>
    <w:rsid w:val="004B30A2"/>
    <w:rsid w:val="004B359C"/>
    <w:rsid w:val="004B3AA5"/>
    <w:rsid w:val="004B3FE0"/>
    <w:rsid w:val="004B463E"/>
    <w:rsid w:val="004B4835"/>
    <w:rsid w:val="004B4B00"/>
    <w:rsid w:val="004B505E"/>
    <w:rsid w:val="004B54A0"/>
    <w:rsid w:val="004B5E19"/>
    <w:rsid w:val="004B632E"/>
    <w:rsid w:val="004B64E2"/>
    <w:rsid w:val="004B65B0"/>
    <w:rsid w:val="004B6C46"/>
    <w:rsid w:val="004B6FDE"/>
    <w:rsid w:val="004B7130"/>
    <w:rsid w:val="004B7792"/>
    <w:rsid w:val="004B781C"/>
    <w:rsid w:val="004B78D7"/>
    <w:rsid w:val="004B79C6"/>
    <w:rsid w:val="004B7DE7"/>
    <w:rsid w:val="004C008C"/>
    <w:rsid w:val="004C06F3"/>
    <w:rsid w:val="004C09CE"/>
    <w:rsid w:val="004C0D63"/>
    <w:rsid w:val="004C0D9F"/>
    <w:rsid w:val="004C1103"/>
    <w:rsid w:val="004C1384"/>
    <w:rsid w:val="004C1509"/>
    <w:rsid w:val="004C1618"/>
    <w:rsid w:val="004C230D"/>
    <w:rsid w:val="004C24C8"/>
    <w:rsid w:val="004C2A3E"/>
    <w:rsid w:val="004C2C7D"/>
    <w:rsid w:val="004C2DAA"/>
    <w:rsid w:val="004C32B8"/>
    <w:rsid w:val="004C33DF"/>
    <w:rsid w:val="004C3523"/>
    <w:rsid w:val="004C35D3"/>
    <w:rsid w:val="004C3B78"/>
    <w:rsid w:val="004C3CAF"/>
    <w:rsid w:val="004C3DE0"/>
    <w:rsid w:val="004C4081"/>
    <w:rsid w:val="004C4190"/>
    <w:rsid w:val="004C43F9"/>
    <w:rsid w:val="004C4764"/>
    <w:rsid w:val="004C4A14"/>
    <w:rsid w:val="004C4EC2"/>
    <w:rsid w:val="004C4EE8"/>
    <w:rsid w:val="004C50A7"/>
    <w:rsid w:val="004C5104"/>
    <w:rsid w:val="004C5ABC"/>
    <w:rsid w:val="004C5EA2"/>
    <w:rsid w:val="004C5F7F"/>
    <w:rsid w:val="004C6342"/>
    <w:rsid w:val="004C652E"/>
    <w:rsid w:val="004C689B"/>
    <w:rsid w:val="004C6A4C"/>
    <w:rsid w:val="004C6CDA"/>
    <w:rsid w:val="004C732C"/>
    <w:rsid w:val="004C73FE"/>
    <w:rsid w:val="004C7564"/>
    <w:rsid w:val="004C7A13"/>
    <w:rsid w:val="004C7EFC"/>
    <w:rsid w:val="004D023A"/>
    <w:rsid w:val="004D0631"/>
    <w:rsid w:val="004D0702"/>
    <w:rsid w:val="004D0A7F"/>
    <w:rsid w:val="004D0CCF"/>
    <w:rsid w:val="004D10EE"/>
    <w:rsid w:val="004D174D"/>
    <w:rsid w:val="004D1A7B"/>
    <w:rsid w:val="004D1AB4"/>
    <w:rsid w:val="004D1E39"/>
    <w:rsid w:val="004D1FA7"/>
    <w:rsid w:val="004D2687"/>
    <w:rsid w:val="004D2840"/>
    <w:rsid w:val="004D2907"/>
    <w:rsid w:val="004D2967"/>
    <w:rsid w:val="004D2C67"/>
    <w:rsid w:val="004D2D8D"/>
    <w:rsid w:val="004D32B2"/>
    <w:rsid w:val="004D3475"/>
    <w:rsid w:val="004D3EB8"/>
    <w:rsid w:val="004D3F19"/>
    <w:rsid w:val="004D3F64"/>
    <w:rsid w:val="004D4006"/>
    <w:rsid w:val="004D42C0"/>
    <w:rsid w:val="004D4A5C"/>
    <w:rsid w:val="004D4BB5"/>
    <w:rsid w:val="004D4DBF"/>
    <w:rsid w:val="004D54C4"/>
    <w:rsid w:val="004D55D9"/>
    <w:rsid w:val="004D5620"/>
    <w:rsid w:val="004D5DC1"/>
    <w:rsid w:val="004D639F"/>
    <w:rsid w:val="004D6595"/>
    <w:rsid w:val="004D69A4"/>
    <w:rsid w:val="004D6B0E"/>
    <w:rsid w:val="004D6E29"/>
    <w:rsid w:val="004D6F5C"/>
    <w:rsid w:val="004D7048"/>
    <w:rsid w:val="004D7088"/>
    <w:rsid w:val="004D7220"/>
    <w:rsid w:val="004D75AB"/>
    <w:rsid w:val="004D77C4"/>
    <w:rsid w:val="004D7A34"/>
    <w:rsid w:val="004D7C1B"/>
    <w:rsid w:val="004D7F40"/>
    <w:rsid w:val="004E0088"/>
    <w:rsid w:val="004E0350"/>
    <w:rsid w:val="004E054B"/>
    <w:rsid w:val="004E05D1"/>
    <w:rsid w:val="004E0AE4"/>
    <w:rsid w:val="004E0FDE"/>
    <w:rsid w:val="004E14EB"/>
    <w:rsid w:val="004E1695"/>
    <w:rsid w:val="004E213B"/>
    <w:rsid w:val="004E2448"/>
    <w:rsid w:val="004E274A"/>
    <w:rsid w:val="004E2B51"/>
    <w:rsid w:val="004E2CDB"/>
    <w:rsid w:val="004E2CDF"/>
    <w:rsid w:val="004E305A"/>
    <w:rsid w:val="004E37AE"/>
    <w:rsid w:val="004E3845"/>
    <w:rsid w:val="004E3DCA"/>
    <w:rsid w:val="004E3F65"/>
    <w:rsid w:val="004E410F"/>
    <w:rsid w:val="004E4438"/>
    <w:rsid w:val="004E47D0"/>
    <w:rsid w:val="004E481C"/>
    <w:rsid w:val="004E4A7E"/>
    <w:rsid w:val="004E4E2F"/>
    <w:rsid w:val="004E5329"/>
    <w:rsid w:val="004E5480"/>
    <w:rsid w:val="004E5840"/>
    <w:rsid w:val="004E5A44"/>
    <w:rsid w:val="004E5B13"/>
    <w:rsid w:val="004E5C5F"/>
    <w:rsid w:val="004E5E0F"/>
    <w:rsid w:val="004E60C6"/>
    <w:rsid w:val="004E683D"/>
    <w:rsid w:val="004E6A11"/>
    <w:rsid w:val="004E6BCF"/>
    <w:rsid w:val="004E6C52"/>
    <w:rsid w:val="004E6DE2"/>
    <w:rsid w:val="004E6F97"/>
    <w:rsid w:val="004E74A1"/>
    <w:rsid w:val="004E74B0"/>
    <w:rsid w:val="004E762A"/>
    <w:rsid w:val="004E793D"/>
    <w:rsid w:val="004E7C44"/>
    <w:rsid w:val="004E7E43"/>
    <w:rsid w:val="004E7F3A"/>
    <w:rsid w:val="004F030F"/>
    <w:rsid w:val="004F0324"/>
    <w:rsid w:val="004F0589"/>
    <w:rsid w:val="004F0E58"/>
    <w:rsid w:val="004F1168"/>
    <w:rsid w:val="004F1279"/>
    <w:rsid w:val="004F12A6"/>
    <w:rsid w:val="004F157B"/>
    <w:rsid w:val="004F176C"/>
    <w:rsid w:val="004F17A5"/>
    <w:rsid w:val="004F1A0F"/>
    <w:rsid w:val="004F1BD0"/>
    <w:rsid w:val="004F1E33"/>
    <w:rsid w:val="004F1F18"/>
    <w:rsid w:val="004F1F3F"/>
    <w:rsid w:val="004F21D2"/>
    <w:rsid w:val="004F2272"/>
    <w:rsid w:val="004F22D9"/>
    <w:rsid w:val="004F26A4"/>
    <w:rsid w:val="004F2733"/>
    <w:rsid w:val="004F28AD"/>
    <w:rsid w:val="004F2C73"/>
    <w:rsid w:val="004F3053"/>
    <w:rsid w:val="004F32D6"/>
    <w:rsid w:val="004F32F7"/>
    <w:rsid w:val="004F3422"/>
    <w:rsid w:val="004F3759"/>
    <w:rsid w:val="004F3C2D"/>
    <w:rsid w:val="004F3CED"/>
    <w:rsid w:val="004F40BD"/>
    <w:rsid w:val="004F4230"/>
    <w:rsid w:val="004F44FA"/>
    <w:rsid w:val="004F46E2"/>
    <w:rsid w:val="004F4786"/>
    <w:rsid w:val="004F4884"/>
    <w:rsid w:val="004F4C93"/>
    <w:rsid w:val="004F4FF8"/>
    <w:rsid w:val="004F5397"/>
    <w:rsid w:val="004F5497"/>
    <w:rsid w:val="004F5D82"/>
    <w:rsid w:val="004F61F7"/>
    <w:rsid w:val="004F65C6"/>
    <w:rsid w:val="004F6809"/>
    <w:rsid w:val="004F693A"/>
    <w:rsid w:val="004F6F85"/>
    <w:rsid w:val="004F772E"/>
    <w:rsid w:val="004F7856"/>
    <w:rsid w:val="004F7BD5"/>
    <w:rsid w:val="004F7DBD"/>
    <w:rsid w:val="005005F3"/>
    <w:rsid w:val="00500959"/>
    <w:rsid w:val="005009F4"/>
    <w:rsid w:val="00500A9B"/>
    <w:rsid w:val="00500C32"/>
    <w:rsid w:val="005011A0"/>
    <w:rsid w:val="0050168E"/>
    <w:rsid w:val="005016BF"/>
    <w:rsid w:val="005016CA"/>
    <w:rsid w:val="00501708"/>
    <w:rsid w:val="0050177E"/>
    <w:rsid w:val="00501975"/>
    <w:rsid w:val="0050205A"/>
    <w:rsid w:val="0050224B"/>
    <w:rsid w:val="005028DD"/>
    <w:rsid w:val="005035EE"/>
    <w:rsid w:val="005037C9"/>
    <w:rsid w:val="00503E07"/>
    <w:rsid w:val="0050433A"/>
    <w:rsid w:val="00504633"/>
    <w:rsid w:val="00504882"/>
    <w:rsid w:val="00504A0E"/>
    <w:rsid w:val="00504B59"/>
    <w:rsid w:val="00505404"/>
    <w:rsid w:val="00505515"/>
    <w:rsid w:val="005061DC"/>
    <w:rsid w:val="005061E9"/>
    <w:rsid w:val="00506316"/>
    <w:rsid w:val="005063EB"/>
    <w:rsid w:val="005064D9"/>
    <w:rsid w:val="005066B2"/>
    <w:rsid w:val="00506AB8"/>
    <w:rsid w:val="00506B18"/>
    <w:rsid w:val="00506EA7"/>
    <w:rsid w:val="00506FB8"/>
    <w:rsid w:val="00507044"/>
    <w:rsid w:val="00507099"/>
    <w:rsid w:val="00507164"/>
    <w:rsid w:val="0050737A"/>
    <w:rsid w:val="00507D8E"/>
    <w:rsid w:val="005100F6"/>
    <w:rsid w:val="0051013D"/>
    <w:rsid w:val="00510214"/>
    <w:rsid w:val="00510356"/>
    <w:rsid w:val="00510A57"/>
    <w:rsid w:val="00511151"/>
    <w:rsid w:val="00511285"/>
    <w:rsid w:val="0051130D"/>
    <w:rsid w:val="00511C47"/>
    <w:rsid w:val="00511CF9"/>
    <w:rsid w:val="00511D70"/>
    <w:rsid w:val="0051288B"/>
    <w:rsid w:val="00512A00"/>
    <w:rsid w:val="00512B63"/>
    <w:rsid w:val="00513083"/>
    <w:rsid w:val="00513124"/>
    <w:rsid w:val="0051339C"/>
    <w:rsid w:val="00513818"/>
    <w:rsid w:val="00513A15"/>
    <w:rsid w:val="00513DC0"/>
    <w:rsid w:val="00514062"/>
    <w:rsid w:val="005141B6"/>
    <w:rsid w:val="00514296"/>
    <w:rsid w:val="005143CC"/>
    <w:rsid w:val="00514471"/>
    <w:rsid w:val="005149A5"/>
    <w:rsid w:val="00514B50"/>
    <w:rsid w:val="00515074"/>
    <w:rsid w:val="005153A3"/>
    <w:rsid w:val="0051578A"/>
    <w:rsid w:val="00516306"/>
    <w:rsid w:val="00516585"/>
    <w:rsid w:val="00516A96"/>
    <w:rsid w:val="00516EFC"/>
    <w:rsid w:val="00517661"/>
    <w:rsid w:val="0051781C"/>
    <w:rsid w:val="0051786F"/>
    <w:rsid w:val="00517A81"/>
    <w:rsid w:val="00517DB7"/>
    <w:rsid w:val="00520A09"/>
    <w:rsid w:val="00520B65"/>
    <w:rsid w:val="00520EA4"/>
    <w:rsid w:val="005210C4"/>
    <w:rsid w:val="0052110E"/>
    <w:rsid w:val="0052117F"/>
    <w:rsid w:val="005212F4"/>
    <w:rsid w:val="00521F85"/>
    <w:rsid w:val="00521F8C"/>
    <w:rsid w:val="00522052"/>
    <w:rsid w:val="00522A80"/>
    <w:rsid w:val="00522D4D"/>
    <w:rsid w:val="00522F67"/>
    <w:rsid w:val="0052313B"/>
    <w:rsid w:val="0052323C"/>
    <w:rsid w:val="00523FBB"/>
    <w:rsid w:val="0052424D"/>
    <w:rsid w:val="00524588"/>
    <w:rsid w:val="00524907"/>
    <w:rsid w:val="00524FFA"/>
    <w:rsid w:val="005254BA"/>
    <w:rsid w:val="00525575"/>
    <w:rsid w:val="00525632"/>
    <w:rsid w:val="005257C3"/>
    <w:rsid w:val="00525B73"/>
    <w:rsid w:val="00525D40"/>
    <w:rsid w:val="00525DC5"/>
    <w:rsid w:val="00525FB1"/>
    <w:rsid w:val="00525FB9"/>
    <w:rsid w:val="005261AD"/>
    <w:rsid w:val="00526251"/>
    <w:rsid w:val="00526805"/>
    <w:rsid w:val="00526A6C"/>
    <w:rsid w:val="00526C80"/>
    <w:rsid w:val="00527213"/>
    <w:rsid w:val="00527714"/>
    <w:rsid w:val="0052780D"/>
    <w:rsid w:val="0052793B"/>
    <w:rsid w:val="00527ABA"/>
    <w:rsid w:val="00527AC2"/>
    <w:rsid w:val="00527E5C"/>
    <w:rsid w:val="00530028"/>
    <w:rsid w:val="005306B6"/>
    <w:rsid w:val="00530E5B"/>
    <w:rsid w:val="00530ED0"/>
    <w:rsid w:val="005311C0"/>
    <w:rsid w:val="005317D3"/>
    <w:rsid w:val="005317DD"/>
    <w:rsid w:val="00531D53"/>
    <w:rsid w:val="00531DFD"/>
    <w:rsid w:val="00531EDC"/>
    <w:rsid w:val="00532027"/>
    <w:rsid w:val="0053227B"/>
    <w:rsid w:val="00532638"/>
    <w:rsid w:val="00532800"/>
    <w:rsid w:val="00532C91"/>
    <w:rsid w:val="00532FA7"/>
    <w:rsid w:val="00533790"/>
    <w:rsid w:val="005337A4"/>
    <w:rsid w:val="005339D4"/>
    <w:rsid w:val="00533FF1"/>
    <w:rsid w:val="0053459A"/>
    <w:rsid w:val="00534646"/>
    <w:rsid w:val="005348D7"/>
    <w:rsid w:val="0053515E"/>
    <w:rsid w:val="005352FD"/>
    <w:rsid w:val="0053557F"/>
    <w:rsid w:val="00535DC2"/>
    <w:rsid w:val="00535EE9"/>
    <w:rsid w:val="00535F3A"/>
    <w:rsid w:val="005360B1"/>
    <w:rsid w:val="0053626A"/>
    <w:rsid w:val="0053659C"/>
    <w:rsid w:val="005366F3"/>
    <w:rsid w:val="005367A9"/>
    <w:rsid w:val="00536AE3"/>
    <w:rsid w:val="00536F16"/>
    <w:rsid w:val="005377AB"/>
    <w:rsid w:val="0053795C"/>
    <w:rsid w:val="00537F28"/>
    <w:rsid w:val="0054034C"/>
    <w:rsid w:val="0054086D"/>
    <w:rsid w:val="005409C1"/>
    <w:rsid w:val="005409DB"/>
    <w:rsid w:val="00540B54"/>
    <w:rsid w:val="00540D2A"/>
    <w:rsid w:val="00540F85"/>
    <w:rsid w:val="00541230"/>
    <w:rsid w:val="0054143B"/>
    <w:rsid w:val="00541498"/>
    <w:rsid w:val="00541F08"/>
    <w:rsid w:val="00541F42"/>
    <w:rsid w:val="005420AF"/>
    <w:rsid w:val="00542525"/>
    <w:rsid w:val="00542FA1"/>
    <w:rsid w:val="005436E2"/>
    <w:rsid w:val="0054399B"/>
    <w:rsid w:val="00543C25"/>
    <w:rsid w:val="00543EE6"/>
    <w:rsid w:val="00543FD1"/>
    <w:rsid w:val="005444BF"/>
    <w:rsid w:val="0054457F"/>
    <w:rsid w:val="00544597"/>
    <w:rsid w:val="00544729"/>
    <w:rsid w:val="0054477E"/>
    <w:rsid w:val="00544AAA"/>
    <w:rsid w:val="00544E28"/>
    <w:rsid w:val="00544ED5"/>
    <w:rsid w:val="00545C6C"/>
    <w:rsid w:val="00545C6D"/>
    <w:rsid w:val="00545D30"/>
    <w:rsid w:val="00545E0A"/>
    <w:rsid w:val="00545EFA"/>
    <w:rsid w:val="005460C6"/>
    <w:rsid w:val="005460EC"/>
    <w:rsid w:val="00546519"/>
    <w:rsid w:val="00546668"/>
    <w:rsid w:val="005467F3"/>
    <w:rsid w:val="00546892"/>
    <w:rsid w:val="00546971"/>
    <w:rsid w:val="00546A01"/>
    <w:rsid w:val="00547172"/>
    <w:rsid w:val="005472F0"/>
    <w:rsid w:val="00547301"/>
    <w:rsid w:val="00547645"/>
    <w:rsid w:val="00550000"/>
    <w:rsid w:val="00550114"/>
    <w:rsid w:val="005502DE"/>
    <w:rsid w:val="00550460"/>
    <w:rsid w:val="00550473"/>
    <w:rsid w:val="00550649"/>
    <w:rsid w:val="005507AF"/>
    <w:rsid w:val="005509AF"/>
    <w:rsid w:val="00550AC3"/>
    <w:rsid w:val="00550FF9"/>
    <w:rsid w:val="00551BEB"/>
    <w:rsid w:val="00551DC6"/>
    <w:rsid w:val="00552057"/>
    <w:rsid w:val="0055210E"/>
    <w:rsid w:val="00552408"/>
    <w:rsid w:val="0055307C"/>
    <w:rsid w:val="00554403"/>
    <w:rsid w:val="00554457"/>
    <w:rsid w:val="005545CC"/>
    <w:rsid w:val="005548DB"/>
    <w:rsid w:val="005555E5"/>
    <w:rsid w:val="00555635"/>
    <w:rsid w:val="0055625E"/>
    <w:rsid w:val="00556275"/>
    <w:rsid w:val="0055640A"/>
    <w:rsid w:val="00556431"/>
    <w:rsid w:val="00556551"/>
    <w:rsid w:val="00556A96"/>
    <w:rsid w:val="005572D0"/>
    <w:rsid w:val="00557328"/>
    <w:rsid w:val="00557C4C"/>
    <w:rsid w:val="00557C62"/>
    <w:rsid w:val="005602B6"/>
    <w:rsid w:val="00560D1B"/>
    <w:rsid w:val="00561180"/>
    <w:rsid w:val="005615D5"/>
    <w:rsid w:val="00561A79"/>
    <w:rsid w:val="00561D10"/>
    <w:rsid w:val="00562236"/>
    <w:rsid w:val="005628EA"/>
    <w:rsid w:val="005632C5"/>
    <w:rsid w:val="0056343E"/>
    <w:rsid w:val="00563517"/>
    <w:rsid w:val="00564601"/>
    <w:rsid w:val="005649CD"/>
    <w:rsid w:val="00564A3A"/>
    <w:rsid w:val="0056570B"/>
    <w:rsid w:val="00565C84"/>
    <w:rsid w:val="00565F57"/>
    <w:rsid w:val="0056624A"/>
    <w:rsid w:val="0056630E"/>
    <w:rsid w:val="00566680"/>
    <w:rsid w:val="005668AD"/>
    <w:rsid w:val="00566AA0"/>
    <w:rsid w:val="00566BAF"/>
    <w:rsid w:val="0056728C"/>
    <w:rsid w:val="005673A4"/>
    <w:rsid w:val="00567B2E"/>
    <w:rsid w:val="00567E00"/>
    <w:rsid w:val="005702EB"/>
    <w:rsid w:val="005707B5"/>
    <w:rsid w:val="0057088D"/>
    <w:rsid w:val="00570B97"/>
    <w:rsid w:val="00570D34"/>
    <w:rsid w:val="00570D59"/>
    <w:rsid w:val="005710C8"/>
    <w:rsid w:val="005714EB"/>
    <w:rsid w:val="00571783"/>
    <w:rsid w:val="0057182E"/>
    <w:rsid w:val="005719AC"/>
    <w:rsid w:val="00571D81"/>
    <w:rsid w:val="005721AD"/>
    <w:rsid w:val="00572266"/>
    <w:rsid w:val="00572529"/>
    <w:rsid w:val="00572C77"/>
    <w:rsid w:val="00572F46"/>
    <w:rsid w:val="00572FFD"/>
    <w:rsid w:val="00573093"/>
    <w:rsid w:val="005734D8"/>
    <w:rsid w:val="00573878"/>
    <w:rsid w:val="00573A4F"/>
    <w:rsid w:val="00573F8D"/>
    <w:rsid w:val="00573FD6"/>
    <w:rsid w:val="005741DD"/>
    <w:rsid w:val="00574314"/>
    <w:rsid w:val="005744C6"/>
    <w:rsid w:val="0057582E"/>
    <w:rsid w:val="00575970"/>
    <w:rsid w:val="00575D54"/>
    <w:rsid w:val="0057643A"/>
    <w:rsid w:val="005766FE"/>
    <w:rsid w:val="00576EDB"/>
    <w:rsid w:val="005774AA"/>
    <w:rsid w:val="00577C0F"/>
    <w:rsid w:val="00577E2E"/>
    <w:rsid w:val="00577E58"/>
    <w:rsid w:val="005802B6"/>
    <w:rsid w:val="00580315"/>
    <w:rsid w:val="005808D5"/>
    <w:rsid w:val="00580FF9"/>
    <w:rsid w:val="00581143"/>
    <w:rsid w:val="00581808"/>
    <w:rsid w:val="00581AF6"/>
    <w:rsid w:val="00581C6A"/>
    <w:rsid w:val="00581EED"/>
    <w:rsid w:val="00581F0E"/>
    <w:rsid w:val="0058213E"/>
    <w:rsid w:val="005821F3"/>
    <w:rsid w:val="005838E2"/>
    <w:rsid w:val="00583AC4"/>
    <w:rsid w:val="00583C78"/>
    <w:rsid w:val="00583CDF"/>
    <w:rsid w:val="0058418A"/>
    <w:rsid w:val="005841BB"/>
    <w:rsid w:val="00584674"/>
    <w:rsid w:val="005849EA"/>
    <w:rsid w:val="00584A49"/>
    <w:rsid w:val="005852D1"/>
    <w:rsid w:val="0058583B"/>
    <w:rsid w:val="00585A3B"/>
    <w:rsid w:val="00585CE1"/>
    <w:rsid w:val="00585D1C"/>
    <w:rsid w:val="00586778"/>
    <w:rsid w:val="005869BC"/>
    <w:rsid w:val="005874DD"/>
    <w:rsid w:val="005874F5"/>
    <w:rsid w:val="0058796F"/>
    <w:rsid w:val="00587A8D"/>
    <w:rsid w:val="005900A0"/>
    <w:rsid w:val="0059014F"/>
    <w:rsid w:val="00590300"/>
    <w:rsid w:val="005906C9"/>
    <w:rsid w:val="00590AA9"/>
    <w:rsid w:val="00590BEE"/>
    <w:rsid w:val="00591126"/>
    <w:rsid w:val="00591545"/>
    <w:rsid w:val="005915C6"/>
    <w:rsid w:val="005915D3"/>
    <w:rsid w:val="00591AE7"/>
    <w:rsid w:val="00591C70"/>
    <w:rsid w:val="00591DFE"/>
    <w:rsid w:val="00592174"/>
    <w:rsid w:val="005923AC"/>
    <w:rsid w:val="00592472"/>
    <w:rsid w:val="005924C5"/>
    <w:rsid w:val="00592562"/>
    <w:rsid w:val="005926A7"/>
    <w:rsid w:val="00592B98"/>
    <w:rsid w:val="00592BB0"/>
    <w:rsid w:val="00592DC3"/>
    <w:rsid w:val="005936D0"/>
    <w:rsid w:val="00593D78"/>
    <w:rsid w:val="00593E9B"/>
    <w:rsid w:val="00594405"/>
    <w:rsid w:val="005944B2"/>
    <w:rsid w:val="00594807"/>
    <w:rsid w:val="00594C03"/>
    <w:rsid w:val="00595164"/>
    <w:rsid w:val="00595198"/>
    <w:rsid w:val="00595663"/>
    <w:rsid w:val="005958F2"/>
    <w:rsid w:val="00595ABF"/>
    <w:rsid w:val="00595AD0"/>
    <w:rsid w:val="00595E1A"/>
    <w:rsid w:val="00595FCF"/>
    <w:rsid w:val="005963E3"/>
    <w:rsid w:val="00596609"/>
    <w:rsid w:val="00596846"/>
    <w:rsid w:val="0059687F"/>
    <w:rsid w:val="005973A8"/>
    <w:rsid w:val="005974A5"/>
    <w:rsid w:val="005976A0"/>
    <w:rsid w:val="00597931"/>
    <w:rsid w:val="00597E31"/>
    <w:rsid w:val="005A0097"/>
    <w:rsid w:val="005A0B84"/>
    <w:rsid w:val="005A11BF"/>
    <w:rsid w:val="005A1380"/>
    <w:rsid w:val="005A14C0"/>
    <w:rsid w:val="005A1772"/>
    <w:rsid w:val="005A18DA"/>
    <w:rsid w:val="005A1A23"/>
    <w:rsid w:val="005A1BE1"/>
    <w:rsid w:val="005A1D3B"/>
    <w:rsid w:val="005A2003"/>
    <w:rsid w:val="005A21C5"/>
    <w:rsid w:val="005A2322"/>
    <w:rsid w:val="005A2871"/>
    <w:rsid w:val="005A288D"/>
    <w:rsid w:val="005A2A5C"/>
    <w:rsid w:val="005A312A"/>
    <w:rsid w:val="005A33D7"/>
    <w:rsid w:val="005A39AF"/>
    <w:rsid w:val="005A3C28"/>
    <w:rsid w:val="005A3D8E"/>
    <w:rsid w:val="005A46BB"/>
    <w:rsid w:val="005A4892"/>
    <w:rsid w:val="005A48E1"/>
    <w:rsid w:val="005A492A"/>
    <w:rsid w:val="005A4C2C"/>
    <w:rsid w:val="005A4E07"/>
    <w:rsid w:val="005A51AA"/>
    <w:rsid w:val="005A51D8"/>
    <w:rsid w:val="005A52FF"/>
    <w:rsid w:val="005A531E"/>
    <w:rsid w:val="005A5454"/>
    <w:rsid w:val="005A54A3"/>
    <w:rsid w:val="005A55E4"/>
    <w:rsid w:val="005A574D"/>
    <w:rsid w:val="005A5B8F"/>
    <w:rsid w:val="005A5DBD"/>
    <w:rsid w:val="005A5F9F"/>
    <w:rsid w:val="005A6298"/>
    <w:rsid w:val="005A635D"/>
    <w:rsid w:val="005A647F"/>
    <w:rsid w:val="005A65B2"/>
    <w:rsid w:val="005A65D4"/>
    <w:rsid w:val="005A6AEE"/>
    <w:rsid w:val="005A6EFD"/>
    <w:rsid w:val="005A799E"/>
    <w:rsid w:val="005A7A09"/>
    <w:rsid w:val="005B0055"/>
    <w:rsid w:val="005B0138"/>
    <w:rsid w:val="005B0274"/>
    <w:rsid w:val="005B0336"/>
    <w:rsid w:val="005B07C4"/>
    <w:rsid w:val="005B0821"/>
    <w:rsid w:val="005B0886"/>
    <w:rsid w:val="005B0B75"/>
    <w:rsid w:val="005B0E7E"/>
    <w:rsid w:val="005B14CF"/>
    <w:rsid w:val="005B1575"/>
    <w:rsid w:val="005B1636"/>
    <w:rsid w:val="005B1AE6"/>
    <w:rsid w:val="005B1BF3"/>
    <w:rsid w:val="005B1E64"/>
    <w:rsid w:val="005B222E"/>
    <w:rsid w:val="005B242E"/>
    <w:rsid w:val="005B24C9"/>
    <w:rsid w:val="005B26A4"/>
    <w:rsid w:val="005B26CB"/>
    <w:rsid w:val="005B27F1"/>
    <w:rsid w:val="005B2C4A"/>
    <w:rsid w:val="005B2C66"/>
    <w:rsid w:val="005B2E1A"/>
    <w:rsid w:val="005B2F1C"/>
    <w:rsid w:val="005B338E"/>
    <w:rsid w:val="005B34E9"/>
    <w:rsid w:val="005B35D5"/>
    <w:rsid w:val="005B39FB"/>
    <w:rsid w:val="005B3C0A"/>
    <w:rsid w:val="005B48E6"/>
    <w:rsid w:val="005B49B0"/>
    <w:rsid w:val="005B4D08"/>
    <w:rsid w:val="005B5494"/>
    <w:rsid w:val="005B54C3"/>
    <w:rsid w:val="005B5668"/>
    <w:rsid w:val="005B571F"/>
    <w:rsid w:val="005B5E0D"/>
    <w:rsid w:val="005B61CD"/>
    <w:rsid w:val="005B63E8"/>
    <w:rsid w:val="005B660C"/>
    <w:rsid w:val="005B7195"/>
    <w:rsid w:val="005B731B"/>
    <w:rsid w:val="005B7586"/>
    <w:rsid w:val="005B75EF"/>
    <w:rsid w:val="005B7753"/>
    <w:rsid w:val="005B795D"/>
    <w:rsid w:val="005B7974"/>
    <w:rsid w:val="005B7A35"/>
    <w:rsid w:val="005B7A88"/>
    <w:rsid w:val="005B7DFD"/>
    <w:rsid w:val="005C0223"/>
    <w:rsid w:val="005C04C2"/>
    <w:rsid w:val="005C0B45"/>
    <w:rsid w:val="005C0F0A"/>
    <w:rsid w:val="005C0F59"/>
    <w:rsid w:val="005C0F77"/>
    <w:rsid w:val="005C1032"/>
    <w:rsid w:val="005C1187"/>
    <w:rsid w:val="005C159D"/>
    <w:rsid w:val="005C1628"/>
    <w:rsid w:val="005C1885"/>
    <w:rsid w:val="005C18C4"/>
    <w:rsid w:val="005C1E30"/>
    <w:rsid w:val="005C20C4"/>
    <w:rsid w:val="005C254B"/>
    <w:rsid w:val="005C2ECA"/>
    <w:rsid w:val="005C3774"/>
    <w:rsid w:val="005C3A13"/>
    <w:rsid w:val="005C3DB2"/>
    <w:rsid w:val="005C43D5"/>
    <w:rsid w:val="005C4403"/>
    <w:rsid w:val="005C4540"/>
    <w:rsid w:val="005C4A62"/>
    <w:rsid w:val="005C4D49"/>
    <w:rsid w:val="005C4FC1"/>
    <w:rsid w:val="005C52EF"/>
    <w:rsid w:val="005C57F9"/>
    <w:rsid w:val="005C5C08"/>
    <w:rsid w:val="005C5D06"/>
    <w:rsid w:val="005C5FFF"/>
    <w:rsid w:val="005C648F"/>
    <w:rsid w:val="005C6986"/>
    <w:rsid w:val="005C6FE4"/>
    <w:rsid w:val="005C729F"/>
    <w:rsid w:val="005C7E58"/>
    <w:rsid w:val="005D019B"/>
    <w:rsid w:val="005D0202"/>
    <w:rsid w:val="005D021F"/>
    <w:rsid w:val="005D0455"/>
    <w:rsid w:val="005D05C1"/>
    <w:rsid w:val="005D0992"/>
    <w:rsid w:val="005D0BD9"/>
    <w:rsid w:val="005D1683"/>
    <w:rsid w:val="005D19DC"/>
    <w:rsid w:val="005D1A7D"/>
    <w:rsid w:val="005D1AA9"/>
    <w:rsid w:val="005D1BCF"/>
    <w:rsid w:val="005D2676"/>
    <w:rsid w:val="005D2A0D"/>
    <w:rsid w:val="005D2C22"/>
    <w:rsid w:val="005D3101"/>
    <w:rsid w:val="005D35D0"/>
    <w:rsid w:val="005D3BAC"/>
    <w:rsid w:val="005D3CCE"/>
    <w:rsid w:val="005D4293"/>
    <w:rsid w:val="005D43D1"/>
    <w:rsid w:val="005D581A"/>
    <w:rsid w:val="005D5940"/>
    <w:rsid w:val="005D5AAB"/>
    <w:rsid w:val="005D63CC"/>
    <w:rsid w:val="005D66E3"/>
    <w:rsid w:val="005D6773"/>
    <w:rsid w:val="005D689C"/>
    <w:rsid w:val="005D68E8"/>
    <w:rsid w:val="005D69F5"/>
    <w:rsid w:val="005D6DD9"/>
    <w:rsid w:val="005D718A"/>
    <w:rsid w:val="005D7914"/>
    <w:rsid w:val="005D7F24"/>
    <w:rsid w:val="005E0027"/>
    <w:rsid w:val="005E0599"/>
    <w:rsid w:val="005E0684"/>
    <w:rsid w:val="005E08D7"/>
    <w:rsid w:val="005E0A94"/>
    <w:rsid w:val="005E10EC"/>
    <w:rsid w:val="005E1CF5"/>
    <w:rsid w:val="005E2580"/>
    <w:rsid w:val="005E28C2"/>
    <w:rsid w:val="005E2B14"/>
    <w:rsid w:val="005E2B58"/>
    <w:rsid w:val="005E2D2A"/>
    <w:rsid w:val="005E2F85"/>
    <w:rsid w:val="005E30BD"/>
    <w:rsid w:val="005E348E"/>
    <w:rsid w:val="005E36ED"/>
    <w:rsid w:val="005E3744"/>
    <w:rsid w:val="005E37B2"/>
    <w:rsid w:val="005E395C"/>
    <w:rsid w:val="005E3A55"/>
    <w:rsid w:val="005E3ACF"/>
    <w:rsid w:val="005E3C7A"/>
    <w:rsid w:val="005E412D"/>
    <w:rsid w:val="005E446A"/>
    <w:rsid w:val="005E45E2"/>
    <w:rsid w:val="005E47C8"/>
    <w:rsid w:val="005E4862"/>
    <w:rsid w:val="005E4AC7"/>
    <w:rsid w:val="005E4B7A"/>
    <w:rsid w:val="005E4D6A"/>
    <w:rsid w:val="005E573C"/>
    <w:rsid w:val="005E5751"/>
    <w:rsid w:val="005E57F1"/>
    <w:rsid w:val="005E5C73"/>
    <w:rsid w:val="005E6084"/>
    <w:rsid w:val="005E6342"/>
    <w:rsid w:val="005E63DB"/>
    <w:rsid w:val="005E66A6"/>
    <w:rsid w:val="005E6986"/>
    <w:rsid w:val="005E6D1F"/>
    <w:rsid w:val="005E6F4D"/>
    <w:rsid w:val="005E6FD0"/>
    <w:rsid w:val="005E7228"/>
    <w:rsid w:val="005E727F"/>
    <w:rsid w:val="005E7553"/>
    <w:rsid w:val="005E776F"/>
    <w:rsid w:val="005E7A02"/>
    <w:rsid w:val="005E7BA6"/>
    <w:rsid w:val="005E7FDD"/>
    <w:rsid w:val="005F029A"/>
    <w:rsid w:val="005F0513"/>
    <w:rsid w:val="005F061E"/>
    <w:rsid w:val="005F105E"/>
    <w:rsid w:val="005F10E9"/>
    <w:rsid w:val="005F1568"/>
    <w:rsid w:val="005F1BCD"/>
    <w:rsid w:val="005F1CD4"/>
    <w:rsid w:val="005F1CE8"/>
    <w:rsid w:val="005F1FAD"/>
    <w:rsid w:val="005F229E"/>
    <w:rsid w:val="005F23E0"/>
    <w:rsid w:val="005F263D"/>
    <w:rsid w:val="005F264E"/>
    <w:rsid w:val="005F2B2A"/>
    <w:rsid w:val="005F3222"/>
    <w:rsid w:val="005F3BDD"/>
    <w:rsid w:val="005F3C48"/>
    <w:rsid w:val="005F3E78"/>
    <w:rsid w:val="005F405A"/>
    <w:rsid w:val="005F4246"/>
    <w:rsid w:val="005F4461"/>
    <w:rsid w:val="005F44AF"/>
    <w:rsid w:val="005F4D4F"/>
    <w:rsid w:val="005F5037"/>
    <w:rsid w:val="005F503F"/>
    <w:rsid w:val="005F50D9"/>
    <w:rsid w:val="005F5252"/>
    <w:rsid w:val="005F5335"/>
    <w:rsid w:val="005F56B3"/>
    <w:rsid w:val="005F582F"/>
    <w:rsid w:val="005F5877"/>
    <w:rsid w:val="005F610B"/>
    <w:rsid w:val="005F643B"/>
    <w:rsid w:val="005F6955"/>
    <w:rsid w:val="005F6AD0"/>
    <w:rsid w:val="005F6D02"/>
    <w:rsid w:val="005F7261"/>
    <w:rsid w:val="005F72A7"/>
    <w:rsid w:val="005F762A"/>
    <w:rsid w:val="005F76E5"/>
    <w:rsid w:val="0060041B"/>
    <w:rsid w:val="00600490"/>
    <w:rsid w:val="00600512"/>
    <w:rsid w:val="006005DF"/>
    <w:rsid w:val="0060094C"/>
    <w:rsid w:val="00600D49"/>
    <w:rsid w:val="00600F9B"/>
    <w:rsid w:val="00601381"/>
    <w:rsid w:val="006014F2"/>
    <w:rsid w:val="006016D1"/>
    <w:rsid w:val="006019AC"/>
    <w:rsid w:val="00601FB7"/>
    <w:rsid w:val="0060246D"/>
    <w:rsid w:val="0060265C"/>
    <w:rsid w:val="00602814"/>
    <w:rsid w:val="00602915"/>
    <w:rsid w:val="006029D0"/>
    <w:rsid w:val="00602BAC"/>
    <w:rsid w:val="00602BF0"/>
    <w:rsid w:val="00602FF3"/>
    <w:rsid w:val="006031ED"/>
    <w:rsid w:val="00603523"/>
    <w:rsid w:val="006037C0"/>
    <w:rsid w:val="0060398E"/>
    <w:rsid w:val="00603BC1"/>
    <w:rsid w:val="00603E5A"/>
    <w:rsid w:val="00604079"/>
    <w:rsid w:val="00604A1A"/>
    <w:rsid w:val="00604AD9"/>
    <w:rsid w:val="00604B61"/>
    <w:rsid w:val="00604E10"/>
    <w:rsid w:val="0060512E"/>
    <w:rsid w:val="00605139"/>
    <w:rsid w:val="00605BDC"/>
    <w:rsid w:val="00605BEA"/>
    <w:rsid w:val="00605BEE"/>
    <w:rsid w:val="00605C52"/>
    <w:rsid w:val="00605C89"/>
    <w:rsid w:val="00606326"/>
    <w:rsid w:val="00606C33"/>
    <w:rsid w:val="00607661"/>
    <w:rsid w:val="00607684"/>
    <w:rsid w:val="006078F0"/>
    <w:rsid w:val="00607C08"/>
    <w:rsid w:val="00607D8F"/>
    <w:rsid w:val="00607F13"/>
    <w:rsid w:val="0061002D"/>
    <w:rsid w:val="006102E0"/>
    <w:rsid w:val="006102F7"/>
    <w:rsid w:val="00610361"/>
    <w:rsid w:val="006107F6"/>
    <w:rsid w:val="006109FE"/>
    <w:rsid w:val="00610D09"/>
    <w:rsid w:val="00610DC9"/>
    <w:rsid w:val="00610F6B"/>
    <w:rsid w:val="006111BB"/>
    <w:rsid w:val="006119D2"/>
    <w:rsid w:val="00611B77"/>
    <w:rsid w:val="00611F73"/>
    <w:rsid w:val="00612396"/>
    <w:rsid w:val="00612BC1"/>
    <w:rsid w:val="00612F52"/>
    <w:rsid w:val="00613223"/>
    <w:rsid w:val="006133B6"/>
    <w:rsid w:val="006138A6"/>
    <w:rsid w:val="006139E2"/>
    <w:rsid w:val="00613E10"/>
    <w:rsid w:val="00613E88"/>
    <w:rsid w:val="00614042"/>
    <w:rsid w:val="006141EA"/>
    <w:rsid w:val="00614561"/>
    <w:rsid w:val="00614CB5"/>
    <w:rsid w:val="0061530A"/>
    <w:rsid w:val="0061551C"/>
    <w:rsid w:val="006157A5"/>
    <w:rsid w:val="0061682F"/>
    <w:rsid w:val="0061683B"/>
    <w:rsid w:val="00616EC5"/>
    <w:rsid w:val="00617354"/>
    <w:rsid w:val="00617399"/>
    <w:rsid w:val="006179E7"/>
    <w:rsid w:val="00617AB8"/>
    <w:rsid w:val="00617BF9"/>
    <w:rsid w:val="00617C2C"/>
    <w:rsid w:val="00617DCE"/>
    <w:rsid w:val="00617DE1"/>
    <w:rsid w:val="00617F46"/>
    <w:rsid w:val="0062016B"/>
    <w:rsid w:val="006204D2"/>
    <w:rsid w:val="006205ED"/>
    <w:rsid w:val="00620A7F"/>
    <w:rsid w:val="00620CB5"/>
    <w:rsid w:val="00620DF2"/>
    <w:rsid w:val="00620EBF"/>
    <w:rsid w:val="0062141C"/>
    <w:rsid w:val="00621803"/>
    <w:rsid w:val="00621B99"/>
    <w:rsid w:val="00621E1A"/>
    <w:rsid w:val="00621ED8"/>
    <w:rsid w:val="0062248B"/>
    <w:rsid w:val="00622774"/>
    <w:rsid w:val="0062284F"/>
    <w:rsid w:val="006228FE"/>
    <w:rsid w:val="00622961"/>
    <w:rsid w:val="006229DF"/>
    <w:rsid w:val="00622C89"/>
    <w:rsid w:val="00622E3B"/>
    <w:rsid w:val="006230AE"/>
    <w:rsid w:val="0062323D"/>
    <w:rsid w:val="006235A7"/>
    <w:rsid w:val="00623A28"/>
    <w:rsid w:val="00623B40"/>
    <w:rsid w:val="00623CCF"/>
    <w:rsid w:val="00623EBF"/>
    <w:rsid w:val="00624690"/>
    <w:rsid w:val="0062489C"/>
    <w:rsid w:val="00625339"/>
    <w:rsid w:val="006258EF"/>
    <w:rsid w:val="00625A7D"/>
    <w:rsid w:val="00625B0C"/>
    <w:rsid w:val="00625B17"/>
    <w:rsid w:val="0062637E"/>
    <w:rsid w:val="00626750"/>
    <w:rsid w:val="00626B5C"/>
    <w:rsid w:val="00626DCD"/>
    <w:rsid w:val="006272BD"/>
    <w:rsid w:val="0062742E"/>
    <w:rsid w:val="00627496"/>
    <w:rsid w:val="00627CC6"/>
    <w:rsid w:val="00627E74"/>
    <w:rsid w:val="00627F5B"/>
    <w:rsid w:val="00630013"/>
    <w:rsid w:val="00630255"/>
    <w:rsid w:val="00630B24"/>
    <w:rsid w:val="00630DAF"/>
    <w:rsid w:val="00631820"/>
    <w:rsid w:val="00631FDC"/>
    <w:rsid w:val="00632429"/>
    <w:rsid w:val="00632600"/>
    <w:rsid w:val="00632767"/>
    <w:rsid w:val="00632773"/>
    <w:rsid w:val="006328B5"/>
    <w:rsid w:val="00632A9D"/>
    <w:rsid w:val="00632B34"/>
    <w:rsid w:val="006334E5"/>
    <w:rsid w:val="00633534"/>
    <w:rsid w:val="006335CB"/>
    <w:rsid w:val="00633719"/>
    <w:rsid w:val="006339E8"/>
    <w:rsid w:val="006339EC"/>
    <w:rsid w:val="00633A8C"/>
    <w:rsid w:val="00634474"/>
    <w:rsid w:val="0063459E"/>
    <w:rsid w:val="00634845"/>
    <w:rsid w:val="00634CC3"/>
    <w:rsid w:val="00634D62"/>
    <w:rsid w:val="00635007"/>
    <w:rsid w:val="00635048"/>
    <w:rsid w:val="00635100"/>
    <w:rsid w:val="00635862"/>
    <w:rsid w:val="006358E9"/>
    <w:rsid w:val="00635903"/>
    <w:rsid w:val="00635B6E"/>
    <w:rsid w:val="00635D00"/>
    <w:rsid w:val="00636796"/>
    <w:rsid w:val="00636FD2"/>
    <w:rsid w:val="00637C15"/>
    <w:rsid w:val="00640779"/>
    <w:rsid w:val="00640986"/>
    <w:rsid w:val="00640DD5"/>
    <w:rsid w:val="00640FA9"/>
    <w:rsid w:val="0064162C"/>
    <w:rsid w:val="00641643"/>
    <w:rsid w:val="006417A6"/>
    <w:rsid w:val="00641ACD"/>
    <w:rsid w:val="00641D83"/>
    <w:rsid w:val="00641F60"/>
    <w:rsid w:val="00642279"/>
    <w:rsid w:val="00642411"/>
    <w:rsid w:val="006424B1"/>
    <w:rsid w:val="006425D6"/>
    <w:rsid w:val="00642795"/>
    <w:rsid w:val="00642C00"/>
    <w:rsid w:val="00642E53"/>
    <w:rsid w:val="006431BB"/>
    <w:rsid w:val="006434EA"/>
    <w:rsid w:val="00643545"/>
    <w:rsid w:val="00643727"/>
    <w:rsid w:val="006438E1"/>
    <w:rsid w:val="00643FFA"/>
    <w:rsid w:val="00644029"/>
    <w:rsid w:val="00644880"/>
    <w:rsid w:val="006448EE"/>
    <w:rsid w:val="00644B17"/>
    <w:rsid w:val="00644F07"/>
    <w:rsid w:val="006454F1"/>
    <w:rsid w:val="006458F1"/>
    <w:rsid w:val="00645938"/>
    <w:rsid w:val="00645F3E"/>
    <w:rsid w:val="00646078"/>
    <w:rsid w:val="00646675"/>
    <w:rsid w:val="00646DD9"/>
    <w:rsid w:val="00647522"/>
    <w:rsid w:val="00647593"/>
    <w:rsid w:val="006475CB"/>
    <w:rsid w:val="00650749"/>
    <w:rsid w:val="00650B3B"/>
    <w:rsid w:val="00651177"/>
    <w:rsid w:val="00651570"/>
    <w:rsid w:val="006518B7"/>
    <w:rsid w:val="006518BB"/>
    <w:rsid w:val="00652ABD"/>
    <w:rsid w:val="00652E13"/>
    <w:rsid w:val="0065313F"/>
    <w:rsid w:val="00653319"/>
    <w:rsid w:val="006533C9"/>
    <w:rsid w:val="006535EA"/>
    <w:rsid w:val="00653614"/>
    <w:rsid w:val="00653685"/>
    <w:rsid w:val="00653933"/>
    <w:rsid w:val="00653C1E"/>
    <w:rsid w:val="00653E12"/>
    <w:rsid w:val="006547A9"/>
    <w:rsid w:val="00654B11"/>
    <w:rsid w:val="00654DAF"/>
    <w:rsid w:val="00654F1A"/>
    <w:rsid w:val="0065511F"/>
    <w:rsid w:val="0065580C"/>
    <w:rsid w:val="006559D6"/>
    <w:rsid w:val="00655D8A"/>
    <w:rsid w:val="00656057"/>
    <w:rsid w:val="006561B1"/>
    <w:rsid w:val="00656540"/>
    <w:rsid w:val="00656707"/>
    <w:rsid w:val="0065689F"/>
    <w:rsid w:val="006570FF"/>
    <w:rsid w:val="0065726E"/>
    <w:rsid w:val="0065761C"/>
    <w:rsid w:val="0065765C"/>
    <w:rsid w:val="0065772D"/>
    <w:rsid w:val="006579F1"/>
    <w:rsid w:val="00657CE3"/>
    <w:rsid w:val="0066022C"/>
    <w:rsid w:val="00660880"/>
    <w:rsid w:val="0066097B"/>
    <w:rsid w:val="00660ACB"/>
    <w:rsid w:val="00660C24"/>
    <w:rsid w:val="00660C78"/>
    <w:rsid w:val="00660F7B"/>
    <w:rsid w:val="006610D2"/>
    <w:rsid w:val="006612E2"/>
    <w:rsid w:val="0066176F"/>
    <w:rsid w:val="00661817"/>
    <w:rsid w:val="00661A96"/>
    <w:rsid w:val="00661ED0"/>
    <w:rsid w:val="0066229F"/>
    <w:rsid w:val="00662508"/>
    <w:rsid w:val="006625AF"/>
    <w:rsid w:val="006627EE"/>
    <w:rsid w:val="00662EB4"/>
    <w:rsid w:val="006630CD"/>
    <w:rsid w:val="006635C8"/>
    <w:rsid w:val="006638A3"/>
    <w:rsid w:val="00663AE4"/>
    <w:rsid w:val="00663B8F"/>
    <w:rsid w:val="00663E88"/>
    <w:rsid w:val="006658B6"/>
    <w:rsid w:val="00665B92"/>
    <w:rsid w:val="0066605B"/>
    <w:rsid w:val="0066663A"/>
    <w:rsid w:val="00666853"/>
    <w:rsid w:val="00666B04"/>
    <w:rsid w:val="00667077"/>
    <w:rsid w:val="006670C3"/>
    <w:rsid w:val="00667327"/>
    <w:rsid w:val="006675B2"/>
    <w:rsid w:val="006677CC"/>
    <w:rsid w:val="00667D21"/>
    <w:rsid w:val="006700CA"/>
    <w:rsid w:val="0067095E"/>
    <w:rsid w:val="0067097D"/>
    <w:rsid w:val="00670AC8"/>
    <w:rsid w:val="00670C7D"/>
    <w:rsid w:val="00670F32"/>
    <w:rsid w:val="00670FCD"/>
    <w:rsid w:val="0067126B"/>
    <w:rsid w:val="006714F2"/>
    <w:rsid w:val="006715D2"/>
    <w:rsid w:val="00671EAE"/>
    <w:rsid w:val="00671F6A"/>
    <w:rsid w:val="00672E87"/>
    <w:rsid w:val="00672E8F"/>
    <w:rsid w:val="00672EBF"/>
    <w:rsid w:val="006731D9"/>
    <w:rsid w:val="00673317"/>
    <w:rsid w:val="0067362C"/>
    <w:rsid w:val="00673869"/>
    <w:rsid w:val="00673CDC"/>
    <w:rsid w:val="0067431E"/>
    <w:rsid w:val="0067472D"/>
    <w:rsid w:val="0067523B"/>
    <w:rsid w:val="00675255"/>
    <w:rsid w:val="00675AEB"/>
    <w:rsid w:val="00675B92"/>
    <w:rsid w:val="00675D45"/>
    <w:rsid w:val="0067620E"/>
    <w:rsid w:val="0067634B"/>
    <w:rsid w:val="006765CE"/>
    <w:rsid w:val="00676FDA"/>
    <w:rsid w:val="0067710D"/>
    <w:rsid w:val="00677427"/>
    <w:rsid w:val="00677440"/>
    <w:rsid w:val="00677476"/>
    <w:rsid w:val="00677486"/>
    <w:rsid w:val="00677D7C"/>
    <w:rsid w:val="0068008F"/>
    <w:rsid w:val="006804E6"/>
    <w:rsid w:val="00680B5D"/>
    <w:rsid w:val="00680DCC"/>
    <w:rsid w:val="00680E1E"/>
    <w:rsid w:val="00681881"/>
    <w:rsid w:val="00681D09"/>
    <w:rsid w:val="00681D2A"/>
    <w:rsid w:val="00681D44"/>
    <w:rsid w:val="00681DA5"/>
    <w:rsid w:val="00681FA9"/>
    <w:rsid w:val="006821BA"/>
    <w:rsid w:val="00682467"/>
    <w:rsid w:val="00682557"/>
    <w:rsid w:val="0068262E"/>
    <w:rsid w:val="006829F6"/>
    <w:rsid w:val="00682B84"/>
    <w:rsid w:val="00682E35"/>
    <w:rsid w:val="00683656"/>
    <w:rsid w:val="0068366F"/>
    <w:rsid w:val="006836A3"/>
    <w:rsid w:val="006844F5"/>
    <w:rsid w:val="00684749"/>
    <w:rsid w:val="00684A6A"/>
    <w:rsid w:val="00685023"/>
    <w:rsid w:val="0068530F"/>
    <w:rsid w:val="00685379"/>
    <w:rsid w:val="00685802"/>
    <w:rsid w:val="006858FB"/>
    <w:rsid w:val="00685ACA"/>
    <w:rsid w:val="00685BE7"/>
    <w:rsid w:val="00685FBD"/>
    <w:rsid w:val="006865D4"/>
    <w:rsid w:val="00686732"/>
    <w:rsid w:val="00686A7D"/>
    <w:rsid w:val="00686E31"/>
    <w:rsid w:val="00686ED0"/>
    <w:rsid w:val="00686EEF"/>
    <w:rsid w:val="006879E6"/>
    <w:rsid w:val="00687AE2"/>
    <w:rsid w:val="006901A3"/>
    <w:rsid w:val="006901AC"/>
    <w:rsid w:val="00690578"/>
    <w:rsid w:val="006905FF"/>
    <w:rsid w:val="00690764"/>
    <w:rsid w:val="00690E9A"/>
    <w:rsid w:val="006911ED"/>
    <w:rsid w:val="006915A7"/>
    <w:rsid w:val="00691761"/>
    <w:rsid w:val="0069186D"/>
    <w:rsid w:val="00691AF9"/>
    <w:rsid w:val="00691CF9"/>
    <w:rsid w:val="00691DBC"/>
    <w:rsid w:val="00691E8C"/>
    <w:rsid w:val="006926AF"/>
    <w:rsid w:val="00692925"/>
    <w:rsid w:val="00692E19"/>
    <w:rsid w:val="00693C38"/>
    <w:rsid w:val="00693FEC"/>
    <w:rsid w:val="00694025"/>
    <w:rsid w:val="006940AF"/>
    <w:rsid w:val="006944BC"/>
    <w:rsid w:val="00694A71"/>
    <w:rsid w:val="00694A97"/>
    <w:rsid w:val="00694DA4"/>
    <w:rsid w:val="00694EBF"/>
    <w:rsid w:val="00695551"/>
    <w:rsid w:val="00695811"/>
    <w:rsid w:val="0069583A"/>
    <w:rsid w:val="006959C1"/>
    <w:rsid w:val="00695ECC"/>
    <w:rsid w:val="006964BD"/>
    <w:rsid w:val="00696531"/>
    <w:rsid w:val="006968BD"/>
    <w:rsid w:val="00696E0A"/>
    <w:rsid w:val="00696FC0"/>
    <w:rsid w:val="006972E1"/>
    <w:rsid w:val="0069778C"/>
    <w:rsid w:val="006977F2"/>
    <w:rsid w:val="006A0145"/>
    <w:rsid w:val="006A02D6"/>
    <w:rsid w:val="006A0408"/>
    <w:rsid w:val="006A042D"/>
    <w:rsid w:val="006A0707"/>
    <w:rsid w:val="006A0855"/>
    <w:rsid w:val="006A1113"/>
    <w:rsid w:val="006A13A7"/>
    <w:rsid w:val="006A1670"/>
    <w:rsid w:val="006A19AE"/>
    <w:rsid w:val="006A1A50"/>
    <w:rsid w:val="006A1AAE"/>
    <w:rsid w:val="006A201C"/>
    <w:rsid w:val="006A2AF3"/>
    <w:rsid w:val="006A2E89"/>
    <w:rsid w:val="006A34BD"/>
    <w:rsid w:val="006A355D"/>
    <w:rsid w:val="006A377C"/>
    <w:rsid w:val="006A40D7"/>
    <w:rsid w:val="006A42A8"/>
    <w:rsid w:val="006A42AA"/>
    <w:rsid w:val="006A4821"/>
    <w:rsid w:val="006A489A"/>
    <w:rsid w:val="006A4A11"/>
    <w:rsid w:val="006A4AED"/>
    <w:rsid w:val="006A4E30"/>
    <w:rsid w:val="006A5521"/>
    <w:rsid w:val="006A594E"/>
    <w:rsid w:val="006A5C06"/>
    <w:rsid w:val="006A5DA2"/>
    <w:rsid w:val="006A62C6"/>
    <w:rsid w:val="006A6369"/>
    <w:rsid w:val="006A6722"/>
    <w:rsid w:val="006A6FB0"/>
    <w:rsid w:val="006A73E9"/>
    <w:rsid w:val="006A75E7"/>
    <w:rsid w:val="006A7983"/>
    <w:rsid w:val="006A7ECA"/>
    <w:rsid w:val="006B0202"/>
    <w:rsid w:val="006B03C2"/>
    <w:rsid w:val="006B04BA"/>
    <w:rsid w:val="006B0756"/>
    <w:rsid w:val="006B0A24"/>
    <w:rsid w:val="006B0CF9"/>
    <w:rsid w:val="006B0FDD"/>
    <w:rsid w:val="006B1323"/>
    <w:rsid w:val="006B1468"/>
    <w:rsid w:val="006B1AE9"/>
    <w:rsid w:val="006B1C4C"/>
    <w:rsid w:val="006B1C77"/>
    <w:rsid w:val="006B23ED"/>
    <w:rsid w:val="006B25D5"/>
    <w:rsid w:val="006B28E8"/>
    <w:rsid w:val="006B2CD5"/>
    <w:rsid w:val="006B2DF4"/>
    <w:rsid w:val="006B2E20"/>
    <w:rsid w:val="006B2FF8"/>
    <w:rsid w:val="006B31C7"/>
    <w:rsid w:val="006B3202"/>
    <w:rsid w:val="006B361F"/>
    <w:rsid w:val="006B3ED4"/>
    <w:rsid w:val="006B4816"/>
    <w:rsid w:val="006B5054"/>
    <w:rsid w:val="006B5247"/>
    <w:rsid w:val="006B5B96"/>
    <w:rsid w:val="006B5D27"/>
    <w:rsid w:val="006B5E17"/>
    <w:rsid w:val="006B5E21"/>
    <w:rsid w:val="006B5EDA"/>
    <w:rsid w:val="006B5F95"/>
    <w:rsid w:val="006B6379"/>
    <w:rsid w:val="006B664C"/>
    <w:rsid w:val="006B6748"/>
    <w:rsid w:val="006B6788"/>
    <w:rsid w:val="006B68B1"/>
    <w:rsid w:val="006B6C51"/>
    <w:rsid w:val="006B6E37"/>
    <w:rsid w:val="006B6E60"/>
    <w:rsid w:val="006B707E"/>
    <w:rsid w:val="006B7810"/>
    <w:rsid w:val="006B78D7"/>
    <w:rsid w:val="006B7BB2"/>
    <w:rsid w:val="006B7F64"/>
    <w:rsid w:val="006B7F6D"/>
    <w:rsid w:val="006C0274"/>
    <w:rsid w:val="006C0346"/>
    <w:rsid w:val="006C0667"/>
    <w:rsid w:val="006C06B2"/>
    <w:rsid w:val="006C0930"/>
    <w:rsid w:val="006C0ED5"/>
    <w:rsid w:val="006C0F88"/>
    <w:rsid w:val="006C1053"/>
    <w:rsid w:val="006C11C6"/>
    <w:rsid w:val="006C19E8"/>
    <w:rsid w:val="006C1D77"/>
    <w:rsid w:val="006C208C"/>
    <w:rsid w:val="006C23B2"/>
    <w:rsid w:val="006C2909"/>
    <w:rsid w:val="006C2AF4"/>
    <w:rsid w:val="006C2FF0"/>
    <w:rsid w:val="006C353B"/>
    <w:rsid w:val="006C3A0E"/>
    <w:rsid w:val="006C3BA6"/>
    <w:rsid w:val="006C3E5E"/>
    <w:rsid w:val="006C3EBC"/>
    <w:rsid w:val="006C4104"/>
    <w:rsid w:val="006C446F"/>
    <w:rsid w:val="006C44C5"/>
    <w:rsid w:val="006C4619"/>
    <w:rsid w:val="006C4825"/>
    <w:rsid w:val="006C4BED"/>
    <w:rsid w:val="006C4CC7"/>
    <w:rsid w:val="006C4E23"/>
    <w:rsid w:val="006C4E68"/>
    <w:rsid w:val="006C5217"/>
    <w:rsid w:val="006C55E8"/>
    <w:rsid w:val="006C5AFA"/>
    <w:rsid w:val="006C61FE"/>
    <w:rsid w:val="006C62B9"/>
    <w:rsid w:val="006C6361"/>
    <w:rsid w:val="006C642A"/>
    <w:rsid w:val="006C64EE"/>
    <w:rsid w:val="006C65CC"/>
    <w:rsid w:val="006C6C08"/>
    <w:rsid w:val="006C6C93"/>
    <w:rsid w:val="006C6F83"/>
    <w:rsid w:val="006C705C"/>
    <w:rsid w:val="006C7175"/>
    <w:rsid w:val="006C755A"/>
    <w:rsid w:val="006C75AB"/>
    <w:rsid w:val="006C76D8"/>
    <w:rsid w:val="006C794B"/>
    <w:rsid w:val="006C7952"/>
    <w:rsid w:val="006C7DC3"/>
    <w:rsid w:val="006D0445"/>
    <w:rsid w:val="006D04B7"/>
    <w:rsid w:val="006D060B"/>
    <w:rsid w:val="006D12CF"/>
    <w:rsid w:val="006D1380"/>
    <w:rsid w:val="006D1D38"/>
    <w:rsid w:val="006D1EEF"/>
    <w:rsid w:val="006D2299"/>
    <w:rsid w:val="006D2421"/>
    <w:rsid w:val="006D28EF"/>
    <w:rsid w:val="006D305A"/>
    <w:rsid w:val="006D315C"/>
    <w:rsid w:val="006D36C5"/>
    <w:rsid w:val="006D3B62"/>
    <w:rsid w:val="006D3CD6"/>
    <w:rsid w:val="006D3CF1"/>
    <w:rsid w:val="006D3F4A"/>
    <w:rsid w:val="006D47EA"/>
    <w:rsid w:val="006D481A"/>
    <w:rsid w:val="006D4B9B"/>
    <w:rsid w:val="006D4C71"/>
    <w:rsid w:val="006D520B"/>
    <w:rsid w:val="006D5506"/>
    <w:rsid w:val="006D5594"/>
    <w:rsid w:val="006D6403"/>
    <w:rsid w:val="006D66A0"/>
    <w:rsid w:val="006D6793"/>
    <w:rsid w:val="006D6960"/>
    <w:rsid w:val="006D69D2"/>
    <w:rsid w:val="006D6DBE"/>
    <w:rsid w:val="006D7298"/>
    <w:rsid w:val="006D7571"/>
    <w:rsid w:val="006D7934"/>
    <w:rsid w:val="006D7AEB"/>
    <w:rsid w:val="006D7E16"/>
    <w:rsid w:val="006D7FAC"/>
    <w:rsid w:val="006D7FD8"/>
    <w:rsid w:val="006E008D"/>
    <w:rsid w:val="006E00D0"/>
    <w:rsid w:val="006E0277"/>
    <w:rsid w:val="006E0444"/>
    <w:rsid w:val="006E0843"/>
    <w:rsid w:val="006E086B"/>
    <w:rsid w:val="006E09FE"/>
    <w:rsid w:val="006E1029"/>
    <w:rsid w:val="006E153C"/>
    <w:rsid w:val="006E1813"/>
    <w:rsid w:val="006E1EE7"/>
    <w:rsid w:val="006E21A6"/>
    <w:rsid w:val="006E2787"/>
    <w:rsid w:val="006E2E69"/>
    <w:rsid w:val="006E2EA1"/>
    <w:rsid w:val="006E30C3"/>
    <w:rsid w:val="006E3561"/>
    <w:rsid w:val="006E4178"/>
    <w:rsid w:val="006E46D6"/>
    <w:rsid w:val="006E4A38"/>
    <w:rsid w:val="006E4FEE"/>
    <w:rsid w:val="006E516C"/>
    <w:rsid w:val="006E536F"/>
    <w:rsid w:val="006E54B3"/>
    <w:rsid w:val="006E58C0"/>
    <w:rsid w:val="006E58F4"/>
    <w:rsid w:val="006E5953"/>
    <w:rsid w:val="006E59B1"/>
    <w:rsid w:val="006E5CF4"/>
    <w:rsid w:val="006E61F2"/>
    <w:rsid w:val="006E65EC"/>
    <w:rsid w:val="006E66A5"/>
    <w:rsid w:val="006E6AEC"/>
    <w:rsid w:val="006E6BFA"/>
    <w:rsid w:val="006E6D06"/>
    <w:rsid w:val="006E6EA9"/>
    <w:rsid w:val="006E74AA"/>
    <w:rsid w:val="006E7544"/>
    <w:rsid w:val="006E79D7"/>
    <w:rsid w:val="006E7EC4"/>
    <w:rsid w:val="006F0488"/>
    <w:rsid w:val="006F084A"/>
    <w:rsid w:val="006F0BF9"/>
    <w:rsid w:val="006F0C21"/>
    <w:rsid w:val="006F0D9D"/>
    <w:rsid w:val="006F129F"/>
    <w:rsid w:val="006F174D"/>
    <w:rsid w:val="006F1FF2"/>
    <w:rsid w:val="006F20D1"/>
    <w:rsid w:val="006F2246"/>
    <w:rsid w:val="006F28E9"/>
    <w:rsid w:val="006F2A5F"/>
    <w:rsid w:val="006F2CBE"/>
    <w:rsid w:val="006F32FD"/>
    <w:rsid w:val="006F36A8"/>
    <w:rsid w:val="006F370E"/>
    <w:rsid w:val="006F388D"/>
    <w:rsid w:val="006F3AFC"/>
    <w:rsid w:val="006F3B1D"/>
    <w:rsid w:val="006F3C61"/>
    <w:rsid w:val="006F3F0B"/>
    <w:rsid w:val="006F41C3"/>
    <w:rsid w:val="006F421B"/>
    <w:rsid w:val="006F473F"/>
    <w:rsid w:val="006F4743"/>
    <w:rsid w:val="006F4A79"/>
    <w:rsid w:val="006F5185"/>
    <w:rsid w:val="006F530B"/>
    <w:rsid w:val="006F53FE"/>
    <w:rsid w:val="006F565B"/>
    <w:rsid w:val="006F569E"/>
    <w:rsid w:val="006F5D1C"/>
    <w:rsid w:val="006F5DA9"/>
    <w:rsid w:val="006F6356"/>
    <w:rsid w:val="006F657F"/>
    <w:rsid w:val="006F67E0"/>
    <w:rsid w:val="006F74A8"/>
    <w:rsid w:val="006F772C"/>
    <w:rsid w:val="00700194"/>
    <w:rsid w:val="0070069E"/>
    <w:rsid w:val="007013B9"/>
    <w:rsid w:val="007014E0"/>
    <w:rsid w:val="00701584"/>
    <w:rsid w:val="00701610"/>
    <w:rsid w:val="007028BF"/>
    <w:rsid w:val="00702AD3"/>
    <w:rsid w:val="00702D38"/>
    <w:rsid w:val="00702DC0"/>
    <w:rsid w:val="0070304B"/>
    <w:rsid w:val="007031A4"/>
    <w:rsid w:val="00703272"/>
    <w:rsid w:val="007036B3"/>
    <w:rsid w:val="00703C4B"/>
    <w:rsid w:val="00703C80"/>
    <w:rsid w:val="00703D64"/>
    <w:rsid w:val="00704013"/>
    <w:rsid w:val="00704231"/>
    <w:rsid w:val="007042BD"/>
    <w:rsid w:val="00704349"/>
    <w:rsid w:val="0070453E"/>
    <w:rsid w:val="00704619"/>
    <w:rsid w:val="0070470A"/>
    <w:rsid w:val="007047CC"/>
    <w:rsid w:val="007049AA"/>
    <w:rsid w:val="00704B82"/>
    <w:rsid w:val="00704E92"/>
    <w:rsid w:val="00704F39"/>
    <w:rsid w:val="0070517A"/>
    <w:rsid w:val="0070522A"/>
    <w:rsid w:val="00705BD8"/>
    <w:rsid w:val="00705C31"/>
    <w:rsid w:val="00705D61"/>
    <w:rsid w:val="0070619B"/>
    <w:rsid w:val="007061B7"/>
    <w:rsid w:val="0070658D"/>
    <w:rsid w:val="007066FC"/>
    <w:rsid w:val="00706C81"/>
    <w:rsid w:val="00706FCB"/>
    <w:rsid w:val="0070715D"/>
    <w:rsid w:val="00707170"/>
    <w:rsid w:val="0070744E"/>
    <w:rsid w:val="0070750D"/>
    <w:rsid w:val="00707558"/>
    <w:rsid w:val="007078DA"/>
    <w:rsid w:val="00707EC0"/>
    <w:rsid w:val="00707F22"/>
    <w:rsid w:val="0071078E"/>
    <w:rsid w:val="00710805"/>
    <w:rsid w:val="00710813"/>
    <w:rsid w:val="00710881"/>
    <w:rsid w:val="00710888"/>
    <w:rsid w:val="00710A99"/>
    <w:rsid w:val="00710B3C"/>
    <w:rsid w:val="00710BC4"/>
    <w:rsid w:val="00711028"/>
    <w:rsid w:val="007113A8"/>
    <w:rsid w:val="007114E2"/>
    <w:rsid w:val="00711B51"/>
    <w:rsid w:val="00711DEE"/>
    <w:rsid w:val="00712A50"/>
    <w:rsid w:val="00712EF4"/>
    <w:rsid w:val="00712F0B"/>
    <w:rsid w:val="00713100"/>
    <w:rsid w:val="007136D4"/>
    <w:rsid w:val="00714184"/>
    <w:rsid w:val="0071422D"/>
    <w:rsid w:val="00714412"/>
    <w:rsid w:val="0071450A"/>
    <w:rsid w:val="0071472A"/>
    <w:rsid w:val="00714914"/>
    <w:rsid w:val="00714984"/>
    <w:rsid w:val="007152FC"/>
    <w:rsid w:val="007157FF"/>
    <w:rsid w:val="00715902"/>
    <w:rsid w:val="007163BB"/>
    <w:rsid w:val="007166B3"/>
    <w:rsid w:val="007169E5"/>
    <w:rsid w:val="00716A0D"/>
    <w:rsid w:val="00716D2E"/>
    <w:rsid w:val="00717094"/>
    <w:rsid w:val="0071714A"/>
    <w:rsid w:val="007172A2"/>
    <w:rsid w:val="00717764"/>
    <w:rsid w:val="007178D2"/>
    <w:rsid w:val="00717BB2"/>
    <w:rsid w:val="00720828"/>
    <w:rsid w:val="007209E8"/>
    <w:rsid w:val="00720A5B"/>
    <w:rsid w:val="00720B31"/>
    <w:rsid w:val="00720E48"/>
    <w:rsid w:val="00720FBF"/>
    <w:rsid w:val="0072106B"/>
    <w:rsid w:val="00721481"/>
    <w:rsid w:val="007214F6"/>
    <w:rsid w:val="00722011"/>
    <w:rsid w:val="00722605"/>
    <w:rsid w:val="00722626"/>
    <w:rsid w:val="00722677"/>
    <w:rsid w:val="007226CA"/>
    <w:rsid w:val="00722827"/>
    <w:rsid w:val="00722AE8"/>
    <w:rsid w:val="0072300E"/>
    <w:rsid w:val="00723194"/>
    <w:rsid w:val="007235AC"/>
    <w:rsid w:val="0072464F"/>
    <w:rsid w:val="00724CE8"/>
    <w:rsid w:val="00724EFA"/>
    <w:rsid w:val="007253D5"/>
    <w:rsid w:val="00725436"/>
    <w:rsid w:val="0072574B"/>
    <w:rsid w:val="007257A8"/>
    <w:rsid w:val="00725DDD"/>
    <w:rsid w:val="0072624B"/>
    <w:rsid w:val="0072625E"/>
    <w:rsid w:val="00726579"/>
    <w:rsid w:val="00726D08"/>
    <w:rsid w:val="007271AA"/>
    <w:rsid w:val="0072739E"/>
    <w:rsid w:val="00727A3F"/>
    <w:rsid w:val="00730097"/>
    <w:rsid w:val="0073011F"/>
    <w:rsid w:val="007301A7"/>
    <w:rsid w:val="00731092"/>
    <w:rsid w:val="007313F8"/>
    <w:rsid w:val="00731479"/>
    <w:rsid w:val="00731698"/>
    <w:rsid w:val="00731BC8"/>
    <w:rsid w:val="00731CD4"/>
    <w:rsid w:val="00731D19"/>
    <w:rsid w:val="00732009"/>
    <w:rsid w:val="00732BFF"/>
    <w:rsid w:val="00732C41"/>
    <w:rsid w:val="00732CAC"/>
    <w:rsid w:val="00732EE5"/>
    <w:rsid w:val="0073319F"/>
    <w:rsid w:val="00733281"/>
    <w:rsid w:val="007333F5"/>
    <w:rsid w:val="00733E42"/>
    <w:rsid w:val="0073402E"/>
    <w:rsid w:val="007341BC"/>
    <w:rsid w:val="007348EC"/>
    <w:rsid w:val="00734A6A"/>
    <w:rsid w:val="00734B4F"/>
    <w:rsid w:val="00734C51"/>
    <w:rsid w:val="00735F18"/>
    <w:rsid w:val="00736323"/>
    <w:rsid w:val="007369F4"/>
    <w:rsid w:val="00736B17"/>
    <w:rsid w:val="00736C5D"/>
    <w:rsid w:val="00736CC5"/>
    <w:rsid w:val="007375FA"/>
    <w:rsid w:val="0073772C"/>
    <w:rsid w:val="00737811"/>
    <w:rsid w:val="007378C6"/>
    <w:rsid w:val="007379A2"/>
    <w:rsid w:val="00737C98"/>
    <w:rsid w:val="00740262"/>
    <w:rsid w:val="00740336"/>
    <w:rsid w:val="00740690"/>
    <w:rsid w:val="00740AB1"/>
    <w:rsid w:val="00740AF6"/>
    <w:rsid w:val="00740CDC"/>
    <w:rsid w:val="00740E33"/>
    <w:rsid w:val="007418D8"/>
    <w:rsid w:val="00741927"/>
    <w:rsid w:val="00742242"/>
    <w:rsid w:val="00742353"/>
    <w:rsid w:val="007427C1"/>
    <w:rsid w:val="00742D73"/>
    <w:rsid w:val="00742E16"/>
    <w:rsid w:val="00742E9B"/>
    <w:rsid w:val="00742EF4"/>
    <w:rsid w:val="0074335D"/>
    <w:rsid w:val="007438C0"/>
    <w:rsid w:val="00743D9C"/>
    <w:rsid w:val="00743EB1"/>
    <w:rsid w:val="00743F09"/>
    <w:rsid w:val="00744024"/>
    <w:rsid w:val="00744026"/>
    <w:rsid w:val="00744808"/>
    <w:rsid w:val="00744F5C"/>
    <w:rsid w:val="0074592A"/>
    <w:rsid w:val="007459F9"/>
    <w:rsid w:val="00746B09"/>
    <w:rsid w:val="00746C49"/>
    <w:rsid w:val="00746C7D"/>
    <w:rsid w:val="00746D29"/>
    <w:rsid w:val="00747A88"/>
    <w:rsid w:val="00747B6A"/>
    <w:rsid w:val="00747E7D"/>
    <w:rsid w:val="007501CF"/>
    <w:rsid w:val="007508D9"/>
    <w:rsid w:val="00750C33"/>
    <w:rsid w:val="00750ECB"/>
    <w:rsid w:val="00750ED8"/>
    <w:rsid w:val="007510AE"/>
    <w:rsid w:val="0075129A"/>
    <w:rsid w:val="00751423"/>
    <w:rsid w:val="007514EA"/>
    <w:rsid w:val="00751A2B"/>
    <w:rsid w:val="00751FCC"/>
    <w:rsid w:val="007527F0"/>
    <w:rsid w:val="00753035"/>
    <w:rsid w:val="007532DE"/>
    <w:rsid w:val="0075347A"/>
    <w:rsid w:val="00753C70"/>
    <w:rsid w:val="00753EAA"/>
    <w:rsid w:val="00753F86"/>
    <w:rsid w:val="00754036"/>
    <w:rsid w:val="00754273"/>
    <w:rsid w:val="00754EAC"/>
    <w:rsid w:val="00754F75"/>
    <w:rsid w:val="00754FF4"/>
    <w:rsid w:val="0075520E"/>
    <w:rsid w:val="00755751"/>
    <w:rsid w:val="0075579B"/>
    <w:rsid w:val="00755B76"/>
    <w:rsid w:val="00755C1D"/>
    <w:rsid w:val="00755EBC"/>
    <w:rsid w:val="007561D8"/>
    <w:rsid w:val="007562D0"/>
    <w:rsid w:val="007565E9"/>
    <w:rsid w:val="00756622"/>
    <w:rsid w:val="0075671A"/>
    <w:rsid w:val="007568C2"/>
    <w:rsid w:val="00756DC2"/>
    <w:rsid w:val="0075705A"/>
    <w:rsid w:val="00757204"/>
    <w:rsid w:val="00757397"/>
    <w:rsid w:val="00757426"/>
    <w:rsid w:val="0075751C"/>
    <w:rsid w:val="00757C2E"/>
    <w:rsid w:val="00757D69"/>
    <w:rsid w:val="00760152"/>
    <w:rsid w:val="007602CB"/>
    <w:rsid w:val="00760617"/>
    <w:rsid w:val="00760806"/>
    <w:rsid w:val="007608F3"/>
    <w:rsid w:val="00760DD9"/>
    <w:rsid w:val="00760ED2"/>
    <w:rsid w:val="00760EDF"/>
    <w:rsid w:val="007610A8"/>
    <w:rsid w:val="00761105"/>
    <w:rsid w:val="0076122A"/>
    <w:rsid w:val="00761299"/>
    <w:rsid w:val="00761386"/>
    <w:rsid w:val="0076138D"/>
    <w:rsid w:val="007615C7"/>
    <w:rsid w:val="007623F3"/>
    <w:rsid w:val="0076241C"/>
    <w:rsid w:val="007624B2"/>
    <w:rsid w:val="00763176"/>
    <w:rsid w:val="00763397"/>
    <w:rsid w:val="0076347C"/>
    <w:rsid w:val="00763579"/>
    <w:rsid w:val="007635E0"/>
    <w:rsid w:val="007638E7"/>
    <w:rsid w:val="00764135"/>
    <w:rsid w:val="0076421C"/>
    <w:rsid w:val="00764775"/>
    <w:rsid w:val="00764C49"/>
    <w:rsid w:val="007652ED"/>
    <w:rsid w:val="0076599A"/>
    <w:rsid w:val="00766395"/>
    <w:rsid w:val="00766479"/>
    <w:rsid w:val="00766628"/>
    <w:rsid w:val="00767271"/>
    <w:rsid w:val="00767540"/>
    <w:rsid w:val="00767762"/>
    <w:rsid w:val="007678E0"/>
    <w:rsid w:val="00767ACB"/>
    <w:rsid w:val="00767CCB"/>
    <w:rsid w:val="00767D41"/>
    <w:rsid w:val="00767ED2"/>
    <w:rsid w:val="00767F9A"/>
    <w:rsid w:val="0077008A"/>
    <w:rsid w:val="007701BC"/>
    <w:rsid w:val="007702D7"/>
    <w:rsid w:val="0077061B"/>
    <w:rsid w:val="00770657"/>
    <w:rsid w:val="00770B79"/>
    <w:rsid w:val="00770D6B"/>
    <w:rsid w:val="00770DA1"/>
    <w:rsid w:val="0077125C"/>
    <w:rsid w:val="00771892"/>
    <w:rsid w:val="00771B3A"/>
    <w:rsid w:val="00771BA4"/>
    <w:rsid w:val="00771BB8"/>
    <w:rsid w:val="00771C1B"/>
    <w:rsid w:val="00771C53"/>
    <w:rsid w:val="00771E93"/>
    <w:rsid w:val="00771FB9"/>
    <w:rsid w:val="007720CB"/>
    <w:rsid w:val="007722E0"/>
    <w:rsid w:val="007726F0"/>
    <w:rsid w:val="00772833"/>
    <w:rsid w:val="00772A92"/>
    <w:rsid w:val="00772B8A"/>
    <w:rsid w:val="00772D57"/>
    <w:rsid w:val="00772E0D"/>
    <w:rsid w:val="00772FA7"/>
    <w:rsid w:val="00773191"/>
    <w:rsid w:val="00773282"/>
    <w:rsid w:val="00773598"/>
    <w:rsid w:val="00773B55"/>
    <w:rsid w:val="00773BAB"/>
    <w:rsid w:val="00773D30"/>
    <w:rsid w:val="00774204"/>
    <w:rsid w:val="007745D2"/>
    <w:rsid w:val="0077484A"/>
    <w:rsid w:val="00774CA7"/>
    <w:rsid w:val="00774DCA"/>
    <w:rsid w:val="007750EF"/>
    <w:rsid w:val="00775181"/>
    <w:rsid w:val="007752E0"/>
    <w:rsid w:val="007753E9"/>
    <w:rsid w:val="0077560D"/>
    <w:rsid w:val="00775A0C"/>
    <w:rsid w:val="00775A6D"/>
    <w:rsid w:val="00776691"/>
    <w:rsid w:val="00776BEB"/>
    <w:rsid w:val="00776BF2"/>
    <w:rsid w:val="00776D64"/>
    <w:rsid w:val="00777423"/>
    <w:rsid w:val="00777426"/>
    <w:rsid w:val="00777942"/>
    <w:rsid w:val="00777E95"/>
    <w:rsid w:val="00780272"/>
    <w:rsid w:val="0078035A"/>
    <w:rsid w:val="00780846"/>
    <w:rsid w:val="0078100B"/>
    <w:rsid w:val="0078152D"/>
    <w:rsid w:val="007815B2"/>
    <w:rsid w:val="0078194F"/>
    <w:rsid w:val="00781BE7"/>
    <w:rsid w:val="00781DB9"/>
    <w:rsid w:val="00782378"/>
    <w:rsid w:val="0078273A"/>
    <w:rsid w:val="00782AE2"/>
    <w:rsid w:val="00782C95"/>
    <w:rsid w:val="00782FF4"/>
    <w:rsid w:val="0078339F"/>
    <w:rsid w:val="0078360C"/>
    <w:rsid w:val="00783729"/>
    <w:rsid w:val="00783825"/>
    <w:rsid w:val="00783A07"/>
    <w:rsid w:val="00783AAB"/>
    <w:rsid w:val="00783BA1"/>
    <w:rsid w:val="00783D73"/>
    <w:rsid w:val="007841DA"/>
    <w:rsid w:val="0078439E"/>
    <w:rsid w:val="00784A34"/>
    <w:rsid w:val="00785732"/>
    <w:rsid w:val="00785BA9"/>
    <w:rsid w:val="00785FBF"/>
    <w:rsid w:val="007860A0"/>
    <w:rsid w:val="007866BF"/>
    <w:rsid w:val="00787045"/>
    <w:rsid w:val="00787477"/>
    <w:rsid w:val="0078768F"/>
    <w:rsid w:val="00787811"/>
    <w:rsid w:val="007879C8"/>
    <w:rsid w:val="00787FCB"/>
    <w:rsid w:val="0079027F"/>
    <w:rsid w:val="007903A3"/>
    <w:rsid w:val="00790769"/>
    <w:rsid w:val="00790ACB"/>
    <w:rsid w:val="00791173"/>
    <w:rsid w:val="0079117B"/>
    <w:rsid w:val="007911B4"/>
    <w:rsid w:val="007913B1"/>
    <w:rsid w:val="0079140B"/>
    <w:rsid w:val="00791944"/>
    <w:rsid w:val="00791C0D"/>
    <w:rsid w:val="00791CEC"/>
    <w:rsid w:val="00791E1E"/>
    <w:rsid w:val="007922A0"/>
    <w:rsid w:val="00792A56"/>
    <w:rsid w:val="00792ADF"/>
    <w:rsid w:val="00792C1E"/>
    <w:rsid w:val="00792F0E"/>
    <w:rsid w:val="00793004"/>
    <w:rsid w:val="0079323F"/>
    <w:rsid w:val="0079336B"/>
    <w:rsid w:val="007938C4"/>
    <w:rsid w:val="00793B0F"/>
    <w:rsid w:val="0079415C"/>
    <w:rsid w:val="00794361"/>
    <w:rsid w:val="00794A78"/>
    <w:rsid w:val="00794F80"/>
    <w:rsid w:val="00795203"/>
    <w:rsid w:val="007952CC"/>
    <w:rsid w:val="007952F5"/>
    <w:rsid w:val="007953AD"/>
    <w:rsid w:val="007962FD"/>
    <w:rsid w:val="00796670"/>
    <w:rsid w:val="007968D8"/>
    <w:rsid w:val="00796B06"/>
    <w:rsid w:val="00796BDD"/>
    <w:rsid w:val="0079762F"/>
    <w:rsid w:val="007979A6"/>
    <w:rsid w:val="00797FDE"/>
    <w:rsid w:val="007A01F6"/>
    <w:rsid w:val="007A03A7"/>
    <w:rsid w:val="007A0652"/>
    <w:rsid w:val="007A0A90"/>
    <w:rsid w:val="007A0E57"/>
    <w:rsid w:val="007A0F7B"/>
    <w:rsid w:val="007A0FC2"/>
    <w:rsid w:val="007A114A"/>
    <w:rsid w:val="007A18B0"/>
    <w:rsid w:val="007A18FD"/>
    <w:rsid w:val="007A2107"/>
    <w:rsid w:val="007A2144"/>
    <w:rsid w:val="007A225F"/>
    <w:rsid w:val="007A2384"/>
    <w:rsid w:val="007A2627"/>
    <w:rsid w:val="007A2774"/>
    <w:rsid w:val="007A279F"/>
    <w:rsid w:val="007A2843"/>
    <w:rsid w:val="007A2B92"/>
    <w:rsid w:val="007A2CB1"/>
    <w:rsid w:val="007A3F57"/>
    <w:rsid w:val="007A42C6"/>
    <w:rsid w:val="007A4535"/>
    <w:rsid w:val="007A4647"/>
    <w:rsid w:val="007A4B95"/>
    <w:rsid w:val="007A4EE2"/>
    <w:rsid w:val="007A507B"/>
    <w:rsid w:val="007A5755"/>
    <w:rsid w:val="007A5BC1"/>
    <w:rsid w:val="007A5C78"/>
    <w:rsid w:val="007A5CB9"/>
    <w:rsid w:val="007A6178"/>
    <w:rsid w:val="007A6255"/>
    <w:rsid w:val="007A62B7"/>
    <w:rsid w:val="007A657C"/>
    <w:rsid w:val="007A6985"/>
    <w:rsid w:val="007A6C10"/>
    <w:rsid w:val="007A7400"/>
    <w:rsid w:val="007A7808"/>
    <w:rsid w:val="007A7933"/>
    <w:rsid w:val="007A7D2D"/>
    <w:rsid w:val="007B0D8B"/>
    <w:rsid w:val="007B1205"/>
    <w:rsid w:val="007B127B"/>
    <w:rsid w:val="007B1295"/>
    <w:rsid w:val="007B1D12"/>
    <w:rsid w:val="007B20E3"/>
    <w:rsid w:val="007B265F"/>
    <w:rsid w:val="007B28C8"/>
    <w:rsid w:val="007B2F84"/>
    <w:rsid w:val="007B3432"/>
    <w:rsid w:val="007B36C6"/>
    <w:rsid w:val="007B36E5"/>
    <w:rsid w:val="007B3E5A"/>
    <w:rsid w:val="007B3F9E"/>
    <w:rsid w:val="007B424E"/>
    <w:rsid w:val="007B42C2"/>
    <w:rsid w:val="007B4618"/>
    <w:rsid w:val="007B4778"/>
    <w:rsid w:val="007B4791"/>
    <w:rsid w:val="007B50D3"/>
    <w:rsid w:val="007B520D"/>
    <w:rsid w:val="007B5365"/>
    <w:rsid w:val="007B55E2"/>
    <w:rsid w:val="007B56E9"/>
    <w:rsid w:val="007B59B3"/>
    <w:rsid w:val="007B5AAB"/>
    <w:rsid w:val="007B5FFF"/>
    <w:rsid w:val="007B6242"/>
    <w:rsid w:val="007B62D9"/>
    <w:rsid w:val="007B63A8"/>
    <w:rsid w:val="007B6892"/>
    <w:rsid w:val="007B68A7"/>
    <w:rsid w:val="007B696A"/>
    <w:rsid w:val="007B6BEE"/>
    <w:rsid w:val="007B7149"/>
    <w:rsid w:val="007B74A5"/>
    <w:rsid w:val="007B7769"/>
    <w:rsid w:val="007B777C"/>
    <w:rsid w:val="007B7A24"/>
    <w:rsid w:val="007B7AF3"/>
    <w:rsid w:val="007B7C7F"/>
    <w:rsid w:val="007B7C81"/>
    <w:rsid w:val="007B7F63"/>
    <w:rsid w:val="007C00B5"/>
    <w:rsid w:val="007C014D"/>
    <w:rsid w:val="007C01FF"/>
    <w:rsid w:val="007C05D1"/>
    <w:rsid w:val="007C0A97"/>
    <w:rsid w:val="007C0DDE"/>
    <w:rsid w:val="007C0F10"/>
    <w:rsid w:val="007C0F47"/>
    <w:rsid w:val="007C0F76"/>
    <w:rsid w:val="007C148C"/>
    <w:rsid w:val="007C1975"/>
    <w:rsid w:val="007C1FD4"/>
    <w:rsid w:val="007C2B5A"/>
    <w:rsid w:val="007C2F1F"/>
    <w:rsid w:val="007C3CF6"/>
    <w:rsid w:val="007C41C8"/>
    <w:rsid w:val="007C48AC"/>
    <w:rsid w:val="007C4AB9"/>
    <w:rsid w:val="007C4CDB"/>
    <w:rsid w:val="007C4E7A"/>
    <w:rsid w:val="007C4E87"/>
    <w:rsid w:val="007C5618"/>
    <w:rsid w:val="007C57C8"/>
    <w:rsid w:val="007C60A2"/>
    <w:rsid w:val="007C6671"/>
    <w:rsid w:val="007C6D63"/>
    <w:rsid w:val="007C7012"/>
    <w:rsid w:val="007C7050"/>
    <w:rsid w:val="007C72A3"/>
    <w:rsid w:val="007C761F"/>
    <w:rsid w:val="007C79F4"/>
    <w:rsid w:val="007C7E52"/>
    <w:rsid w:val="007C7E8E"/>
    <w:rsid w:val="007C7F6D"/>
    <w:rsid w:val="007D0163"/>
    <w:rsid w:val="007D04E8"/>
    <w:rsid w:val="007D0603"/>
    <w:rsid w:val="007D0626"/>
    <w:rsid w:val="007D08DD"/>
    <w:rsid w:val="007D0B36"/>
    <w:rsid w:val="007D0C48"/>
    <w:rsid w:val="007D164F"/>
    <w:rsid w:val="007D202F"/>
    <w:rsid w:val="007D20E1"/>
    <w:rsid w:val="007D245B"/>
    <w:rsid w:val="007D24F0"/>
    <w:rsid w:val="007D2D30"/>
    <w:rsid w:val="007D32AD"/>
    <w:rsid w:val="007D3499"/>
    <w:rsid w:val="007D3F44"/>
    <w:rsid w:val="007D3F4F"/>
    <w:rsid w:val="007D410D"/>
    <w:rsid w:val="007D4127"/>
    <w:rsid w:val="007D416B"/>
    <w:rsid w:val="007D4362"/>
    <w:rsid w:val="007D4583"/>
    <w:rsid w:val="007D509C"/>
    <w:rsid w:val="007D5709"/>
    <w:rsid w:val="007D59CD"/>
    <w:rsid w:val="007D5A6B"/>
    <w:rsid w:val="007D61B9"/>
    <w:rsid w:val="007D650D"/>
    <w:rsid w:val="007D673A"/>
    <w:rsid w:val="007D68CF"/>
    <w:rsid w:val="007D6B6B"/>
    <w:rsid w:val="007D6C3D"/>
    <w:rsid w:val="007D6CBE"/>
    <w:rsid w:val="007D6D57"/>
    <w:rsid w:val="007D6E08"/>
    <w:rsid w:val="007D6EF6"/>
    <w:rsid w:val="007D717D"/>
    <w:rsid w:val="007D7A54"/>
    <w:rsid w:val="007D7D98"/>
    <w:rsid w:val="007D7EE6"/>
    <w:rsid w:val="007E0013"/>
    <w:rsid w:val="007E0276"/>
    <w:rsid w:val="007E0D59"/>
    <w:rsid w:val="007E0F02"/>
    <w:rsid w:val="007E14EB"/>
    <w:rsid w:val="007E1627"/>
    <w:rsid w:val="007E1629"/>
    <w:rsid w:val="007E16CC"/>
    <w:rsid w:val="007E179E"/>
    <w:rsid w:val="007E18D5"/>
    <w:rsid w:val="007E1CDD"/>
    <w:rsid w:val="007E1ED9"/>
    <w:rsid w:val="007E2143"/>
    <w:rsid w:val="007E21FC"/>
    <w:rsid w:val="007E222B"/>
    <w:rsid w:val="007E285D"/>
    <w:rsid w:val="007E30A4"/>
    <w:rsid w:val="007E33CF"/>
    <w:rsid w:val="007E385F"/>
    <w:rsid w:val="007E3899"/>
    <w:rsid w:val="007E3ABA"/>
    <w:rsid w:val="007E3AE5"/>
    <w:rsid w:val="007E3B40"/>
    <w:rsid w:val="007E3EBB"/>
    <w:rsid w:val="007E3F79"/>
    <w:rsid w:val="007E3F8D"/>
    <w:rsid w:val="007E40C8"/>
    <w:rsid w:val="007E41C0"/>
    <w:rsid w:val="007E445D"/>
    <w:rsid w:val="007E46BE"/>
    <w:rsid w:val="007E48BC"/>
    <w:rsid w:val="007E4C7B"/>
    <w:rsid w:val="007E4C7E"/>
    <w:rsid w:val="007E4CD4"/>
    <w:rsid w:val="007E5162"/>
    <w:rsid w:val="007E528E"/>
    <w:rsid w:val="007E52BA"/>
    <w:rsid w:val="007E5311"/>
    <w:rsid w:val="007E540E"/>
    <w:rsid w:val="007E57FD"/>
    <w:rsid w:val="007E5B78"/>
    <w:rsid w:val="007E634F"/>
    <w:rsid w:val="007E6701"/>
    <w:rsid w:val="007E6807"/>
    <w:rsid w:val="007E6964"/>
    <w:rsid w:val="007E6A5A"/>
    <w:rsid w:val="007E6C97"/>
    <w:rsid w:val="007E6E89"/>
    <w:rsid w:val="007E7190"/>
    <w:rsid w:val="007E79DE"/>
    <w:rsid w:val="007E7A7F"/>
    <w:rsid w:val="007F01F6"/>
    <w:rsid w:val="007F0446"/>
    <w:rsid w:val="007F0694"/>
    <w:rsid w:val="007F0C71"/>
    <w:rsid w:val="007F0D70"/>
    <w:rsid w:val="007F19BC"/>
    <w:rsid w:val="007F1C41"/>
    <w:rsid w:val="007F1C63"/>
    <w:rsid w:val="007F1FFB"/>
    <w:rsid w:val="007F2016"/>
    <w:rsid w:val="007F2288"/>
    <w:rsid w:val="007F25E4"/>
    <w:rsid w:val="007F28C0"/>
    <w:rsid w:val="007F2B6A"/>
    <w:rsid w:val="007F2E83"/>
    <w:rsid w:val="007F2F92"/>
    <w:rsid w:val="007F30D3"/>
    <w:rsid w:val="007F3183"/>
    <w:rsid w:val="007F35DD"/>
    <w:rsid w:val="007F3678"/>
    <w:rsid w:val="007F3735"/>
    <w:rsid w:val="007F3F05"/>
    <w:rsid w:val="007F4077"/>
    <w:rsid w:val="007F417B"/>
    <w:rsid w:val="007F45C9"/>
    <w:rsid w:val="007F4619"/>
    <w:rsid w:val="007F476C"/>
    <w:rsid w:val="007F4918"/>
    <w:rsid w:val="007F49F6"/>
    <w:rsid w:val="007F4D71"/>
    <w:rsid w:val="007F5193"/>
    <w:rsid w:val="007F57EC"/>
    <w:rsid w:val="007F5AA4"/>
    <w:rsid w:val="007F5BEC"/>
    <w:rsid w:val="007F5C66"/>
    <w:rsid w:val="007F5F49"/>
    <w:rsid w:val="007F5FB0"/>
    <w:rsid w:val="007F6434"/>
    <w:rsid w:val="007F6710"/>
    <w:rsid w:val="007F6770"/>
    <w:rsid w:val="007F6F5D"/>
    <w:rsid w:val="007F712E"/>
    <w:rsid w:val="007F7497"/>
    <w:rsid w:val="007F7564"/>
    <w:rsid w:val="007F7942"/>
    <w:rsid w:val="007F7ED8"/>
    <w:rsid w:val="007F7F7B"/>
    <w:rsid w:val="00800463"/>
    <w:rsid w:val="008004D9"/>
    <w:rsid w:val="008007DE"/>
    <w:rsid w:val="00800B50"/>
    <w:rsid w:val="0080117F"/>
    <w:rsid w:val="008019BC"/>
    <w:rsid w:val="008019C7"/>
    <w:rsid w:val="00801A12"/>
    <w:rsid w:val="00801C01"/>
    <w:rsid w:val="008021FA"/>
    <w:rsid w:val="00802B19"/>
    <w:rsid w:val="00802D3D"/>
    <w:rsid w:val="00803236"/>
    <w:rsid w:val="008033BF"/>
    <w:rsid w:val="00803404"/>
    <w:rsid w:val="00803B2F"/>
    <w:rsid w:val="00803E15"/>
    <w:rsid w:val="008043E0"/>
    <w:rsid w:val="008045BD"/>
    <w:rsid w:val="00804B32"/>
    <w:rsid w:val="00804CB2"/>
    <w:rsid w:val="008050D0"/>
    <w:rsid w:val="008051DF"/>
    <w:rsid w:val="00805272"/>
    <w:rsid w:val="00805698"/>
    <w:rsid w:val="0080581B"/>
    <w:rsid w:val="008058D9"/>
    <w:rsid w:val="00805971"/>
    <w:rsid w:val="008059FD"/>
    <w:rsid w:val="00805B90"/>
    <w:rsid w:val="00805F97"/>
    <w:rsid w:val="00806D35"/>
    <w:rsid w:val="00806EC1"/>
    <w:rsid w:val="0080703C"/>
    <w:rsid w:val="0080707D"/>
    <w:rsid w:val="008075A3"/>
    <w:rsid w:val="00807A92"/>
    <w:rsid w:val="00807C25"/>
    <w:rsid w:val="00807E29"/>
    <w:rsid w:val="00807F6E"/>
    <w:rsid w:val="0081034E"/>
    <w:rsid w:val="008108C9"/>
    <w:rsid w:val="00810B27"/>
    <w:rsid w:val="00810EF8"/>
    <w:rsid w:val="00810F96"/>
    <w:rsid w:val="00811016"/>
    <w:rsid w:val="00811382"/>
    <w:rsid w:val="00811408"/>
    <w:rsid w:val="00811885"/>
    <w:rsid w:val="00811A08"/>
    <w:rsid w:val="00811B51"/>
    <w:rsid w:val="00811C2B"/>
    <w:rsid w:val="00811E62"/>
    <w:rsid w:val="00812020"/>
    <w:rsid w:val="00812428"/>
    <w:rsid w:val="00812858"/>
    <w:rsid w:val="00812943"/>
    <w:rsid w:val="00812C63"/>
    <w:rsid w:val="00812E0A"/>
    <w:rsid w:val="008133B8"/>
    <w:rsid w:val="00813B0D"/>
    <w:rsid w:val="00813C59"/>
    <w:rsid w:val="00813ECE"/>
    <w:rsid w:val="00813ECF"/>
    <w:rsid w:val="008142AA"/>
    <w:rsid w:val="008142DB"/>
    <w:rsid w:val="0081489A"/>
    <w:rsid w:val="008148A7"/>
    <w:rsid w:val="008149B4"/>
    <w:rsid w:val="00814B60"/>
    <w:rsid w:val="00814D2B"/>
    <w:rsid w:val="00814D3A"/>
    <w:rsid w:val="00815291"/>
    <w:rsid w:val="00815297"/>
    <w:rsid w:val="00815309"/>
    <w:rsid w:val="008154D6"/>
    <w:rsid w:val="00815608"/>
    <w:rsid w:val="00815830"/>
    <w:rsid w:val="00815930"/>
    <w:rsid w:val="00815A1F"/>
    <w:rsid w:val="00816231"/>
    <w:rsid w:val="00816400"/>
    <w:rsid w:val="008166FF"/>
    <w:rsid w:val="008168AD"/>
    <w:rsid w:val="00816B69"/>
    <w:rsid w:val="00816F0F"/>
    <w:rsid w:val="008171B5"/>
    <w:rsid w:val="00817225"/>
    <w:rsid w:val="00817246"/>
    <w:rsid w:val="008175AE"/>
    <w:rsid w:val="0081785B"/>
    <w:rsid w:val="00817D07"/>
    <w:rsid w:val="00817FE4"/>
    <w:rsid w:val="00820212"/>
    <w:rsid w:val="00820316"/>
    <w:rsid w:val="00820722"/>
    <w:rsid w:val="0082131C"/>
    <w:rsid w:val="008214C2"/>
    <w:rsid w:val="008216BD"/>
    <w:rsid w:val="0082178D"/>
    <w:rsid w:val="00821888"/>
    <w:rsid w:val="00821B16"/>
    <w:rsid w:val="00821B6E"/>
    <w:rsid w:val="00821DF0"/>
    <w:rsid w:val="008220D5"/>
    <w:rsid w:val="008221E6"/>
    <w:rsid w:val="00822704"/>
    <w:rsid w:val="008227C9"/>
    <w:rsid w:val="0082288D"/>
    <w:rsid w:val="00822A92"/>
    <w:rsid w:val="00822A93"/>
    <w:rsid w:val="00822E91"/>
    <w:rsid w:val="00823740"/>
    <w:rsid w:val="00823743"/>
    <w:rsid w:val="00823812"/>
    <w:rsid w:val="00823978"/>
    <w:rsid w:val="0082418F"/>
    <w:rsid w:val="008243FC"/>
    <w:rsid w:val="0082459A"/>
    <w:rsid w:val="00824846"/>
    <w:rsid w:val="00824974"/>
    <w:rsid w:val="00824AED"/>
    <w:rsid w:val="008250CA"/>
    <w:rsid w:val="00825154"/>
    <w:rsid w:val="00825915"/>
    <w:rsid w:val="00825C51"/>
    <w:rsid w:val="00825F87"/>
    <w:rsid w:val="0082604A"/>
    <w:rsid w:val="00826086"/>
    <w:rsid w:val="00826453"/>
    <w:rsid w:val="0082683F"/>
    <w:rsid w:val="008268A8"/>
    <w:rsid w:val="00826B15"/>
    <w:rsid w:val="00827221"/>
    <w:rsid w:val="00827473"/>
    <w:rsid w:val="008274D8"/>
    <w:rsid w:val="00827633"/>
    <w:rsid w:val="00827818"/>
    <w:rsid w:val="00827AF2"/>
    <w:rsid w:val="00827C53"/>
    <w:rsid w:val="0083050C"/>
    <w:rsid w:val="0083056B"/>
    <w:rsid w:val="008305A7"/>
    <w:rsid w:val="00830A21"/>
    <w:rsid w:val="00830DFD"/>
    <w:rsid w:val="0083100E"/>
    <w:rsid w:val="00831077"/>
    <w:rsid w:val="00831955"/>
    <w:rsid w:val="008319D5"/>
    <w:rsid w:val="00831B08"/>
    <w:rsid w:val="008324EF"/>
    <w:rsid w:val="00832734"/>
    <w:rsid w:val="008329A7"/>
    <w:rsid w:val="00832B9F"/>
    <w:rsid w:val="0083332A"/>
    <w:rsid w:val="008334A1"/>
    <w:rsid w:val="008339D1"/>
    <w:rsid w:val="00833C9F"/>
    <w:rsid w:val="00833CB3"/>
    <w:rsid w:val="00833CBA"/>
    <w:rsid w:val="00833D92"/>
    <w:rsid w:val="00833F09"/>
    <w:rsid w:val="00834259"/>
    <w:rsid w:val="008342B0"/>
    <w:rsid w:val="0083465D"/>
    <w:rsid w:val="008349FB"/>
    <w:rsid w:val="00834AB3"/>
    <w:rsid w:val="00834B35"/>
    <w:rsid w:val="00834B3A"/>
    <w:rsid w:val="00834B75"/>
    <w:rsid w:val="00834BEC"/>
    <w:rsid w:val="008353E6"/>
    <w:rsid w:val="00835457"/>
    <w:rsid w:val="0083562C"/>
    <w:rsid w:val="00835D53"/>
    <w:rsid w:val="00835E3A"/>
    <w:rsid w:val="0083601C"/>
    <w:rsid w:val="00836059"/>
    <w:rsid w:val="0083623E"/>
    <w:rsid w:val="008365DB"/>
    <w:rsid w:val="0083697C"/>
    <w:rsid w:val="008369B4"/>
    <w:rsid w:val="00836A81"/>
    <w:rsid w:val="00837645"/>
    <w:rsid w:val="0083764F"/>
    <w:rsid w:val="00837C65"/>
    <w:rsid w:val="0084023A"/>
    <w:rsid w:val="00840480"/>
    <w:rsid w:val="008405A4"/>
    <w:rsid w:val="0084080B"/>
    <w:rsid w:val="008409F1"/>
    <w:rsid w:val="00840CE1"/>
    <w:rsid w:val="00840E34"/>
    <w:rsid w:val="00840EA2"/>
    <w:rsid w:val="008410D8"/>
    <w:rsid w:val="008412F5"/>
    <w:rsid w:val="00841488"/>
    <w:rsid w:val="00841668"/>
    <w:rsid w:val="008417A2"/>
    <w:rsid w:val="00841E2A"/>
    <w:rsid w:val="00841F2D"/>
    <w:rsid w:val="00841FFB"/>
    <w:rsid w:val="00842368"/>
    <w:rsid w:val="00842816"/>
    <w:rsid w:val="00842A0A"/>
    <w:rsid w:val="008433DF"/>
    <w:rsid w:val="00843B10"/>
    <w:rsid w:val="00843B90"/>
    <w:rsid w:val="00843FA5"/>
    <w:rsid w:val="00844479"/>
    <w:rsid w:val="008444CD"/>
    <w:rsid w:val="0084452C"/>
    <w:rsid w:val="00844596"/>
    <w:rsid w:val="0084459E"/>
    <w:rsid w:val="0084468D"/>
    <w:rsid w:val="00844969"/>
    <w:rsid w:val="00844FA4"/>
    <w:rsid w:val="0084565E"/>
    <w:rsid w:val="00845723"/>
    <w:rsid w:val="008458B3"/>
    <w:rsid w:val="0084614D"/>
    <w:rsid w:val="00846758"/>
    <w:rsid w:val="008468C3"/>
    <w:rsid w:val="00846AB2"/>
    <w:rsid w:val="0084702E"/>
    <w:rsid w:val="008471D4"/>
    <w:rsid w:val="008474B3"/>
    <w:rsid w:val="0084786E"/>
    <w:rsid w:val="00847AE7"/>
    <w:rsid w:val="0085008E"/>
    <w:rsid w:val="008501A3"/>
    <w:rsid w:val="008501EC"/>
    <w:rsid w:val="008503B2"/>
    <w:rsid w:val="008504CA"/>
    <w:rsid w:val="00850924"/>
    <w:rsid w:val="00850C3F"/>
    <w:rsid w:val="00850DCA"/>
    <w:rsid w:val="008510DD"/>
    <w:rsid w:val="00851830"/>
    <w:rsid w:val="00852081"/>
    <w:rsid w:val="008520F2"/>
    <w:rsid w:val="008528EA"/>
    <w:rsid w:val="00852D4C"/>
    <w:rsid w:val="008534BD"/>
    <w:rsid w:val="0085371D"/>
    <w:rsid w:val="00853AEA"/>
    <w:rsid w:val="00853EA6"/>
    <w:rsid w:val="0085405E"/>
    <w:rsid w:val="00854370"/>
    <w:rsid w:val="0085442D"/>
    <w:rsid w:val="00854477"/>
    <w:rsid w:val="00854616"/>
    <w:rsid w:val="00854A0B"/>
    <w:rsid w:val="00854A56"/>
    <w:rsid w:val="00854A90"/>
    <w:rsid w:val="00854D10"/>
    <w:rsid w:val="00854E58"/>
    <w:rsid w:val="00855109"/>
    <w:rsid w:val="008551DC"/>
    <w:rsid w:val="00855365"/>
    <w:rsid w:val="0085583F"/>
    <w:rsid w:val="00856AA8"/>
    <w:rsid w:val="008574B6"/>
    <w:rsid w:val="008576C7"/>
    <w:rsid w:val="0085773E"/>
    <w:rsid w:val="0085774F"/>
    <w:rsid w:val="00857A41"/>
    <w:rsid w:val="00857FE3"/>
    <w:rsid w:val="00860064"/>
    <w:rsid w:val="008602E4"/>
    <w:rsid w:val="008604F9"/>
    <w:rsid w:val="00860966"/>
    <w:rsid w:val="00860CE1"/>
    <w:rsid w:val="00861017"/>
    <w:rsid w:val="00861413"/>
    <w:rsid w:val="00861539"/>
    <w:rsid w:val="008619A3"/>
    <w:rsid w:val="008619ED"/>
    <w:rsid w:val="00861DF0"/>
    <w:rsid w:val="008620F8"/>
    <w:rsid w:val="00862751"/>
    <w:rsid w:val="00862C93"/>
    <w:rsid w:val="00862D11"/>
    <w:rsid w:val="00862D85"/>
    <w:rsid w:val="00862DAE"/>
    <w:rsid w:val="008630BE"/>
    <w:rsid w:val="008630EB"/>
    <w:rsid w:val="00863850"/>
    <w:rsid w:val="00863A64"/>
    <w:rsid w:val="00863D5C"/>
    <w:rsid w:val="00864830"/>
    <w:rsid w:val="0086498E"/>
    <w:rsid w:val="00864F1D"/>
    <w:rsid w:val="00865574"/>
    <w:rsid w:val="008655D1"/>
    <w:rsid w:val="008655F7"/>
    <w:rsid w:val="00865608"/>
    <w:rsid w:val="00865678"/>
    <w:rsid w:val="00865774"/>
    <w:rsid w:val="00865C7F"/>
    <w:rsid w:val="00865EF9"/>
    <w:rsid w:val="00865F32"/>
    <w:rsid w:val="00866C37"/>
    <w:rsid w:val="008672CC"/>
    <w:rsid w:val="00867876"/>
    <w:rsid w:val="00867D10"/>
    <w:rsid w:val="00867E39"/>
    <w:rsid w:val="00870332"/>
    <w:rsid w:val="00870410"/>
    <w:rsid w:val="00870693"/>
    <w:rsid w:val="00870CF2"/>
    <w:rsid w:val="00870F6D"/>
    <w:rsid w:val="008711D1"/>
    <w:rsid w:val="00871770"/>
    <w:rsid w:val="00871BA4"/>
    <w:rsid w:val="00871C95"/>
    <w:rsid w:val="00871CDB"/>
    <w:rsid w:val="00871F15"/>
    <w:rsid w:val="00872384"/>
    <w:rsid w:val="00872498"/>
    <w:rsid w:val="00872C3E"/>
    <w:rsid w:val="008730BE"/>
    <w:rsid w:val="0087336B"/>
    <w:rsid w:val="008733DC"/>
    <w:rsid w:val="00873429"/>
    <w:rsid w:val="00873BD3"/>
    <w:rsid w:val="00873CEA"/>
    <w:rsid w:val="008743B4"/>
    <w:rsid w:val="0087447E"/>
    <w:rsid w:val="008747BA"/>
    <w:rsid w:val="008749DC"/>
    <w:rsid w:val="00874EEE"/>
    <w:rsid w:val="00874FDC"/>
    <w:rsid w:val="00875220"/>
    <w:rsid w:val="008752BC"/>
    <w:rsid w:val="00875371"/>
    <w:rsid w:val="00875777"/>
    <w:rsid w:val="008759AD"/>
    <w:rsid w:val="00875A0E"/>
    <w:rsid w:val="00875EE1"/>
    <w:rsid w:val="00875FAC"/>
    <w:rsid w:val="00876304"/>
    <w:rsid w:val="008763F1"/>
    <w:rsid w:val="00876635"/>
    <w:rsid w:val="00876830"/>
    <w:rsid w:val="00876A6B"/>
    <w:rsid w:val="00876C9B"/>
    <w:rsid w:val="00876F9E"/>
    <w:rsid w:val="00877465"/>
    <w:rsid w:val="008777B4"/>
    <w:rsid w:val="00877A1D"/>
    <w:rsid w:val="00877A4A"/>
    <w:rsid w:val="00877F7F"/>
    <w:rsid w:val="00880136"/>
    <w:rsid w:val="008804EB"/>
    <w:rsid w:val="00880A85"/>
    <w:rsid w:val="00880EE5"/>
    <w:rsid w:val="00881035"/>
    <w:rsid w:val="0088137F"/>
    <w:rsid w:val="00881456"/>
    <w:rsid w:val="00881493"/>
    <w:rsid w:val="008814E9"/>
    <w:rsid w:val="008817E1"/>
    <w:rsid w:val="008818E4"/>
    <w:rsid w:val="00881DBA"/>
    <w:rsid w:val="00882096"/>
    <w:rsid w:val="0088215D"/>
    <w:rsid w:val="008822BA"/>
    <w:rsid w:val="00882AF4"/>
    <w:rsid w:val="00883189"/>
    <w:rsid w:val="00883B5D"/>
    <w:rsid w:val="00883EAA"/>
    <w:rsid w:val="00883ED8"/>
    <w:rsid w:val="00884206"/>
    <w:rsid w:val="00884711"/>
    <w:rsid w:val="0088487F"/>
    <w:rsid w:val="00884C3F"/>
    <w:rsid w:val="00884D76"/>
    <w:rsid w:val="00884D79"/>
    <w:rsid w:val="00884E10"/>
    <w:rsid w:val="00884E93"/>
    <w:rsid w:val="0088595B"/>
    <w:rsid w:val="00885F08"/>
    <w:rsid w:val="00886387"/>
    <w:rsid w:val="00886454"/>
    <w:rsid w:val="00886520"/>
    <w:rsid w:val="00886A86"/>
    <w:rsid w:val="00886CBE"/>
    <w:rsid w:val="00886E19"/>
    <w:rsid w:val="008874CD"/>
    <w:rsid w:val="0088757D"/>
    <w:rsid w:val="008877C3"/>
    <w:rsid w:val="0088784D"/>
    <w:rsid w:val="00887BC2"/>
    <w:rsid w:val="00887C96"/>
    <w:rsid w:val="00887DD7"/>
    <w:rsid w:val="008900E1"/>
    <w:rsid w:val="008906F6"/>
    <w:rsid w:val="00891003"/>
    <w:rsid w:val="008913E4"/>
    <w:rsid w:val="0089163C"/>
    <w:rsid w:val="008916AF"/>
    <w:rsid w:val="00891B10"/>
    <w:rsid w:val="00891E5D"/>
    <w:rsid w:val="00891FCB"/>
    <w:rsid w:val="00892A66"/>
    <w:rsid w:val="00892CF4"/>
    <w:rsid w:val="00892D09"/>
    <w:rsid w:val="00893068"/>
    <w:rsid w:val="00893A02"/>
    <w:rsid w:val="00893D65"/>
    <w:rsid w:val="00893E13"/>
    <w:rsid w:val="008942FC"/>
    <w:rsid w:val="0089432D"/>
    <w:rsid w:val="0089452E"/>
    <w:rsid w:val="00894655"/>
    <w:rsid w:val="00894665"/>
    <w:rsid w:val="00894AC9"/>
    <w:rsid w:val="00894ACF"/>
    <w:rsid w:val="00895016"/>
    <w:rsid w:val="0089507C"/>
    <w:rsid w:val="0089528C"/>
    <w:rsid w:val="00895573"/>
    <w:rsid w:val="00895591"/>
    <w:rsid w:val="00895A72"/>
    <w:rsid w:val="00895BFA"/>
    <w:rsid w:val="00895F26"/>
    <w:rsid w:val="00896101"/>
    <w:rsid w:val="00896811"/>
    <w:rsid w:val="008968EB"/>
    <w:rsid w:val="00896A62"/>
    <w:rsid w:val="00896AB1"/>
    <w:rsid w:val="00896C26"/>
    <w:rsid w:val="00896D96"/>
    <w:rsid w:val="00896D9F"/>
    <w:rsid w:val="00897047"/>
    <w:rsid w:val="008973A7"/>
    <w:rsid w:val="00897A75"/>
    <w:rsid w:val="00897C72"/>
    <w:rsid w:val="00897D82"/>
    <w:rsid w:val="00897E17"/>
    <w:rsid w:val="00897EA4"/>
    <w:rsid w:val="008A0017"/>
    <w:rsid w:val="008A043A"/>
    <w:rsid w:val="008A07BD"/>
    <w:rsid w:val="008A0AB6"/>
    <w:rsid w:val="008A1259"/>
    <w:rsid w:val="008A17C2"/>
    <w:rsid w:val="008A1DF3"/>
    <w:rsid w:val="008A2143"/>
    <w:rsid w:val="008A224A"/>
    <w:rsid w:val="008A22EA"/>
    <w:rsid w:val="008A241A"/>
    <w:rsid w:val="008A2789"/>
    <w:rsid w:val="008A285D"/>
    <w:rsid w:val="008A2AE0"/>
    <w:rsid w:val="008A385B"/>
    <w:rsid w:val="008A3997"/>
    <w:rsid w:val="008A3E97"/>
    <w:rsid w:val="008A4054"/>
    <w:rsid w:val="008A4262"/>
    <w:rsid w:val="008A4285"/>
    <w:rsid w:val="008A4294"/>
    <w:rsid w:val="008A4714"/>
    <w:rsid w:val="008A4E22"/>
    <w:rsid w:val="008A53D9"/>
    <w:rsid w:val="008A5851"/>
    <w:rsid w:val="008A5A80"/>
    <w:rsid w:val="008A5C1E"/>
    <w:rsid w:val="008A5D8D"/>
    <w:rsid w:val="008A6193"/>
    <w:rsid w:val="008A63E2"/>
    <w:rsid w:val="008A6AAE"/>
    <w:rsid w:val="008A6B1B"/>
    <w:rsid w:val="008A705B"/>
    <w:rsid w:val="008A713B"/>
    <w:rsid w:val="008A726E"/>
    <w:rsid w:val="008A767E"/>
    <w:rsid w:val="008B02AB"/>
    <w:rsid w:val="008B045D"/>
    <w:rsid w:val="008B057D"/>
    <w:rsid w:val="008B143F"/>
    <w:rsid w:val="008B1AB3"/>
    <w:rsid w:val="008B1DD1"/>
    <w:rsid w:val="008B1E3A"/>
    <w:rsid w:val="008B2062"/>
    <w:rsid w:val="008B21ED"/>
    <w:rsid w:val="008B25BB"/>
    <w:rsid w:val="008B29D8"/>
    <w:rsid w:val="008B35B1"/>
    <w:rsid w:val="008B3680"/>
    <w:rsid w:val="008B3A8D"/>
    <w:rsid w:val="008B3AA0"/>
    <w:rsid w:val="008B3BC1"/>
    <w:rsid w:val="008B43A5"/>
    <w:rsid w:val="008B44F9"/>
    <w:rsid w:val="008B466D"/>
    <w:rsid w:val="008B4675"/>
    <w:rsid w:val="008B46F1"/>
    <w:rsid w:val="008B4F22"/>
    <w:rsid w:val="008B4FA3"/>
    <w:rsid w:val="008B4FBB"/>
    <w:rsid w:val="008B504A"/>
    <w:rsid w:val="008B5131"/>
    <w:rsid w:val="008B522A"/>
    <w:rsid w:val="008B52EB"/>
    <w:rsid w:val="008B59FD"/>
    <w:rsid w:val="008B5B66"/>
    <w:rsid w:val="008B5BF9"/>
    <w:rsid w:val="008B626F"/>
    <w:rsid w:val="008B669B"/>
    <w:rsid w:val="008B6BC8"/>
    <w:rsid w:val="008B6C8D"/>
    <w:rsid w:val="008B6E42"/>
    <w:rsid w:val="008B6FF7"/>
    <w:rsid w:val="008B76EF"/>
    <w:rsid w:val="008B778A"/>
    <w:rsid w:val="008C04C5"/>
    <w:rsid w:val="008C091A"/>
    <w:rsid w:val="008C0950"/>
    <w:rsid w:val="008C0FA4"/>
    <w:rsid w:val="008C14C2"/>
    <w:rsid w:val="008C16BC"/>
    <w:rsid w:val="008C2A48"/>
    <w:rsid w:val="008C2E57"/>
    <w:rsid w:val="008C300F"/>
    <w:rsid w:val="008C33F0"/>
    <w:rsid w:val="008C403C"/>
    <w:rsid w:val="008C47C4"/>
    <w:rsid w:val="008C4808"/>
    <w:rsid w:val="008C50EB"/>
    <w:rsid w:val="008C52C9"/>
    <w:rsid w:val="008C52F3"/>
    <w:rsid w:val="008C5404"/>
    <w:rsid w:val="008C560D"/>
    <w:rsid w:val="008C575B"/>
    <w:rsid w:val="008C57E5"/>
    <w:rsid w:val="008C6008"/>
    <w:rsid w:val="008C62CB"/>
    <w:rsid w:val="008C650B"/>
    <w:rsid w:val="008C6570"/>
    <w:rsid w:val="008C67CD"/>
    <w:rsid w:val="008C6AD4"/>
    <w:rsid w:val="008C6C28"/>
    <w:rsid w:val="008C6E0F"/>
    <w:rsid w:val="008C6F36"/>
    <w:rsid w:val="008C7162"/>
    <w:rsid w:val="008C7AF6"/>
    <w:rsid w:val="008D03A3"/>
    <w:rsid w:val="008D051D"/>
    <w:rsid w:val="008D05EF"/>
    <w:rsid w:val="008D060A"/>
    <w:rsid w:val="008D078A"/>
    <w:rsid w:val="008D0EE6"/>
    <w:rsid w:val="008D1244"/>
    <w:rsid w:val="008D1327"/>
    <w:rsid w:val="008D1418"/>
    <w:rsid w:val="008D14A9"/>
    <w:rsid w:val="008D153C"/>
    <w:rsid w:val="008D2BDD"/>
    <w:rsid w:val="008D30D4"/>
    <w:rsid w:val="008D3198"/>
    <w:rsid w:val="008D33AD"/>
    <w:rsid w:val="008D36FE"/>
    <w:rsid w:val="008D3C71"/>
    <w:rsid w:val="008D3DB5"/>
    <w:rsid w:val="008D3E71"/>
    <w:rsid w:val="008D412E"/>
    <w:rsid w:val="008D41EA"/>
    <w:rsid w:val="008D4254"/>
    <w:rsid w:val="008D44AB"/>
    <w:rsid w:val="008D477E"/>
    <w:rsid w:val="008D4CC6"/>
    <w:rsid w:val="008D4E03"/>
    <w:rsid w:val="008D53F3"/>
    <w:rsid w:val="008D53FE"/>
    <w:rsid w:val="008D5529"/>
    <w:rsid w:val="008D572F"/>
    <w:rsid w:val="008D58C7"/>
    <w:rsid w:val="008D58CE"/>
    <w:rsid w:val="008D5ABB"/>
    <w:rsid w:val="008D5D34"/>
    <w:rsid w:val="008D5D5E"/>
    <w:rsid w:val="008D5DD1"/>
    <w:rsid w:val="008D605D"/>
    <w:rsid w:val="008D63D9"/>
    <w:rsid w:val="008D65A7"/>
    <w:rsid w:val="008D6827"/>
    <w:rsid w:val="008D6A7D"/>
    <w:rsid w:val="008D6DB9"/>
    <w:rsid w:val="008D7427"/>
    <w:rsid w:val="008D750D"/>
    <w:rsid w:val="008D75B8"/>
    <w:rsid w:val="008D7C0A"/>
    <w:rsid w:val="008D7EC2"/>
    <w:rsid w:val="008E0442"/>
    <w:rsid w:val="008E0808"/>
    <w:rsid w:val="008E0C2A"/>
    <w:rsid w:val="008E0D45"/>
    <w:rsid w:val="008E11C1"/>
    <w:rsid w:val="008E17F9"/>
    <w:rsid w:val="008E1BC3"/>
    <w:rsid w:val="008E1F32"/>
    <w:rsid w:val="008E1FB3"/>
    <w:rsid w:val="008E2268"/>
    <w:rsid w:val="008E2D5E"/>
    <w:rsid w:val="008E3158"/>
    <w:rsid w:val="008E374B"/>
    <w:rsid w:val="008E39D4"/>
    <w:rsid w:val="008E3FB1"/>
    <w:rsid w:val="008E3FC0"/>
    <w:rsid w:val="008E40BC"/>
    <w:rsid w:val="008E4269"/>
    <w:rsid w:val="008E4515"/>
    <w:rsid w:val="008E464D"/>
    <w:rsid w:val="008E48D5"/>
    <w:rsid w:val="008E4AC4"/>
    <w:rsid w:val="008E4EDE"/>
    <w:rsid w:val="008E5044"/>
    <w:rsid w:val="008E50AF"/>
    <w:rsid w:val="008E541E"/>
    <w:rsid w:val="008E5524"/>
    <w:rsid w:val="008E56CC"/>
    <w:rsid w:val="008E56D8"/>
    <w:rsid w:val="008E5CA8"/>
    <w:rsid w:val="008E6090"/>
    <w:rsid w:val="008E61B8"/>
    <w:rsid w:val="008E621E"/>
    <w:rsid w:val="008E6349"/>
    <w:rsid w:val="008E655B"/>
    <w:rsid w:val="008E65E5"/>
    <w:rsid w:val="008E66C6"/>
    <w:rsid w:val="008E69F8"/>
    <w:rsid w:val="008E6B9F"/>
    <w:rsid w:val="008E6C4D"/>
    <w:rsid w:val="008E7BC1"/>
    <w:rsid w:val="008E7C5A"/>
    <w:rsid w:val="008F040C"/>
    <w:rsid w:val="008F055F"/>
    <w:rsid w:val="008F0564"/>
    <w:rsid w:val="008F0566"/>
    <w:rsid w:val="008F060D"/>
    <w:rsid w:val="008F0841"/>
    <w:rsid w:val="008F0BB5"/>
    <w:rsid w:val="008F0C5F"/>
    <w:rsid w:val="008F0F25"/>
    <w:rsid w:val="008F1411"/>
    <w:rsid w:val="008F1449"/>
    <w:rsid w:val="008F18CF"/>
    <w:rsid w:val="008F1E70"/>
    <w:rsid w:val="008F1E81"/>
    <w:rsid w:val="008F213B"/>
    <w:rsid w:val="008F223C"/>
    <w:rsid w:val="008F2587"/>
    <w:rsid w:val="008F27D1"/>
    <w:rsid w:val="008F2AFC"/>
    <w:rsid w:val="008F2CED"/>
    <w:rsid w:val="008F334A"/>
    <w:rsid w:val="008F36E0"/>
    <w:rsid w:val="008F392F"/>
    <w:rsid w:val="008F3A14"/>
    <w:rsid w:val="008F3D1A"/>
    <w:rsid w:val="008F3F1E"/>
    <w:rsid w:val="008F42C1"/>
    <w:rsid w:val="008F4999"/>
    <w:rsid w:val="008F4AC9"/>
    <w:rsid w:val="008F5106"/>
    <w:rsid w:val="008F51D7"/>
    <w:rsid w:val="008F5BA1"/>
    <w:rsid w:val="008F5F30"/>
    <w:rsid w:val="008F5FC7"/>
    <w:rsid w:val="008F6128"/>
    <w:rsid w:val="008F6769"/>
    <w:rsid w:val="008F67E7"/>
    <w:rsid w:val="008F6B0E"/>
    <w:rsid w:val="008F6C43"/>
    <w:rsid w:val="008F738A"/>
    <w:rsid w:val="008F76F3"/>
    <w:rsid w:val="008F7776"/>
    <w:rsid w:val="008F77D4"/>
    <w:rsid w:val="008F7B63"/>
    <w:rsid w:val="008F7BB3"/>
    <w:rsid w:val="008F7BB6"/>
    <w:rsid w:val="008F7C21"/>
    <w:rsid w:val="008F7F15"/>
    <w:rsid w:val="0090019D"/>
    <w:rsid w:val="009002C6"/>
    <w:rsid w:val="009003D6"/>
    <w:rsid w:val="00900C98"/>
    <w:rsid w:val="00900D33"/>
    <w:rsid w:val="00900D6F"/>
    <w:rsid w:val="00900E5E"/>
    <w:rsid w:val="009012D7"/>
    <w:rsid w:val="009013CC"/>
    <w:rsid w:val="00901A4A"/>
    <w:rsid w:val="00901C23"/>
    <w:rsid w:val="00901DDA"/>
    <w:rsid w:val="00901F59"/>
    <w:rsid w:val="0090222D"/>
    <w:rsid w:val="00902260"/>
    <w:rsid w:val="00902377"/>
    <w:rsid w:val="00902423"/>
    <w:rsid w:val="009027AD"/>
    <w:rsid w:val="0090290A"/>
    <w:rsid w:val="009029A5"/>
    <w:rsid w:val="00902BB7"/>
    <w:rsid w:val="00902BB9"/>
    <w:rsid w:val="0090304A"/>
    <w:rsid w:val="0090313D"/>
    <w:rsid w:val="00903218"/>
    <w:rsid w:val="00903BFF"/>
    <w:rsid w:val="00903D7C"/>
    <w:rsid w:val="009043EE"/>
    <w:rsid w:val="009048C2"/>
    <w:rsid w:val="00904A02"/>
    <w:rsid w:val="00904AFE"/>
    <w:rsid w:val="00904EF8"/>
    <w:rsid w:val="00905D6B"/>
    <w:rsid w:val="00906402"/>
    <w:rsid w:val="00906414"/>
    <w:rsid w:val="009064DA"/>
    <w:rsid w:val="00906519"/>
    <w:rsid w:val="009069F9"/>
    <w:rsid w:val="00906B2B"/>
    <w:rsid w:val="00906CBC"/>
    <w:rsid w:val="00906CE0"/>
    <w:rsid w:val="00906D97"/>
    <w:rsid w:val="00907063"/>
    <w:rsid w:val="00907339"/>
    <w:rsid w:val="009074C1"/>
    <w:rsid w:val="009074FA"/>
    <w:rsid w:val="00907674"/>
    <w:rsid w:val="009077E7"/>
    <w:rsid w:val="00907B46"/>
    <w:rsid w:val="00907B58"/>
    <w:rsid w:val="00907F15"/>
    <w:rsid w:val="00910107"/>
    <w:rsid w:val="00910108"/>
    <w:rsid w:val="00910A36"/>
    <w:rsid w:val="009111FE"/>
    <w:rsid w:val="009112CE"/>
    <w:rsid w:val="009112E1"/>
    <w:rsid w:val="009114E1"/>
    <w:rsid w:val="009115E6"/>
    <w:rsid w:val="00911626"/>
    <w:rsid w:val="00911900"/>
    <w:rsid w:val="00911C39"/>
    <w:rsid w:val="00911E6E"/>
    <w:rsid w:val="00911E8E"/>
    <w:rsid w:val="00911F83"/>
    <w:rsid w:val="00911FE5"/>
    <w:rsid w:val="009122BE"/>
    <w:rsid w:val="009123D8"/>
    <w:rsid w:val="00912661"/>
    <w:rsid w:val="00912BC4"/>
    <w:rsid w:val="00912D54"/>
    <w:rsid w:val="00912F0B"/>
    <w:rsid w:val="00912F27"/>
    <w:rsid w:val="00913B02"/>
    <w:rsid w:val="009140A8"/>
    <w:rsid w:val="0091418B"/>
    <w:rsid w:val="0091425F"/>
    <w:rsid w:val="00914276"/>
    <w:rsid w:val="009142DA"/>
    <w:rsid w:val="00914347"/>
    <w:rsid w:val="0091436E"/>
    <w:rsid w:val="00914B03"/>
    <w:rsid w:val="00914EF1"/>
    <w:rsid w:val="00915666"/>
    <w:rsid w:val="00915B1F"/>
    <w:rsid w:val="00915B99"/>
    <w:rsid w:val="00915C8C"/>
    <w:rsid w:val="00915D30"/>
    <w:rsid w:val="009161EE"/>
    <w:rsid w:val="009162B1"/>
    <w:rsid w:val="009166DC"/>
    <w:rsid w:val="00917005"/>
    <w:rsid w:val="00917048"/>
    <w:rsid w:val="00917A05"/>
    <w:rsid w:val="00917BF2"/>
    <w:rsid w:val="00917D28"/>
    <w:rsid w:val="00917DCF"/>
    <w:rsid w:val="009203D1"/>
    <w:rsid w:val="0092071A"/>
    <w:rsid w:val="009208EA"/>
    <w:rsid w:val="009209F0"/>
    <w:rsid w:val="00920D34"/>
    <w:rsid w:val="00921028"/>
    <w:rsid w:val="0092147B"/>
    <w:rsid w:val="009214AE"/>
    <w:rsid w:val="009215D8"/>
    <w:rsid w:val="009215E0"/>
    <w:rsid w:val="009216A4"/>
    <w:rsid w:val="009217A1"/>
    <w:rsid w:val="00921A33"/>
    <w:rsid w:val="00921A45"/>
    <w:rsid w:val="00921ADB"/>
    <w:rsid w:val="00921F17"/>
    <w:rsid w:val="009220C7"/>
    <w:rsid w:val="0092211D"/>
    <w:rsid w:val="0092246F"/>
    <w:rsid w:val="009225D6"/>
    <w:rsid w:val="00922AAC"/>
    <w:rsid w:val="0092302F"/>
    <w:rsid w:val="00923049"/>
    <w:rsid w:val="00923308"/>
    <w:rsid w:val="0092366B"/>
    <w:rsid w:val="00923C66"/>
    <w:rsid w:val="00923D4D"/>
    <w:rsid w:val="00923E1D"/>
    <w:rsid w:val="00924331"/>
    <w:rsid w:val="009244F8"/>
    <w:rsid w:val="0092456E"/>
    <w:rsid w:val="00924A3B"/>
    <w:rsid w:val="00924B83"/>
    <w:rsid w:val="00925011"/>
    <w:rsid w:val="0092519D"/>
    <w:rsid w:val="009254DD"/>
    <w:rsid w:val="00925685"/>
    <w:rsid w:val="009256B9"/>
    <w:rsid w:val="009259FB"/>
    <w:rsid w:val="00925BF1"/>
    <w:rsid w:val="00925E2C"/>
    <w:rsid w:val="00926337"/>
    <w:rsid w:val="009265BD"/>
    <w:rsid w:val="00926864"/>
    <w:rsid w:val="00926B70"/>
    <w:rsid w:val="00926DDF"/>
    <w:rsid w:val="00926E29"/>
    <w:rsid w:val="00926E65"/>
    <w:rsid w:val="00926F8F"/>
    <w:rsid w:val="00926FD1"/>
    <w:rsid w:val="00927082"/>
    <w:rsid w:val="009270D2"/>
    <w:rsid w:val="009271CA"/>
    <w:rsid w:val="00927235"/>
    <w:rsid w:val="00927728"/>
    <w:rsid w:val="009300FB"/>
    <w:rsid w:val="00930471"/>
    <w:rsid w:val="00930679"/>
    <w:rsid w:val="009309F7"/>
    <w:rsid w:val="00931111"/>
    <w:rsid w:val="009314CE"/>
    <w:rsid w:val="009319C8"/>
    <w:rsid w:val="00931F9C"/>
    <w:rsid w:val="009321F6"/>
    <w:rsid w:val="00932352"/>
    <w:rsid w:val="0093274E"/>
    <w:rsid w:val="00932E2A"/>
    <w:rsid w:val="00933216"/>
    <w:rsid w:val="009338F6"/>
    <w:rsid w:val="00933A8A"/>
    <w:rsid w:val="00933ED6"/>
    <w:rsid w:val="009341D9"/>
    <w:rsid w:val="00934972"/>
    <w:rsid w:val="00934A65"/>
    <w:rsid w:val="00934A6E"/>
    <w:rsid w:val="00934BD4"/>
    <w:rsid w:val="00934CC6"/>
    <w:rsid w:val="00935027"/>
    <w:rsid w:val="009351B8"/>
    <w:rsid w:val="00935437"/>
    <w:rsid w:val="009356E2"/>
    <w:rsid w:val="00935D7E"/>
    <w:rsid w:val="009362BB"/>
    <w:rsid w:val="00936353"/>
    <w:rsid w:val="0093638E"/>
    <w:rsid w:val="009365C9"/>
    <w:rsid w:val="009367E8"/>
    <w:rsid w:val="00936D05"/>
    <w:rsid w:val="009370D0"/>
    <w:rsid w:val="009375E5"/>
    <w:rsid w:val="00937A42"/>
    <w:rsid w:val="00937A4D"/>
    <w:rsid w:val="00937B37"/>
    <w:rsid w:val="00937D48"/>
    <w:rsid w:val="009401B2"/>
    <w:rsid w:val="00940CED"/>
    <w:rsid w:val="00940D11"/>
    <w:rsid w:val="00940E1D"/>
    <w:rsid w:val="00941183"/>
    <w:rsid w:val="00941327"/>
    <w:rsid w:val="009415C8"/>
    <w:rsid w:val="009421AF"/>
    <w:rsid w:val="00942281"/>
    <w:rsid w:val="00942615"/>
    <w:rsid w:val="0094276C"/>
    <w:rsid w:val="00942A69"/>
    <w:rsid w:val="00942B84"/>
    <w:rsid w:val="00942D85"/>
    <w:rsid w:val="00942EBA"/>
    <w:rsid w:val="0094358A"/>
    <w:rsid w:val="00943652"/>
    <w:rsid w:val="00943D34"/>
    <w:rsid w:val="009440BF"/>
    <w:rsid w:val="009440D1"/>
    <w:rsid w:val="00944804"/>
    <w:rsid w:val="00944937"/>
    <w:rsid w:val="00944AF4"/>
    <w:rsid w:val="00944E06"/>
    <w:rsid w:val="00944E2E"/>
    <w:rsid w:val="00945775"/>
    <w:rsid w:val="00945819"/>
    <w:rsid w:val="00945A09"/>
    <w:rsid w:val="00945B6A"/>
    <w:rsid w:val="009463B3"/>
    <w:rsid w:val="00946402"/>
    <w:rsid w:val="00946C7E"/>
    <w:rsid w:val="00947332"/>
    <w:rsid w:val="009473AB"/>
    <w:rsid w:val="00947A22"/>
    <w:rsid w:val="00947E87"/>
    <w:rsid w:val="0095067A"/>
    <w:rsid w:val="009509DF"/>
    <w:rsid w:val="00950A49"/>
    <w:rsid w:val="00950B06"/>
    <w:rsid w:val="00950D72"/>
    <w:rsid w:val="0095127F"/>
    <w:rsid w:val="00951349"/>
    <w:rsid w:val="009519AB"/>
    <w:rsid w:val="00951E6C"/>
    <w:rsid w:val="00951EFA"/>
    <w:rsid w:val="0095219F"/>
    <w:rsid w:val="009521A7"/>
    <w:rsid w:val="009525D8"/>
    <w:rsid w:val="00952A1D"/>
    <w:rsid w:val="00952AFF"/>
    <w:rsid w:val="00952BEA"/>
    <w:rsid w:val="00952CD2"/>
    <w:rsid w:val="009533FC"/>
    <w:rsid w:val="00953A35"/>
    <w:rsid w:val="00953A80"/>
    <w:rsid w:val="00953AB0"/>
    <w:rsid w:val="00953F2E"/>
    <w:rsid w:val="00954035"/>
    <w:rsid w:val="009540F0"/>
    <w:rsid w:val="009542C6"/>
    <w:rsid w:val="009545A6"/>
    <w:rsid w:val="009549F2"/>
    <w:rsid w:val="00954C6D"/>
    <w:rsid w:val="00954CF5"/>
    <w:rsid w:val="00954F5A"/>
    <w:rsid w:val="009552BE"/>
    <w:rsid w:val="00955371"/>
    <w:rsid w:val="00955987"/>
    <w:rsid w:val="00955D97"/>
    <w:rsid w:val="00956568"/>
    <w:rsid w:val="0095661E"/>
    <w:rsid w:val="00956792"/>
    <w:rsid w:val="0095695E"/>
    <w:rsid w:val="00956962"/>
    <w:rsid w:val="00956C74"/>
    <w:rsid w:val="009570E5"/>
    <w:rsid w:val="0095736A"/>
    <w:rsid w:val="0095737A"/>
    <w:rsid w:val="009575AB"/>
    <w:rsid w:val="00957612"/>
    <w:rsid w:val="00957994"/>
    <w:rsid w:val="009579F7"/>
    <w:rsid w:val="00957EDD"/>
    <w:rsid w:val="009600FD"/>
    <w:rsid w:val="00960196"/>
    <w:rsid w:val="00960253"/>
    <w:rsid w:val="00960734"/>
    <w:rsid w:val="009609EB"/>
    <w:rsid w:val="00960B66"/>
    <w:rsid w:val="00960B73"/>
    <w:rsid w:val="00960E7C"/>
    <w:rsid w:val="009610AE"/>
    <w:rsid w:val="0096146D"/>
    <w:rsid w:val="0096155C"/>
    <w:rsid w:val="009617ED"/>
    <w:rsid w:val="00961A25"/>
    <w:rsid w:val="00961A34"/>
    <w:rsid w:val="00961BB3"/>
    <w:rsid w:val="0096208F"/>
    <w:rsid w:val="009621FA"/>
    <w:rsid w:val="00962C36"/>
    <w:rsid w:val="009632CC"/>
    <w:rsid w:val="00963354"/>
    <w:rsid w:val="009633F2"/>
    <w:rsid w:val="009636BC"/>
    <w:rsid w:val="00963EEF"/>
    <w:rsid w:val="0096423B"/>
    <w:rsid w:val="00964352"/>
    <w:rsid w:val="009648ED"/>
    <w:rsid w:val="00964A8D"/>
    <w:rsid w:val="00964D0E"/>
    <w:rsid w:val="00964E52"/>
    <w:rsid w:val="00964FF0"/>
    <w:rsid w:val="009653E6"/>
    <w:rsid w:val="0096562B"/>
    <w:rsid w:val="00965A27"/>
    <w:rsid w:val="00965B30"/>
    <w:rsid w:val="00965B36"/>
    <w:rsid w:val="00965C7B"/>
    <w:rsid w:val="009660A4"/>
    <w:rsid w:val="0096716A"/>
    <w:rsid w:val="0096770E"/>
    <w:rsid w:val="009678D9"/>
    <w:rsid w:val="0096798A"/>
    <w:rsid w:val="009679FE"/>
    <w:rsid w:val="00967A8F"/>
    <w:rsid w:val="009705C5"/>
    <w:rsid w:val="00970A50"/>
    <w:rsid w:val="00970B8F"/>
    <w:rsid w:val="00970D02"/>
    <w:rsid w:val="00970D2C"/>
    <w:rsid w:val="00970FCD"/>
    <w:rsid w:val="00971176"/>
    <w:rsid w:val="00971385"/>
    <w:rsid w:val="0097153D"/>
    <w:rsid w:val="00971C60"/>
    <w:rsid w:val="00972223"/>
    <w:rsid w:val="009723BC"/>
    <w:rsid w:val="0097256B"/>
    <w:rsid w:val="00972666"/>
    <w:rsid w:val="0097273D"/>
    <w:rsid w:val="009727DE"/>
    <w:rsid w:val="0097294F"/>
    <w:rsid w:val="00972B8C"/>
    <w:rsid w:val="00972EAB"/>
    <w:rsid w:val="00972FD3"/>
    <w:rsid w:val="009737C4"/>
    <w:rsid w:val="00973960"/>
    <w:rsid w:val="0097396B"/>
    <w:rsid w:val="0097446F"/>
    <w:rsid w:val="0097462F"/>
    <w:rsid w:val="009746B3"/>
    <w:rsid w:val="00974CBB"/>
    <w:rsid w:val="00974EF0"/>
    <w:rsid w:val="0097531E"/>
    <w:rsid w:val="00975402"/>
    <w:rsid w:val="009759D6"/>
    <w:rsid w:val="00976349"/>
    <w:rsid w:val="009764EA"/>
    <w:rsid w:val="00976906"/>
    <w:rsid w:val="00976C8D"/>
    <w:rsid w:val="00977C9B"/>
    <w:rsid w:val="00977DA3"/>
    <w:rsid w:val="00977DBD"/>
    <w:rsid w:val="009801C6"/>
    <w:rsid w:val="009801D2"/>
    <w:rsid w:val="00980241"/>
    <w:rsid w:val="00980764"/>
    <w:rsid w:val="00980AD8"/>
    <w:rsid w:val="00980FBD"/>
    <w:rsid w:val="00981036"/>
    <w:rsid w:val="00981199"/>
    <w:rsid w:val="00981247"/>
    <w:rsid w:val="00981284"/>
    <w:rsid w:val="009812B6"/>
    <w:rsid w:val="0098164B"/>
    <w:rsid w:val="00981665"/>
    <w:rsid w:val="0098199E"/>
    <w:rsid w:val="00981B54"/>
    <w:rsid w:val="00981E2F"/>
    <w:rsid w:val="00982223"/>
    <w:rsid w:val="0098227F"/>
    <w:rsid w:val="009826E0"/>
    <w:rsid w:val="00982722"/>
    <w:rsid w:val="009827C1"/>
    <w:rsid w:val="00983240"/>
    <w:rsid w:val="00983953"/>
    <w:rsid w:val="009839F1"/>
    <w:rsid w:val="00984104"/>
    <w:rsid w:val="0098442E"/>
    <w:rsid w:val="00984574"/>
    <w:rsid w:val="009848C0"/>
    <w:rsid w:val="009848D0"/>
    <w:rsid w:val="00984948"/>
    <w:rsid w:val="00984AA1"/>
    <w:rsid w:val="00984D3C"/>
    <w:rsid w:val="009850B0"/>
    <w:rsid w:val="0098518A"/>
    <w:rsid w:val="00985434"/>
    <w:rsid w:val="00985BB4"/>
    <w:rsid w:val="00985D2D"/>
    <w:rsid w:val="00985ED9"/>
    <w:rsid w:val="00986864"/>
    <w:rsid w:val="009868EE"/>
    <w:rsid w:val="00987260"/>
    <w:rsid w:val="00987898"/>
    <w:rsid w:val="009878E4"/>
    <w:rsid w:val="00987C3B"/>
    <w:rsid w:val="00990353"/>
    <w:rsid w:val="0099060D"/>
    <w:rsid w:val="00990E7D"/>
    <w:rsid w:val="00991049"/>
    <w:rsid w:val="00991114"/>
    <w:rsid w:val="009917BA"/>
    <w:rsid w:val="00991F4A"/>
    <w:rsid w:val="0099204B"/>
    <w:rsid w:val="009920E8"/>
    <w:rsid w:val="009923DC"/>
    <w:rsid w:val="00992471"/>
    <w:rsid w:val="0099279F"/>
    <w:rsid w:val="00992AB8"/>
    <w:rsid w:val="00992CCB"/>
    <w:rsid w:val="009933F2"/>
    <w:rsid w:val="009934F8"/>
    <w:rsid w:val="009940AE"/>
    <w:rsid w:val="009941E9"/>
    <w:rsid w:val="009942C0"/>
    <w:rsid w:val="009944F2"/>
    <w:rsid w:val="009946EA"/>
    <w:rsid w:val="00994777"/>
    <w:rsid w:val="0099495B"/>
    <w:rsid w:val="00994A42"/>
    <w:rsid w:val="00994C33"/>
    <w:rsid w:val="00994D6C"/>
    <w:rsid w:val="00994D9F"/>
    <w:rsid w:val="009956C3"/>
    <w:rsid w:val="00996605"/>
    <w:rsid w:val="009967C9"/>
    <w:rsid w:val="0099733C"/>
    <w:rsid w:val="0099759B"/>
    <w:rsid w:val="00997718"/>
    <w:rsid w:val="009978F5"/>
    <w:rsid w:val="00997BD8"/>
    <w:rsid w:val="009A05E5"/>
    <w:rsid w:val="009A09C1"/>
    <w:rsid w:val="009A0C41"/>
    <w:rsid w:val="009A0E13"/>
    <w:rsid w:val="009A1199"/>
    <w:rsid w:val="009A136F"/>
    <w:rsid w:val="009A1773"/>
    <w:rsid w:val="009A17BE"/>
    <w:rsid w:val="009A2259"/>
    <w:rsid w:val="009A23C2"/>
    <w:rsid w:val="009A250E"/>
    <w:rsid w:val="009A26DD"/>
    <w:rsid w:val="009A2B59"/>
    <w:rsid w:val="009A2BD4"/>
    <w:rsid w:val="009A2FA5"/>
    <w:rsid w:val="009A2FFF"/>
    <w:rsid w:val="009A3D2A"/>
    <w:rsid w:val="009A3F52"/>
    <w:rsid w:val="009A438E"/>
    <w:rsid w:val="009A4466"/>
    <w:rsid w:val="009A499D"/>
    <w:rsid w:val="009A4CF7"/>
    <w:rsid w:val="009A4ED5"/>
    <w:rsid w:val="009A5095"/>
    <w:rsid w:val="009A57E2"/>
    <w:rsid w:val="009A5C19"/>
    <w:rsid w:val="009A5C9C"/>
    <w:rsid w:val="009A709F"/>
    <w:rsid w:val="009A729F"/>
    <w:rsid w:val="009A789E"/>
    <w:rsid w:val="009A7D1C"/>
    <w:rsid w:val="009A7E92"/>
    <w:rsid w:val="009B07F6"/>
    <w:rsid w:val="009B0CE1"/>
    <w:rsid w:val="009B0CF9"/>
    <w:rsid w:val="009B0DF4"/>
    <w:rsid w:val="009B0F79"/>
    <w:rsid w:val="009B1255"/>
    <w:rsid w:val="009B18DF"/>
    <w:rsid w:val="009B19C4"/>
    <w:rsid w:val="009B2220"/>
    <w:rsid w:val="009B24D5"/>
    <w:rsid w:val="009B2FF1"/>
    <w:rsid w:val="009B30E2"/>
    <w:rsid w:val="009B339B"/>
    <w:rsid w:val="009B3657"/>
    <w:rsid w:val="009B3842"/>
    <w:rsid w:val="009B4293"/>
    <w:rsid w:val="009B43C4"/>
    <w:rsid w:val="009B4637"/>
    <w:rsid w:val="009B4AE7"/>
    <w:rsid w:val="009B50FB"/>
    <w:rsid w:val="009B512A"/>
    <w:rsid w:val="009B525E"/>
    <w:rsid w:val="009B55CF"/>
    <w:rsid w:val="009B578F"/>
    <w:rsid w:val="009B5B1F"/>
    <w:rsid w:val="009B5F06"/>
    <w:rsid w:val="009B680C"/>
    <w:rsid w:val="009B6A34"/>
    <w:rsid w:val="009B6B52"/>
    <w:rsid w:val="009B6E2A"/>
    <w:rsid w:val="009B7116"/>
    <w:rsid w:val="009B7E06"/>
    <w:rsid w:val="009B7EEE"/>
    <w:rsid w:val="009B7F51"/>
    <w:rsid w:val="009C000D"/>
    <w:rsid w:val="009C01A1"/>
    <w:rsid w:val="009C03C7"/>
    <w:rsid w:val="009C06D3"/>
    <w:rsid w:val="009C0978"/>
    <w:rsid w:val="009C0AA1"/>
    <w:rsid w:val="009C0B62"/>
    <w:rsid w:val="009C0D00"/>
    <w:rsid w:val="009C0F2C"/>
    <w:rsid w:val="009C14F0"/>
    <w:rsid w:val="009C1A7C"/>
    <w:rsid w:val="009C1BA7"/>
    <w:rsid w:val="009C2454"/>
    <w:rsid w:val="009C2471"/>
    <w:rsid w:val="009C26E0"/>
    <w:rsid w:val="009C310F"/>
    <w:rsid w:val="009C3211"/>
    <w:rsid w:val="009C3615"/>
    <w:rsid w:val="009C37A1"/>
    <w:rsid w:val="009C37DF"/>
    <w:rsid w:val="009C3C14"/>
    <w:rsid w:val="009C412B"/>
    <w:rsid w:val="009C41EB"/>
    <w:rsid w:val="009C46C3"/>
    <w:rsid w:val="009C47BB"/>
    <w:rsid w:val="009C492E"/>
    <w:rsid w:val="009C4A33"/>
    <w:rsid w:val="009C4AA6"/>
    <w:rsid w:val="009C4CA7"/>
    <w:rsid w:val="009C4D55"/>
    <w:rsid w:val="009C4E04"/>
    <w:rsid w:val="009C4F9D"/>
    <w:rsid w:val="009C5106"/>
    <w:rsid w:val="009C52DA"/>
    <w:rsid w:val="009C5542"/>
    <w:rsid w:val="009C575D"/>
    <w:rsid w:val="009C6098"/>
    <w:rsid w:val="009C67A0"/>
    <w:rsid w:val="009C6A8E"/>
    <w:rsid w:val="009C6D2C"/>
    <w:rsid w:val="009C6E10"/>
    <w:rsid w:val="009C72A9"/>
    <w:rsid w:val="009C732D"/>
    <w:rsid w:val="009C7624"/>
    <w:rsid w:val="009C76EB"/>
    <w:rsid w:val="009C775F"/>
    <w:rsid w:val="009C778E"/>
    <w:rsid w:val="009C79D4"/>
    <w:rsid w:val="009C7AEA"/>
    <w:rsid w:val="009C7B4E"/>
    <w:rsid w:val="009C7C09"/>
    <w:rsid w:val="009C7D03"/>
    <w:rsid w:val="009D02AD"/>
    <w:rsid w:val="009D0377"/>
    <w:rsid w:val="009D05DB"/>
    <w:rsid w:val="009D08F8"/>
    <w:rsid w:val="009D0E17"/>
    <w:rsid w:val="009D16C3"/>
    <w:rsid w:val="009D19A2"/>
    <w:rsid w:val="009D1A76"/>
    <w:rsid w:val="009D2208"/>
    <w:rsid w:val="009D24F1"/>
    <w:rsid w:val="009D25E8"/>
    <w:rsid w:val="009D25F2"/>
    <w:rsid w:val="009D2928"/>
    <w:rsid w:val="009D2B21"/>
    <w:rsid w:val="009D2DBE"/>
    <w:rsid w:val="009D2FE2"/>
    <w:rsid w:val="009D3411"/>
    <w:rsid w:val="009D43C3"/>
    <w:rsid w:val="009D4446"/>
    <w:rsid w:val="009D446C"/>
    <w:rsid w:val="009D477C"/>
    <w:rsid w:val="009D4A3D"/>
    <w:rsid w:val="009D4BDA"/>
    <w:rsid w:val="009D50ED"/>
    <w:rsid w:val="009D52F4"/>
    <w:rsid w:val="009D53BB"/>
    <w:rsid w:val="009D632C"/>
    <w:rsid w:val="009D6706"/>
    <w:rsid w:val="009D67DF"/>
    <w:rsid w:val="009D68BF"/>
    <w:rsid w:val="009D6CF1"/>
    <w:rsid w:val="009D6DFE"/>
    <w:rsid w:val="009D7242"/>
    <w:rsid w:val="009D7344"/>
    <w:rsid w:val="009D74AE"/>
    <w:rsid w:val="009D7D53"/>
    <w:rsid w:val="009E000A"/>
    <w:rsid w:val="009E0869"/>
    <w:rsid w:val="009E0C7C"/>
    <w:rsid w:val="009E0EBA"/>
    <w:rsid w:val="009E1073"/>
    <w:rsid w:val="009E1534"/>
    <w:rsid w:val="009E16E2"/>
    <w:rsid w:val="009E188A"/>
    <w:rsid w:val="009E1C5A"/>
    <w:rsid w:val="009E1F14"/>
    <w:rsid w:val="009E1FB4"/>
    <w:rsid w:val="009E226E"/>
    <w:rsid w:val="009E2419"/>
    <w:rsid w:val="009E2794"/>
    <w:rsid w:val="009E27BA"/>
    <w:rsid w:val="009E27D7"/>
    <w:rsid w:val="009E2BBD"/>
    <w:rsid w:val="009E2D6C"/>
    <w:rsid w:val="009E3000"/>
    <w:rsid w:val="009E34EC"/>
    <w:rsid w:val="009E3785"/>
    <w:rsid w:val="009E3F8A"/>
    <w:rsid w:val="009E4042"/>
    <w:rsid w:val="009E4586"/>
    <w:rsid w:val="009E4895"/>
    <w:rsid w:val="009E498A"/>
    <w:rsid w:val="009E564E"/>
    <w:rsid w:val="009E59D3"/>
    <w:rsid w:val="009E5FB1"/>
    <w:rsid w:val="009E666E"/>
    <w:rsid w:val="009E67CD"/>
    <w:rsid w:val="009E6819"/>
    <w:rsid w:val="009E684F"/>
    <w:rsid w:val="009E6AE1"/>
    <w:rsid w:val="009E6C07"/>
    <w:rsid w:val="009E6D4A"/>
    <w:rsid w:val="009E7158"/>
    <w:rsid w:val="009E7573"/>
    <w:rsid w:val="009E7C4F"/>
    <w:rsid w:val="009E7DCB"/>
    <w:rsid w:val="009F0068"/>
    <w:rsid w:val="009F013B"/>
    <w:rsid w:val="009F0192"/>
    <w:rsid w:val="009F01E0"/>
    <w:rsid w:val="009F0207"/>
    <w:rsid w:val="009F03AA"/>
    <w:rsid w:val="009F03AD"/>
    <w:rsid w:val="009F07B6"/>
    <w:rsid w:val="009F0B34"/>
    <w:rsid w:val="009F0BE4"/>
    <w:rsid w:val="009F0EEA"/>
    <w:rsid w:val="009F15AE"/>
    <w:rsid w:val="009F15B3"/>
    <w:rsid w:val="009F186B"/>
    <w:rsid w:val="009F1A98"/>
    <w:rsid w:val="009F1F02"/>
    <w:rsid w:val="009F2116"/>
    <w:rsid w:val="009F215C"/>
    <w:rsid w:val="009F24B0"/>
    <w:rsid w:val="009F2519"/>
    <w:rsid w:val="009F2C86"/>
    <w:rsid w:val="009F2E5F"/>
    <w:rsid w:val="009F30D3"/>
    <w:rsid w:val="009F3395"/>
    <w:rsid w:val="009F4271"/>
    <w:rsid w:val="009F47FA"/>
    <w:rsid w:val="009F4C93"/>
    <w:rsid w:val="009F5220"/>
    <w:rsid w:val="009F52B7"/>
    <w:rsid w:val="009F57F4"/>
    <w:rsid w:val="009F5881"/>
    <w:rsid w:val="009F5E5E"/>
    <w:rsid w:val="009F5EE8"/>
    <w:rsid w:val="009F6A00"/>
    <w:rsid w:val="009F6A74"/>
    <w:rsid w:val="009F6D2A"/>
    <w:rsid w:val="009F71AD"/>
    <w:rsid w:val="009F72AE"/>
    <w:rsid w:val="009F7613"/>
    <w:rsid w:val="00A001E6"/>
    <w:rsid w:val="00A0036A"/>
    <w:rsid w:val="00A008AD"/>
    <w:rsid w:val="00A00A8D"/>
    <w:rsid w:val="00A00B13"/>
    <w:rsid w:val="00A00C87"/>
    <w:rsid w:val="00A00F58"/>
    <w:rsid w:val="00A01772"/>
    <w:rsid w:val="00A01872"/>
    <w:rsid w:val="00A0196F"/>
    <w:rsid w:val="00A019D3"/>
    <w:rsid w:val="00A01B49"/>
    <w:rsid w:val="00A01B70"/>
    <w:rsid w:val="00A01F3B"/>
    <w:rsid w:val="00A02150"/>
    <w:rsid w:val="00A02370"/>
    <w:rsid w:val="00A02585"/>
    <w:rsid w:val="00A02B82"/>
    <w:rsid w:val="00A02B98"/>
    <w:rsid w:val="00A02EA5"/>
    <w:rsid w:val="00A037C9"/>
    <w:rsid w:val="00A03D8B"/>
    <w:rsid w:val="00A03DFD"/>
    <w:rsid w:val="00A03F4A"/>
    <w:rsid w:val="00A0447A"/>
    <w:rsid w:val="00A046E3"/>
    <w:rsid w:val="00A052D9"/>
    <w:rsid w:val="00A0580E"/>
    <w:rsid w:val="00A058F4"/>
    <w:rsid w:val="00A05A57"/>
    <w:rsid w:val="00A06253"/>
    <w:rsid w:val="00A062D2"/>
    <w:rsid w:val="00A06300"/>
    <w:rsid w:val="00A06325"/>
    <w:rsid w:val="00A064FF"/>
    <w:rsid w:val="00A068EE"/>
    <w:rsid w:val="00A069F0"/>
    <w:rsid w:val="00A06D85"/>
    <w:rsid w:val="00A06F57"/>
    <w:rsid w:val="00A07302"/>
    <w:rsid w:val="00A07552"/>
    <w:rsid w:val="00A077C9"/>
    <w:rsid w:val="00A07BA2"/>
    <w:rsid w:val="00A07DC2"/>
    <w:rsid w:val="00A07F7D"/>
    <w:rsid w:val="00A10447"/>
    <w:rsid w:val="00A1066E"/>
    <w:rsid w:val="00A10AD7"/>
    <w:rsid w:val="00A10C0A"/>
    <w:rsid w:val="00A10CA3"/>
    <w:rsid w:val="00A10EFA"/>
    <w:rsid w:val="00A11379"/>
    <w:rsid w:val="00A113D2"/>
    <w:rsid w:val="00A113D3"/>
    <w:rsid w:val="00A113D8"/>
    <w:rsid w:val="00A11815"/>
    <w:rsid w:val="00A11A6E"/>
    <w:rsid w:val="00A11B82"/>
    <w:rsid w:val="00A11C7D"/>
    <w:rsid w:val="00A11E2C"/>
    <w:rsid w:val="00A120E7"/>
    <w:rsid w:val="00A1218A"/>
    <w:rsid w:val="00A122A2"/>
    <w:rsid w:val="00A1243F"/>
    <w:rsid w:val="00A124BA"/>
    <w:rsid w:val="00A12AA3"/>
    <w:rsid w:val="00A12CE1"/>
    <w:rsid w:val="00A13292"/>
    <w:rsid w:val="00A132EF"/>
    <w:rsid w:val="00A1334D"/>
    <w:rsid w:val="00A13399"/>
    <w:rsid w:val="00A1339A"/>
    <w:rsid w:val="00A1372C"/>
    <w:rsid w:val="00A137E5"/>
    <w:rsid w:val="00A13E0A"/>
    <w:rsid w:val="00A14383"/>
    <w:rsid w:val="00A1459E"/>
    <w:rsid w:val="00A1460D"/>
    <w:rsid w:val="00A1464E"/>
    <w:rsid w:val="00A14817"/>
    <w:rsid w:val="00A14E85"/>
    <w:rsid w:val="00A150D3"/>
    <w:rsid w:val="00A1533B"/>
    <w:rsid w:val="00A1538C"/>
    <w:rsid w:val="00A15DE8"/>
    <w:rsid w:val="00A16336"/>
    <w:rsid w:val="00A163D4"/>
    <w:rsid w:val="00A16615"/>
    <w:rsid w:val="00A168EF"/>
    <w:rsid w:val="00A16DF6"/>
    <w:rsid w:val="00A1727F"/>
    <w:rsid w:val="00A17416"/>
    <w:rsid w:val="00A17603"/>
    <w:rsid w:val="00A1760F"/>
    <w:rsid w:val="00A17A01"/>
    <w:rsid w:val="00A17D7D"/>
    <w:rsid w:val="00A17E68"/>
    <w:rsid w:val="00A20308"/>
    <w:rsid w:val="00A20400"/>
    <w:rsid w:val="00A206F6"/>
    <w:rsid w:val="00A20884"/>
    <w:rsid w:val="00A20DE5"/>
    <w:rsid w:val="00A21085"/>
    <w:rsid w:val="00A21885"/>
    <w:rsid w:val="00A21A39"/>
    <w:rsid w:val="00A21AD2"/>
    <w:rsid w:val="00A21B7E"/>
    <w:rsid w:val="00A21C98"/>
    <w:rsid w:val="00A21FD3"/>
    <w:rsid w:val="00A221E5"/>
    <w:rsid w:val="00A22276"/>
    <w:rsid w:val="00A226F5"/>
    <w:rsid w:val="00A228BE"/>
    <w:rsid w:val="00A22C2A"/>
    <w:rsid w:val="00A22ECC"/>
    <w:rsid w:val="00A23332"/>
    <w:rsid w:val="00A23831"/>
    <w:rsid w:val="00A23899"/>
    <w:rsid w:val="00A242AD"/>
    <w:rsid w:val="00A2469E"/>
    <w:rsid w:val="00A246A4"/>
    <w:rsid w:val="00A2514B"/>
    <w:rsid w:val="00A25465"/>
    <w:rsid w:val="00A25A04"/>
    <w:rsid w:val="00A25D0C"/>
    <w:rsid w:val="00A25D5B"/>
    <w:rsid w:val="00A265CA"/>
    <w:rsid w:val="00A266B7"/>
    <w:rsid w:val="00A26772"/>
    <w:rsid w:val="00A26B16"/>
    <w:rsid w:val="00A27097"/>
    <w:rsid w:val="00A27388"/>
    <w:rsid w:val="00A279CA"/>
    <w:rsid w:val="00A27A6D"/>
    <w:rsid w:val="00A3015D"/>
    <w:rsid w:val="00A3019B"/>
    <w:rsid w:val="00A301FE"/>
    <w:rsid w:val="00A30202"/>
    <w:rsid w:val="00A3063C"/>
    <w:rsid w:val="00A30DD9"/>
    <w:rsid w:val="00A3147C"/>
    <w:rsid w:val="00A316D6"/>
    <w:rsid w:val="00A31CB2"/>
    <w:rsid w:val="00A31F9D"/>
    <w:rsid w:val="00A32199"/>
    <w:rsid w:val="00A32438"/>
    <w:rsid w:val="00A327A5"/>
    <w:rsid w:val="00A3286B"/>
    <w:rsid w:val="00A32ACB"/>
    <w:rsid w:val="00A32C55"/>
    <w:rsid w:val="00A32FF6"/>
    <w:rsid w:val="00A330B0"/>
    <w:rsid w:val="00A330FE"/>
    <w:rsid w:val="00A3318D"/>
    <w:rsid w:val="00A33237"/>
    <w:rsid w:val="00A338A7"/>
    <w:rsid w:val="00A339F5"/>
    <w:rsid w:val="00A33B94"/>
    <w:rsid w:val="00A33BCF"/>
    <w:rsid w:val="00A344E7"/>
    <w:rsid w:val="00A34C42"/>
    <w:rsid w:val="00A34DBE"/>
    <w:rsid w:val="00A35060"/>
    <w:rsid w:val="00A35074"/>
    <w:rsid w:val="00A355BF"/>
    <w:rsid w:val="00A357DF"/>
    <w:rsid w:val="00A357F1"/>
    <w:rsid w:val="00A359F9"/>
    <w:rsid w:val="00A36062"/>
    <w:rsid w:val="00A366A7"/>
    <w:rsid w:val="00A36A31"/>
    <w:rsid w:val="00A37087"/>
    <w:rsid w:val="00A3760F"/>
    <w:rsid w:val="00A37D3B"/>
    <w:rsid w:val="00A4005E"/>
    <w:rsid w:val="00A40459"/>
    <w:rsid w:val="00A40515"/>
    <w:rsid w:val="00A40654"/>
    <w:rsid w:val="00A40762"/>
    <w:rsid w:val="00A40920"/>
    <w:rsid w:val="00A413A2"/>
    <w:rsid w:val="00A41C62"/>
    <w:rsid w:val="00A41CB1"/>
    <w:rsid w:val="00A42499"/>
    <w:rsid w:val="00A4283E"/>
    <w:rsid w:val="00A4293B"/>
    <w:rsid w:val="00A42B53"/>
    <w:rsid w:val="00A42CF7"/>
    <w:rsid w:val="00A42D11"/>
    <w:rsid w:val="00A42F02"/>
    <w:rsid w:val="00A4331B"/>
    <w:rsid w:val="00A43568"/>
    <w:rsid w:val="00A4434D"/>
    <w:rsid w:val="00A446BD"/>
    <w:rsid w:val="00A44BCF"/>
    <w:rsid w:val="00A44D4B"/>
    <w:rsid w:val="00A44DB6"/>
    <w:rsid w:val="00A44E04"/>
    <w:rsid w:val="00A45651"/>
    <w:rsid w:val="00A45991"/>
    <w:rsid w:val="00A45A64"/>
    <w:rsid w:val="00A45BC8"/>
    <w:rsid w:val="00A45FC6"/>
    <w:rsid w:val="00A4623B"/>
    <w:rsid w:val="00A46569"/>
    <w:rsid w:val="00A47293"/>
    <w:rsid w:val="00A47748"/>
    <w:rsid w:val="00A47889"/>
    <w:rsid w:val="00A50382"/>
    <w:rsid w:val="00A50A59"/>
    <w:rsid w:val="00A50E78"/>
    <w:rsid w:val="00A51181"/>
    <w:rsid w:val="00A51357"/>
    <w:rsid w:val="00A518F5"/>
    <w:rsid w:val="00A51B2C"/>
    <w:rsid w:val="00A51CFC"/>
    <w:rsid w:val="00A51E32"/>
    <w:rsid w:val="00A51EC1"/>
    <w:rsid w:val="00A526D2"/>
    <w:rsid w:val="00A52BAE"/>
    <w:rsid w:val="00A52DDA"/>
    <w:rsid w:val="00A52FBD"/>
    <w:rsid w:val="00A53DB5"/>
    <w:rsid w:val="00A5408A"/>
    <w:rsid w:val="00A540B8"/>
    <w:rsid w:val="00A542E6"/>
    <w:rsid w:val="00A54863"/>
    <w:rsid w:val="00A549F7"/>
    <w:rsid w:val="00A54D37"/>
    <w:rsid w:val="00A54E29"/>
    <w:rsid w:val="00A54ED2"/>
    <w:rsid w:val="00A557E8"/>
    <w:rsid w:val="00A55F54"/>
    <w:rsid w:val="00A56139"/>
    <w:rsid w:val="00A562F2"/>
    <w:rsid w:val="00A565CE"/>
    <w:rsid w:val="00A566A2"/>
    <w:rsid w:val="00A567D6"/>
    <w:rsid w:val="00A5683C"/>
    <w:rsid w:val="00A56CA8"/>
    <w:rsid w:val="00A56DF5"/>
    <w:rsid w:val="00A56F2D"/>
    <w:rsid w:val="00A577D2"/>
    <w:rsid w:val="00A57FD0"/>
    <w:rsid w:val="00A606E5"/>
    <w:rsid w:val="00A60A90"/>
    <w:rsid w:val="00A60AB6"/>
    <w:rsid w:val="00A60D34"/>
    <w:rsid w:val="00A61034"/>
    <w:rsid w:val="00A613B5"/>
    <w:rsid w:val="00A61C3C"/>
    <w:rsid w:val="00A61D5D"/>
    <w:rsid w:val="00A626C4"/>
    <w:rsid w:val="00A627ED"/>
    <w:rsid w:val="00A6280E"/>
    <w:rsid w:val="00A62856"/>
    <w:rsid w:val="00A62AFD"/>
    <w:rsid w:val="00A62B3A"/>
    <w:rsid w:val="00A62FB2"/>
    <w:rsid w:val="00A63309"/>
    <w:rsid w:val="00A63455"/>
    <w:rsid w:val="00A63856"/>
    <w:rsid w:val="00A63D73"/>
    <w:rsid w:val="00A6427A"/>
    <w:rsid w:val="00A64BF1"/>
    <w:rsid w:val="00A6533A"/>
    <w:rsid w:val="00A6542C"/>
    <w:rsid w:val="00A65A5A"/>
    <w:rsid w:val="00A65B0E"/>
    <w:rsid w:val="00A65E77"/>
    <w:rsid w:val="00A65F5C"/>
    <w:rsid w:val="00A662AE"/>
    <w:rsid w:val="00A66336"/>
    <w:rsid w:val="00A667D3"/>
    <w:rsid w:val="00A66AB9"/>
    <w:rsid w:val="00A66C29"/>
    <w:rsid w:val="00A66EAF"/>
    <w:rsid w:val="00A67268"/>
    <w:rsid w:val="00A6733C"/>
    <w:rsid w:val="00A67592"/>
    <w:rsid w:val="00A67753"/>
    <w:rsid w:val="00A67809"/>
    <w:rsid w:val="00A6792F"/>
    <w:rsid w:val="00A679CC"/>
    <w:rsid w:val="00A67B02"/>
    <w:rsid w:val="00A67BBE"/>
    <w:rsid w:val="00A67BCE"/>
    <w:rsid w:val="00A67D65"/>
    <w:rsid w:val="00A67F13"/>
    <w:rsid w:val="00A67FC8"/>
    <w:rsid w:val="00A70092"/>
    <w:rsid w:val="00A7009B"/>
    <w:rsid w:val="00A704C4"/>
    <w:rsid w:val="00A705B5"/>
    <w:rsid w:val="00A707FE"/>
    <w:rsid w:val="00A70C00"/>
    <w:rsid w:val="00A70DAE"/>
    <w:rsid w:val="00A70DB6"/>
    <w:rsid w:val="00A71023"/>
    <w:rsid w:val="00A71545"/>
    <w:rsid w:val="00A71614"/>
    <w:rsid w:val="00A71622"/>
    <w:rsid w:val="00A72858"/>
    <w:rsid w:val="00A72964"/>
    <w:rsid w:val="00A72C02"/>
    <w:rsid w:val="00A72E6B"/>
    <w:rsid w:val="00A72F35"/>
    <w:rsid w:val="00A734B9"/>
    <w:rsid w:val="00A73637"/>
    <w:rsid w:val="00A73B4B"/>
    <w:rsid w:val="00A73C34"/>
    <w:rsid w:val="00A74201"/>
    <w:rsid w:val="00A747C9"/>
    <w:rsid w:val="00A747E4"/>
    <w:rsid w:val="00A748DB"/>
    <w:rsid w:val="00A74C00"/>
    <w:rsid w:val="00A75B36"/>
    <w:rsid w:val="00A75BCC"/>
    <w:rsid w:val="00A75C13"/>
    <w:rsid w:val="00A76182"/>
    <w:rsid w:val="00A765C7"/>
    <w:rsid w:val="00A7686A"/>
    <w:rsid w:val="00A76D6A"/>
    <w:rsid w:val="00A770A6"/>
    <w:rsid w:val="00A773B1"/>
    <w:rsid w:val="00A77BE8"/>
    <w:rsid w:val="00A800B8"/>
    <w:rsid w:val="00A80978"/>
    <w:rsid w:val="00A80B89"/>
    <w:rsid w:val="00A80ED2"/>
    <w:rsid w:val="00A817B2"/>
    <w:rsid w:val="00A81864"/>
    <w:rsid w:val="00A81902"/>
    <w:rsid w:val="00A81C03"/>
    <w:rsid w:val="00A81C20"/>
    <w:rsid w:val="00A81C3B"/>
    <w:rsid w:val="00A81DA0"/>
    <w:rsid w:val="00A81E1B"/>
    <w:rsid w:val="00A81FB3"/>
    <w:rsid w:val="00A82B55"/>
    <w:rsid w:val="00A82B72"/>
    <w:rsid w:val="00A82F2E"/>
    <w:rsid w:val="00A831E7"/>
    <w:rsid w:val="00A833A9"/>
    <w:rsid w:val="00A83496"/>
    <w:rsid w:val="00A8353A"/>
    <w:rsid w:val="00A83B42"/>
    <w:rsid w:val="00A83C72"/>
    <w:rsid w:val="00A83EF0"/>
    <w:rsid w:val="00A8447E"/>
    <w:rsid w:val="00A844E7"/>
    <w:rsid w:val="00A8453B"/>
    <w:rsid w:val="00A84575"/>
    <w:rsid w:val="00A848E8"/>
    <w:rsid w:val="00A8490F"/>
    <w:rsid w:val="00A84976"/>
    <w:rsid w:val="00A850F1"/>
    <w:rsid w:val="00A85338"/>
    <w:rsid w:val="00A854BC"/>
    <w:rsid w:val="00A85B82"/>
    <w:rsid w:val="00A861BF"/>
    <w:rsid w:val="00A863D5"/>
    <w:rsid w:val="00A86619"/>
    <w:rsid w:val="00A8683C"/>
    <w:rsid w:val="00A868A7"/>
    <w:rsid w:val="00A87154"/>
    <w:rsid w:val="00A8783F"/>
    <w:rsid w:val="00A878B0"/>
    <w:rsid w:val="00A87B3F"/>
    <w:rsid w:val="00A9023A"/>
    <w:rsid w:val="00A90CD1"/>
    <w:rsid w:val="00A915AD"/>
    <w:rsid w:val="00A9168C"/>
    <w:rsid w:val="00A919E1"/>
    <w:rsid w:val="00A91AAC"/>
    <w:rsid w:val="00A91CE9"/>
    <w:rsid w:val="00A91E2F"/>
    <w:rsid w:val="00A91E31"/>
    <w:rsid w:val="00A9216B"/>
    <w:rsid w:val="00A924CF"/>
    <w:rsid w:val="00A92667"/>
    <w:rsid w:val="00A92A6A"/>
    <w:rsid w:val="00A92E26"/>
    <w:rsid w:val="00A92FF6"/>
    <w:rsid w:val="00A9307D"/>
    <w:rsid w:val="00A9316D"/>
    <w:rsid w:val="00A9323C"/>
    <w:rsid w:val="00A9350F"/>
    <w:rsid w:val="00A938E1"/>
    <w:rsid w:val="00A93D04"/>
    <w:rsid w:val="00A941C1"/>
    <w:rsid w:val="00A9440F"/>
    <w:rsid w:val="00A94AB2"/>
    <w:rsid w:val="00A94CF2"/>
    <w:rsid w:val="00A94EBC"/>
    <w:rsid w:val="00A94F22"/>
    <w:rsid w:val="00A95439"/>
    <w:rsid w:val="00A9559E"/>
    <w:rsid w:val="00A959FA"/>
    <w:rsid w:val="00A95A24"/>
    <w:rsid w:val="00A95DD9"/>
    <w:rsid w:val="00A960D0"/>
    <w:rsid w:val="00A962DF"/>
    <w:rsid w:val="00A962F0"/>
    <w:rsid w:val="00A96480"/>
    <w:rsid w:val="00A96542"/>
    <w:rsid w:val="00A965B6"/>
    <w:rsid w:val="00A9686D"/>
    <w:rsid w:val="00A96BC1"/>
    <w:rsid w:val="00A96DA4"/>
    <w:rsid w:val="00A97323"/>
    <w:rsid w:val="00A976D4"/>
    <w:rsid w:val="00A97761"/>
    <w:rsid w:val="00A97BE4"/>
    <w:rsid w:val="00A97F29"/>
    <w:rsid w:val="00AA01D3"/>
    <w:rsid w:val="00AA031C"/>
    <w:rsid w:val="00AA05CA"/>
    <w:rsid w:val="00AA063C"/>
    <w:rsid w:val="00AA06D4"/>
    <w:rsid w:val="00AA0E5E"/>
    <w:rsid w:val="00AA1C8D"/>
    <w:rsid w:val="00AA238A"/>
    <w:rsid w:val="00AA2A8D"/>
    <w:rsid w:val="00AA2C2C"/>
    <w:rsid w:val="00AA2C76"/>
    <w:rsid w:val="00AA3078"/>
    <w:rsid w:val="00AA3272"/>
    <w:rsid w:val="00AA4379"/>
    <w:rsid w:val="00AA4689"/>
    <w:rsid w:val="00AA5155"/>
    <w:rsid w:val="00AA53F4"/>
    <w:rsid w:val="00AA5C34"/>
    <w:rsid w:val="00AA62EF"/>
    <w:rsid w:val="00AA69D0"/>
    <w:rsid w:val="00AA6A96"/>
    <w:rsid w:val="00AA6C79"/>
    <w:rsid w:val="00AA76C4"/>
    <w:rsid w:val="00AA779E"/>
    <w:rsid w:val="00AA7A69"/>
    <w:rsid w:val="00AA7F05"/>
    <w:rsid w:val="00AB008C"/>
    <w:rsid w:val="00AB01E2"/>
    <w:rsid w:val="00AB01FA"/>
    <w:rsid w:val="00AB0697"/>
    <w:rsid w:val="00AB0A7B"/>
    <w:rsid w:val="00AB0EA3"/>
    <w:rsid w:val="00AB14F1"/>
    <w:rsid w:val="00AB1A3D"/>
    <w:rsid w:val="00AB1FEA"/>
    <w:rsid w:val="00AB232F"/>
    <w:rsid w:val="00AB249A"/>
    <w:rsid w:val="00AB263C"/>
    <w:rsid w:val="00AB282E"/>
    <w:rsid w:val="00AB2931"/>
    <w:rsid w:val="00AB33B7"/>
    <w:rsid w:val="00AB33EC"/>
    <w:rsid w:val="00AB36C6"/>
    <w:rsid w:val="00AB380A"/>
    <w:rsid w:val="00AB3887"/>
    <w:rsid w:val="00AB3AB4"/>
    <w:rsid w:val="00AB3B7A"/>
    <w:rsid w:val="00AB3D7B"/>
    <w:rsid w:val="00AB40E3"/>
    <w:rsid w:val="00AB4315"/>
    <w:rsid w:val="00AB48BC"/>
    <w:rsid w:val="00AB554E"/>
    <w:rsid w:val="00AB579D"/>
    <w:rsid w:val="00AB57AF"/>
    <w:rsid w:val="00AB5828"/>
    <w:rsid w:val="00AB5880"/>
    <w:rsid w:val="00AB58E3"/>
    <w:rsid w:val="00AB58E8"/>
    <w:rsid w:val="00AB5B2F"/>
    <w:rsid w:val="00AB5DC7"/>
    <w:rsid w:val="00AB5F63"/>
    <w:rsid w:val="00AB609A"/>
    <w:rsid w:val="00AB631C"/>
    <w:rsid w:val="00AB64F3"/>
    <w:rsid w:val="00AB66EA"/>
    <w:rsid w:val="00AB6BC8"/>
    <w:rsid w:val="00AB728E"/>
    <w:rsid w:val="00AB7A96"/>
    <w:rsid w:val="00AB7D2A"/>
    <w:rsid w:val="00AC00B4"/>
    <w:rsid w:val="00AC056B"/>
    <w:rsid w:val="00AC0631"/>
    <w:rsid w:val="00AC0A8B"/>
    <w:rsid w:val="00AC0B87"/>
    <w:rsid w:val="00AC0C8E"/>
    <w:rsid w:val="00AC0EC8"/>
    <w:rsid w:val="00AC17D8"/>
    <w:rsid w:val="00AC20C3"/>
    <w:rsid w:val="00AC2598"/>
    <w:rsid w:val="00AC29D0"/>
    <w:rsid w:val="00AC2C2B"/>
    <w:rsid w:val="00AC2FAB"/>
    <w:rsid w:val="00AC30A1"/>
    <w:rsid w:val="00AC3164"/>
    <w:rsid w:val="00AC339A"/>
    <w:rsid w:val="00AC3446"/>
    <w:rsid w:val="00AC34A0"/>
    <w:rsid w:val="00AC37D9"/>
    <w:rsid w:val="00AC3ACD"/>
    <w:rsid w:val="00AC3B75"/>
    <w:rsid w:val="00AC3C90"/>
    <w:rsid w:val="00AC3DFA"/>
    <w:rsid w:val="00AC41FB"/>
    <w:rsid w:val="00AC432C"/>
    <w:rsid w:val="00AC441E"/>
    <w:rsid w:val="00AC474E"/>
    <w:rsid w:val="00AC4C0C"/>
    <w:rsid w:val="00AC4D08"/>
    <w:rsid w:val="00AC4E1F"/>
    <w:rsid w:val="00AC4F09"/>
    <w:rsid w:val="00AC54E5"/>
    <w:rsid w:val="00AC565C"/>
    <w:rsid w:val="00AC56F9"/>
    <w:rsid w:val="00AC59ED"/>
    <w:rsid w:val="00AC5A1D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78"/>
    <w:rsid w:val="00AC77F2"/>
    <w:rsid w:val="00AC7C51"/>
    <w:rsid w:val="00AD0511"/>
    <w:rsid w:val="00AD077E"/>
    <w:rsid w:val="00AD094C"/>
    <w:rsid w:val="00AD0D67"/>
    <w:rsid w:val="00AD0DDF"/>
    <w:rsid w:val="00AD0E4F"/>
    <w:rsid w:val="00AD10C2"/>
    <w:rsid w:val="00AD1D26"/>
    <w:rsid w:val="00AD1E13"/>
    <w:rsid w:val="00AD1F20"/>
    <w:rsid w:val="00AD22B8"/>
    <w:rsid w:val="00AD2695"/>
    <w:rsid w:val="00AD26FF"/>
    <w:rsid w:val="00AD287C"/>
    <w:rsid w:val="00AD2A2B"/>
    <w:rsid w:val="00AD2D57"/>
    <w:rsid w:val="00AD2F03"/>
    <w:rsid w:val="00AD3A82"/>
    <w:rsid w:val="00AD405E"/>
    <w:rsid w:val="00AD4325"/>
    <w:rsid w:val="00AD4566"/>
    <w:rsid w:val="00AD45E0"/>
    <w:rsid w:val="00AD46A2"/>
    <w:rsid w:val="00AD4D9C"/>
    <w:rsid w:val="00AD4E70"/>
    <w:rsid w:val="00AD5576"/>
    <w:rsid w:val="00AD56AC"/>
    <w:rsid w:val="00AD56E0"/>
    <w:rsid w:val="00AD5B98"/>
    <w:rsid w:val="00AD5C9F"/>
    <w:rsid w:val="00AD6294"/>
    <w:rsid w:val="00AD6478"/>
    <w:rsid w:val="00AD6613"/>
    <w:rsid w:val="00AD6767"/>
    <w:rsid w:val="00AD68DD"/>
    <w:rsid w:val="00AD69E7"/>
    <w:rsid w:val="00AD6B2A"/>
    <w:rsid w:val="00AD6C5B"/>
    <w:rsid w:val="00AD6EB5"/>
    <w:rsid w:val="00AD7041"/>
    <w:rsid w:val="00AD7054"/>
    <w:rsid w:val="00AD7175"/>
    <w:rsid w:val="00AD726E"/>
    <w:rsid w:val="00AD77DA"/>
    <w:rsid w:val="00AD7892"/>
    <w:rsid w:val="00AD7D1A"/>
    <w:rsid w:val="00AD7EDC"/>
    <w:rsid w:val="00AE02B2"/>
    <w:rsid w:val="00AE043C"/>
    <w:rsid w:val="00AE0DD0"/>
    <w:rsid w:val="00AE1142"/>
    <w:rsid w:val="00AE12B0"/>
    <w:rsid w:val="00AE1678"/>
    <w:rsid w:val="00AE1B74"/>
    <w:rsid w:val="00AE1D90"/>
    <w:rsid w:val="00AE23C1"/>
    <w:rsid w:val="00AE243D"/>
    <w:rsid w:val="00AE2B3D"/>
    <w:rsid w:val="00AE2EC1"/>
    <w:rsid w:val="00AE321B"/>
    <w:rsid w:val="00AE3318"/>
    <w:rsid w:val="00AE33C7"/>
    <w:rsid w:val="00AE35C0"/>
    <w:rsid w:val="00AE364F"/>
    <w:rsid w:val="00AE3736"/>
    <w:rsid w:val="00AE373D"/>
    <w:rsid w:val="00AE3DAA"/>
    <w:rsid w:val="00AE3F73"/>
    <w:rsid w:val="00AE47A9"/>
    <w:rsid w:val="00AE4F69"/>
    <w:rsid w:val="00AE4F79"/>
    <w:rsid w:val="00AE503A"/>
    <w:rsid w:val="00AE546D"/>
    <w:rsid w:val="00AE5D83"/>
    <w:rsid w:val="00AE5FC8"/>
    <w:rsid w:val="00AE634E"/>
    <w:rsid w:val="00AE63B6"/>
    <w:rsid w:val="00AE653F"/>
    <w:rsid w:val="00AE6EB9"/>
    <w:rsid w:val="00AE725D"/>
    <w:rsid w:val="00AE7316"/>
    <w:rsid w:val="00AE75CC"/>
    <w:rsid w:val="00AE77A0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0CC"/>
    <w:rsid w:val="00AF2387"/>
    <w:rsid w:val="00AF25B3"/>
    <w:rsid w:val="00AF2F44"/>
    <w:rsid w:val="00AF3322"/>
    <w:rsid w:val="00AF3355"/>
    <w:rsid w:val="00AF3678"/>
    <w:rsid w:val="00AF40F5"/>
    <w:rsid w:val="00AF4629"/>
    <w:rsid w:val="00AF4D38"/>
    <w:rsid w:val="00AF4D84"/>
    <w:rsid w:val="00AF5ED6"/>
    <w:rsid w:val="00AF60AB"/>
    <w:rsid w:val="00AF620E"/>
    <w:rsid w:val="00AF6454"/>
    <w:rsid w:val="00AF647B"/>
    <w:rsid w:val="00AF7D32"/>
    <w:rsid w:val="00B00460"/>
    <w:rsid w:val="00B0072A"/>
    <w:rsid w:val="00B00A6A"/>
    <w:rsid w:val="00B00DCE"/>
    <w:rsid w:val="00B01484"/>
    <w:rsid w:val="00B016F1"/>
    <w:rsid w:val="00B01B7D"/>
    <w:rsid w:val="00B01C23"/>
    <w:rsid w:val="00B01C3A"/>
    <w:rsid w:val="00B01CFA"/>
    <w:rsid w:val="00B01E7C"/>
    <w:rsid w:val="00B01EA8"/>
    <w:rsid w:val="00B01FE9"/>
    <w:rsid w:val="00B022FF"/>
    <w:rsid w:val="00B0253F"/>
    <w:rsid w:val="00B02C46"/>
    <w:rsid w:val="00B02D0F"/>
    <w:rsid w:val="00B02DF7"/>
    <w:rsid w:val="00B03183"/>
    <w:rsid w:val="00B03B4F"/>
    <w:rsid w:val="00B03B75"/>
    <w:rsid w:val="00B03E14"/>
    <w:rsid w:val="00B03E34"/>
    <w:rsid w:val="00B0400D"/>
    <w:rsid w:val="00B040E3"/>
    <w:rsid w:val="00B045E6"/>
    <w:rsid w:val="00B046F7"/>
    <w:rsid w:val="00B048B0"/>
    <w:rsid w:val="00B04B18"/>
    <w:rsid w:val="00B051ED"/>
    <w:rsid w:val="00B060C0"/>
    <w:rsid w:val="00B063CB"/>
    <w:rsid w:val="00B068B7"/>
    <w:rsid w:val="00B07009"/>
    <w:rsid w:val="00B071A6"/>
    <w:rsid w:val="00B0746C"/>
    <w:rsid w:val="00B07BFD"/>
    <w:rsid w:val="00B10699"/>
    <w:rsid w:val="00B107F8"/>
    <w:rsid w:val="00B10AF9"/>
    <w:rsid w:val="00B10BF3"/>
    <w:rsid w:val="00B10DF5"/>
    <w:rsid w:val="00B10E96"/>
    <w:rsid w:val="00B11081"/>
    <w:rsid w:val="00B113CB"/>
    <w:rsid w:val="00B11637"/>
    <w:rsid w:val="00B11659"/>
    <w:rsid w:val="00B11A2D"/>
    <w:rsid w:val="00B1212B"/>
    <w:rsid w:val="00B12588"/>
    <w:rsid w:val="00B125C3"/>
    <w:rsid w:val="00B1263A"/>
    <w:rsid w:val="00B12B0B"/>
    <w:rsid w:val="00B1300C"/>
    <w:rsid w:val="00B13085"/>
    <w:rsid w:val="00B1317D"/>
    <w:rsid w:val="00B131BC"/>
    <w:rsid w:val="00B131E2"/>
    <w:rsid w:val="00B13301"/>
    <w:rsid w:val="00B1344D"/>
    <w:rsid w:val="00B13A81"/>
    <w:rsid w:val="00B13CF2"/>
    <w:rsid w:val="00B13ED4"/>
    <w:rsid w:val="00B1414B"/>
    <w:rsid w:val="00B1466A"/>
    <w:rsid w:val="00B1468D"/>
    <w:rsid w:val="00B1472E"/>
    <w:rsid w:val="00B1489A"/>
    <w:rsid w:val="00B148DE"/>
    <w:rsid w:val="00B15638"/>
    <w:rsid w:val="00B15781"/>
    <w:rsid w:val="00B16D76"/>
    <w:rsid w:val="00B16F8A"/>
    <w:rsid w:val="00B1706D"/>
    <w:rsid w:val="00B170DD"/>
    <w:rsid w:val="00B174D8"/>
    <w:rsid w:val="00B1751B"/>
    <w:rsid w:val="00B17772"/>
    <w:rsid w:val="00B17CF0"/>
    <w:rsid w:val="00B20492"/>
    <w:rsid w:val="00B209F9"/>
    <w:rsid w:val="00B20C84"/>
    <w:rsid w:val="00B21155"/>
    <w:rsid w:val="00B215C3"/>
    <w:rsid w:val="00B2194A"/>
    <w:rsid w:val="00B21D7D"/>
    <w:rsid w:val="00B2212A"/>
    <w:rsid w:val="00B22316"/>
    <w:rsid w:val="00B2239A"/>
    <w:rsid w:val="00B224B9"/>
    <w:rsid w:val="00B22ACB"/>
    <w:rsid w:val="00B22C31"/>
    <w:rsid w:val="00B2301D"/>
    <w:rsid w:val="00B23522"/>
    <w:rsid w:val="00B238E4"/>
    <w:rsid w:val="00B23B09"/>
    <w:rsid w:val="00B23B30"/>
    <w:rsid w:val="00B23F18"/>
    <w:rsid w:val="00B247DE"/>
    <w:rsid w:val="00B24FD6"/>
    <w:rsid w:val="00B251B5"/>
    <w:rsid w:val="00B25227"/>
    <w:rsid w:val="00B25355"/>
    <w:rsid w:val="00B255E5"/>
    <w:rsid w:val="00B25955"/>
    <w:rsid w:val="00B25AC7"/>
    <w:rsid w:val="00B25BA0"/>
    <w:rsid w:val="00B25C61"/>
    <w:rsid w:val="00B25EDA"/>
    <w:rsid w:val="00B26042"/>
    <w:rsid w:val="00B2613F"/>
    <w:rsid w:val="00B26222"/>
    <w:rsid w:val="00B262BA"/>
    <w:rsid w:val="00B26C78"/>
    <w:rsid w:val="00B26ED7"/>
    <w:rsid w:val="00B27047"/>
    <w:rsid w:val="00B2724F"/>
    <w:rsid w:val="00B27C6F"/>
    <w:rsid w:val="00B27E3A"/>
    <w:rsid w:val="00B30316"/>
    <w:rsid w:val="00B30387"/>
    <w:rsid w:val="00B30ADA"/>
    <w:rsid w:val="00B30BD1"/>
    <w:rsid w:val="00B315AF"/>
    <w:rsid w:val="00B31A60"/>
    <w:rsid w:val="00B31E02"/>
    <w:rsid w:val="00B322A9"/>
    <w:rsid w:val="00B32694"/>
    <w:rsid w:val="00B3317A"/>
    <w:rsid w:val="00B33298"/>
    <w:rsid w:val="00B332F7"/>
    <w:rsid w:val="00B3345C"/>
    <w:rsid w:val="00B33646"/>
    <w:rsid w:val="00B33A51"/>
    <w:rsid w:val="00B33B0B"/>
    <w:rsid w:val="00B33D62"/>
    <w:rsid w:val="00B34051"/>
    <w:rsid w:val="00B34123"/>
    <w:rsid w:val="00B3424A"/>
    <w:rsid w:val="00B3458E"/>
    <w:rsid w:val="00B34878"/>
    <w:rsid w:val="00B34AC4"/>
    <w:rsid w:val="00B34C08"/>
    <w:rsid w:val="00B34C0B"/>
    <w:rsid w:val="00B350AF"/>
    <w:rsid w:val="00B359A8"/>
    <w:rsid w:val="00B35BED"/>
    <w:rsid w:val="00B36402"/>
    <w:rsid w:val="00B36713"/>
    <w:rsid w:val="00B367C0"/>
    <w:rsid w:val="00B3695B"/>
    <w:rsid w:val="00B36A14"/>
    <w:rsid w:val="00B36C9F"/>
    <w:rsid w:val="00B36CC5"/>
    <w:rsid w:val="00B36CE1"/>
    <w:rsid w:val="00B37262"/>
    <w:rsid w:val="00B376FE"/>
    <w:rsid w:val="00B3778E"/>
    <w:rsid w:val="00B37898"/>
    <w:rsid w:val="00B37F95"/>
    <w:rsid w:val="00B4010C"/>
    <w:rsid w:val="00B403AA"/>
    <w:rsid w:val="00B403EE"/>
    <w:rsid w:val="00B407AF"/>
    <w:rsid w:val="00B407CB"/>
    <w:rsid w:val="00B40848"/>
    <w:rsid w:val="00B40BB4"/>
    <w:rsid w:val="00B40ED8"/>
    <w:rsid w:val="00B4122E"/>
    <w:rsid w:val="00B413CA"/>
    <w:rsid w:val="00B41B9C"/>
    <w:rsid w:val="00B41EE6"/>
    <w:rsid w:val="00B41F06"/>
    <w:rsid w:val="00B41F8B"/>
    <w:rsid w:val="00B41FF0"/>
    <w:rsid w:val="00B42510"/>
    <w:rsid w:val="00B4257E"/>
    <w:rsid w:val="00B42722"/>
    <w:rsid w:val="00B429A5"/>
    <w:rsid w:val="00B429CC"/>
    <w:rsid w:val="00B42B65"/>
    <w:rsid w:val="00B4337F"/>
    <w:rsid w:val="00B43C7D"/>
    <w:rsid w:val="00B43E34"/>
    <w:rsid w:val="00B4408A"/>
    <w:rsid w:val="00B440D3"/>
    <w:rsid w:val="00B44122"/>
    <w:rsid w:val="00B44129"/>
    <w:rsid w:val="00B44352"/>
    <w:rsid w:val="00B44594"/>
    <w:rsid w:val="00B4476B"/>
    <w:rsid w:val="00B44939"/>
    <w:rsid w:val="00B449B8"/>
    <w:rsid w:val="00B44ACF"/>
    <w:rsid w:val="00B44C37"/>
    <w:rsid w:val="00B44F61"/>
    <w:rsid w:val="00B45269"/>
    <w:rsid w:val="00B4547B"/>
    <w:rsid w:val="00B45799"/>
    <w:rsid w:val="00B45AC5"/>
    <w:rsid w:val="00B45C61"/>
    <w:rsid w:val="00B45CFD"/>
    <w:rsid w:val="00B45D04"/>
    <w:rsid w:val="00B461C0"/>
    <w:rsid w:val="00B462E0"/>
    <w:rsid w:val="00B4692F"/>
    <w:rsid w:val="00B46C07"/>
    <w:rsid w:val="00B46F6A"/>
    <w:rsid w:val="00B47511"/>
    <w:rsid w:val="00B476A4"/>
    <w:rsid w:val="00B47A54"/>
    <w:rsid w:val="00B47E4D"/>
    <w:rsid w:val="00B47E7A"/>
    <w:rsid w:val="00B47F4A"/>
    <w:rsid w:val="00B50000"/>
    <w:rsid w:val="00B501FC"/>
    <w:rsid w:val="00B502A9"/>
    <w:rsid w:val="00B5032C"/>
    <w:rsid w:val="00B50801"/>
    <w:rsid w:val="00B51042"/>
    <w:rsid w:val="00B51049"/>
    <w:rsid w:val="00B512D1"/>
    <w:rsid w:val="00B51BE5"/>
    <w:rsid w:val="00B52C11"/>
    <w:rsid w:val="00B52D29"/>
    <w:rsid w:val="00B52D68"/>
    <w:rsid w:val="00B52F99"/>
    <w:rsid w:val="00B53799"/>
    <w:rsid w:val="00B53D49"/>
    <w:rsid w:val="00B53FE0"/>
    <w:rsid w:val="00B547E4"/>
    <w:rsid w:val="00B54A26"/>
    <w:rsid w:val="00B54CFA"/>
    <w:rsid w:val="00B55B4F"/>
    <w:rsid w:val="00B55C97"/>
    <w:rsid w:val="00B55FCC"/>
    <w:rsid w:val="00B5693E"/>
    <w:rsid w:val="00B56B4F"/>
    <w:rsid w:val="00B56B5D"/>
    <w:rsid w:val="00B56B88"/>
    <w:rsid w:val="00B56BB7"/>
    <w:rsid w:val="00B56D13"/>
    <w:rsid w:val="00B56D6C"/>
    <w:rsid w:val="00B57216"/>
    <w:rsid w:val="00B57273"/>
    <w:rsid w:val="00B57302"/>
    <w:rsid w:val="00B57320"/>
    <w:rsid w:val="00B6056F"/>
    <w:rsid w:val="00B60E9B"/>
    <w:rsid w:val="00B60FDA"/>
    <w:rsid w:val="00B61416"/>
    <w:rsid w:val="00B61447"/>
    <w:rsid w:val="00B61DE4"/>
    <w:rsid w:val="00B62011"/>
    <w:rsid w:val="00B6257F"/>
    <w:rsid w:val="00B62DC5"/>
    <w:rsid w:val="00B62FB8"/>
    <w:rsid w:val="00B6300B"/>
    <w:rsid w:val="00B630D4"/>
    <w:rsid w:val="00B63524"/>
    <w:rsid w:val="00B63995"/>
    <w:rsid w:val="00B64033"/>
    <w:rsid w:val="00B6430D"/>
    <w:rsid w:val="00B6432C"/>
    <w:rsid w:val="00B64D10"/>
    <w:rsid w:val="00B65282"/>
    <w:rsid w:val="00B654E0"/>
    <w:rsid w:val="00B65CC1"/>
    <w:rsid w:val="00B65F96"/>
    <w:rsid w:val="00B666F4"/>
    <w:rsid w:val="00B66873"/>
    <w:rsid w:val="00B66ED4"/>
    <w:rsid w:val="00B67003"/>
    <w:rsid w:val="00B67114"/>
    <w:rsid w:val="00B673C6"/>
    <w:rsid w:val="00B677CC"/>
    <w:rsid w:val="00B67859"/>
    <w:rsid w:val="00B67BDE"/>
    <w:rsid w:val="00B70378"/>
    <w:rsid w:val="00B70677"/>
    <w:rsid w:val="00B70BEF"/>
    <w:rsid w:val="00B70C0F"/>
    <w:rsid w:val="00B711F6"/>
    <w:rsid w:val="00B713F9"/>
    <w:rsid w:val="00B71A28"/>
    <w:rsid w:val="00B71A45"/>
    <w:rsid w:val="00B71B2F"/>
    <w:rsid w:val="00B723B7"/>
    <w:rsid w:val="00B727BA"/>
    <w:rsid w:val="00B7297A"/>
    <w:rsid w:val="00B72AEB"/>
    <w:rsid w:val="00B72CAC"/>
    <w:rsid w:val="00B72DC6"/>
    <w:rsid w:val="00B72E17"/>
    <w:rsid w:val="00B72E9C"/>
    <w:rsid w:val="00B72F7B"/>
    <w:rsid w:val="00B72F7F"/>
    <w:rsid w:val="00B731E7"/>
    <w:rsid w:val="00B7329E"/>
    <w:rsid w:val="00B734CF"/>
    <w:rsid w:val="00B73563"/>
    <w:rsid w:val="00B73655"/>
    <w:rsid w:val="00B73783"/>
    <w:rsid w:val="00B73A89"/>
    <w:rsid w:val="00B73F5E"/>
    <w:rsid w:val="00B740EC"/>
    <w:rsid w:val="00B741BF"/>
    <w:rsid w:val="00B74E2E"/>
    <w:rsid w:val="00B75264"/>
    <w:rsid w:val="00B7545A"/>
    <w:rsid w:val="00B7587F"/>
    <w:rsid w:val="00B75B50"/>
    <w:rsid w:val="00B75D57"/>
    <w:rsid w:val="00B75DEE"/>
    <w:rsid w:val="00B76DAB"/>
    <w:rsid w:val="00B76DC3"/>
    <w:rsid w:val="00B76EB7"/>
    <w:rsid w:val="00B771D4"/>
    <w:rsid w:val="00B77426"/>
    <w:rsid w:val="00B7755D"/>
    <w:rsid w:val="00B775F0"/>
    <w:rsid w:val="00B77767"/>
    <w:rsid w:val="00B77845"/>
    <w:rsid w:val="00B77904"/>
    <w:rsid w:val="00B7793E"/>
    <w:rsid w:val="00B77A7C"/>
    <w:rsid w:val="00B77EDA"/>
    <w:rsid w:val="00B8009A"/>
    <w:rsid w:val="00B80536"/>
    <w:rsid w:val="00B80A2B"/>
    <w:rsid w:val="00B80C58"/>
    <w:rsid w:val="00B80F6B"/>
    <w:rsid w:val="00B8121C"/>
    <w:rsid w:val="00B81381"/>
    <w:rsid w:val="00B817F0"/>
    <w:rsid w:val="00B81952"/>
    <w:rsid w:val="00B81C90"/>
    <w:rsid w:val="00B81D04"/>
    <w:rsid w:val="00B82413"/>
    <w:rsid w:val="00B82546"/>
    <w:rsid w:val="00B82A17"/>
    <w:rsid w:val="00B82B7E"/>
    <w:rsid w:val="00B834AD"/>
    <w:rsid w:val="00B83598"/>
    <w:rsid w:val="00B835FD"/>
    <w:rsid w:val="00B83B29"/>
    <w:rsid w:val="00B83D25"/>
    <w:rsid w:val="00B83D40"/>
    <w:rsid w:val="00B83F15"/>
    <w:rsid w:val="00B84061"/>
    <w:rsid w:val="00B84304"/>
    <w:rsid w:val="00B8437D"/>
    <w:rsid w:val="00B84C6A"/>
    <w:rsid w:val="00B84D4B"/>
    <w:rsid w:val="00B84E1A"/>
    <w:rsid w:val="00B853F9"/>
    <w:rsid w:val="00B85684"/>
    <w:rsid w:val="00B85710"/>
    <w:rsid w:val="00B85782"/>
    <w:rsid w:val="00B85FA0"/>
    <w:rsid w:val="00B860D2"/>
    <w:rsid w:val="00B863FA"/>
    <w:rsid w:val="00B86448"/>
    <w:rsid w:val="00B8644C"/>
    <w:rsid w:val="00B865F7"/>
    <w:rsid w:val="00B86648"/>
    <w:rsid w:val="00B867BA"/>
    <w:rsid w:val="00B86A6E"/>
    <w:rsid w:val="00B86BE9"/>
    <w:rsid w:val="00B86E49"/>
    <w:rsid w:val="00B86FA6"/>
    <w:rsid w:val="00B87257"/>
    <w:rsid w:val="00B873AF"/>
    <w:rsid w:val="00B8777D"/>
    <w:rsid w:val="00B90173"/>
    <w:rsid w:val="00B9043C"/>
    <w:rsid w:val="00B90496"/>
    <w:rsid w:val="00B90634"/>
    <w:rsid w:val="00B90685"/>
    <w:rsid w:val="00B907AF"/>
    <w:rsid w:val="00B907BD"/>
    <w:rsid w:val="00B90930"/>
    <w:rsid w:val="00B90AB5"/>
    <w:rsid w:val="00B91023"/>
    <w:rsid w:val="00B91282"/>
    <w:rsid w:val="00B915A8"/>
    <w:rsid w:val="00B91C58"/>
    <w:rsid w:val="00B91D05"/>
    <w:rsid w:val="00B91DC6"/>
    <w:rsid w:val="00B921A2"/>
    <w:rsid w:val="00B921F8"/>
    <w:rsid w:val="00B92444"/>
    <w:rsid w:val="00B926B1"/>
    <w:rsid w:val="00B92955"/>
    <w:rsid w:val="00B92BC4"/>
    <w:rsid w:val="00B92D8F"/>
    <w:rsid w:val="00B92E8B"/>
    <w:rsid w:val="00B930D9"/>
    <w:rsid w:val="00B93295"/>
    <w:rsid w:val="00B93395"/>
    <w:rsid w:val="00B93544"/>
    <w:rsid w:val="00B9390E"/>
    <w:rsid w:val="00B939D5"/>
    <w:rsid w:val="00B93A94"/>
    <w:rsid w:val="00B93CA4"/>
    <w:rsid w:val="00B944B9"/>
    <w:rsid w:val="00B945EB"/>
    <w:rsid w:val="00B94603"/>
    <w:rsid w:val="00B94867"/>
    <w:rsid w:val="00B9590F"/>
    <w:rsid w:val="00B95C77"/>
    <w:rsid w:val="00B96C1A"/>
    <w:rsid w:val="00B97323"/>
    <w:rsid w:val="00B9744A"/>
    <w:rsid w:val="00B974B2"/>
    <w:rsid w:val="00B978D3"/>
    <w:rsid w:val="00B97E84"/>
    <w:rsid w:val="00BA06E8"/>
    <w:rsid w:val="00BA14CE"/>
    <w:rsid w:val="00BA15EF"/>
    <w:rsid w:val="00BA178E"/>
    <w:rsid w:val="00BA1CAD"/>
    <w:rsid w:val="00BA1D51"/>
    <w:rsid w:val="00BA2ABA"/>
    <w:rsid w:val="00BA2E7F"/>
    <w:rsid w:val="00BA2FBF"/>
    <w:rsid w:val="00BA3486"/>
    <w:rsid w:val="00BA379C"/>
    <w:rsid w:val="00BA3F03"/>
    <w:rsid w:val="00BA4446"/>
    <w:rsid w:val="00BA451B"/>
    <w:rsid w:val="00BA4752"/>
    <w:rsid w:val="00BA4795"/>
    <w:rsid w:val="00BA49A8"/>
    <w:rsid w:val="00BA4A0E"/>
    <w:rsid w:val="00BA4BCD"/>
    <w:rsid w:val="00BA5050"/>
    <w:rsid w:val="00BA5478"/>
    <w:rsid w:val="00BA5614"/>
    <w:rsid w:val="00BA56AB"/>
    <w:rsid w:val="00BA5CDB"/>
    <w:rsid w:val="00BA637E"/>
    <w:rsid w:val="00BA64F7"/>
    <w:rsid w:val="00BA7359"/>
    <w:rsid w:val="00BA77B7"/>
    <w:rsid w:val="00BA7DEC"/>
    <w:rsid w:val="00BB0DE4"/>
    <w:rsid w:val="00BB1044"/>
    <w:rsid w:val="00BB1359"/>
    <w:rsid w:val="00BB1839"/>
    <w:rsid w:val="00BB1A60"/>
    <w:rsid w:val="00BB1AA2"/>
    <w:rsid w:val="00BB206D"/>
    <w:rsid w:val="00BB23D6"/>
    <w:rsid w:val="00BB2945"/>
    <w:rsid w:val="00BB2B1F"/>
    <w:rsid w:val="00BB2E61"/>
    <w:rsid w:val="00BB33B7"/>
    <w:rsid w:val="00BB34FF"/>
    <w:rsid w:val="00BB3708"/>
    <w:rsid w:val="00BB3A31"/>
    <w:rsid w:val="00BB3CC3"/>
    <w:rsid w:val="00BB4098"/>
    <w:rsid w:val="00BB418A"/>
    <w:rsid w:val="00BB4243"/>
    <w:rsid w:val="00BB4652"/>
    <w:rsid w:val="00BB4B69"/>
    <w:rsid w:val="00BB4BB0"/>
    <w:rsid w:val="00BB4BC0"/>
    <w:rsid w:val="00BB4CB8"/>
    <w:rsid w:val="00BB4CE0"/>
    <w:rsid w:val="00BB4D4D"/>
    <w:rsid w:val="00BB4EB9"/>
    <w:rsid w:val="00BB5059"/>
    <w:rsid w:val="00BB5234"/>
    <w:rsid w:val="00BB5ECB"/>
    <w:rsid w:val="00BB6187"/>
    <w:rsid w:val="00BB66DA"/>
    <w:rsid w:val="00BB6E07"/>
    <w:rsid w:val="00BB7653"/>
    <w:rsid w:val="00BB788D"/>
    <w:rsid w:val="00BB79AD"/>
    <w:rsid w:val="00BC0449"/>
    <w:rsid w:val="00BC063C"/>
    <w:rsid w:val="00BC089F"/>
    <w:rsid w:val="00BC0CC9"/>
    <w:rsid w:val="00BC0D55"/>
    <w:rsid w:val="00BC10BD"/>
    <w:rsid w:val="00BC1B2E"/>
    <w:rsid w:val="00BC1BA9"/>
    <w:rsid w:val="00BC1C87"/>
    <w:rsid w:val="00BC2081"/>
    <w:rsid w:val="00BC21A5"/>
    <w:rsid w:val="00BC22D9"/>
    <w:rsid w:val="00BC24BA"/>
    <w:rsid w:val="00BC2974"/>
    <w:rsid w:val="00BC2CA4"/>
    <w:rsid w:val="00BC2DC0"/>
    <w:rsid w:val="00BC2F96"/>
    <w:rsid w:val="00BC31A9"/>
    <w:rsid w:val="00BC31CE"/>
    <w:rsid w:val="00BC3412"/>
    <w:rsid w:val="00BC34CB"/>
    <w:rsid w:val="00BC371F"/>
    <w:rsid w:val="00BC3776"/>
    <w:rsid w:val="00BC3B0B"/>
    <w:rsid w:val="00BC3B6E"/>
    <w:rsid w:val="00BC483B"/>
    <w:rsid w:val="00BC4975"/>
    <w:rsid w:val="00BC4C14"/>
    <w:rsid w:val="00BC5099"/>
    <w:rsid w:val="00BC577A"/>
    <w:rsid w:val="00BC58C6"/>
    <w:rsid w:val="00BC5AA6"/>
    <w:rsid w:val="00BC5BB0"/>
    <w:rsid w:val="00BC5DC3"/>
    <w:rsid w:val="00BC600D"/>
    <w:rsid w:val="00BC64F7"/>
    <w:rsid w:val="00BC6680"/>
    <w:rsid w:val="00BC6B49"/>
    <w:rsid w:val="00BC6F0C"/>
    <w:rsid w:val="00BC6F7D"/>
    <w:rsid w:val="00BC727B"/>
    <w:rsid w:val="00BC7312"/>
    <w:rsid w:val="00BC7491"/>
    <w:rsid w:val="00BC7901"/>
    <w:rsid w:val="00BC7CE4"/>
    <w:rsid w:val="00BC7DFC"/>
    <w:rsid w:val="00BC7EC4"/>
    <w:rsid w:val="00BD0216"/>
    <w:rsid w:val="00BD0305"/>
    <w:rsid w:val="00BD036A"/>
    <w:rsid w:val="00BD0659"/>
    <w:rsid w:val="00BD0B4A"/>
    <w:rsid w:val="00BD0B64"/>
    <w:rsid w:val="00BD0EE3"/>
    <w:rsid w:val="00BD125A"/>
    <w:rsid w:val="00BD12A7"/>
    <w:rsid w:val="00BD14B8"/>
    <w:rsid w:val="00BD1685"/>
    <w:rsid w:val="00BD1B4F"/>
    <w:rsid w:val="00BD1CFE"/>
    <w:rsid w:val="00BD1D3A"/>
    <w:rsid w:val="00BD20BE"/>
    <w:rsid w:val="00BD21B3"/>
    <w:rsid w:val="00BD2659"/>
    <w:rsid w:val="00BD285B"/>
    <w:rsid w:val="00BD30CE"/>
    <w:rsid w:val="00BD30ED"/>
    <w:rsid w:val="00BD32BB"/>
    <w:rsid w:val="00BD3AFC"/>
    <w:rsid w:val="00BD3D79"/>
    <w:rsid w:val="00BD3FB5"/>
    <w:rsid w:val="00BD42EF"/>
    <w:rsid w:val="00BD4C4A"/>
    <w:rsid w:val="00BD50A5"/>
    <w:rsid w:val="00BD5933"/>
    <w:rsid w:val="00BD60AC"/>
    <w:rsid w:val="00BD6360"/>
    <w:rsid w:val="00BD6E1D"/>
    <w:rsid w:val="00BD70E5"/>
    <w:rsid w:val="00BD73A1"/>
    <w:rsid w:val="00BD75C5"/>
    <w:rsid w:val="00BD7892"/>
    <w:rsid w:val="00BD7E78"/>
    <w:rsid w:val="00BE009A"/>
    <w:rsid w:val="00BE037D"/>
    <w:rsid w:val="00BE056C"/>
    <w:rsid w:val="00BE0797"/>
    <w:rsid w:val="00BE0977"/>
    <w:rsid w:val="00BE0BAA"/>
    <w:rsid w:val="00BE0D20"/>
    <w:rsid w:val="00BE0EC8"/>
    <w:rsid w:val="00BE1248"/>
    <w:rsid w:val="00BE1304"/>
    <w:rsid w:val="00BE136C"/>
    <w:rsid w:val="00BE1563"/>
    <w:rsid w:val="00BE2519"/>
    <w:rsid w:val="00BE260D"/>
    <w:rsid w:val="00BE27F9"/>
    <w:rsid w:val="00BE2ADB"/>
    <w:rsid w:val="00BE2FF8"/>
    <w:rsid w:val="00BE30CE"/>
    <w:rsid w:val="00BE35C1"/>
    <w:rsid w:val="00BE3970"/>
    <w:rsid w:val="00BE39CE"/>
    <w:rsid w:val="00BE3A0D"/>
    <w:rsid w:val="00BE43AE"/>
    <w:rsid w:val="00BE443F"/>
    <w:rsid w:val="00BE45BD"/>
    <w:rsid w:val="00BE48EA"/>
    <w:rsid w:val="00BE51F0"/>
    <w:rsid w:val="00BE5265"/>
    <w:rsid w:val="00BE59E6"/>
    <w:rsid w:val="00BE5DD8"/>
    <w:rsid w:val="00BE62B2"/>
    <w:rsid w:val="00BE6362"/>
    <w:rsid w:val="00BE643C"/>
    <w:rsid w:val="00BE661F"/>
    <w:rsid w:val="00BE66C5"/>
    <w:rsid w:val="00BE6755"/>
    <w:rsid w:val="00BE6CA5"/>
    <w:rsid w:val="00BE72D8"/>
    <w:rsid w:val="00BE72F8"/>
    <w:rsid w:val="00BF0708"/>
    <w:rsid w:val="00BF093A"/>
    <w:rsid w:val="00BF0C24"/>
    <w:rsid w:val="00BF0FA5"/>
    <w:rsid w:val="00BF16A5"/>
    <w:rsid w:val="00BF184F"/>
    <w:rsid w:val="00BF1907"/>
    <w:rsid w:val="00BF1912"/>
    <w:rsid w:val="00BF2506"/>
    <w:rsid w:val="00BF2559"/>
    <w:rsid w:val="00BF262E"/>
    <w:rsid w:val="00BF27B5"/>
    <w:rsid w:val="00BF27FF"/>
    <w:rsid w:val="00BF2C22"/>
    <w:rsid w:val="00BF2F1A"/>
    <w:rsid w:val="00BF32AB"/>
    <w:rsid w:val="00BF331D"/>
    <w:rsid w:val="00BF3573"/>
    <w:rsid w:val="00BF3DE5"/>
    <w:rsid w:val="00BF3FC1"/>
    <w:rsid w:val="00BF470E"/>
    <w:rsid w:val="00BF4724"/>
    <w:rsid w:val="00BF487D"/>
    <w:rsid w:val="00BF4DA8"/>
    <w:rsid w:val="00BF4EB7"/>
    <w:rsid w:val="00BF5440"/>
    <w:rsid w:val="00BF56F1"/>
    <w:rsid w:val="00BF5A92"/>
    <w:rsid w:val="00BF5E40"/>
    <w:rsid w:val="00BF65BC"/>
    <w:rsid w:val="00BF6645"/>
    <w:rsid w:val="00BF6723"/>
    <w:rsid w:val="00BF68E4"/>
    <w:rsid w:val="00BF6AF4"/>
    <w:rsid w:val="00BF6D5F"/>
    <w:rsid w:val="00BF707D"/>
    <w:rsid w:val="00BF7335"/>
    <w:rsid w:val="00BF73D2"/>
    <w:rsid w:val="00BF74BA"/>
    <w:rsid w:val="00C006AE"/>
    <w:rsid w:val="00C00A82"/>
    <w:rsid w:val="00C00CEA"/>
    <w:rsid w:val="00C0103E"/>
    <w:rsid w:val="00C01257"/>
    <w:rsid w:val="00C012A6"/>
    <w:rsid w:val="00C01420"/>
    <w:rsid w:val="00C01AA7"/>
    <w:rsid w:val="00C01FF1"/>
    <w:rsid w:val="00C0216A"/>
    <w:rsid w:val="00C021B1"/>
    <w:rsid w:val="00C02432"/>
    <w:rsid w:val="00C025EF"/>
    <w:rsid w:val="00C02755"/>
    <w:rsid w:val="00C02939"/>
    <w:rsid w:val="00C02A10"/>
    <w:rsid w:val="00C0305A"/>
    <w:rsid w:val="00C030C3"/>
    <w:rsid w:val="00C032F9"/>
    <w:rsid w:val="00C037B4"/>
    <w:rsid w:val="00C039CD"/>
    <w:rsid w:val="00C03A2A"/>
    <w:rsid w:val="00C03C7E"/>
    <w:rsid w:val="00C03F46"/>
    <w:rsid w:val="00C03F47"/>
    <w:rsid w:val="00C03FB1"/>
    <w:rsid w:val="00C04104"/>
    <w:rsid w:val="00C042B9"/>
    <w:rsid w:val="00C042BA"/>
    <w:rsid w:val="00C045A2"/>
    <w:rsid w:val="00C04A1F"/>
    <w:rsid w:val="00C04B4B"/>
    <w:rsid w:val="00C04BB4"/>
    <w:rsid w:val="00C04BC3"/>
    <w:rsid w:val="00C04F41"/>
    <w:rsid w:val="00C05560"/>
    <w:rsid w:val="00C05592"/>
    <w:rsid w:val="00C0585E"/>
    <w:rsid w:val="00C058F1"/>
    <w:rsid w:val="00C05C53"/>
    <w:rsid w:val="00C05CE6"/>
    <w:rsid w:val="00C0604B"/>
    <w:rsid w:val="00C060F6"/>
    <w:rsid w:val="00C060FB"/>
    <w:rsid w:val="00C061FC"/>
    <w:rsid w:val="00C06262"/>
    <w:rsid w:val="00C068D9"/>
    <w:rsid w:val="00C069B8"/>
    <w:rsid w:val="00C06F75"/>
    <w:rsid w:val="00C0725D"/>
    <w:rsid w:val="00C07448"/>
    <w:rsid w:val="00C077B3"/>
    <w:rsid w:val="00C077DD"/>
    <w:rsid w:val="00C07C02"/>
    <w:rsid w:val="00C10B20"/>
    <w:rsid w:val="00C114E2"/>
    <w:rsid w:val="00C11615"/>
    <w:rsid w:val="00C1190B"/>
    <w:rsid w:val="00C120B7"/>
    <w:rsid w:val="00C1247C"/>
    <w:rsid w:val="00C124C5"/>
    <w:rsid w:val="00C129C1"/>
    <w:rsid w:val="00C12A86"/>
    <w:rsid w:val="00C12CE7"/>
    <w:rsid w:val="00C134DA"/>
    <w:rsid w:val="00C13797"/>
    <w:rsid w:val="00C13825"/>
    <w:rsid w:val="00C13B86"/>
    <w:rsid w:val="00C13D68"/>
    <w:rsid w:val="00C14038"/>
    <w:rsid w:val="00C14049"/>
    <w:rsid w:val="00C14747"/>
    <w:rsid w:val="00C1479A"/>
    <w:rsid w:val="00C148E9"/>
    <w:rsid w:val="00C14BF1"/>
    <w:rsid w:val="00C15238"/>
    <w:rsid w:val="00C1532A"/>
    <w:rsid w:val="00C15458"/>
    <w:rsid w:val="00C156EE"/>
    <w:rsid w:val="00C16558"/>
    <w:rsid w:val="00C1660F"/>
    <w:rsid w:val="00C1667B"/>
    <w:rsid w:val="00C16716"/>
    <w:rsid w:val="00C167BB"/>
    <w:rsid w:val="00C1680D"/>
    <w:rsid w:val="00C169E4"/>
    <w:rsid w:val="00C171EE"/>
    <w:rsid w:val="00C1740A"/>
    <w:rsid w:val="00C1769B"/>
    <w:rsid w:val="00C17B39"/>
    <w:rsid w:val="00C203EA"/>
    <w:rsid w:val="00C20755"/>
    <w:rsid w:val="00C207FA"/>
    <w:rsid w:val="00C2131A"/>
    <w:rsid w:val="00C2185B"/>
    <w:rsid w:val="00C21D46"/>
    <w:rsid w:val="00C21FF3"/>
    <w:rsid w:val="00C222F0"/>
    <w:rsid w:val="00C22673"/>
    <w:rsid w:val="00C23179"/>
    <w:rsid w:val="00C232F1"/>
    <w:rsid w:val="00C23A67"/>
    <w:rsid w:val="00C23B70"/>
    <w:rsid w:val="00C23EAC"/>
    <w:rsid w:val="00C2400C"/>
    <w:rsid w:val="00C240D2"/>
    <w:rsid w:val="00C24535"/>
    <w:rsid w:val="00C24654"/>
    <w:rsid w:val="00C249B2"/>
    <w:rsid w:val="00C24BE9"/>
    <w:rsid w:val="00C252C7"/>
    <w:rsid w:val="00C25609"/>
    <w:rsid w:val="00C25659"/>
    <w:rsid w:val="00C257A4"/>
    <w:rsid w:val="00C2586E"/>
    <w:rsid w:val="00C25BB1"/>
    <w:rsid w:val="00C25F1F"/>
    <w:rsid w:val="00C25FD8"/>
    <w:rsid w:val="00C26762"/>
    <w:rsid w:val="00C26A5C"/>
    <w:rsid w:val="00C26BDE"/>
    <w:rsid w:val="00C26C69"/>
    <w:rsid w:val="00C26FCD"/>
    <w:rsid w:val="00C27A20"/>
    <w:rsid w:val="00C27DC4"/>
    <w:rsid w:val="00C27DCE"/>
    <w:rsid w:val="00C30178"/>
    <w:rsid w:val="00C305B2"/>
    <w:rsid w:val="00C308C3"/>
    <w:rsid w:val="00C30A25"/>
    <w:rsid w:val="00C30F1C"/>
    <w:rsid w:val="00C30F60"/>
    <w:rsid w:val="00C31736"/>
    <w:rsid w:val="00C319CA"/>
    <w:rsid w:val="00C31D3D"/>
    <w:rsid w:val="00C31F9C"/>
    <w:rsid w:val="00C322E7"/>
    <w:rsid w:val="00C323E4"/>
    <w:rsid w:val="00C3299C"/>
    <w:rsid w:val="00C32B32"/>
    <w:rsid w:val="00C33141"/>
    <w:rsid w:val="00C33545"/>
    <w:rsid w:val="00C336D3"/>
    <w:rsid w:val="00C337A5"/>
    <w:rsid w:val="00C33949"/>
    <w:rsid w:val="00C33DA7"/>
    <w:rsid w:val="00C33DCD"/>
    <w:rsid w:val="00C33E85"/>
    <w:rsid w:val="00C33ED9"/>
    <w:rsid w:val="00C33F6B"/>
    <w:rsid w:val="00C3418D"/>
    <w:rsid w:val="00C3440F"/>
    <w:rsid w:val="00C34729"/>
    <w:rsid w:val="00C34A4E"/>
    <w:rsid w:val="00C34F3C"/>
    <w:rsid w:val="00C35443"/>
    <w:rsid w:val="00C35BA7"/>
    <w:rsid w:val="00C362D8"/>
    <w:rsid w:val="00C362ED"/>
    <w:rsid w:val="00C367CA"/>
    <w:rsid w:val="00C368F6"/>
    <w:rsid w:val="00C36948"/>
    <w:rsid w:val="00C36A35"/>
    <w:rsid w:val="00C36E05"/>
    <w:rsid w:val="00C36E37"/>
    <w:rsid w:val="00C36EC0"/>
    <w:rsid w:val="00C36FA2"/>
    <w:rsid w:val="00C370B4"/>
    <w:rsid w:val="00C370D7"/>
    <w:rsid w:val="00C3734A"/>
    <w:rsid w:val="00C37475"/>
    <w:rsid w:val="00C3750C"/>
    <w:rsid w:val="00C37662"/>
    <w:rsid w:val="00C37B96"/>
    <w:rsid w:val="00C37CB5"/>
    <w:rsid w:val="00C37FD4"/>
    <w:rsid w:val="00C40273"/>
    <w:rsid w:val="00C40837"/>
    <w:rsid w:val="00C40B80"/>
    <w:rsid w:val="00C40FC8"/>
    <w:rsid w:val="00C4105F"/>
    <w:rsid w:val="00C418B8"/>
    <w:rsid w:val="00C41FF0"/>
    <w:rsid w:val="00C42096"/>
    <w:rsid w:val="00C42645"/>
    <w:rsid w:val="00C42778"/>
    <w:rsid w:val="00C42B38"/>
    <w:rsid w:val="00C42E7D"/>
    <w:rsid w:val="00C42F75"/>
    <w:rsid w:val="00C42F84"/>
    <w:rsid w:val="00C4336A"/>
    <w:rsid w:val="00C43A91"/>
    <w:rsid w:val="00C4442D"/>
    <w:rsid w:val="00C44452"/>
    <w:rsid w:val="00C444F0"/>
    <w:rsid w:val="00C44A8B"/>
    <w:rsid w:val="00C44E01"/>
    <w:rsid w:val="00C44F43"/>
    <w:rsid w:val="00C4516A"/>
    <w:rsid w:val="00C45380"/>
    <w:rsid w:val="00C45821"/>
    <w:rsid w:val="00C459F6"/>
    <w:rsid w:val="00C45B06"/>
    <w:rsid w:val="00C45BA3"/>
    <w:rsid w:val="00C45C21"/>
    <w:rsid w:val="00C45DE8"/>
    <w:rsid w:val="00C45FDA"/>
    <w:rsid w:val="00C4613B"/>
    <w:rsid w:val="00C465DD"/>
    <w:rsid w:val="00C46944"/>
    <w:rsid w:val="00C46DE9"/>
    <w:rsid w:val="00C46E14"/>
    <w:rsid w:val="00C47532"/>
    <w:rsid w:val="00C479F7"/>
    <w:rsid w:val="00C47B98"/>
    <w:rsid w:val="00C50310"/>
    <w:rsid w:val="00C503ED"/>
    <w:rsid w:val="00C517D8"/>
    <w:rsid w:val="00C51812"/>
    <w:rsid w:val="00C51ABC"/>
    <w:rsid w:val="00C51D8A"/>
    <w:rsid w:val="00C51E43"/>
    <w:rsid w:val="00C51EB3"/>
    <w:rsid w:val="00C52533"/>
    <w:rsid w:val="00C52582"/>
    <w:rsid w:val="00C52682"/>
    <w:rsid w:val="00C52DED"/>
    <w:rsid w:val="00C52DF3"/>
    <w:rsid w:val="00C5360B"/>
    <w:rsid w:val="00C53DFB"/>
    <w:rsid w:val="00C53FAD"/>
    <w:rsid w:val="00C541B9"/>
    <w:rsid w:val="00C5430F"/>
    <w:rsid w:val="00C54417"/>
    <w:rsid w:val="00C546BE"/>
    <w:rsid w:val="00C5520D"/>
    <w:rsid w:val="00C552AC"/>
    <w:rsid w:val="00C55315"/>
    <w:rsid w:val="00C55645"/>
    <w:rsid w:val="00C55694"/>
    <w:rsid w:val="00C55CDE"/>
    <w:rsid w:val="00C55F15"/>
    <w:rsid w:val="00C55FD1"/>
    <w:rsid w:val="00C560F0"/>
    <w:rsid w:val="00C566F2"/>
    <w:rsid w:val="00C567A0"/>
    <w:rsid w:val="00C56BBB"/>
    <w:rsid w:val="00C5712E"/>
    <w:rsid w:val="00C571F2"/>
    <w:rsid w:val="00C57681"/>
    <w:rsid w:val="00C60268"/>
    <w:rsid w:val="00C602E3"/>
    <w:rsid w:val="00C606B8"/>
    <w:rsid w:val="00C61333"/>
    <w:rsid w:val="00C61438"/>
    <w:rsid w:val="00C61482"/>
    <w:rsid w:val="00C61819"/>
    <w:rsid w:val="00C61ECB"/>
    <w:rsid w:val="00C61F77"/>
    <w:rsid w:val="00C6236E"/>
    <w:rsid w:val="00C62944"/>
    <w:rsid w:val="00C62C6E"/>
    <w:rsid w:val="00C62EA6"/>
    <w:rsid w:val="00C634AF"/>
    <w:rsid w:val="00C635E1"/>
    <w:rsid w:val="00C641A4"/>
    <w:rsid w:val="00C64320"/>
    <w:rsid w:val="00C64761"/>
    <w:rsid w:val="00C6478F"/>
    <w:rsid w:val="00C64B9A"/>
    <w:rsid w:val="00C64EDB"/>
    <w:rsid w:val="00C65036"/>
    <w:rsid w:val="00C65391"/>
    <w:rsid w:val="00C65409"/>
    <w:rsid w:val="00C655C8"/>
    <w:rsid w:val="00C659FB"/>
    <w:rsid w:val="00C65D5E"/>
    <w:rsid w:val="00C65E93"/>
    <w:rsid w:val="00C65EC0"/>
    <w:rsid w:val="00C665C8"/>
    <w:rsid w:val="00C6696B"/>
    <w:rsid w:val="00C66BAF"/>
    <w:rsid w:val="00C66D00"/>
    <w:rsid w:val="00C66EB3"/>
    <w:rsid w:val="00C6751E"/>
    <w:rsid w:val="00C67A99"/>
    <w:rsid w:val="00C70084"/>
    <w:rsid w:val="00C70160"/>
    <w:rsid w:val="00C70831"/>
    <w:rsid w:val="00C70A28"/>
    <w:rsid w:val="00C70C02"/>
    <w:rsid w:val="00C70C24"/>
    <w:rsid w:val="00C70E28"/>
    <w:rsid w:val="00C71B29"/>
    <w:rsid w:val="00C7218D"/>
    <w:rsid w:val="00C721DB"/>
    <w:rsid w:val="00C72352"/>
    <w:rsid w:val="00C72668"/>
    <w:rsid w:val="00C7385F"/>
    <w:rsid w:val="00C73863"/>
    <w:rsid w:val="00C73CBC"/>
    <w:rsid w:val="00C74A62"/>
    <w:rsid w:val="00C75034"/>
    <w:rsid w:val="00C75415"/>
    <w:rsid w:val="00C7588E"/>
    <w:rsid w:val="00C75AD8"/>
    <w:rsid w:val="00C75C15"/>
    <w:rsid w:val="00C762FE"/>
    <w:rsid w:val="00C76304"/>
    <w:rsid w:val="00C7675C"/>
    <w:rsid w:val="00C768F2"/>
    <w:rsid w:val="00C76E7C"/>
    <w:rsid w:val="00C772B5"/>
    <w:rsid w:val="00C778D8"/>
    <w:rsid w:val="00C8010E"/>
    <w:rsid w:val="00C801C0"/>
    <w:rsid w:val="00C80508"/>
    <w:rsid w:val="00C807CB"/>
    <w:rsid w:val="00C80860"/>
    <w:rsid w:val="00C80870"/>
    <w:rsid w:val="00C809C9"/>
    <w:rsid w:val="00C80E23"/>
    <w:rsid w:val="00C80E60"/>
    <w:rsid w:val="00C80F03"/>
    <w:rsid w:val="00C80F86"/>
    <w:rsid w:val="00C8137B"/>
    <w:rsid w:val="00C81613"/>
    <w:rsid w:val="00C817E3"/>
    <w:rsid w:val="00C81975"/>
    <w:rsid w:val="00C81AE9"/>
    <w:rsid w:val="00C8210C"/>
    <w:rsid w:val="00C823A0"/>
    <w:rsid w:val="00C823CF"/>
    <w:rsid w:val="00C825FF"/>
    <w:rsid w:val="00C82C50"/>
    <w:rsid w:val="00C82FBB"/>
    <w:rsid w:val="00C831A8"/>
    <w:rsid w:val="00C83585"/>
    <w:rsid w:val="00C84107"/>
    <w:rsid w:val="00C84232"/>
    <w:rsid w:val="00C84262"/>
    <w:rsid w:val="00C8449E"/>
    <w:rsid w:val="00C844AF"/>
    <w:rsid w:val="00C84539"/>
    <w:rsid w:val="00C84A48"/>
    <w:rsid w:val="00C84B96"/>
    <w:rsid w:val="00C8579E"/>
    <w:rsid w:val="00C85FDB"/>
    <w:rsid w:val="00C863B6"/>
    <w:rsid w:val="00C8640F"/>
    <w:rsid w:val="00C8673B"/>
    <w:rsid w:val="00C867E6"/>
    <w:rsid w:val="00C86885"/>
    <w:rsid w:val="00C869DA"/>
    <w:rsid w:val="00C86F60"/>
    <w:rsid w:val="00C871F3"/>
    <w:rsid w:val="00C87741"/>
    <w:rsid w:val="00C87B5E"/>
    <w:rsid w:val="00C87E00"/>
    <w:rsid w:val="00C87EB5"/>
    <w:rsid w:val="00C9049A"/>
    <w:rsid w:val="00C9077F"/>
    <w:rsid w:val="00C9095E"/>
    <w:rsid w:val="00C90A84"/>
    <w:rsid w:val="00C90AEE"/>
    <w:rsid w:val="00C90CDF"/>
    <w:rsid w:val="00C90F51"/>
    <w:rsid w:val="00C91100"/>
    <w:rsid w:val="00C9180D"/>
    <w:rsid w:val="00C91E7B"/>
    <w:rsid w:val="00C9200C"/>
    <w:rsid w:val="00C925D6"/>
    <w:rsid w:val="00C926CA"/>
    <w:rsid w:val="00C928BB"/>
    <w:rsid w:val="00C92938"/>
    <w:rsid w:val="00C92B61"/>
    <w:rsid w:val="00C92BF2"/>
    <w:rsid w:val="00C92C05"/>
    <w:rsid w:val="00C9361F"/>
    <w:rsid w:val="00C93A0A"/>
    <w:rsid w:val="00C93C3D"/>
    <w:rsid w:val="00C94EF2"/>
    <w:rsid w:val="00C94FDA"/>
    <w:rsid w:val="00C95363"/>
    <w:rsid w:val="00C9547E"/>
    <w:rsid w:val="00C955F2"/>
    <w:rsid w:val="00C95896"/>
    <w:rsid w:val="00C958CC"/>
    <w:rsid w:val="00C960BA"/>
    <w:rsid w:val="00C9681A"/>
    <w:rsid w:val="00C96DE8"/>
    <w:rsid w:val="00C97222"/>
    <w:rsid w:val="00C9774E"/>
    <w:rsid w:val="00C97B79"/>
    <w:rsid w:val="00CA0250"/>
    <w:rsid w:val="00CA02BA"/>
    <w:rsid w:val="00CA03F4"/>
    <w:rsid w:val="00CA09C8"/>
    <w:rsid w:val="00CA0AAD"/>
    <w:rsid w:val="00CA0D15"/>
    <w:rsid w:val="00CA140C"/>
    <w:rsid w:val="00CA1E1C"/>
    <w:rsid w:val="00CA2069"/>
    <w:rsid w:val="00CA22C5"/>
    <w:rsid w:val="00CA2622"/>
    <w:rsid w:val="00CA2A76"/>
    <w:rsid w:val="00CA34D6"/>
    <w:rsid w:val="00CA37C6"/>
    <w:rsid w:val="00CA38CD"/>
    <w:rsid w:val="00CA3FF0"/>
    <w:rsid w:val="00CA407D"/>
    <w:rsid w:val="00CA41B9"/>
    <w:rsid w:val="00CA42A0"/>
    <w:rsid w:val="00CA5475"/>
    <w:rsid w:val="00CA5626"/>
    <w:rsid w:val="00CA5A4B"/>
    <w:rsid w:val="00CA6337"/>
    <w:rsid w:val="00CA634E"/>
    <w:rsid w:val="00CA680D"/>
    <w:rsid w:val="00CA6BD9"/>
    <w:rsid w:val="00CA6C59"/>
    <w:rsid w:val="00CA6F12"/>
    <w:rsid w:val="00CA7590"/>
    <w:rsid w:val="00CB0920"/>
    <w:rsid w:val="00CB09B7"/>
    <w:rsid w:val="00CB0BF9"/>
    <w:rsid w:val="00CB0FDA"/>
    <w:rsid w:val="00CB1682"/>
    <w:rsid w:val="00CB16D1"/>
    <w:rsid w:val="00CB181E"/>
    <w:rsid w:val="00CB1C41"/>
    <w:rsid w:val="00CB1CE6"/>
    <w:rsid w:val="00CB29A3"/>
    <w:rsid w:val="00CB2A22"/>
    <w:rsid w:val="00CB2A44"/>
    <w:rsid w:val="00CB2BBE"/>
    <w:rsid w:val="00CB2BCA"/>
    <w:rsid w:val="00CB2DE1"/>
    <w:rsid w:val="00CB2F1B"/>
    <w:rsid w:val="00CB2F3D"/>
    <w:rsid w:val="00CB3010"/>
    <w:rsid w:val="00CB318A"/>
    <w:rsid w:val="00CB34F5"/>
    <w:rsid w:val="00CB4153"/>
    <w:rsid w:val="00CB4ADB"/>
    <w:rsid w:val="00CB4EC2"/>
    <w:rsid w:val="00CB4F3F"/>
    <w:rsid w:val="00CB5247"/>
    <w:rsid w:val="00CB526D"/>
    <w:rsid w:val="00CB5AEA"/>
    <w:rsid w:val="00CB5BBF"/>
    <w:rsid w:val="00CB5D0A"/>
    <w:rsid w:val="00CB5E4A"/>
    <w:rsid w:val="00CB6321"/>
    <w:rsid w:val="00CB6950"/>
    <w:rsid w:val="00CB6CBA"/>
    <w:rsid w:val="00CB6E8B"/>
    <w:rsid w:val="00CB6F9E"/>
    <w:rsid w:val="00CB71EC"/>
    <w:rsid w:val="00CB72F6"/>
    <w:rsid w:val="00CB73F6"/>
    <w:rsid w:val="00CB7424"/>
    <w:rsid w:val="00CB753B"/>
    <w:rsid w:val="00CB7714"/>
    <w:rsid w:val="00CB77B2"/>
    <w:rsid w:val="00CB7A86"/>
    <w:rsid w:val="00CB7D62"/>
    <w:rsid w:val="00CB7E17"/>
    <w:rsid w:val="00CC0699"/>
    <w:rsid w:val="00CC0EBE"/>
    <w:rsid w:val="00CC0FCA"/>
    <w:rsid w:val="00CC17A7"/>
    <w:rsid w:val="00CC1990"/>
    <w:rsid w:val="00CC1A7A"/>
    <w:rsid w:val="00CC1D69"/>
    <w:rsid w:val="00CC1F37"/>
    <w:rsid w:val="00CC2603"/>
    <w:rsid w:val="00CC2828"/>
    <w:rsid w:val="00CC2A39"/>
    <w:rsid w:val="00CC2CF0"/>
    <w:rsid w:val="00CC2FBB"/>
    <w:rsid w:val="00CC32C1"/>
    <w:rsid w:val="00CC3344"/>
    <w:rsid w:val="00CC3360"/>
    <w:rsid w:val="00CC3A79"/>
    <w:rsid w:val="00CC3C23"/>
    <w:rsid w:val="00CC4715"/>
    <w:rsid w:val="00CC4823"/>
    <w:rsid w:val="00CC502C"/>
    <w:rsid w:val="00CC560B"/>
    <w:rsid w:val="00CC5686"/>
    <w:rsid w:val="00CC5896"/>
    <w:rsid w:val="00CC5A0D"/>
    <w:rsid w:val="00CC5AE4"/>
    <w:rsid w:val="00CC5DD2"/>
    <w:rsid w:val="00CC5DEE"/>
    <w:rsid w:val="00CC5E10"/>
    <w:rsid w:val="00CC60A8"/>
    <w:rsid w:val="00CC6413"/>
    <w:rsid w:val="00CC6614"/>
    <w:rsid w:val="00CC68E6"/>
    <w:rsid w:val="00CC6949"/>
    <w:rsid w:val="00CC6C12"/>
    <w:rsid w:val="00CC6DD5"/>
    <w:rsid w:val="00CC6EA1"/>
    <w:rsid w:val="00CC7045"/>
    <w:rsid w:val="00CC72B7"/>
    <w:rsid w:val="00CC75E0"/>
    <w:rsid w:val="00CC7A77"/>
    <w:rsid w:val="00CD0195"/>
    <w:rsid w:val="00CD01BB"/>
    <w:rsid w:val="00CD0221"/>
    <w:rsid w:val="00CD064F"/>
    <w:rsid w:val="00CD0761"/>
    <w:rsid w:val="00CD0A47"/>
    <w:rsid w:val="00CD0B98"/>
    <w:rsid w:val="00CD0CA2"/>
    <w:rsid w:val="00CD131D"/>
    <w:rsid w:val="00CD185A"/>
    <w:rsid w:val="00CD2383"/>
    <w:rsid w:val="00CD23AE"/>
    <w:rsid w:val="00CD2545"/>
    <w:rsid w:val="00CD293F"/>
    <w:rsid w:val="00CD299F"/>
    <w:rsid w:val="00CD2DFC"/>
    <w:rsid w:val="00CD2EB8"/>
    <w:rsid w:val="00CD2EE3"/>
    <w:rsid w:val="00CD3122"/>
    <w:rsid w:val="00CD3AE1"/>
    <w:rsid w:val="00CD3B4D"/>
    <w:rsid w:val="00CD3E1E"/>
    <w:rsid w:val="00CD45C3"/>
    <w:rsid w:val="00CD4B4E"/>
    <w:rsid w:val="00CD4E5F"/>
    <w:rsid w:val="00CD4F1B"/>
    <w:rsid w:val="00CD532F"/>
    <w:rsid w:val="00CD55C6"/>
    <w:rsid w:val="00CD563F"/>
    <w:rsid w:val="00CD58F5"/>
    <w:rsid w:val="00CD5C53"/>
    <w:rsid w:val="00CD5CBC"/>
    <w:rsid w:val="00CD5E25"/>
    <w:rsid w:val="00CD69C3"/>
    <w:rsid w:val="00CD6BA2"/>
    <w:rsid w:val="00CD6E08"/>
    <w:rsid w:val="00CD7087"/>
    <w:rsid w:val="00CD70E6"/>
    <w:rsid w:val="00CD7206"/>
    <w:rsid w:val="00CD7216"/>
    <w:rsid w:val="00CD74C5"/>
    <w:rsid w:val="00CD754D"/>
    <w:rsid w:val="00CD75DA"/>
    <w:rsid w:val="00CD77C7"/>
    <w:rsid w:val="00CD7ABA"/>
    <w:rsid w:val="00CD7B86"/>
    <w:rsid w:val="00CE001B"/>
    <w:rsid w:val="00CE00E6"/>
    <w:rsid w:val="00CE01F2"/>
    <w:rsid w:val="00CE048F"/>
    <w:rsid w:val="00CE04B9"/>
    <w:rsid w:val="00CE071C"/>
    <w:rsid w:val="00CE072E"/>
    <w:rsid w:val="00CE08F8"/>
    <w:rsid w:val="00CE0BA4"/>
    <w:rsid w:val="00CE0FDF"/>
    <w:rsid w:val="00CE115A"/>
    <w:rsid w:val="00CE1344"/>
    <w:rsid w:val="00CE148C"/>
    <w:rsid w:val="00CE1804"/>
    <w:rsid w:val="00CE1922"/>
    <w:rsid w:val="00CE1B80"/>
    <w:rsid w:val="00CE1B8F"/>
    <w:rsid w:val="00CE1C00"/>
    <w:rsid w:val="00CE1C1B"/>
    <w:rsid w:val="00CE1D3B"/>
    <w:rsid w:val="00CE1D7A"/>
    <w:rsid w:val="00CE24F3"/>
    <w:rsid w:val="00CE256F"/>
    <w:rsid w:val="00CE268D"/>
    <w:rsid w:val="00CE271D"/>
    <w:rsid w:val="00CE2757"/>
    <w:rsid w:val="00CE297B"/>
    <w:rsid w:val="00CE2DE0"/>
    <w:rsid w:val="00CE2F8C"/>
    <w:rsid w:val="00CE3919"/>
    <w:rsid w:val="00CE3B24"/>
    <w:rsid w:val="00CE3B3D"/>
    <w:rsid w:val="00CE3C9F"/>
    <w:rsid w:val="00CE3DA9"/>
    <w:rsid w:val="00CE4770"/>
    <w:rsid w:val="00CE4954"/>
    <w:rsid w:val="00CE49BA"/>
    <w:rsid w:val="00CE4E11"/>
    <w:rsid w:val="00CE547F"/>
    <w:rsid w:val="00CE57D1"/>
    <w:rsid w:val="00CE5910"/>
    <w:rsid w:val="00CE69F4"/>
    <w:rsid w:val="00CE6E31"/>
    <w:rsid w:val="00CE6E67"/>
    <w:rsid w:val="00CE6EB7"/>
    <w:rsid w:val="00CE6F49"/>
    <w:rsid w:val="00CE71F0"/>
    <w:rsid w:val="00CE72B1"/>
    <w:rsid w:val="00CE7442"/>
    <w:rsid w:val="00CE7C41"/>
    <w:rsid w:val="00CF02EC"/>
    <w:rsid w:val="00CF04EB"/>
    <w:rsid w:val="00CF083B"/>
    <w:rsid w:val="00CF0FEF"/>
    <w:rsid w:val="00CF10C2"/>
    <w:rsid w:val="00CF12C3"/>
    <w:rsid w:val="00CF18D6"/>
    <w:rsid w:val="00CF1995"/>
    <w:rsid w:val="00CF1BC6"/>
    <w:rsid w:val="00CF1D78"/>
    <w:rsid w:val="00CF3317"/>
    <w:rsid w:val="00CF3319"/>
    <w:rsid w:val="00CF36FC"/>
    <w:rsid w:val="00CF3A37"/>
    <w:rsid w:val="00CF3B43"/>
    <w:rsid w:val="00CF3E21"/>
    <w:rsid w:val="00CF3F16"/>
    <w:rsid w:val="00CF4649"/>
    <w:rsid w:val="00CF53F8"/>
    <w:rsid w:val="00CF54AA"/>
    <w:rsid w:val="00CF588D"/>
    <w:rsid w:val="00CF5F1C"/>
    <w:rsid w:val="00CF6791"/>
    <w:rsid w:val="00CF6A28"/>
    <w:rsid w:val="00CF6BB4"/>
    <w:rsid w:val="00CF7143"/>
    <w:rsid w:val="00CF7486"/>
    <w:rsid w:val="00CF79A5"/>
    <w:rsid w:val="00CF7CE0"/>
    <w:rsid w:val="00D00130"/>
    <w:rsid w:val="00D00368"/>
    <w:rsid w:val="00D00702"/>
    <w:rsid w:val="00D00709"/>
    <w:rsid w:val="00D007BB"/>
    <w:rsid w:val="00D0095D"/>
    <w:rsid w:val="00D00D2A"/>
    <w:rsid w:val="00D00FE4"/>
    <w:rsid w:val="00D0159D"/>
    <w:rsid w:val="00D0174E"/>
    <w:rsid w:val="00D017B4"/>
    <w:rsid w:val="00D018C8"/>
    <w:rsid w:val="00D01A6C"/>
    <w:rsid w:val="00D01BB8"/>
    <w:rsid w:val="00D01C54"/>
    <w:rsid w:val="00D02301"/>
    <w:rsid w:val="00D02917"/>
    <w:rsid w:val="00D02C53"/>
    <w:rsid w:val="00D02D3F"/>
    <w:rsid w:val="00D031EE"/>
    <w:rsid w:val="00D034B4"/>
    <w:rsid w:val="00D03529"/>
    <w:rsid w:val="00D0358A"/>
    <w:rsid w:val="00D03A31"/>
    <w:rsid w:val="00D03AF3"/>
    <w:rsid w:val="00D03B84"/>
    <w:rsid w:val="00D03F4C"/>
    <w:rsid w:val="00D04194"/>
    <w:rsid w:val="00D0423B"/>
    <w:rsid w:val="00D04293"/>
    <w:rsid w:val="00D04721"/>
    <w:rsid w:val="00D0477E"/>
    <w:rsid w:val="00D047D3"/>
    <w:rsid w:val="00D04956"/>
    <w:rsid w:val="00D049A9"/>
    <w:rsid w:val="00D04BFC"/>
    <w:rsid w:val="00D05569"/>
    <w:rsid w:val="00D05751"/>
    <w:rsid w:val="00D05A7B"/>
    <w:rsid w:val="00D05D3F"/>
    <w:rsid w:val="00D05EEF"/>
    <w:rsid w:val="00D061D5"/>
    <w:rsid w:val="00D06426"/>
    <w:rsid w:val="00D0649D"/>
    <w:rsid w:val="00D068AC"/>
    <w:rsid w:val="00D07029"/>
    <w:rsid w:val="00D07436"/>
    <w:rsid w:val="00D0743D"/>
    <w:rsid w:val="00D07488"/>
    <w:rsid w:val="00D0755B"/>
    <w:rsid w:val="00D07724"/>
    <w:rsid w:val="00D07AA3"/>
    <w:rsid w:val="00D07ABB"/>
    <w:rsid w:val="00D100D4"/>
    <w:rsid w:val="00D1024F"/>
    <w:rsid w:val="00D102B2"/>
    <w:rsid w:val="00D10768"/>
    <w:rsid w:val="00D109B9"/>
    <w:rsid w:val="00D10A16"/>
    <w:rsid w:val="00D10AD1"/>
    <w:rsid w:val="00D10B52"/>
    <w:rsid w:val="00D10C49"/>
    <w:rsid w:val="00D10C89"/>
    <w:rsid w:val="00D10EBC"/>
    <w:rsid w:val="00D111E2"/>
    <w:rsid w:val="00D11683"/>
    <w:rsid w:val="00D1169D"/>
    <w:rsid w:val="00D11823"/>
    <w:rsid w:val="00D118BA"/>
    <w:rsid w:val="00D11E3A"/>
    <w:rsid w:val="00D121C0"/>
    <w:rsid w:val="00D123D4"/>
    <w:rsid w:val="00D1265F"/>
    <w:rsid w:val="00D12B61"/>
    <w:rsid w:val="00D13194"/>
    <w:rsid w:val="00D133D5"/>
    <w:rsid w:val="00D135F3"/>
    <w:rsid w:val="00D13775"/>
    <w:rsid w:val="00D13DFA"/>
    <w:rsid w:val="00D14056"/>
    <w:rsid w:val="00D1465C"/>
    <w:rsid w:val="00D14C4A"/>
    <w:rsid w:val="00D15065"/>
    <w:rsid w:val="00D15255"/>
    <w:rsid w:val="00D15379"/>
    <w:rsid w:val="00D15794"/>
    <w:rsid w:val="00D15941"/>
    <w:rsid w:val="00D15A55"/>
    <w:rsid w:val="00D1644B"/>
    <w:rsid w:val="00D168BD"/>
    <w:rsid w:val="00D179BA"/>
    <w:rsid w:val="00D17CEE"/>
    <w:rsid w:val="00D17F37"/>
    <w:rsid w:val="00D202A4"/>
    <w:rsid w:val="00D2062B"/>
    <w:rsid w:val="00D20D35"/>
    <w:rsid w:val="00D21288"/>
    <w:rsid w:val="00D2133B"/>
    <w:rsid w:val="00D219D9"/>
    <w:rsid w:val="00D21A24"/>
    <w:rsid w:val="00D22049"/>
    <w:rsid w:val="00D22102"/>
    <w:rsid w:val="00D22801"/>
    <w:rsid w:val="00D22A6C"/>
    <w:rsid w:val="00D22AAF"/>
    <w:rsid w:val="00D2310D"/>
    <w:rsid w:val="00D23507"/>
    <w:rsid w:val="00D2372C"/>
    <w:rsid w:val="00D24090"/>
    <w:rsid w:val="00D246AF"/>
    <w:rsid w:val="00D24723"/>
    <w:rsid w:val="00D24A53"/>
    <w:rsid w:val="00D24BA0"/>
    <w:rsid w:val="00D25170"/>
    <w:rsid w:val="00D2522F"/>
    <w:rsid w:val="00D25550"/>
    <w:rsid w:val="00D255E9"/>
    <w:rsid w:val="00D2561A"/>
    <w:rsid w:val="00D2570E"/>
    <w:rsid w:val="00D25D5E"/>
    <w:rsid w:val="00D261AE"/>
    <w:rsid w:val="00D261BB"/>
    <w:rsid w:val="00D267AE"/>
    <w:rsid w:val="00D26FED"/>
    <w:rsid w:val="00D30104"/>
    <w:rsid w:val="00D30147"/>
    <w:rsid w:val="00D30AAA"/>
    <w:rsid w:val="00D3129D"/>
    <w:rsid w:val="00D31D48"/>
    <w:rsid w:val="00D32005"/>
    <w:rsid w:val="00D32B22"/>
    <w:rsid w:val="00D32FAD"/>
    <w:rsid w:val="00D33073"/>
    <w:rsid w:val="00D33183"/>
    <w:rsid w:val="00D332A4"/>
    <w:rsid w:val="00D3334F"/>
    <w:rsid w:val="00D338BF"/>
    <w:rsid w:val="00D33B34"/>
    <w:rsid w:val="00D33BC0"/>
    <w:rsid w:val="00D33DDA"/>
    <w:rsid w:val="00D340FC"/>
    <w:rsid w:val="00D34629"/>
    <w:rsid w:val="00D349BD"/>
    <w:rsid w:val="00D34C8C"/>
    <w:rsid w:val="00D3508A"/>
    <w:rsid w:val="00D3517A"/>
    <w:rsid w:val="00D351E4"/>
    <w:rsid w:val="00D35207"/>
    <w:rsid w:val="00D3534B"/>
    <w:rsid w:val="00D35944"/>
    <w:rsid w:val="00D359B3"/>
    <w:rsid w:val="00D35B35"/>
    <w:rsid w:val="00D35BAF"/>
    <w:rsid w:val="00D35C8F"/>
    <w:rsid w:val="00D35EDF"/>
    <w:rsid w:val="00D3646D"/>
    <w:rsid w:val="00D36656"/>
    <w:rsid w:val="00D36C36"/>
    <w:rsid w:val="00D36C99"/>
    <w:rsid w:val="00D36CDD"/>
    <w:rsid w:val="00D36D83"/>
    <w:rsid w:val="00D36E73"/>
    <w:rsid w:val="00D3727B"/>
    <w:rsid w:val="00D3736A"/>
    <w:rsid w:val="00D376AB"/>
    <w:rsid w:val="00D37ADB"/>
    <w:rsid w:val="00D37BFA"/>
    <w:rsid w:val="00D400B8"/>
    <w:rsid w:val="00D40258"/>
    <w:rsid w:val="00D40783"/>
    <w:rsid w:val="00D4081D"/>
    <w:rsid w:val="00D40926"/>
    <w:rsid w:val="00D40C80"/>
    <w:rsid w:val="00D40CE6"/>
    <w:rsid w:val="00D40DDD"/>
    <w:rsid w:val="00D40F43"/>
    <w:rsid w:val="00D41076"/>
    <w:rsid w:val="00D417B7"/>
    <w:rsid w:val="00D41831"/>
    <w:rsid w:val="00D424CE"/>
    <w:rsid w:val="00D42BA3"/>
    <w:rsid w:val="00D42E35"/>
    <w:rsid w:val="00D435A2"/>
    <w:rsid w:val="00D436F6"/>
    <w:rsid w:val="00D43771"/>
    <w:rsid w:val="00D4396F"/>
    <w:rsid w:val="00D4417B"/>
    <w:rsid w:val="00D44686"/>
    <w:rsid w:val="00D44FEC"/>
    <w:rsid w:val="00D4517E"/>
    <w:rsid w:val="00D4552E"/>
    <w:rsid w:val="00D45FC8"/>
    <w:rsid w:val="00D4616D"/>
    <w:rsid w:val="00D4617F"/>
    <w:rsid w:val="00D46302"/>
    <w:rsid w:val="00D465B0"/>
    <w:rsid w:val="00D46737"/>
    <w:rsid w:val="00D467CE"/>
    <w:rsid w:val="00D46888"/>
    <w:rsid w:val="00D47237"/>
    <w:rsid w:val="00D47292"/>
    <w:rsid w:val="00D47537"/>
    <w:rsid w:val="00D476E7"/>
    <w:rsid w:val="00D478F6"/>
    <w:rsid w:val="00D47965"/>
    <w:rsid w:val="00D47FFE"/>
    <w:rsid w:val="00D50221"/>
    <w:rsid w:val="00D50545"/>
    <w:rsid w:val="00D507B9"/>
    <w:rsid w:val="00D50A14"/>
    <w:rsid w:val="00D518A5"/>
    <w:rsid w:val="00D51C32"/>
    <w:rsid w:val="00D51D99"/>
    <w:rsid w:val="00D51F07"/>
    <w:rsid w:val="00D52031"/>
    <w:rsid w:val="00D52630"/>
    <w:rsid w:val="00D526FB"/>
    <w:rsid w:val="00D527F8"/>
    <w:rsid w:val="00D5312A"/>
    <w:rsid w:val="00D5327D"/>
    <w:rsid w:val="00D5348E"/>
    <w:rsid w:val="00D5349E"/>
    <w:rsid w:val="00D535A5"/>
    <w:rsid w:val="00D53644"/>
    <w:rsid w:val="00D53A0B"/>
    <w:rsid w:val="00D53D65"/>
    <w:rsid w:val="00D53F99"/>
    <w:rsid w:val="00D54350"/>
    <w:rsid w:val="00D544C9"/>
    <w:rsid w:val="00D54D92"/>
    <w:rsid w:val="00D54E4A"/>
    <w:rsid w:val="00D54FDC"/>
    <w:rsid w:val="00D556D7"/>
    <w:rsid w:val="00D55748"/>
    <w:rsid w:val="00D5581C"/>
    <w:rsid w:val="00D562E9"/>
    <w:rsid w:val="00D56414"/>
    <w:rsid w:val="00D564AF"/>
    <w:rsid w:val="00D5695A"/>
    <w:rsid w:val="00D56D19"/>
    <w:rsid w:val="00D56D41"/>
    <w:rsid w:val="00D57327"/>
    <w:rsid w:val="00D57851"/>
    <w:rsid w:val="00D57860"/>
    <w:rsid w:val="00D5794A"/>
    <w:rsid w:val="00D579CE"/>
    <w:rsid w:val="00D57A11"/>
    <w:rsid w:val="00D57B29"/>
    <w:rsid w:val="00D57D94"/>
    <w:rsid w:val="00D601B2"/>
    <w:rsid w:val="00D6050A"/>
    <w:rsid w:val="00D607C9"/>
    <w:rsid w:val="00D60BA1"/>
    <w:rsid w:val="00D60CE2"/>
    <w:rsid w:val="00D60F57"/>
    <w:rsid w:val="00D6103D"/>
    <w:rsid w:val="00D611F8"/>
    <w:rsid w:val="00D6120A"/>
    <w:rsid w:val="00D61292"/>
    <w:rsid w:val="00D61450"/>
    <w:rsid w:val="00D61EDE"/>
    <w:rsid w:val="00D61F48"/>
    <w:rsid w:val="00D62146"/>
    <w:rsid w:val="00D62151"/>
    <w:rsid w:val="00D623C4"/>
    <w:rsid w:val="00D6260A"/>
    <w:rsid w:val="00D62724"/>
    <w:rsid w:val="00D62B22"/>
    <w:rsid w:val="00D63317"/>
    <w:rsid w:val="00D634E3"/>
    <w:rsid w:val="00D636D9"/>
    <w:rsid w:val="00D639AC"/>
    <w:rsid w:val="00D6494F"/>
    <w:rsid w:val="00D64988"/>
    <w:rsid w:val="00D64A8D"/>
    <w:rsid w:val="00D64B21"/>
    <w:rsid w:val="00D64C2A"/>
    <w:rsid w:val="00D64D6F"/>
    <w:rsid w:val="00D6504E"/>
    <w:rsid w:val="00D654ED"/>
    <w:rsid w:val="00D658B5"/>
    <w:rsid w:val="00D65C57"/>
    <w:rsid w:val="00D65C6F"/>
    <w:rsid w:val="00D6636C"/>
    <w:rsid w:val="00D66F0B"/>
    <w:rsid w:val="00D66FCE"/>
    <w:rsid w:val="00D678AB"/>
    <w:rsid w:val="00D678F2"/>
    <w:rsid w:val="00D67B3C"/>
    <w:rsid w:val="00D67BC2"/>
    <w:rsid w:val="00D67BFB"/>
    <w:rsid w:val="00D70376"/>
    <w:rsid w:val="00D7055F"/>
    <w:rsid w:val="00D708FA"/>
    <w:rsid w:val="00D709F5"/>
    <w:rsid w:val="00D70DAB"/>
    <w:rsid w:val="00D71675"/>
    <w:rsid w:val="00D71924"/>
    <w:rsid w:val="00D71956"/>
    <w:rsid w:val="00D71B48"/>
    <w:rsid w:val="00D71E34"/>
    <w:rsid w:val="00D72283"/>
    <w:rsid w:val="00D72638"/>
    <w:rsid w:val="00D7265E"/>
    <w:rsid w:val="00D7291E"/>
    <w:rsid w:val="00D7297C"/>
    <w:rsid w:val="00D72DFE"/>
    <w:rsid w:val="00D72FBC"/>
    <w:rsid w:val="00D73424"/>
    <w:rsid w:val="00D738A4"/>
    <w:rsid w:val="00D73A26"/>
    <w:rsid w:val="00D73D14"/>
    <w:rsid w:val="00D741AB"/>
    <w:rsid w:val="00D741B3"/>
    <w:rsid w:val="00D74480"/>
    <w:rsid w:val="00D7451D"/>
    <w:rsid w:val="00D74622"/>
    <w:rsid w:val="00D748DB"/>
    <w:rsid w:val="00D74D0F"/>
    <w:rsid w:val="00D74FB4"/>
    <w:rsid w:val="00D7507E"/>
    <w:rsid w:val="00D7525D"/>
    <w:rsid w:val="00D752C1"/>
    <w:rsid w:val="00D75464"/>
    <w:rsid w:val="00D75472"/>
    <w:rsid w:val="00D75920"/>
    <w:rsid w:val="00D75DAC"/>
    <w:rsid w:val="00D75F8F"/>
    <w:rsid w:val="00D76305"/>
    <w:rsid w:val="00D76553"/>
    <w:rsid w:val="00D767F0"/>
    <w:rsid w:val="00D76D19"/>
    <w:rsid w:val="00D76D29"/>
    <w:rsid w:val="00D76EDF"/>
    <w:rsid w:val="00D776B4"/>
    <w:rsid w:val="00D77B81"/>
    <w:rsid w:val="00D800E9"/>
    <w:rsid w:val="00D801AA"/>
    <w:rsid w:val="00D802A6"/>
    <w:rsid w:val="00D804CA"/>
    <w:rsid w:val="00D808EE"/>
    <w:rsid w:val="00D80D19"/>
    <w:rsid w:val="00D81068"/>
    <w:rsid w:val="00D81153"/>
    <w:rsid w:val="00D814A7"/>
    <w:rsid w:val="00D815C5"/>
    <w:rsid w:val="00D816DC"/>
    <w:rsid w:val="00D81821"/>
    <w:rsid w:val="00D81A28"/>
    <w:rsid w:val="00D81C17"/>
    <w:rsid w:val="00D81D0E"/>
    <w:rsid w:val="00D81F90"/>
    <w:rsid w:val="00D8235B"/>
    <w:rsid w:val="00D826ED"/>
    <w:rsid w:val="00D827FE"/>
    <w:rsid w:val="00D82E95"/>
    <w:rsid w:val="00D83800"/>
    <w:rsid w:val="00D83C4B"/>
    <w:rsid w:val="00D8469E"/>
    <w:rsid w:val="00D848AE"/>
    <w:rsid w:val="00D84916"/>
    <w:rsid w:val="00D84C67"/>
    <w:rsid w:val="00D84D2B"/>
    <w:rsid w:val="00D84E23"/>
    <w:rsid w:val="00D84EB2"/>
    <w:rsid w:val="00D85553"/>
    <w:rsid w:val="00D8562C"/>
    <w:rsid w:val="00D85742"/>
    <w:rsid w:val="00D8598D"/>
    <w:rsid w:val="00D863E8"/>
    <w:rsid w:val="00D86835"/>
    <w:rsid w:val="00D8691F"/>
    <w:rsid w:val="00D86D3A"/>
    <w:rsid w:val="00D8732A"/>
    <w:rsid w:val="00D876AD"/>
    <w:rsid w:val="00D90966"/>
    <w:rsid w:val="00D9190A"/>
    <w:rsid w:val="00D91A7D"/>
    <w:rsid w:val="00D91AFB"/>
    <w:rsid w:val="00D91BFD"/>
    <w:rsid w:val="00D91DAA"/>
    <w:rsid w:val="00D91DD3"/>
    <w:rsid w:val="00D9207F"/>
    <w:rsid w:val="00D92564"/>
    <w:rsid w:val="00D9277C"/>
    <w:rsid w:val="00D92B1E"/>
    <w:rsid w:val="00D92C59"/>
    <w:rsid w:val="00D92C9F"/>
    <w:rsid w:val="00D92CCA"/>
    <w:rsid w:val="00D92D67"/>
    <w:rsid w:val="00D9313B"/>
    <w:rsid w:val="00D9339A"/>
    <w:rsid w:val="00D93458"/>
    <w:rsid w:val="00D935B3"/>
    <w:rsid w:val="00D93672"/>
    <w:rsid w:val="00D9387F"/>
    <w:rsid w:val="00D93C7B"/>
    <w:rsid w:val="00D93D7A"/>
    <w:rsid w:val="00D93F71"/>
    <w:rsid w:val="00D944A1"/>
    <w:rsid w:val="00D94610"/>
    <w:rsid w:val="00D946E7"/>
    <w:rsid w:val="00D94771"/>
    <w:rsid w:val="00D947AE"/>
    <w:rsid w:val="00D94806"/>
    <w:rsid w:val="00D94AE1"/>
    <w:rsid w:val="00D94CDF"/>
    <w:rsid w:val="00D94F8A"/>
    <w:rsid w:val="00D9516B"/>
    <w:rsid w:val="00D9597E"/>
    <w:rsid w:val="00D95ABA"/>
    <w:rsid w:val="00D96062"/>
    <w:rsid w:val="00D9618F"/>
    <w:rsid w:val="00D96245"/>
    <w:rsid w:val="00D965D8"/>
    <w:rsid w:val="00D968D6"/>
    <w:rsid w:val="00D96AE7"/>
    <w:rsid w:val="00D96C52"/>
    <w:rsid w:val="00D96DB2"/>
    <w:rsid w:val="00D96FF2"/>
    <w:rsid w:val="00D970D6"/>
    <w:rsid w:val="00D97225"/>
    <w:rsid w:val="00D972C9"/>
    <w:rsid w:val="00D97E53"/>
    <w:rsid w:val="00D97E8C"/>
    <w:rsid w:val="00DA07B2"/>
    <w:rsid w:val="00DA08A7"/>
    <w:rsid w:val="00DA0C4E"/>
    <w:rsid w:val="00DA0DD0"/>
    <w:rsid w:val="00DA0E8B"/>
    <w:rsid w:val="00DA10A3"/>
    <w:rsid w:val="00DA1276"/>
    <w:rsid w:val="00DA1590"/>
    <w:rsid w:val="00DA15C1"/>
    <w:rsid w:val="00DA1BEF"/>
    <w:rsid w:val="00DA1D2D"/>
    <w:rsid w:val="00DA22CD"/>
    <w:rsid w:val="00DA24CA"/>
    <w:rsid w:val="00DA28A8"/>
    <w:rsid w:val="00DA2A15"/>
    <w:rsid w:val="00DA2B56"/>
    <w:rsid w:val="00DA3857"/>
    <w:rsid w:val="00DA38B4"/>
    <w:rsid w:val="00DA398F"/>
    <w:rsid w:val="00DA399C"/>
    <w:rsid w:val="00DA3BE9"/>
    <w:rsid w:val="00DA3CAA"/>
    <w:rsid w:val="00DA4725"/>
    <w:rsid w:val="00DA4745"/>
    <w:rsid w:val="00DA48E8"/>
    <w:rsid w:val="00DA49CB"/>
    <w:rsid w:val="00DA4D24"/>
    <w:rsid w:val="00DA50CA"/>
    <w:rsid w:val="00DA5902"/>
    <w:rsid w:val="00DA5974"/>
    <w:rsid w:val="00DA5DE5"/>
    <w:rsid w:val="00DA61AC"/>
    <w:rsid w:val="00DA6483"/>
    <w:rsid w:val="00DA677C"/>
    <w:rsid w:val="00DA67AB"/>
    <w:rsid w:val="00DA67EA"/>
    <w:rsid w:val="00DA6F72"/>
    <w:rsid w:val="00DA7365"/>
    <w:rsid w:val="00DA7583"/>
    <w:rsid w:val="00DA7700"/>
    <w:rsid w:val="00DB0568"/>
    <w:rsid w:val="00DB0BAA"/>
    <w:rsid w:val="00DB0DA1"/>
    <w:rsid w:val="00DB102C"/>
    <w:rsid w:val="00DB1093"/>
    <w:rsid w:val="00DB167D"/>
    <w:rsid w:val="00DB1B94"/>
    <w:rsid w:val="00DB1E7A"/>
    <w:rsid w:val="00DB1F7B"/>
    <w:rsid w:val="00DB2007"/>
    <w:rsid w:val="00DB2653"/>
    <w:rsid w:val="00DB28F6"/>
    <w:rsid w:val="00DB2B40"/>
    <w:rsid w:val="00DB2C59"/>
    <w:rsid w:val="00DB30B7"/>
    <w:rsid w:val="00DB3107"/>
    <w:rsid w:val="00DB31C1"/>
    <w:rsid w:val="00DB3267"/>
    <w:rsid w:val="00DB3A42"/>
    <w:rsid w:val="00DB3D05"/>
    <w:rsid w:val="00DB3E3E"/>
    <w:rsid w:val="00DB4024"/>
    <w:rsid w:val="00DB435D"/>
    <w:rsid w:val="00DB44E4"/>
    <w:rsid w:val="00DB4976"/>
    <w:rsid w:val="00DB4AD2"/>
    <w:rsid w:val="00DB4BAE"/>
    <w:rsid w:val="00DB4CF7"/>
    <w:rsid w:val="00DB5066"/>
    <w:rsid w:val="00DB51C2"/>
    <w:rsid w:val="00DB551C"/>
    <w:rsid w:val="00DB57F0"/>
    <w:rsid w:val="00DB5B2F"/>
    <w:rsid w:val="00DB5B56"/>
    <w:rsid w:val="00DB5D67"/>
    <w:rsid w:val="00DB5D6A"/>
    <w:rsid w:val="00DB5DC4"/>
    <w:rsid w:val="00DB5F82"/>
    <w:rsid w:val="00DB6885"/>
    <w:rsid w:val="00DB6A05"/>
    <w:rsid w:val="00DB6D36"/>
    <w:rsid w:val="00DB6F28"/>
    <w:rsid w:val="00DB7322"/>
    <w:rsid w:val="00DB7AB4"/>
    <w:rsid w:val="00DB7AC3"/>
    <w:rsid w:val="00DB7AC7"/>
    <w:rsid w:val="00DB7B0B"/>
    <w:rsid w:val="00DB7BD2"/>
    <w:rsid w:val="00DB7C47"/>
    <w:rsid w:val="00DB7CCE"/>
    <w:rsid w:val="00DC0414"/>
    <w:rsid w:val="00DC041D"/>
    <w:rsid w:val="00DC055F"/>
    <w:rsid w:val="00DC06EC"/>
    <w:rsid w:val="00DC0A08"/>
    <w:rsid w:val="00DC0D65"/>
    <w:rsid w:val="00DC0D88"/>
    <w:rsid w:val="00DC127D"/>
    <w:rsid w:val="00DC12B3"/>
    <w:rsid w:val="00DC13B1"/>
    <w:rsid w:val="00DC1678"/>
    <w:rsid w:val="00DC17CB"/>
    <w:rsid w:val="00DC1C13"/>
    <w:rsid w:val="00DC1DD4"/>
    <w:rsid w:val="00DC1F64"/>
    <w:rsid w:val="00DC1F7D"/>
    <w:rsid w:val="00DC2623"/>
    <w:rsid w:val="00DC2BC7"/>
    <w:rsid w:val="00DC30B9"/>
    <w:rsid w:val="00DC349A"/>
    <w:rsid w:val="00DC3847"/>
    <w:rsid w:val="00DC3866"/>
    <w:rsid w:val="00DC3B18"/>
    <w:rsid w:val="00DC4385"/>
    <w:rsid w:val="00DC460C"/>
    <w:rsid w:val="00DC46E5"/>
    <w:rsid w:val="00DC474F"/>
    <w:rsid w:val="00DC496D"/>
    <w:rsid w:val="00DC4986"/>
    <w:rsid w:val="00DC4D5C"/>
    <w:rsid w:val="00DC4E3C"/>
    <w:rsid w:val="00DC4ED4"/>
    <w:rsid w:val="00DC517C"/>
    <w:rsid w:val="00DC56EE"/>
    <w:rsid w:val="00DC58C0"/>
    <w:rsid w:val="00DC5CDF"/>
    <w:rsid w:val="00DC648A"/>
    <w:rsid w:val="00DC68CF"/>
    <w:rsid w:val="00DC696B"/>
    <w:rsid w:val="00DC6A0B"/>
    <w:rsid w:val="00DC6F88"/>
    <w:rsid w:val="00DC7728"/>
    <w:rsid w:val="00DC7867"/>
    <w:rsid w:val="00DC7EE5"/>
    <w:rsid w:val="00DD0177"/>
    <w:rsid w:val="00DD020D"/>
    <w:rsid w:val="00DD0B99"/>
    <w:rsid w:val="00DD0EFE"/>
    <w:rsid w:val="00DD0F45"/>
    <w:rsid w:val="00DD107E"/>
    <w:rsid w:val="00DD111E"/>
    <w:rsid w:val="00DD17FD"/>
    <w:rsid w:val="00DD1B90"/>
    <w:rsid w:val="00DD2436"/>
    <w:rsid w:val="00DD2753"/>
    <w:rsid w:val="00DD27B0"/>
    <w:rsid w:val="00DD281D"/>
    <w:rsid w:val="00DD282B"/>
    <w:rsid w:val="00DD2B9C"/>
    <w:rsid w:val="00DD2DDA"/>
    <w:rsid w:val="00DD3137"/>
    <w:rsid w:val="00DD352E"/>
    <w:rsid w:val="00DD3690"/>
    <w:rsid w:val="00DD39C1"/>
    <w:rsid w:val="00DD4276"/>
    <w:rsid w:val="00DD43B4"/>
    <w:rsid w:val="00DD461C"/>
    <w:rsid w:val="00DD55C2"/>
    <w:rsid w:val="00DD5993"/>
    <w:rsid w:val="00DD5A53"/>
    <w:rsid w:val="00DD5A77"/>
    <w:rsid w:val="00DD5A82"/>
    <w:rsid w:val="00DD5E99"/>
    <w:rsid w:val="00DD5EEA"/>
    <w:rsid w:val="00DD610B"/>
    <w:rsid w:val="00DD6379"/>
    <w:rsid w:val="00DD64F6"/>
    <w:rsid w:val="00DD664D"/>
    <w:rsid w:val="00DD6923"/>
    <w:rsid w:val="00DD6BAE"/>
    <w:rsid w:val="00DD6E4B"/>
    <w:rsid w:val="00DD7102"/>
    <w:rsid w:val="00DD775A"/>
    <w:rsid w:val="00DD77F8"/>
    <w:rsid w:val="00DD7A44"/>
    <w:rsid w:val="00DD7C63"/>
    <w:rsid w:val="00DE0727"/>
    <w:rsid w:val="00DE0995"/>
    <w:rsid w:val="00DE0FE4"/>
    <w:rsid w:val="00DE1108"/>
    <w:rsid w:val="00DE1141"/>
    <w:rsid w:val="00DE14AB"/>
    <w:rsid w:val="00DE1BA6"/>
    <w:rsid w:val="00DE1EA3"/>
    <w:rsid w:val="00DE28E4"/>
    <w:rsid w:val="00DE2B02"/>
    <w:rsid w:val="00DE2DA9"/>
    <w:rsid w:val="00DE2F65"/>
    <w:rsid w:val="00DE3083"/>
    <w:rsid w:val="00DE3485"/>
    <w:rsid w:val="00DE3BC1"/>
    <w:rsid w:val="00DE3BDD"/>
    <w:rsid w:val="00DE3E61"/>
    <w:rsid w:val="00DE40CE"/>
    <w:rsid w:val="00DE422C"/>
    <w:rsid w:val="00DE43D9"/>
    <w:rsid w:val="00DE449F"/>
    <w:rsid w:val="00DE45A0"/>
    <w:rsid w:val="00DE46A0"/>
    <w:rsid w:val="00DE4CBC"/>
    <w:rsid w:val="00DE4D95"/>
    <w:rsid w:val="00DE4E01"/>
    <w:rsid w:val="00DE4FD7"/>
    <w:rsid w:val="00DE586C"/>
    <w:rsid w:val="00DE5909"/>
    <w:rsid w:val="00DE593F"/>
    <w:rsid w:val="00DE63E5"/>
    <w:rsid w:val="00DE645B"/>
    <w:rsid w:val="00DE65EA"/>
    <w:rsid w:val="00DE66D9"/>
    <w:rsid w:val="00DE67A6"/>
    <w:rsid w:val="00DE6A55"/>
    <w:rsid w:val="00DE6DFB"/>
    <w:rsid w:val="00DE7537"/>
    <w:rsid w:val="00DE77A8"/>
    <w:rsid w:val="00DE7825"/>
    <w:rsid w:val="00DF0A71"/>
    <w:rsid w:val="00DF1063"/>
    <w:rsid w:val="00DF127D"/>
    <w:rsid w:val="00DF15B7"/>
    <w:rsid w:val="00DF1B6E"/>
    <w:rsid w:val="00DF1C60"/>
    <w:rsid w:val="00DF244F"/>
    <w:rsid w:val="00DF26F3"/>
    <w:rsid w:val="00DF274F"/>
    <w:rsid w:val="00DF27F4"/>
    <w:rsid w:val="00DF28FD"/>
    <w:rsid w:val="00DF293F"/>
    <w:rsid w:val="00DF29A3"/>
    <w:rsid w:val="00DF2CC1"/>
    <w:rsid w:val="00DF376A"/>
    <w:rsid w:val="00DF3DED"/>
    <w:rsid w:val="00DF3F94"/>
    <w:rsid w:val="00DF4752"/>
    <w:rsid w:val="00DF484A"/>
    <w:rsid w:val="00DF4B5A"/>
    <w:rsid w:val="00DF53B8"/>
    <w:rsid w:val="00DF556E"/>
    <w:rsid w:val="00DF6484"/>
    <w:rsid w:val="00DF6B14"/>
    <w:rsid w:val="00DF6D8D"/>
    <w:rsid w:val="00DF6E72"/>
    <w:rsid w:val="00DF74C5"/>
    <w:rsid w:val="00DF7CF7"/>
    <w:rsid w:val="00E00241"/>
    <w:rsid w:val="00E01140"/>
    <w:rsid w:val="00E01E18"/>
    <w:rsid w:val="00E01F00"/>
    <w:rsid w:val="00E0240D"/>
    <w:rsid w:val="00E02497"/>
    <w:rsid w:val="00E02540"/>
    <w:rsid w:val="00E0299D"/>
    <w:rsid w:val="00E02F7A"/>
    <w:rsid w:val="00E03208"/>
    <w:rsid w:val="00E032DE"/>
    <w:rsid w:val="00E03787"/>
    <w:rsid w:val="00E03B7C"/>
    <w:rsid w:val="00E03C66"/>
    <w:rsid w:val="00E03D11"/>
    <w:rsid w:val="00E041F5"/>
    <w:rsid w:val="00E045BA"/>
    <w:rsid w:val="00E04E1B"/>
    <w:rsid w:val="00E05082"/>
    <w:rsid w:val="00E0527F"/>
    <w:rsid w:val="00E053BA"/>
    <w:rsid w:val="00E054A9"/>
    <w:rsid w:val="00E0583F"/>
    <w:rsid w:val="00E0637A"/>
    <w:rsid w:val="00E0639B"/>
    <w:rsid w:val="00E06558"/>
    <w:rsid w:val="00E06810"/>
    <w:rsid w:val="00E06A4A"/>
    <w:rsid w:val="00E06C92"/>
    <w:rsid w:val="00E06CDF"/>
    <w:rsid w:val="00E06E8B"/>
    <w:rsid w:val="00E06F4D"/>
    <w:rsid w:val="00E0724B"/>
    <w:rsid w:val="00E074E3"/>
    <w:rsid w:val="00E07861"/>
    <w:rsid w:val="00E079AC"/>
    <w:rsid w:val="00E1019B"/>
    <w:rsid w:val="00E10E6E"/>
    <w:rsid w:val="00E10E93"/>
    <w:rsid w:val="00E10F1A"/>
    <w:rsid w:val="00E11271"/>
    <w:rsid w:val="00E118B0"/>
    <w:rsid w:val="00E11952"/>
    <w:rsid w:val="00E11A27"/>
    <w:rsid w:val="00E11B27"/>
    <w:rsid w:val="00E11E07"/>
    <w:rsid w:val="00E1258E"/>
    <w:rsid w:val="00E12595"/>
    <w:rsid w:val="00E127A7"/>
    <w:rsid w:val="00E12C4A"/>
    <w:rsid w:val="00E13177"/>
    <w:rsid w:val="00E1368A"/>
    <w:rsid w:val="00E1375D"/>
    <w:rsid w:val="00E13C91"/>
    <w:rsid w:val="00E14025"/>
    <w:rsid w:val="00E14112"/>
    <w:rsid w:val="00E142EE"/>
    <w:rsid w:val="00E142F4"/>
    <w:rsid w:val="00E14642"/>
    <w:rsid w:val="00E14809"/>
    <w:rsid w:val="00E14886"/>
    <w:rsid w:val="00E149A2"/>
    <w:rsid w:val="00E14A17"/>
    <w:rsid w:val="00E14A90"/>
    <w:rsid w:val="00E14D98"/>
    <w:rsid w:val="00E14DC3"/>
    <w:rsid w:val="00E15860"/>
    <w:rsid w:val="00E15FFC"/>
    <w:rsid w:val="00E163B9"/>
    <w:rsid w:val="00E16565"/>
    <w:rsid w:val="00E16968"/>
    <w:rsid w:val="00E16C50"/>
    <w:rsid w:val="00E16FD4"/>
    <w:rsid w:val="00E170FC"/>
    <w:rsid w:val="00E17214"/>
    <w:rsid w:val="00E172BC"/>
    <w:rsid w:val="00E17501"/>
    <w:rsid w:val="00E17900"/>
    <w:rsid w:val="00E179B3"/>
    <w:rsid w:val="00E17B63"/>
    <w:rsid w:val="00E202C3"/>
    <w:rsid w:val="00E203AC"/>
    <w:rsid w:val="00E203BF"/>
    <w:rsid w:val="00E207BA"/>
    <w:rsid w:val="00E208AF"/>
    <w:rsid w:val="00E20B4B"/>
    <w:rsid w:val="00E20B91"/>
    <w:rsid w:val="00E20F0D"/>
    <w:rsid w:val="00E210CD"/>
    <w:rsid w:val="00E21607"/>
    <w:rsid w:val="00E21B47"/>
    <w:rsid w:val="00E22314"/>
    <w:rsid w:val="00E22A8D"/>
    <w:rsid w:val="00E22E30"/>
    <w:rsid w:val="00E23306"/>
    <w:rsid w:val="00E23327"/>
    <w:rsid w:val="00E23449"/>
    <w:rsid w:val="00E2367F"/>
    <w:rsid w:val="00E23CC0"/>
    <w:rsid w:val="00E23D31"/>
    <w:rsid w:val="00E23F0F"/>
    <w:rsid w:val="00E240B0"/>
    <w:rsid w:val="00E240C7"/>
    <w:rsid w:val="00E2428E"/>
    <w:rsid w:val="00E24329"/>
    <w:rsid w:val="00E25195"/>
    <w:rsid w:val="00E252D9"/>
    <w:rsid w:val="00E25414"/>
    <w:rsid w:val="00E25589"/>
    <w:rsid w:val="00E25A37"/>
    <w:rsid w:val="00E25EFD"/>
    <w:rsid w:val="00E263C0"/>
    <w:rsid w:val="00E26564"/>
    <w:rsid w:val="00E26727"/>
    <w:rsid w:val="00E267C8"/>
    <w:rsid w:val="00E27861"/>
    <w:rsid w:val="00E27AF8"/>
    <w:rsid w:val="00E27E7D"/>
    <w:rsid w:val="00E30328"/>
    <w:rsid w:val="00E30509"/>
    <w:rsid w:val="00E3073A"/>
    <w:rsid w:val="00E30A2A"/>
    <w:rsid w:val="00E31048"/>
    <w:rsid w:val="00E31436"/>
    <w:rsid w:val="00E318FF"/>
    <w:rsid w:val="00E31997"/>
    <w:rsid w:val="00E31A25"/>
    <w:rsid w:val="00E32871"/>
    <w:rsid w:val="00E33308"/>
    <w:rsid w:val="00E33557"/>
    <w:rsid w:val="00E337A9"/>
    <w:rsid w:val="00E338B7"/>
    <w:rsid w:val="00E33CDD"/>
    <w:rsid w:val="00E34381"/>
    <w:rsid w:val="00E3480D"/>
    <w:rsid w:val="00E34989"/>
    <w:rsid w:val="00E3506B"/>
    <w:rsid w:val="00E3533E"/>
    <w:rsid w:val="00E35CB7"/>
    <w:rsid w:val="00E3602C"/>
    <w:rsid w:val="00E3603F"/>
    <w:rsid w:val="00E36113"/>
    <w:rsid w:val="00E36415"/>
    <w:rsid w:val="00E3649E"/>
    <w:rsid w:val="00E367E7"/>
    <w:rsid w:val="00E36830"/>
    <w:rsid w:val="00E36B47"/>
    <w:rsid w:val="00E36D36"/>
    <w:rsid w:val="00E37664"/>
    <w:rsid w:val="00E37766"/>
    <w:rsid w:val="00E37B36"/>
    <w:rsid w:val="00E37D4C"/>
    <w:rsid w:val="00E37E1D"/>
    <w:rsid w:val="00E408BA"/>
    <w:rsid w:val="00E40A09"/>
    <w:rsid w:val="00E40EC6"/>
    <w:rsid w:val="00E40F01"/>
    <w:rsid w:val="00E411A4"/>
    <w:rsid w:val="00E41621"/>
    <w:rsid w:val="00E41913"/>
    <w:rsid w:val="00E41D5D"/>
    <w:rsid w:val="00E41F3C"/>
    <w:rsid w:val="00E42292"/>
    <w:rsid w:val="00E422F4"/>
    <w:rsid w:val="00E428E2"/>
    <w:rsid w:val="00E428F5"/>
    <w:rsid w:val="00E42A20"/>
    <w:rsid w:val="00E42A2C"/>
    <w:rsid w:val="00E42BBC"/>
    <w:rsid w:val="00E42CB6"/>
    <w:rsid w:val="00E438DB"/>
    <w:rsid w:val="00E439A7"/>
    <w:rsid w:val="00E43E73"/>
    <w:rsid w:val="00E443A2"/>
    <w:rsid w:val="00E443DC"/>
    <w:rsid w:val="00E4446C"/>
    <w:rsid w:val="00E44585"/>
    <w:rsid w:val="00E44653"/>
    <w:rsid w:val="00E44D39"/>
    <w:rsid w:val="00E45024"/>
    <w:rsid w:val="00E451AE"/>
    <w:rsid w:val="00E451CE"/>
    <w:rsid w:val="00E45363"/>
    <w:rsid w:val="00E459D5"/>
    <w:rsid w:val="00E45AB4"/>
    <w:rsid w:val="00E46439"/>
    <w:rsid w:val="00E4660C"/>
    <w:rsid w:val="00E4690F"/>
    <w:rsid w:val="00E46A2E"/>
    <w:rsid w:val="00E46F5D"/>
    <w:rsid w:val="00E47DAE"/>
    <w:rsid w:val="00E47DF1"/>
    <w:rsid w:val="00E47FF8"/>
    <w:rsid w:val="00E501FE"/>
    <w:rsid w:val="00E504A7"/>
    <w:rsid w:val="00E50535"/>
    <w:rsid w:val="00E50556"/>
    <w:rsid w:val="00E50840"/>
    <w:rsid w:val="00E50DBB"/>
    <w:rsid w:val="00E50E32"/>
    <w:rsid w:val="00E50E67"/>
    <w:rsid w:val="00E51044"/>
    <w:rsid w:val="00E510B8"/>
    <w:rsid w:val="00E5118A"/>
    <w:rsid w:val="00E51305"/>
    <w:rsid w:val="00E513E2"/>
    <w:rsid w:val="00E515E5"/>
    <w:rsid w:val="00E51617"/>
    <w:rsid w:val="00E516CC"/>
    <w:rsid w:val="00E51BA9"/>
    <w:rsid w:val="00E51BD5"/>
    <w:rsid w:val="00E526DD"/>
    <w:rsid w:val="00E52D42"/>
    <w:rsid w:val="00E52DAD"/>
    <w:rsid w:val="00E52EE3"/>
    <w:rsid w:val="00E53118"/>
    <w:rsid w:val="00E53320"/>
    <w:rsid w:val="00E5332B"/>
    <w:rsid w:val="00E5362F"/>
    <w:rsid w:val="00E53706"/>
    <w:rsid w:val="00E53AA6"/>
    <w:rsid w:val="00E53AB0"/>
    <w:rsid w:val="00E53C03"/>
    <w:rsid w:val="00E53E39"/>
    <w:rsid w:val="00E548BA"/>
    <w:rsid w:val="00E54952"/>
    <w:rsid w:val="00E54A44"/>
    <w:rsid w:val="00E54EB1"/>
    <w:rsid w:val="00E55491"/>
    <w:rsid w:val="00E55FE1"/>
    <w:rsid w:val="00E56089"/>
    <w:rsid w:val="00E561DB"/>
    <w:rsid w:val="00E56C4C"/>
    <w:rsid w:val="00E56FE9"/>
    <w:rsid w:val="00E57007"/>
    <w:rsid w:val="00E575BF"/>
    <w:rsid w:val="00E575D0"/>
    <w:rsid w:val="00E5762C"/>
    <w:rsid w:val="00E5772F"/>
    <w:rsid w:val="00E57B2E"/>
    <w:rsid w:val="00E57B85"/>
    <w:rsid w:val="00E57F8C"/>
    <w:rsid w:val="00E60544"/>
    <w:rsid w:val="00E61146"/>
    <w:rsid w:val="00E6130E"/>
    <w:rsid w:val="00E61514"/>
    <w:rsid w:val="00E6183A"/>
    <w:rsid w:val="00E6184E"/>
    <w:rsid w:val="00E61BE7"/>
    <w:rsid w:val="00E629BD"/>
    <w:rsid w:val="00E62C64"/>
    <w:rsid w:val="00E62DF5"/>
    <w:rsid w:val="00E62F9A"/>
    <w:rsid w:val="00E63990"/>
    <w:rsid w:val="00E63BFE"/>
    <w:rsid w:val="00E63C95"/>
    <w:rsid w:val="00E63EBA"/>
    <w:rsid w:val="00E640BD"/>
    <w:rsid w:val="00E6429B"/>
    <w:rsid w:val="00E644FE"/>
    <w:rsid w:val="00E646AE"/>
    <w:rsid w:val="00E646B2"/>
    <w:rsid w:val="00E64B50"/>
    <w:rsid w:val="00E64B8C"/>
    <w:rsid w:val="00E64E2F"/>
    <w:rsid w:val="00E6506B"/>
    <w:rsid w:val="00E650C6"/>
    <w:rsid w:val="00E650FC"/>
    <w:rsid w:val="00E655C7"/>
    <w:rsid w:val="00E65812"/>
    <w:rsid w:val="00E65C4A"/>
    <w:rsid w:val="00E65F3F"/>
    <w:rsid w:val="00E65F45"/>
    <w:rsid w:val="00E65F69"/>
    <w:rsid w:val="00E660B1"/>
    <w:rsid w:val="00E6611E"/>
    <w:rsid w:val="00E66653"/>
    <w:rsid w:val="00E6666B"/>
    <w:rsid w:val="00E66B54"/>
    <w:rsid w:val="00E66C65"/>
    <w:rsid w:val="00E66DEB"/>
    <w:rsid w:val="00E674F5"/>
    <w:rsid w:val="00E6760C"/>
    <w:rsid w:val="00E677EF"/>
    <w:rsid w:val="00E7049E"/>
    <w:rsid w:val="00E705C1"/>
    <w:rsid w:val="00E70ACF"/>
    <w:rsid w:val="00E7109F"/>
    <w:rsid w:val="00E71290"/>
    <w:rsid w:val="00E712A3"/>
    <w:rsid w:val="00E715A2"/>
    <w:rsid w:val="00E71A58"/>
    <w:rsid w:val="00E71D65"/>
    <w:rsid w:val="00E71E2D"/>
    <w:rsid w:val="00E72056"/>
    <w:rsid w:val="00E720B9"/>
    <w:rsid w:val="00E72336"/>
    <w:rsid w:val="00E72615"/>
    <w:rsid w:val="00E72C36"/>
    <w:rsid w:val="00E72D68"/>
    <w:rsid w:val="00E7365E"/>
    <w:rsid w:val="00E738FC"/>
    <w:rsid w:val="00E73CCE"/>
    <w:rsid w:val="00E73D3F"/>
    <w:rsid w:val="00E73E07"/>
    <w:rsid w:val="00E73F1D"/>
    <w:rsid w:val="00E74094"/>
    <w:rsid w:val="00E742AC"/>
    <w:rsid w:val="00E743C7"/>
    <w:rsid w:val="00E7445E"/>
    <w:rsid w:val="00E7468F"/>
    <w:rsid w:val="00E748CB"/>
    <w:rsid w:val="00E74A94"/>
    <w:rsid w:val="00E74CEC"/>
    <w:rsid w:val="00E74E5E"/>
    <w:rsid w:val="00E74EDA"/>
    <w:rsid w:val="00E75735"/>
    <w:rsid w:val="00E75828"/>
    <w:rsid w:val="00E75868"/>
    <w:rsid w:val="00E763B6"/>
    <w:rsid w:val="00E764BC"/>
    <w:rsid w:val="00E76879"/>
    <w:rsid w:val="00E76BDA"/>
    <w:rsid w:val="00E76E80"/>
    <w:rsid w:val="00E76F5B"/>
    <w:rsid w:val="00E773CA"/>
    <w:rsid w:val="00E77A4A"/>
    <w:rsid w:val="00E77A96"/>
    <w:rsid w:val="00E77CA4"/>
    <w:rsid w:val="00E802E2"/>
    <w:rsid w:val="00E808BE"/>
    <w:rsid w:val="00E80C7D"/>
    <w:rsid w:val="00E8180F"/>
    <w:rsid w:val="00E82248"/>
    <w:rsid w:val="00E8225C"/>
    <w:rsid w:val="00E824A7"/>
    <w:rsid w:val="00E826F8"/>
    <w:rsid w:val="00E82976"/>
    <w:rsid w:val="00E82A21"/>
    <w:rsid w:val="00E82A47"/>
    <w:rsid w:val="00E82B7F"/>
    <w:rsid w:val="00E82E7E"/>
    <w:rsid w:val="00E83019"/>
    <w:rsid w:val="00E8354F"/>
    <w:rsid w:val="00E8391E"/>
    <w:rsid w:val="00E83CCA"/>
    <w:rsid w:val="00E83CF0"/>
    <w:rsid w:val="00E8405E"/>
    <w:rsid w:val="00E84112"/>
    <w:rsid w:val="00E84287"/>
    <w:rsid w:val="00E8433D"/>
    <w:rsid w:val="00E84497"/>
    <w:rsid w:val="00E84885"/>
    <w:rsid w:val="00E84B60"/>
    <w:rsid w:val="00E85171"/>
    <w:rsid w:val="00E851D6"/>
    <w:rsid w:val="00E851F8"/>
    <w:rsid w:val="00E85911"/>
    <w:rsid w:val="00E85B6E"/>
    <w:rsid w:val="00E85E44"/>
    <w:rsid w:val="00E85FDD"/>
    <w:rsid w:val="00E86112"/>
    <w:rsid w:val="00E86502"/>
    <w:rsid w:val="00E86566"/>
    <w:rsid w:val="00E87055"/>
    <w:rsid w:val="00E87231"/>
    <w:rsid w:val="00E87508"/>
    <w:rsid w:val="00E879C7"/>
    <w:rsid w:val="00E87BD6"/>
    <w:rsid w:val="00E87DEF"/>
    <w:rsid w:val="00E9007D"/>
    <w:rsid w:val="00E90414"/>
    <w:rsid w:val="00E90681"/>
    <w:rsid w:val="00E906D6"/>
    <w:rsid w:val="00E9072F"/>
    <w:rsid w:val="00E90F60"/>
    <w:rsid w:val="00E9108A"/>
    <w:rsid w:val="00E91CB8"/>
    <w:rsid w:val="00E9231C"/>
    <w:rsid w:val="00E923B6"/>
    <w:rsid w:val="00E923CD"/>
    <w:rsid w:val="00E927C7"/>
    <w:rsid w:val="00E927D8"/>
    <w:rsid w:val="00E92AB5"/>
    <w:rsid w:val="00E93057"/>
    <w:rsid w:val="00E93125"/>
    <w:rsid w:val="00E939D0"/>
    <w:rsid w:val="00E93A70"/>
    <w:rsid w:val="00E9401B"/>
    <w:rsid w:val="00E9419F"/>
    <w:rsid w:val="00E943A5"/>
    <w:rsid w:val="00E94AAD"/>
    <w:rsid w:val="00E94AE3"/>
    <w:rsid w:val="00E9504F"/>
    <w:rsid w:val="00E953B0"/>
    <w:rsid w:val="00E95402"/>
    <w:rsid w:val="00E9595A"/>
    <w:rsid w:val="00E95D4A"/>
    <w:rsid w:val="00E96339"/>
    <w:rsid w:val="00E96354"/>
    <w:rsid w:val="00E9653F"/>
    <w:rsid w:val="00E969B4"/>
    <w:rsid w:val="00E9711F"/>
    <w:rsid w:val="00E97498"/>
    <w:rsid w:val="00E9750D"/>
    <w:rsid w:val="00E97521"/>
    <w:rsid w:val="00E97746"/>
    <w:rsid w:val="00E978CD"/>
    <w:rsid w:val="00E97C28"/>
    <w:rsid w:val="00E97D85"/>
    <w:rsid w:val="00EA0056"/>
    <w:rsid w:val="00EA0407"/>
    <w:rsid w:val="00EA06BB"/>
    <w:rsid w:val="00EA08EE"/>
    <w:rsid w:val="00EA0AE1"/>
    <w:rsid w:val="00EA10DB"/>
    <w:rsid w:val="00EA12D5"/>
    <w:rsid w:val="00EA1E42"/>
    <w:rsid w:val="00EA26CA"/>
    <w:rsid w:val="00EA27F2"/>
    <w:rsid w:val="00EA29E7"/>
    <w:rsid w:val="00EA2B47"/>
    <w:rsid w:val="00EA3059"/>
    <w:rsid w:val="00EA360C"/>
    <w:rsid w:val="00EA3868"/>
    <w:rsid w:val="00EA38F4"/>
    <w:rsid w:val="00EA3BD4"/>
    <w:rsid w:val="00EA3CE5"/>
    <w:rsid w:val="00EA3EC6"/>
    <w:rsid w:val="00EA4132"/>
    <w:rsid w:val="00EA4641"/>
    <w:rsid w:val="00EA499D"/>
    <w:rsid w:val="00EA4BAB"/>
    <w:rsid w:val="00EA521F"/>
    <w:rsid w:val="00EA54D6"/>
    <w:rsid w:val="00EA55B8"/>
    <w:rsid w:val="00EA589F"/>
    <w:rsid w:val="00EA5C71"/>
    <w:rsid w:val="00EA5D4E"/>
    <w:rsid w:val="00EA6049"/>
    <w:rsid w:val="00EA61A2"/>
    <w:rsid w:val="00EA6238"/>
    <w:rsid w:val="00EA64EA"/>
    <w:rsid w:val="00EA6FB5"/>
    <w:rsid w:val="00EA7B0B"/>
    <w:rsid w:val="00EA7C7B"/>
    <w:rsid w:val="00EA7D91"/>
    <w:rsid w:val="00EA7FB2"/>
    <w:rsid w:val="00EB03C6"/>
    <w:rsid w:val="00EB046F"/>
    <w:rsid w:val="00EB06B3"/>
    <w:rsid w:val="00EB072E"/>
    <w:rsid w:val="00EB0762"/>
    <w:rsid w:val="00EB0AF4"/>
    <w:rsid w:val="00EB0BF2"/>
    <w:rsid w:val="00EB0C71"/>
    <w:rsid w:val="00EB10C0"/>
    <w:rsid w:val="00EB115E"/>
    <w:rsid w:val="00EB1201"/>
    <w:rsid w:val="00EB133C"/>
    <w:rsid w:val="00EB1823"/>
    <w:rsid w:val="00EB1BF0"/>
    <w:rsid w:val="00EB1C4A"/>
    <w:rsid w:val="00EB1F70"/>
    <w:rsid w:val="00EB21C8"/>
    <w:rsid w:val="00EB21CA"/>
    <w:rsid w:val="00EB2283"/>
    <w:rsid w:val="00EB2329"/>
    <w:rsid w:val="00EB2502"/>
    <w:rsid w:val="00EB254A"/>
    <w:rsid w:val="00EB26C5"/>
    <w:rsid w:val="00EB26D1"/>
    <w:rsid w:val="00EB289B"/>
    <w:rsid w:val="00EB28A7"/>
    <w:rsid w:val="00EB2901"/>
    <w:rsid w:val="00EB2A23"/>
    <w:rsid w:val="00EB2F88"/>
    <w:rsid w:val="00EB3036"/>
    <w:rsid w:val="00EB3192"/>
    <w:rsid w:val="00EB320F"/>
    <w:rsid w:val="00EB330E"/>
    <w:rsid w:val="00EB340D"/>
    <w:rsid w:val="00EB3F1D"/>
    <w:rsid w:val="00EB413C"/>
    <w:rsid w:val="00EB42A7"/>
    <w:rsid w:val="00EB446D"/>
    <w:rsid w:val="00EB44AE"/>
    <w:rsid w:val="00EB4866"/>
    <w:rsid w:val="00EB4933"/>
    <w:rsid w:val="00EB4DD4"/>
    <w:rsid w:val="00EB5340"/>
    <w:rsid w:val="00EB539D"/>
    <w:rsid w:val="00EB542E"/>
    <w:rsid w:val="00EB56E3"/>
    <w:rsid w:val="00EB5710"/>
    <w:rsid w:val="00EB6161"/>
    <w:rsid w:val="00EB618D"/>
    <w:rsid w:val="00EB6592"/>
    <w:rsid w:val="00EB68A8"/>
    <w:rsid w:val="00EB693D"/>
    <w:rsid w:val="00EB697E"/>
    <w:rsid w:val="00EB6BCD"/>
    <w:rsid w:val="00EB6CAA"/>
    <w:rsid w:val="00EB6D77"/>
    <w:rsid w:val="00EB6E4C"/>
    <w:rsid w:val="00EB7384"/>
    <w:rsid w:val="00EB7595"/>
    <w:rsid w:val="00EB78D5"/>
    <w:rsid w:val="00EB79EA"/>
    <w:rsid w:val="00EB7CD7"/>
    <w:rsid w:val="00EB7E36"/>
    <w:rsid w:val="00EB7EEF"/>
    <w:rsid w:val="00EB7F5E"/>
    <w:rsid w:val="00EC006E"/>
    <w:rsid w:val="00EC0348"/>
    <w:rsid w:val="00EC054B"/>
    <w:rsid w:val="00EC0880"/>
    <w:rsid w:val="00EC08E9"/>
    <w:rsid w:val="00EC0A12"/>
    <w:rsid w:val="00EC0C40"/>
    <w:rsid w:val="00EC1109"/>
    <w:rsid w:val="00EC11AC"/>
    <w:rsid w:val="00EC13BD"/>
    <w:rsid w:val="00EC199D"/>
    <w:rsid w:val="00EC1BB2"/>
    <w:rsid w:val="00EC1C06"/>
    <w:rsid w:val="00EC1CAA"/>
    <w:rsid w:val="00EC1E12"/>
    <w:rsid w:val="00EC1FDF"/>
    <w:rsid w:val="00EC1FF5"/>
    <w:rsid w:val="00EC2323"/>
    <w:rsid w:val="00EC23D7"/>
    <w:rsid w:val="00EC2AAD"/>
    <w:rsid w:val="00EC2FD8"/>
    <w:rsid w:val="00EC3456"/>
    <w:rsid w:val="00EC346F"/>
    <w:rsid w:val="00EC3681"/>
    <w:rsid w:val="00EC3BE1"/>
    <w:rsid w:val="00EC487D"/>
    <w:rsid w:val="00EC4EE4"/>
    <w:rsid w:val="00EC5565"/>
    <w:rsid w:val="00EC5C8F"/>
    <w:rsid w:val="00EC5D51"/>
    <w:rsid w:val="00EC617E"/>
    <w:rsid w:val="00EC6581"/>
    <w:rsid w:val="00EC6A45"/>
    <w:rsid w:val="00EC6C4F"/>
    <w:rsid w:val="00EC6EAE"/>
    <w:rsid w:val="00EC72DA"/>
    <w:rsid w:val="00EC73B8"/>
    <w:rsid w:val="00EC7734"/>
    <w:rsid w:val="00EC7A3B"/>
    <w:rsid w:val="00EC7FAA"/>
    <w:rsid w:val="00ED00DF"/>
    <w:rsid w:val="00ED033E"/>
    <w:rsid w:val="00ED145E"/>
    <w:rsid w:val="00ED17AF"/>
    <w:rsid w:val="00ED1B25"/>
    <w:rsid w:val="00ED1CF1"/>
    <w:rsid w:val="00ED1F29"/>
    <w:rsid w:val="00ED20E2"/>
    <w:rsid w:val="00ED242F"/>
    <w:rsid w:val="00ED2B83"/>
    <w:rsid w:val="00ED2CAB"/>
    <w:rsid w:val="00ED2E8A"/>
    <w:rsid w:val="00ED2FEA"/>
    <w:rsid w:val="00ED3742"/>
    <w:rsid w:val="00ED3B86"/>
    <w:rsid w:val="00ED40DD"/>
    <w:rsid w:val="00ED40FD"/>
    <w:rsid w:val="00ED422B"/>
    <w:rsid w:val="00ED42F8"/>
    <w:rsid w:val="00ED4D07"/>
    <w:rsid w:val="00ED4EE6"/>
    <w:rsid w:val="00ED4FEA"/>
    <w:rsid w:val="00ED5C43"/>
    <w:rsid w:val="00ED6655"/>
    <w:rsid w:val="00ED6A97"/>
    <w:rsid w:val="00ED6D85"/>
    <w:rsid w:val="00ED7463"/>
    <w:rsid w:val="00ED7822"/>
    <w:rsid w:val="00ED7F23"/>
    <w:rsid w:val="00EE019C"/>
    <w:rsid w:val="00EE04AD"/>
    <w:rsid w:val="00EE060C"/>
    <w:rsid w:val="00EE0666"/>
    <w:rsid w:val="00EE088B"/>
    <w:rsid w:val="00EE0BED"/>
    <w:rsid w:val="00EE11AB"/>
    <w:rsid w:val="00EE1D68"/>
    <w:rsid w:val="00EE235B"/>
    <w:rsid w:val="00EE259F"/>
    <w:rsid w:val="00EE2676"/>
    <w:rsid w:val="00EE35B3"/>
    <w:rsid w:val="00EE35B8"/>
    <w:rsid w:val="00EE37A6"/>
    <w:rsid w:val="00EE38EB"/>
    <w:rsid w:val="00EE3970"/>
    <w:rsid w:val="00EE3BDA"/>
    <w:rsid w:val="00EE3DDD"/>
    <w:rsid w:val="00EE3F24"/>
    <w:rsid w:val="00EE40AA"/>
    <w:rsid w:val="00EE4209"/>
    <w:rsid w:val="00EE4CF8"/>
    <w:rsid w:val="00EE5081"/>
    <w:rsid w:val="00EE51BA"/>
    <w:rsid w:val="00EE51DC"/>
    <w:rsid w:val="00EE56BD"/>
    <w:rsid w:val="00EE5941"/>
    <w:rsid w:val="00EE5B3C"/>
    <w:rsid w:val="00EE6166"/>
    <w:rsid w:val="00EE61F1"/>
    <w:rsid w:val="00EE6237"/>
    <w:rsid w:val="00EE6375"/>
    <w:rsid w:val="00EE637B"/>
    <w:rsid w:val="00EE64B9"/>
    <w:rsid w:val="00EE67C3"/>
    <w:rsid w:val="00EE734B"/>
    <w:rsid w:val="00EE7ADF"/>
    <w:rsid w:val="00EE7F75"/>
    <w:rsid w:val="00EF00DD"/>
    <w:rsid w:val="00EF06BD"/>
    <w:rsid w:val="00EF073D"/>
    <w:rsid w:val="00EF0857"/>
    <w:rsid w:val="00EF0A41"/>
    <w:rsid w:val="00EF0CE1"/>
    <w:rsid w:val="00EF1032"/>
    <w:rsid w:val="00EF1278"/>
    <w:rsid w:val="00EF166B"/>
    <w:rsid w:val="00EF1842"/>
    <w:rsid w:val="00EF1A45"/>
    <w:rsid w:val="00EF1E7A"/>
    <w:rsid w:val="00EF20E7"/>
    <w:rsid w:val="00EF2C8A"/>
    <w:rsid w:val="00EF2E6A"/>
    <w:rsid w:val="00EF33B2"/>
    <w:rsid w:val="00EF3BD0"/>
    <w:rsid w:val="00EF3BDD"/>
    <w:rsid w:val="00EF3D6B"/>
    <w:rsid w:val="00EF3D93"/>
    <w:rsid w:val="00EF3E34"/>
    <w:rsid w:val="00EF3E39"/>
    <w:rsid w:val="00EF413B"/>
    <w:rsid w:val="00EF4238"/>
    <w:rsid w:val="00EF44C5"/>
    <w:rsid w:val="00EF4604"/>
    <w:rsid w:val="00EF4A39"/>
    <w:rsid w:val="00EF4B2F"/>
    <w:rsid w:val="00EF4B4B"/>
    <w:rsid w:val="00EF4DD4"/>
    <w:rsid w:val="00EF4F9A"/>
    <w:rsid w:val="00EF532A"/>
    <w:rsid w:val="00EF5BF5"/>
    <w:rsid w:val="00EF61AC"/>
    <w:rsid w:val="00EF6255"/>
    <w:rsid w:val="00EF64D0"/>
    <w:rsid w:val="00EF68CB"/>
    <w:rsid w:val="00EF6A5E"/>
    <w:rsid w:val="00EF6DE4"/>
    <w:rsid w:val="00EF6FAF"/>
    <w:rsid w:val="00EF7207"/>
    <w:rsid w:val="00EF72FD"/>
    <w:rsid w:val="00EF78C6"/>
    <w:rsid w:val="00EF7CCC"/>
    <w:rsid w:val="00F00019"/>
    <w:rsid w:val="00F000AC"/>
    <w:rsid w:val="00F00311"/>
    <w:rsid w:val="00F0039A"/>
    <w:rsid w:val="00F00B94"/>
    <w:rsid w:val="00F00D95"/>
    <w:rsid w:val="00F00EC2"/>
    <w:rsid w:val="00F00ED3"/>
    <w:rsid w:val="00F01241"/>
    <w:rsid w:val="00F013EF"/>
    <w:rsid w:val="00F01809"/>
    <w:rsid w:val="00F0184D"/>
    <w:rsid w:val="00F0185A"/>
    <w:rsid w:val="00F01A5F"/>
    <w:rsid w:val="00F01B27"/>
    <w:rsid w:val="00F02030"/>
    <w:rsid w:val="00F020B1"/>
    <w:rsid w:val="00F020BD"/>
    <w:rsid w:val="00F0221B"/>
    <w:rsid w:val="00F02278"/>
    <w:rsid w:val="00F02554"/>
    <w:rsid w:val="00F02785"/>
    <w:rsid w:val="00F0280E"/>
    <w:rsid w:val="00F02BFB"/>
    <w:rsid w:val="00F032F8"/>
    <w:rsid w:val="00F04689"/>
    <w:rsid w:val="00F04859"/>
    <w:rsid w:val="00F04D18"/>
    <w:rsid w:val="00F053CC"/>
    <w:rsid w:val="00F0543D"/>
    <w:rsid w:val="00F058F3"/>
    <w:rsid w:val="00F0596C"/>
    <w:rsid w:val="00F0597B"/>
    <w:rsid w:val="00F05988"/>
    <w:rsid w:val="00F059FD"/>
    <w:rsid w:val="00F05E95"/>
    <w:rsid w:val="00F06264"/>
    <w:rsid w:val="00F06327"/>
    <w:rsid w:val="00F06688"/>
    <w:rsid w:val="00F066B4"/>
    <w:rsid w:val="00F06C74"/>
    <w:rsid w:val="00F07107"/>
    <w:rsid w:val="00F0765F"/>
    <w:rsid w:val="00F07C8F"/>
    <w:rsid w:val="00F07D6D"/>
    <w:rsid w:val="00F07EB5"/>
    <w:rsid w:val="00F100B4"/>
    <w:rsid w:val="00F10314"/>
    <w:rsid w:val="00F10528"/>
    <w:rsid w:val="00F10A3D"/>
    <w:rsid w:val="00F10B62"/>
    <w:rsid w:val="00F10F20"/>
    <w:rsid w:val="00F11283"/>
    <w:rsid w:val="00F11730"/>
    <w:rsid w:val="00F117A6"/>
    <w:rsid w:val="00F119D9"/>
    <w:rsid w:val="00F11D8F"/>
    <w:rsid w:val="00F1207A"/>
    <w:rsid w:val="00F124E8"/>
    <w:rsid w:val="00F125B3"/>
    <w:rsid w:val="00F12622"/>
    <w:rsid w:val="00F136E9"/>
    <w:rsid w:val="00F13856"/>
    <w:rsid w:val="00F138EF"/>
    <w:rsid w:val="00F13989"/>
    <w:rsid w:val="00F139CC"/>
    <w:rsid w:val="00F13CFB"/>
    <w:rsid w:val="00F13D3F"/>
    <w:rsid w:val="00F141B6"/>
    <w:rsid w:val="00F14522"/>
    <w:rsid w:val="00F145CE"/>
    <w:rsid w:val="00F14CEC"/>
    <w:rsid w:val="00F14E54"/>
    <w:rsid w:val="00F150C1"/>
    <w:rsid w:val="00F150EB"/>
    <w:rsid w:val="00F152F6"/>
    <w:rsid w:val="00F15553"/>
    <w:rsid w:val="00F15591"/>
    <w:rsid w:val="00F15BD3"/>
    <w:rsid w:val="00F16385"/>
    <w:rsid w:val="00F164A8"/>
    <w:rsid w:val="00F16932"/>
    <w:rsid w:val="00F16B00"/>
    <w:rsid w:val="00F16B84"/>
    <w:rsid w:val="00F16B8A"/>
    <w:rsid w:val="00F16CC3"/>
    <w:rsid w:val="00F16DB2"/>
    <w:rsid w:val="00F16EFB"/>
    <w:rsid w:val="00F173ED"/>
    <w:rsid w:val="00F1744E"/>
    <w:rsid w:val="00F174D6"/>
    <w:rsid w:val="00F177AE"/>
    <w:rsid w:val="00F17BA1"/>
    <w:rsid w:val="00F17C84"/>
    <w:rsid w:val="00F17D43"/>
    <w:rsid w:val="00F200FA"/>
    <w:rsid w:val="00F202A3"/>
    <w:rsid w:val="00F203EA"/>
    <w:rsid w:val="00F20AB7"/>
    <w:rsid w:val="00F20B58"/>
    <w:rsid w:val="00F21390"/>
    <w:rsid w:val="00F21A36"/>
    <w:rsid w:val="00F21D63"/>
    <w:rsid w:val="00F21E31"/>
    <w:rsid w:val="00F21FA0"/>
    <w:rsid w:val="00F2216F"/>
    <w:rsid w:val="00F2230A"/>
    <w:rsid w:val="00F22363"/>
    <w:rsid w:val="00F22851"/>
    <w:rsid w:val="00F22B64"/>
    <w:rsid w:val="00F22E11"/>
    <w:rsid w:val="00F2362C"/>
    <w:rsid w:val="00F2373D"/>
    <w:rsid w:val="00F23877"/>
    <w:rsid w:val="00F23989"/>
    <w:rsid w:val="00F23C1E"/>
    <w:rsid w:val="00F23E62"/>
    <w:rsid w:val="00F2403F"/>
    <w:rsid w:val="00F2414F"/>
    <w:rsid w:val="00F24D9C"/>
    <w:rsid w:val="00F2511F"/>
    <w:rsid w:val="00F25749"/>
    <w:rsid w:val="00F25922"/>
    <w:rsid w:val="00F25978"/>
    <w:rsid w:val="00F25AB5"/>
    <w:rsid w:val="00F25BBE"/>
    <w:rsid w:val="00F25F2C"/>
    <w:rsid w:val="00F2611B"/>
    <w:rsid w:val="00F26344"/>
    <w:rsid w:val="00F26488"/>
    <w:rsid w:val="00F26767"/>
    <w:rsid w:val="00F26A93"/>
    <w:rsid w:val="00F26AD1"/>
    <w:rsid w:val="00F26F38"/>
    <w:rsid w:val="00F274F5"/>
    <w:rsid w:val="00F27C26"/>
    <w:rsid w:val="00F27E38"/>
    <w:rsid w:val="00F27E86"/>
    <w:rsid w:val="00F3007E"/>
    <w:rsid w:val="00F3016F"/>
    <w:rsid w:val="00F305BB"/>
    <w:rsid w:val="00F30761"/>
    <w:rsid w:val="00F30DA9"/>
    <w:rsid w:val="00F30DFA"/>
    <w:rsid w:val="00F30E3F"/>
    <w:rsid w:val="00F30ED8"/>
    <w:rsid w:val="00F30EE7"/>
    <w:rsid w:val="00F31186"/>
    <w:rsid w:val="00F31210"/>
    <w:rsid w:val="00F3131C"/>
    <w:rsid w:val="00F3147D"/>
    <w:rsid w:val="00F3155A"/>
    <w:rsid w:val="00F31657"/>
    <w:rsid w:val="00F31D5D"/>
    <w:rsid w:val="00F32481"/>
    <w:rsid w:val="00F3251D"/>
    <w:rsid w:val="00F3267C"/>
    <w:rsid w:val="00F32B63"/>
    <w:rsid w:val="00F33088"/>
    <w:rsid w:val="00F330EF"/>
    <w:rsid w:val="00F33D41"/>
    <w:rsid w:val="00F33D45"/>
    <w:rsid w:val="00F33DE8"/>
    <w:rsid w:val="00F33E2F"/>
    <w:rsid w:val="00F3408F"/>
    <w:rsid w:val="00F344BE"/>
    <w:rsid w:val="00F34722"/>
    <w:rsid w:val="00F348EA"/>
    <w:rsid w:val="00F34B71"/>
    <w:rsid w:val="00F35141"/>
    <w:rsid w:val="00F35202"/>
    <w:rsid w:val="00F357DC"/>
    <w:rsid w:val="00F35B1B"/>
    <w:rsid w:val="00F35E89"/>
    <w:rsid w:val="00F35F62"/>
    <w:rsid w:val="00F36021"/>
    <w:rsid w:val="00F36192"/>
    <w:rsid w:val="00F36440"/>
    <w:rsid w:val="00F36CDA"/>
    <w:rsid w:val="00F37038"/>
    <w:rsid w:val="00F372B0"/>
    <w:rsid w:val="00F3742B"/>
    <w:rsid w:val="00F374FC"/>
    <w:rsid w:val="00F3755D"/>
    <w:rsid w:val="00F375D1"/>
    <w:rsid w:val="00F375E1"/>
    <w:rsid w:val="00F37D87"/>
    <w:rsid w:val="00F37F53"/>
    <w:rsid w:val="00F40126"/>
    <w:rsid w:val="00F4016A"/>
    <w:rsid w:val="00F40511"/>
    <w:rsid w:val="00F40647"/>
    <w:rsid w:val="00F41243"/>
    <w:rsid w:val="00F41500"/>
    <w:rsid w:val="00F41674"/>
    <w:rsid w:val="00F418C3"/>
    <w:rsid w:val="00F419A5"/>
    <w:rsid w:val="00F419BA"/>
    <w:rsid w:val="00F41B26"/>
    <w:rsid w:val="00F41B61"/>
    <w:rsid w:val="00F41D35"/>
    <w:rsid w:val="00F41DAE"/>
    <w:rsid w:val="00F41E27"/>
    <w:rsid w:val="00F41EE5"/>
    <w:rsid w:val="00F42226"/>
    <w:rsid w:val="00F42452"/>
    <w:rsid w:val="00F424C2"/>
    <w:rsid w:val="00F4254E"/>
    <w:rsid w:val="00F4284B"/>
    <w:rsid w:val="00F4284E"/>
    <w:rsid w:val="00F42C91"/>
    <w:rsid w:val="00F43265"/>
    <w:rsid w:val="00F43588"/>
    <w:rsid w:val="00F43746"/>
    <w:rsid w:val="00F43967"/>
    <w:rsid w:val="00F43CDE"/>
    <w:rsid w:val="00F43F4E"/>
    <w:rsid w:val="00F44249"/>
    <w:rsid w:val="00F44539"/>
    <w:rsid w:val="00F44608"/>
    <w:rsid w:val="00F4465F"/>
    <w:rsid w:val="00F44F20"/>
    <w:rsid w:val="00F44FAF"/>
    <w:rsid w:val="00F451B4"/>
    <w:rsid w:val="00F45342"/>
    <w:rsid w:val="00F45534"/>
    <w:rsid w:val="00F455EC"/>
    <w:rsid w:val="00F459A4"/>
    <w:rsid w:val="00F45D29"/>
    <w:rsid w:val="00F46116"/>
    <w:rsid w:val="00F472D9"/>
    <w:rsid w:val="00F47986"/>
    <w:rsid w:val="00F47B52"/>
    <w:rsid w:val="00F5006E"/>
    <w:rsid w:val="00F503D3"/>
    <w:rsid w:val="00F50439"/>
    <w:rsid w:val="00F506AE"/>
    <w:rsid w:val="00F50804"/>
    <w:rsid w:val="00F50F3D"/>
    <w:rsid w:val="00F50FCF"/>
    <w:rsid w:val="00F51173"/>
    <w:rsid w:val="00F51244"/>
    <w:rsid w:val="00F5188A"/>
    <w:rsid w:val="00F51C6C"/>
    <w:rsid w:val="00F51CD0"/>
    <w:rsid w:val="00F52159"/>
    <w:rsid w:val="00F52467"/>
    <w:rsid w:val="00F52749"/>
    <w:rsid w:val="00F52967"/>
    <w:rsid w:val="00F529DC"/>
    <w:rsid w:val="00F52A99"/>
    <w:rsid w:val="00F52BA4"/>
    <w:rsid w:val="00F52F3D"/>
    <w:rsid w:val="00F53287"/>
    <w:rsid w:val="00F5339D"/>
    <w:rsid w:val="00F53C6D"/>
    <w:rsid w:val="00F53CEA"/>
    <w:rsid w:val="00F53DB7"/>
    <w:rsid w:val="00F540E3"/>
    <w:rsid w:val="00F55149"/>
    <w:rsid w:val="00F553B2"/>
    <w:rsid w:val="00F556FB"/>
    <w:rsid w:val="00F55B7B"/>
    <w:rsid w:val="00F55B82"/>
    <w:rsid w:val="00F55BFD"/>
    <w:rsid w:val="00F5603E"/>
    <w:rsid w:val="00F565E8"/>
    <w:rsid w:val="00F5685C"/>
    <w:rsid w:val="00F56A7C"/>
    <w:rsid w:val="00F56D84"/>
    <w:rsid w:val="00F56DFA"/>
    <w:rsid w:val="00F573B1"/>
    <w:rsid w:val="00F579C1"/>
    <w:rsid w:val="00F57A5A"/>
    <w:rsid w:val="00F57DAE"/>
    <w:rsid w:val="00F60659"/>
    <w:rsid w:val="00F609BB"/>
    <w:rsid w:val="00F60A0F"/>
    <w:rsid w:val="00F61831"/>
    <w:rsid w:val="00F61AE1"/>
    <w:rsid w:val="00F61DC5"/>
    <w:rsid w:val="00F61F43"/>
    <w:rsid w:val="00F62138"/>
    <w:rsid w:val="00F621A4"/>
    <w:rsid w:val="00F6223C"/>
    <w:rsid w:val="00F62286"/>
    <w:rsid w:val="00F62473"/>
    <w:rsid w:val="00F6252D"/>
    <w:rsid w:val="00F6255E"/>
    <w:rsid w:val="00F62641"/>
    <w:rsid w:val="00F635B5"/>
    <w:rsid w:val="00F643BE"/>
    <w:rsid w:val="00F64582"/>
    <w:rsid w:val="00F64873"/>
    <w:rsid w:val="00F648D1"/>
    <w:rsid w:val="00F64A75"/>
    <w:rsid w:val="00F64E86"/>
    <w:rsid w:val="00F653D7"/>
    <w:rsid w:val="00F65441"/>
    <w:rsid w:val="00F65861"/>
    <w:rsid w:val="00F65982"/>
    <w:rsid w:val="00F65A50"/>
    <w:rsid w:val="00F65E1F"/>
    <w:rsid w:val="00F65ECA"/>
    <w:rsid w:val="00F6637D"/>
    <w:rsid w:val="00F66575"/>
    <w:rsid w:val="00F6682B"/>
    <w:rsid w:val="00F669A5"/>
    <w:rsid w:val="00F66E72"/>
    <w:rsid w:val="00F66EF0"/>
    <w:rsid w:val="00F67121"/>
    <w:rsid w:val="00F67169"/>
    <w:rsid w:val="00F673EE"/>
    <w:rsid w:val="00F67C03"/>
    <w:rsid w:val="00F700D1"/>
    <w:rsid w:val="00F7095D"/>
    <w:rsid w:val="00F709E8"/>
    <w:rsid w:val="00F70D04"/>
    <w:rsid w:val="00F710DF"/>
    <w:rsid w:val="00F713A1"/>
    <w:rsid w:val="00F718F4"/>
    <w:rsid w:val="00F71B4A"/>
    <w:rsid w:val="00F71C8B"/>
    <w:rsid w:val="00F71D77"/>
    <w:rsid w:val="00F71E86"/>
    <w:rsid w:val="00F72017"/>
    <w:rsid w:val="00F72584"/>
    <w:rsid w:val="00F727E8"/>
    <w:rsid w:val="00F729EF"/>
    <w:rsid w:val="00F72A13"/>
    <w:rsid w:val="00F72BF6"/>
    <w:rsid w:val="00F72C59"/>
    <w:rsid w:val="00F72CAD"/>
    <w:rsid w:val="00F7331B"/>
    <w:rsid w:val="00F7382E"/>
    <w:rsid w:val="00F73A6F"/>
    <w:rsid w:val="00F74186"/>
    <w:rsid w:val="00F744F2"/>
    <w:rsid w:val="00F747BA"/>
    <w:rsid w:val="00F74E34"/>
    <w:rsid w:val="00F75166"/>
    <w:rsid w:val="00F759A6"/>
    <w:rsid w:val="00F75E61"/>
    <w:rsid w:val="00F7657D"/>
    <w:rsid w:val="00F76768"/>
    <w:rsid w:val="00F76A12"/>
    <w:rsid w:val="00F76B60"/>
    <w:rsid w:val="00F76D42"/>
    <w:rsid w:val="00F76D72"/>
    <w:rsid w:val="00F76DDC"/>
    <w:rsid w:val="00F770A4"/>
    <w:rsid w:val="00F77168"/>
    <w:rsid w:val="00F771C1"/>
    <w:rsid w:val="00F77218"/>
    <w:rsid w:val="00F77284"/>
    <w:rsid w:val="00F77361"/>
    <w:rsid w:val="00F7750B"/>
    <w:rsid w:val="00F77FDA"/>
    <w:rsid w:val="00F80028"/>
    <w:rsid w:val="00F80417"/>
    <w:rsid w:val="00F8065A"/>
    <w:rsid w:val="00F81107"/>
    <w:rsid w:val="00F81379"/>
    <w:rsid w:val="00F81723"/>
    <w:rsid w:val="00F81BAB"/>
    <w:rsid w:val="00F81DAA"/>
    <w:rsid w:val="00F81EF2"/>
    <w:rsid w:val="00F82127"/>
    <w:rsid w:val="00F8261E"/>
    <w:rsid w:val="00F82731"/>
    <w:rsid w:val="00F829C8"/>
    <w:rsid w:val="00F82D76"/>
    <w:rsid w:val="00F82DE4"/>
    <w:rsid w:val="00F82F0D"/>
    <w:rsid w:val="00F82FD4"/>
    <w:rsid w:val="00F83C01"/>
    <w:rsid w:val="00F83F1D"/>
    <w:rsid w:val="00F83FF4"/>
    <w:rsid w:val="00F840E4"/>
    <w:rsid w:val="00F84162"/>
    <w:rsid w:val="00F84228"/>
    <w:rsid w:val="00F8462A"/>
    <w:rsid w:val="00F851D8"/>
    <w:rsid w:val="00F85366"/>
    <w:rsid w:val="00F856C8"/>
    <w:rsid w:val="00F8579B"/>
    <w:rsid w:val="00F85837"/>
    <w:rsid w:val="00F85B39"/>
    <w:rsid w:val="00F85BB9"/>
    <w:rsid w:val="00F85C2A"/>
    <w:rsid w:val="00F85E07"/>
    <w:rsid w:val="00F86367"/>
    <w:rsid w:val="00F8657B"/>
    <w:rsid w:val="00F86F7C"/>
    <w:rsid w:val="00F872EA"/>
    <w:rsid w:val="00F87374"/>
    <w:rsid w:val="00F8760F"/>
    <w:rsid w:val="00F876BC"/>
    <w:rsid w:val="00F87B18"/>
    <w:rsid w:val="00F87D25"/>
    <w:rsid w:val="00F87EE1"/>
    <w:rsid w:val="00F87F48"/>
    <w:rsid w:val="00F903CD"/>
    <w:rsid w:val="00F905AF"/>
    <w:rsid w:val="00F914C8"/>
    <w:rsid w:val="00F91641"/>
    <w:rsid w:val="00F916FA"/>
    <w:rsid w:val="00F9181D"/>
    <w:rsid w:val="00F91976"/>
    <w:rsid w:val="00F919A4"/>
    <w:rsid w:val="00F91EAC"/>
    <w:rsid w:val="00F921FD"/>
    <w:rsid w:val="00F924D3"/>
    <w:rsid w:val="00F92945"/>
    <w:rsid w:val="00F92A42"/>
    <w:rsid w:val="00F92B02"/>
    <w:rsid w:val="00F92B3E"/>
    <w:rsid w:val="00F92BF8"/>
    <w:rsid w:val="00F92E43"/>
    <w:rsid w:val="00F92EDB"/>
    <w:rsid w:val="00F92FDB"/>
    <w:rsid w:val="00F93273"/>
    <w:rsid w:val="00F932DA"/>
    <w:rsid w:val="00F932E5"/>
    <w:rsid w:val="00F933FF"/>
    <w:rsid w:val="00F93452"/>
    <w:rsid w:val="00F93871"/>
    <w:rsid w:val="00F93C80"/>
    <w:rsid w:val="00F940F9"/>
    <w:rsid w:val="00F948B7"/>
    <w:rsid w:val="00F94A44"/>
    <w:rsid w:val="00F94C1D"/>
    <w:rsid w:val="00F9575B"/>
    <w:rsid w:val="00F95A78"/>
    <w:rsid w:val="00F95C23"/>
    <w:rsid w:val="00F95D41"/>
    <w:rsid w:val="00F96362"/>
    <w:rsid w:val="00F965DC"/>
    <w:rsid w:val="00F969A5"/>
    <w:rsid w:val="00F96CB8"/>
    <w:rsid w:val="00F96CFF"/>
    <w:rsid w:val="00F96E29"/>
    <w:rsid w:val="00F97170"/>
    <w:rsid w:val="00F9734B"/>
    <w:rsid w:val="00F9735C"/>
    <w:rsid w:val="00F974E8"/>
    <w:rsid w:val="00F974FC"/>
    <w:rsid w:val="00F97B40"/>
    <w:rsid w:val="00F97FE7"/>
    <w:rsid w:val="00FA00BB"/>
    <w:rsid w:val="00FA023B"/>
    <w:rsid w:val="00FA03BA"/>
    <w:rsid w:val="00FA06A3"/>
    <w:rsid w:val="00FA1287"/>
    <w:rsid w:val="00FA14D5"/>
    <w:rsid w:val="00FA1A6B"/>
    <w:rsid w:val="00FA1D21"/>
    <w:rsid w:val="00FA1F55"/>
    <w:rsid w:val="00FA294F"/>
    <w:rsid w:val="00FA3867"/>
    <w:rsid w:val="00FA3E26"/>
    <w:rsid w:val="00FA4105"/>
    <w:rsid w:val="00FA4471"/>
    <w:rsid w:val="00FA4AC3"/>
    <w:rsid w:val="00FA50D4"/>
    <w:rsid w:val="00FA50E2"/>
    <w:rsid w:val="00FA5DE0"/>
    <w:rsid w:val="00FA5E50"/>
    <w:rsid w:val="00FA60E2"/>
    <w:rsid w:val="00FA63E5"/>
    <w:rsid w:val="00FA6460"/>
    <w:rsid w:val="00FA65B0"/>
    <w:rsid w:val="00FA6EB7"/>
    <w:rsid w:val="00FA72C3"/>
    <w:rsid w:val="00FA752F"/>
    <w:rsid w:val="00FA7541"/>
    <w:rsid w:val="00FA760B"/>
    <w:rsid w:val="00FA772B"/>
    <w:rsid w:val="00FA7DA9"/>
    <w:rsid w:val="00FA7E05"/>
    <w:rsid w:val="00FB0077"/>
    <w:rsid w:val="00FB0655"/>
    <w:rsid w:val="00FB07FF"/>
    <w:rsid w:val="00FB0CE6"/>
    <w:rsid w:val="00FB0ED0"/>
    <w:rsid w:val="00FB0FDD"/>
    <w:rsid w:val="00FB1291"/>
    <w:rsid w:val="00FB17BC"/>
    <w:rsid w:val="00FB1DAA"/>
    <w:rsid w:val="00FB23FF"/>
    <w:rsid w:val="00FB27DD"/>
    <w:rsid w:val="00FB3205"/>
    <w:rsid w:val="00FB3C13"/>
    <w:rsid w:val="00FB3D54"/>
    <w:rsid w:val="00FB3DEA"/>
    <w:rsid w:val="00FB41FA"/>
    <w:rsid w:val="00FB4204"/>
    <w:rsid w:val="00FB45A3"/>
    <w:rsid w:val="00FB46E3"/>
    <w:rsid w:val="00FB476D"/>
    <w:rsid w:val="00FB4787"/>
    <w:rsid w:val="00FB4BAF"/>
    <w:rsid w:val="00FB4BB4"/>
    <w:rsid w:val="00FB4E68"/>
    <w:rsid w:val="00FB50EB"/>
    <w:rsid w:val="00FB53B9"/>
    <w:rsid w:val="00FB53FF"/>
    <w:rsid w:val="00FB54F9"/>
    <w:rsid w:val="00FB56DE"/>
    <w:rsid w:val="00FB5CB7"/>
    <w:rsid w:val="00FB5DD8"/>
    <w:rsid w:val="00FB5F44"/>
    <w:rsid w:val="00FB60FB"/>
    <w:rsid w:val="00FB616A"/>
    <w:rsid w:val="00FB667D"/>
    <w:rsid w:val="00FB676F"/>
    <w:rsid w:val="00FB6BD6"/>
    <w:rsid w:val="00FB6BF0"/>
    <w:rsid w:val="00FB6C4F"/>
    <w:rsid w:val="00FB7078"/>
    <w:rsid w:val="00FB7105"/>
    <w:rsid w:val="00FB74B8"/>
    <w:rsid w:val="00FB74BC"/>
    <w:rsid w:val="00FB7641"/>
    <w:rsid w:val="00FB76E3"/>
    <w:rsid w:val="00FB7703"/>
    <w:rsid w:val="00FB7C3C"/>
    <w:rsid w:val="00FC02CF"/>
    <w:rsid w:val="00FC077B"/>
    <w:rsid w:val="00FC10B8"/>
    <w:rsid w:val="00FC160B"/>
    <w:rsid w:val="00FC166C"/>
    <w:rsid w:val="00FC1E8E"/>
    <w:rsid w:val="00FC1FCD"/>
    <w:rsid w:val="00FC2143"/>
    <w:rsid w:val="00FC2417"/>
    <w:rsid w:val="00FC258E"/>
    <w:rsid w:val="00FC263E"/>
    <w:rsid w:val="00FC2698"/>
    <w:rsid w:val="00FC2A60"/>
    <w:rsid w:val="00FC2D54"/>
    <w:rsid w:val="00FC2F48"/>
    <w:rsid w:val="00FC30FF"/>
    <w:rsid w:val="00FC317A"/>
    <w:rsid w:val="00FC3327"/>
    <w:rsid w:val="00FC3500"/>
    <w:rsid w:val="00FC3598"/>
    <w:rsid w:val="00FC3722"/>
    <w:rsid w:val="00FC3889"/>
    <w:rsid w:val="00FC38BB"/>
    <w:rsid w:val="00FC3CC7"/>
    <w:rsid w:val="00FC3D98"/>
    <w:rsid w:val="00FC432F"/>
    <w:rsid w:val="00FC464F"/>
    <w:rsid w:val="00FC46C0"/>
    <w:rsid w:val="00FC494F"/>
    <w:rsid w:val="00FC5574"/>
    <w:rsid w:val="00FC5FE1"/>
    <w:rsid w:val="00FC616A"/>
    <w:rsid w:val="00FC6222"/>
    <w:rsid w:val="00FC6613"/>
    <w:rsid w:val="00FC66AD"/>
    <w:rsid w:val="00FC6971"/>
    <w:rsid w:val="00FC76BE"/>
    <w:rsid w:val="00FC783F"/>
    <w:rsid w:val="00FC7AFC"/>
    <w:rsid w:val="00FC7D7B"/>
    <w:rsid w:val="00FD02CF"/>
    <w:rsid w:val="00FD05C9"/>
    <w:rsid w:val="00FD0642"/>
    <w:rsid w:val="00FD06F8"/>
    <w:rsid w:val="00FD09C1"/>
    <w:rsid w:val="00FD11D1"/>
    <w:rsid w:val="00FD1BC9"/>
    <w:rsid w:val="00FD1E85"/>
    <w:rsid w:val="00FD2023"/>
    <w:rsid w:val="00FD2235"/>
    <w:rsid w:val="00FD2272"/>
    <w:rsid w:val="00FD2C31"/>
    <w:rsid w:val="00FD332D"/>
    <w:rsid w:val="00FD37CA"/>
    <w:rsid w:val="00FD3909"/>
    <w:rsid w:val="00FD3EA9"/>
    <w:rsid w:val="00FD3F6B"/>
    <w:rsid w:val="00FD3F78"/>
    <w:rsid w:val="00FD40E0"/>
    <w:rsid w:val="00FD4243"/>
    <w:rsid w:val="00FD4651"/>
    <w:rsid w:val="00FD4F5E"/>
    <w:rsid w:val="00FD57BE"/>
    <w:rsid w:val="00FD5B55"/>
    <w:rsid w:val="00FD5F84"/>
    <w:rsid w:val="00FD5FE0"/>
    <w:rsid w:val="00FD60ED"/>
    <w:rsid w:val="00FD64C7"/>
    <w:rsid w:val="00FD6887"/>
    <w:rsid w:val="00FD68E3"/>
    <w:rsid w:val="00FD6B49"/>
    <w:rsid w:val="00FD7488"/>
    <w:rsid w:val="00FD7EE1"/>
    <w:rsid w:val="00FE00A4"/>
    <w:rsid w:val="00FE051E"/>
    <w:rsid w:val="00FE05C6"/>
    <w:rsid w:val="00FE0BEA"/>
    <w:rsid w:val="00FE1545"/>
    <w:rsid w:val="00FE1F1B"/>
    <w:rsid w:val="00FE1FEE"/>
    <w:rsid w:val="00FE23DF"/>
    <w:rsid w:val="00FE27C3"/>
    <w:rsid w:val="00FE2D1C"/>
    <w:rsid w:val="00FE2EFE"/>
    <w:rsid w:val="00FE3100"/>
    <w:rsid w:val="00FE3608"/>
    <w:rsid w:val="00FE37CA"/>
    <w:rsid w:val="00FE423C"/>
    <w:rsid w:val="00FE46FC"/>
    <w:rsid w:val="00FE47BA"/>
    <w:rsid w:val="00FE485F"/>
    <w:rsid w:val="00FE48AD"/>
    <w:rsid w:val="00FE4B03"/>
    <w:rsid w:val="00FE5503"/>
    <w:rsid w:val="00FE55D3"/>
    <w:rsid w:val="00FE5D9F"/>
    <w:rsid w:val="00FE64FF"/>
    <w:rsid w:val="00FE686D"/>
    <w:rsid w:val="00FE7087"/>
    <w:rsid w:val="00FE70A9"/>
    <w:rsid w:val="00FE73E0"/>
    <w:rsid w:val="00FE7B55"/>
    <w:rsid w:val="00FE7CE6"/>
    <w:rsid w:val="00FE7DA0"/>
    <w:rsid w:val="00FF0033"/>
    <w:rsid w:val="00FF0059"/>
    <w:rsid w:val="00FF0136"/>
    <w:rsid w:val="00FF0214"/>
    <w:rsid w:val="00FF03C0"/>
    <w:rsid w:val="00FF0817"/>
    <w:rsid w:val="00FF084C"/>
    <w:rsid w:val="00FF092C"/>
    <w:rsid w:val="00FF0A3E"/>
    <w:rsid w:val="00FF0CE0"/>
    <w:rsid w:val="00FF0D8B"/>
    <w:rsid w:val="00FF0F33"/>
    <w:rsid w:val="00FF0F6A"/>
    <w:rsid w:val="00FF1000"/>
    <w:rsid w:val="00FF1280"/>
    <w:rsid w:val="00FF139A"/>
    <w:rsid w:val="00FF13E6"/>
    <w:rsid w:val="00FF14C8"/>
    <w:rsid w:val="00FF191B"/>
    <w:rsid w:val="00FF2069"/>
    <w:rsid w:val="00FF26FD"/>
    <w:rsid w:val="00FF2A89"/>
    <w:rsid w:val="00FF2B48"/>
    <w:rsid w:val="00FF3585"/>
    <w:rsid w:val="00FF3DC4"/>
    <w:rsid w:val="00FF422F"/>
    <w:rsid w:val="00FF4293"/>
    <w:rsid w:val="00FF434A"/>
    <w:rsid w:val="00FF4D4D"/>
    <w:rsid w:val="00FF4EBA"/>
    <w:rsid w:val="00FF59DC"/>
    <w:rsid w:val="00FF59F1"/>
    <w:rsid w:val="00FF5AAD"/>
    <w:rsid w:val="00FF5AAE"/>
    <w:rsid w:val="00FF5AC7"/>
    <w:rsid w:val="00FF5D21"/>
    <w:rsid w:val="00FF5EB8"/>
    <w:rsid w:val="00FF602B"/>
    <w:rsid w:val="00FF6274"/>
    <w:rsid w:val="00FF63C2"/>
    <w:rsid w:val="00FF65EE"/>
    <w:rsid w:val="00FF6770"/>
    <w:rsid w:val="00FF695F"/>
    <w:rsid w:val="00FF69A2"/>
    <w:rsid w:val="00FF6A80"/>
    <w:rsid w:val="00FF6A84"/>
    <w:rsid w:val="00FF6A85"/>
    <w:rsid w:val="00FF6B60"/>
    <w:rsid w:val="00FF6F0F"/>
    <w:rsid w:val="00FF7036"/>
    <w:rsid w:val="00FF72F6"/>
    <w:rsid w:val="00FF7649"/>
    <w:rsid w:val="00FF7BC6"/>
    <w:rsid w:val="00FF7CFC"/>
    <w:rsid w:val="00FF7E63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C90"/>
    <w:pPr>
      <w:widowControl w:val="0"/>
      <w:suppressAutoHyphens/>
    </w:pPr>
    <w:rPr>
      <w:rFonts w:ascii="Arial" w:hAnsi="Arial" w:cs="Arial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542A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542AD"/>
    <w:rPr>
      <w:rFonts w:ascii="Cambria" w:hAnsi="Cambria" w:cs="Cambria"/>
      <w:b/>
      <w:bCs/>
      <w:color w:val="365F91"/>
      <w:sz w:val="28"/>
      <w:szCs w:val="28"/>
      <w:lang w:eastAsia="ar-SA" w:bidi="ar-SA"/>
    </w:rPr>
  </w:style>
  <w:style w:type="table" w:styleId="TableGrid">
    <w:name w:val="Table Grid"/>
    <w:basedOn w:val="TableNormal"/>
    <w:uiPriority w:val="99"/>
    <w:rsid w:val="001542AD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одержимое таблицы"/>
    <w:basedOn w:val="Normal"/>
    <w:uiPriority w:val="99"/>
    <w:rsid w:val="00781BE7"/>
    <w:pPr>
      <w:suppressLineNumbers/>
    </w:pPr>
    <w:rPr>
      <w:lang w:eastAsia="ru-RU"/>
    </w:rPr>
  </w:style>
  <w:style w:type="character" w:styleId="Hyperlink">
    <w:name w:val="Hyperlink"/>
    <w:basedOn w:val="DefaultParagraphFont"/>
    <w:uiPriority w:val="99"/>
    <w:rsid w:val="00181D5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172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orgunsp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399</Words>
  <Characters>2280</Characters>
  <Application>Microsoft Office Outlook</Application>
  <DocSecurity>0</DocSecurity>
  <Lines>0</Lines>
  <Paragraphs>0</Paragraphs>
  <ScaleCrop>false</ScaleCrop>
  <Company>Администрация Торгунского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6</cp:revision>
  <cp:lastPrinted>2018-02-28T05:55:00Z</cp:lastPrinted>
  <dcterms:created xsi:type="dcterms:W3CDTF">2018-04-27T13:16:00Z</dcterms:created>
  <dcterms:modified xsi:type="dcterms:W3CDTF">2018-05-16T13:10:00Z</dcterms:modified>
</cp:coreProperties>
</file>