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6966"/>
      </w:tblGrid>
      <w:tr w:rsidR="00C65ED3" w:rsidRPr="001C1E40">
        <w:trPr>
          <w:trHeight w:val="392"/>
          <w:jc w:val="center"/>
        </w:trPr>
        <w:tc>
          <w:tcPr>
            <w:tcW w:w="6966" w:type="dxa"/>
            <w:tcBorders>
              <w:bottom w:val="single" w:sz="4" w:space="0" w:color="000000"/>
            </w:tcBorders>
          </w:tcPr>
          <w:p w:rsidR="00C65ED3" w:rsidRPr="001C1E40" w:rsidRDefault="00C65ED3" w:rsidP="007C173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1E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Волгоградская область</w:t>
            </w:r>
          </w:p>
        </w:tc>
      </w:tr>
      <w:tr w:rsidR="00C65ED3" w:rsidRPr="001C1E40">
        <w:trPr>
          <w:trHeight w:val="400"/>
          <w:jc w:val="center"/>
        </w:trPr>
        <w:tc>
          <w:tcPr>
            <w:tcW w:w="6966" w:type="dxa"/>
          </w:tcPr>
          <w:p w:rsidR="00C65ED3" w:rsidRPr="001C1E40" w:rsidRDefault="00C65ED3" w:rsidP="007C173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C1E4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наименование субъекта Российской Федерации</w:t>
            </w:r>
          </w:p>
        </w:tc>
      </w:tr>
      <w:tr w:rsidR="00C65ED3" w:rsidRPr="001C1E40">
        <w:trPr>
          <w:trHeight w:val="392"/>
          <w:jc w:val="center"/>
        </w:trPr>
        <w:tc>
          <w:tcPr>
            <w:tcW w:w="6966" w:type="dxa"/>
            <w:tcBorders>
              <w:bottom w:val="single" w:sz="4" w:space="0" w:color="000000"/>
            </w:tcBorders>
          </w:tcPr>
          <w:p w:rsidR="00C65ED3" w:rsidRPr="001C1E40" w:rsidRDefault="00C65ED3" w:rsidP="007C173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Торгунское </w:t>
            </w:r>
            <w:r w:rsidRPr="001C1E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сельское поселение</w:t>
            </w:r>
          </w:p>
        </w:tc>
      </w:tr>
      <w:tr w:rsidR="00C65ED3" w:rsidRPr="001C1E40">
        <w:trPr>
          <w:trHeight w:val="392"/>
          <w:jc w:val="center"/>
        </w:trPr>
        <w:tc>
          <w:tcPr>
            <w:tcW w:w="6966" w:type="dxa"/>
          </w:tcPr>
          <w:p w:rsidR="00C65ED3" w:rsidRPr="001C1E40" w:rsidRDefault="00C65ED3" w:rsidP="007C173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C1E4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наименование муниципального образования  (МО)</w:t>
            </w:r>
          </w:p>
        </w:tc>
      </w:tr>
      <w:tr w:rsidR="00C65ED3" w:rsidRPr="001C1E40">
        <w:trPr>
          <w:trHeight w:val="400"/>
          <w:jc w:val="center"/>
        </w:trPr>
        <w:tc>
          <w:tcPr>
            <w:tcW w:w="6966" w:type="dxa"/>
            <w:tcBorders>
              <w:bottom w:val="single" w:sz="4" w:space="0" w:color="000000"/>
            </w:tcBorders>
          </w:tcPr>
          <w:p w:rsidR="00C65ED3" w:rsidRPr="001C1E40" w:rsidRDefault="00C65ED3" w:rsidP="007C173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Торгунская </w:t>
            </w:r>
            <w:r w:rsidRPr="001C1E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сельская Дума</w:t>
            </w:r>
          </w:p>
        </w:tc>
      </w:tr>
      <w:tr w:rsidR="00C65ED3" w:rsidRPr="001C1E40">
        <w:trPr>
          <w:trHeight w:val="392"/>
          <w:jc w:val="center"/>
        </w:trPr>
        <w:tc>
          <w:tcPr>
            <w:tcW w:w="6966" w:type="dxa"/>
          </w:tcPr>
          <w:p w:rsidR="00C65ED3" w:rsidRPr="001C1E40" w:rsidRDefault="00C65ED3" w:rsidP="007C173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1C1E4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наименование представительного органа МО</w:t>
            </w:r>
          </w:p>
        </w:tc>
      </w:tr>
    </w:tbl>
    <w:p w:rsidR="00C65ED3" w:rsidRPr="007C173D" w:rsidRDefault="00C65ED3" w:rsidP="007C173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6BB9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tbl>
      <w:tblPr>
        <w:tblW w:w="0" w:type="auto"/>
        <w:tblInd w:w="-106" w:type="dxa"/>
        <w:tblLayout w:type="fixed"/>
        <w:tblLook w:val="0000"/>
      </w:tblPr>
      <w:tblGrid>
        <w:gridCol w:w="4926"/>
        <w:gridCol w:w="4927"/>
      </w:tblGrid>
      <w:tr w:rsidR="00C65ED3" w:rsidRPr="001C1E40">
        <w:tc>
          <w:tcPr>
            <w:tcW w:w="4926" w:type="dxa"/>
          </w:tcPr>
          <w:p w:rsidR="00C65ED3" w:rsidRPr="001C1E40" w:rsidRDefault="00C65ED3" w:rsidP="007121D9">
            <w:pPr>
              <w:snapToGrid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1E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 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 17</w:t>
            </w:r>
            <w:r w:rsidRPr="001C1E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» июля  2015 г.</w:t>
            </w:r>
          </w:p>
        </w:tc>
        <w:tc>
          <w:tcPr>
            <w:tcW w:w="4927" w:type="dxa"/>
          </w:tcPr>
          <w:p w:rsidR="00C65ED3" w:rsidRPr="001C1E40" w:rsidRDefault="00C65ED3" w:rsidP="007121D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1E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         № 17/25</w:t>
            </w:r>
            <w:r w:rsidRPr="001C1E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</w:tr>
    </w:tbl>
    <w:p w:rsidR="00C65ED3" w:rsidRPr="007D6BB9" w:rsidRDefault="00C65ED3" w:rsidP="008C4968">
      <w:pPr>
        <w:spacing w:after="0"/>
        <w:ind w:right="39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6BB9">
        <w:rPr>
          <w:rFonts w:ascii="Times New Roman" w:hAnsi="Times New Roman" w:cs="Times New Roman"/>
          <w:b/>
          <w:bCs/>
          <w:sz w:val="28"/>
          <w:szCs w:val="28"/>
        </w:rPr>
        <w:t xml:space="preserve">«Об установлении границ территории, </w:t>
      </w:r>
    </w:p>
    <w:p w:rsidR="00C65ED3" w:rsidRPr="007D6BB9" w:rsidRDefault="00C65ED3" w:rsidP="008C4968">
      <w:pPr>
        <w:spacing w:after="0"/>
        <w:ind w:right="39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6BB9">
        <w:rPr>
          <w:rFonts w:ascii="Times New Roman" w:hAnsi="Times New Roman" w:cs="Times New Roman"/>
          <w:b/>
          <w:bCs/>
          <w:sz w:val="28"/>
          <w:szCs w:val="28"/>
        </w:rPr>
        <w:t>на которой может быть создана</w:t>
      </w:r>
    </w:p>
    <w:p w:rsidR="00C65ED3" w:rsidRPr="007D6BB9" w:rsidRDefault="00C65ED3" w:rsidP="008C4968">
      <w:pPr>
        <w:spacing w:after="0"/>
        <w:ind w:right="39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6BB9">
        <w:rPr>
          <w:rFonts w:ascii="Times New Roman" w:hAnsi="Times New Roman" w:cs="Times New Roman"/>
          <w:b/>
          <w:bCs/>
          <w:sz w:val="28"/>
          <w:szCs w:val="28"/>
        </w:rPr>
        <w:t>народная дружина»</w:t>
      </w:r>
    </w:p>
    <w:p w:rsidR="00C65ED3" w:rsidRDefault="00C65ED3" w:rsidP="007C173D">
      <w:pPr>
        <w:rPr>
          <w:rFonts w:ascii="Times New Roman" w:hAnsi="Times New Roman" w:cs="Times New Roman"/>
          <w:sz w:val="28"/>
          <w:szCs w:val="28"/>
        </w:rPr>
      </w:pPr>
    </w:p>
    <w:p w:rsidR="00C65ED3" w:rsidRPr="007C173D" w:rsidRDefault="00C65ED3" w:rsidP="007C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C173D">
        <w:rPr>
          <w:rFonts w:ascii="Times New Roman" w:hAnsi="Times New Roman" w:cs="Times New Roman"/>
          <w:sz w:val="28"/>
          <w:szCs w:val="28"/>
        </w:rPr>
        <w:t>В соответствии с частью 2 статьи 12     Федерального закона от 02 апреля 2014 года</w:t>
      </w:r>
      <w:r>
        <w:rPr>
          <w:rFonts w:ascii="Times New Roman" w:hAnsi="Times New Roman" w:cs="Times New Roman"/>
          <w:sz w:val="28"/>
          <w:szCs w:val="28"/>
        </w:rPr>
        <w:t xml:space="preserve"> № 44-ФЗ «Об участии граждан в охране общественного порядка», п. 33 статьи 14 Федерального закона от 06.10.2003 года № 131-ФЗ «Об общих принципах организации местного самоуправления в Российской Федерации», руководствуясь Уставом Торгунского сельского поселения Старополтавского муниципального района Волгоградской области, </w:t>
      </w:r>
    </w:p>
    <w:p w:rsidR="00C65ED3" w:rsidRPr="007D6BB9" w:rsidRDefault="00C65ED3" w:rsidP="008C4968">
      <w:pPr>
        <w:ind w:right="39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Торгунская </w:t>
      </w:r>
      <w:r w:rsidRPr="007D6BB9">
        <w:rPr>
          <w:rFonts w:ascii="Times New Roman" w:hAnsi="Times New Roman" w:cs="Times New Roman"/>
          <w:b/>
          <w:bCs/>
          <w:sz w:val="28"/>
          <w:szCs w:val="28"/>
        </w:rPr>
        <w:t xml:space="preserve"> сельская Дума решила:</w:t>
      </w:r>
    </w:p>
    <w:p w:rsidR="00C65ED3" w:rsidRPr="007D6BB9" w:rsidRDefault="00C65ED3" w:rsidP="008C496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границами территории, на которой может быть создана народная дружина, являются границы Торгунская  сельского поселения.</w:t>
      </w:r>
    </w:p>
    <w:p w:rsidR="00C65ED3" w:rsidRPr="007D6BB9" w:rsidRDefault="00C65ED3" w:rsidP="008C496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D6BB9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решение вступает в силу со дня его подписания и подлежит обнародованию.</w:t>
      </w:r>
    </w:p>
    <w:p w:rsidR="00C65ED3" w:rsidRPr="007D6BB9" w:rsidRDefault="00C65ED3" w:rsidP="008C49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ED3" w:rsidRPr="007D6BB9" w:rsidRDefault="00C65ED3" w:rsidP="008C49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5ED3" w:rsidRDefault="00C65ED3" w:rsidP="007C173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Глава Торгунского</w:t>
      </w:r>
      <w:r w:rsidRPr="007D6BB9">
        <w:rPr>
          <w:rFonts w:ascii="Times New Roman" w:hAnsi="Times New Roman" w:cs="Times New Roman"/>
          <w:b/>
          <w:bCs/>
          <w:sz w:val="28"/>
          <w:szCs w:val="28"/>
        </w:rPr>
        <w:br/>
        <w:t>сельского п</w:t>
      </w:r>
      <w:r>
        <w:rPr>
          <w:rFonts w:ascii="Times New Roman" w:hAnsi="Times New Roman" w:cs="Times New Roman"/>
          <w:b/>
          <w:bCs/>
          <w:sz w:val="28"/>
          <w:szCs w:val="28"/>
        </w:rPr>
        <w:t>оселения</w:t>
      </w:r>
    </w:p>
    <w:p w:rsidR="00C65ED3" w:rsidRPr="007D6BB9" w:rsidRDefault="00C65ED3" w:rsidP="007C173D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Старополтавского муниципального</w:t>
      </w:r>
    </w:p>
    <w:p w:rsidR="00C65ED3" w:rsidRDefault="00C65ED3" w:rsidP="008C145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C1458">
        <w:rPr>
          <w:rFonts w:ascii="Times New Roman" w:hAnsi="Times New Roman" w:cs="Times New Roman"/>
          <w:b/>
          <w:bCs/>
          <w:sz w:val="28"/>
          <w:szCs w:val="28"/>
        </w:rPr>
        <w:t>районаВолгоградской области</w:t>
      </w:r>
    </w:p>
    <w:p w:rsidR="00C65ED3" w:rsidRPr="009D6F33" w:rsidRDefault="00C65ED3" w:rsidP="008C4968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 ______________И.Б.Шавленов</w:t>
      </w:r>
    </w:p>
    <w:p w:rsidR="00C65ED3" w:rsidRDefault="00C65ED3"/>
    <w:sectPr w:rsidR="00C65ED3" w:rsidSect="00ED6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2015FA"/>
    <w:multiLevelType w:val="hybridMultilevel"/>
    <w:tmpl w:val="7F6AA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0A9E"/>
    <w:rsid w:val="001C1E40"/>
    <w:rsid w:val="004B66E9"/>
    <w:rsid w:val="006745AC"/>
    <w:rsid w:val="007121D9"/>
    <w:rsid w:val="007C173D"/>
    <w:rsid w:val="007D6BB9"/>
    <w:rsid w:val="008C1458"/>
    <w:rsid w:val="008C4968"/>
    <w:rsid w:val="009D6F33"/>
    <w:rsid w:val="00A60A9E"/>
    <w:rsid w:val="00C65ED3"/>
    <w:rsid w:val="00DC2093"/>
    <w:rsid w:val="00ED6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968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173D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173D"/>
    <w:rPr>
      <w:rFonts w:ascii="Cambria" w:hAnsi="Cambria" w:cs="Cambria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8C4968"/>
    <w:pPr>
      <w:ind w:left="720"/>
    </w:pPr>
  </w:style>
  <w:style w:type="paragraph" w:customStyle="1" w:styleId="normal32">
    <w:name w:val="normal32"/>
    <w:basedOn w:val="Normal"/>
    <w:uiPriority w:val="99"/>
    <w:rsid w:val="008C4968"/>
    <w:pPr>
      <w:suppressAutoHyphens/>
      <w:spacing w:after="0" w:line="240" w:lineRule="auto"/>
      <w:jc w:val="center"/>
    </w:pPr>
    <w:rPr>
      <w:rFonts w:ascii="Arial" w:eastAsia="Times New Roman" w:hAnsi="Arial" w:cs="Arial"/>
      <w:sz w:val="34"/>
      <w:szCs w:val="34"/>
      <w:lang w:eastAsia="ar-SA"/>
    </w:rPr>
  </w:style>
  <w:style w:type="paragraph" w:styleId="NoSpacing">
    <w:name w:val="No Spacing"/>
    <w:uiPriority w:val="99"/>
    <w:qFormat/>
    <w:rsid w:val="007C173D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175</Words>
  <Characters>1002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Администрация </cp:lastModifiedBy>
  <cp:revision>5</cp:revision>
  <cp:lastPrinted>2015-08-10T07:24:00Z</cp:lastPrinted>
  <dcterms:created xsi:type="dcterms:W3CDTF">2015-07-21T12:41:00Z</dcterms:created>
  <dcterms:modified xsi:type="dcterms:W3CDTF">2015-08-10T07:25:00Z</dcterms:modified>
</cp:coreProperties>
</file>