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27" w:rsidRDefault="00AF6027" w:rsidP="00D9028D">
      <w:pPr>
        <w:pStyle w:val="ConsPlusTitle"/>
        <w:ind w:left="6804"/>
        <w:jc w:val="center"/>
        <w:outlineLvl w:val="0"/>
        <w:rPr>
          <w:rFonts w:cs="Times New Roman"/>
        </w:rPr>
      </w:pPr>
    </w:p>
    <w:p w:rsidR="00AF6027" w:rsidRPr="009773F8" w:rsidRDefault="00AF6027" w:rsidP="004937CE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lang w:eastAsia="ar-SA"/>
        </w:rPr>
      </w:pPr>
      <w:r w:rsidRPr="009773F8">
        <w:rPr>
          <w:rFonts w:ascii="Arial" w:hAnsi="Arial" w:cs="Arial"/>
          <w:b/>
          <w:bCs/>
          <w:sz w:val="36"/>
          <w:szCs w:val="36"/>
          <w:lang w:eastAsia="ar-SA"/>
        </w:rPr>
        <w:t>АДМИНИСТРАЦИЯ</w:t>
      </w:r>
    </w:p>
    <w:p w:rsidR="00AF6027" w:rsidRPr="009773F8" w:rsidRDefault="00AF6027" w:rsidP="004937CE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ТОРГУНСКОГО</w:t>
      </w:r>
      <w:r w:rsidRPr="009773F8">
        <w:rPr>
          <w:rFonts w:ascii="Arial" w:hAnsi="Arial" w:cs="Arial"/>
          <w:b/>
          <w:bCs/>
          <w:sz w:val="20"/>
          <w:szCs w:val="20"/>
          <w:lang w:eastAsia="ar-SA"/>
        </w:rPr>
        <w:t xml:space="preserve">  СЕЛЬСКОГО ПОСЕЛЕНИЯ</w:t>
      </w:r>
    </w:p>
    <w:p w:rsidR="00AF6027" w:rsidRPr="009773F8" w:rsidRDefault="00AF6027" w:rsidP="004937CE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9773F8">
        <w:rPr>
          <w:rFonts w:ascii="Arial" w:hAnsi="Arial" w:cs="Arial"/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AF6027" w:rsidRPr="009773F8" w:rsidRDefault="00AF6027" w:rsidP="004937CE">
      <w:pPr>
        <w:widowControl w:val="0"/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9773F8">
        <w:rPr>
          <w:rFonts w:ascii="Arial" w:hAnsi="Arial" w:cs="Arial"/>
          <w:b/>
          <w:bCs/>
          <w:sz w:val="20"/>
          <w:szCs w:val="20"/>
          <w:lang w:eastAsia="ar-SA"/>
        </w:rPr>
        <w:t>ВОЛГОГРАДСКОЙ ОБЛАСТИ</w:t>
      </w:r>
    </w:p>
    <w:p w:rsidR="00AF6027" w:rsidRPr="009773F8" w:rsidRDefault="00AF6027" w:rsidP="004937CE">
      <w:pPr>
        <w:widowControl w:val="0"/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AF6027" w:rsidRPr="009773F8" w:rsidRDefault="00AF6027" w:rsidP="004937CE">
      <w:pPr>
        <w:widowControl w:val="0"/>
        <w:pBdr>
          <w:bottom w:val="single" w:sz="8" w:space="1" w:color="000000"/>
        </w:pBd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404202</w:t>
      </w:r>
      <w:r w:rsidRPr="009773F8">
        <w:rPr>
          <w:rFonts w:ascii="Arial" w:hAnsi="Arial" w:cs="Arial"/>
          <w:sz w:val="16"/>
          <w:szCs w:val="16"/>
          <w:lang w:eastAsia="ar-SA"/>
        </w:rPr>
        <w:t xml:space="preserve">, </w:t>
      </w:r>
      <w:r>
        <w:rPr>
          <w:rFonts w:ascii="Arial" w:hAnsi="Arial" w:cs="Arial"/>
          <w:sz w:val="16"/>
          <w:szCs w:val="16"/>
          <w:lang w:eastAsia="ar-SA"/>
        </w:rPr>
        <w:t>п.Торгун ул.Почтовая, 15</w:t>
      </w:r>
      <w:r w:rsidRPr="009773F8">
        <w:rPr>
          <w:rFonts w:ascii="Arial" w:hAnsi="Arial" w:cs="Arial"/>
          <w:sz w:val="18"/>
          <w:szCs w:val="18"/>
          <w:lang w:eastAsia="ar-SA"/>
        </w:rPr>
        <w:t xml:space="preserve">.               </w:t>
      </w:r>
      <w:r>
        <w:rPr>
          <w:rFonts w:ascii="Arial" w:hAnsi="Arial" w:cs="Arial"/>
          <w:sz w:val="18"/>
          <w:szCs w:val="18"/>
          <w:lang w:eastAsia="ar-SA"/>
        </w:rPr>
        <w:t xml:space="preserve">  тел./факс(84493)-46353,</w:t>
      </w:r>
      <w:r>
        <w:rPr>
          <w:rFonts w:ascii="Arial" w:hAnsi="Arial" w:cs="Arial"/>
          <w:sz w:val="18"/>
          <w:szCs w:val="18"/>
          <w:lang w:val="en-US" w:eastAsia="ar-SA"/>
        </w:rPr>
        <w:t>torgunsp</w:t>
      </w:r>
      <w:r w:rsidRPr="000136E3">
        <w:rPr>
          <w:rFonts w:ascii="Arial" w:hAnsi="Arial" w:cs="Arial"/>
          <w:sz w:val="18"/>
          <w:szCs w:val="18"/>
          <w:lang w:eastAsia="ar-SA"/>
        </w:rPr>
        <w:t>@</w:t>
      </w:r>
      <w:r>
        <w:rPr>
          <w:rFonts w:ascii="Arial" w:hAnsi="Arial" w:cs="Arial"/>
          <w:sz w:val="18"/>
          <w:szCs w:val="18"/>
          <w:lang w:val="en-US" w:eastAsia="ar-SA"/>
        </w:rPr>
        <w:t>mail</w:t>
      </w:r>
      <w:r w:rsidRPr="000136E3">
        <w:rPr>
          <w:rFonts w:ascii="Arial" w:hAnsi="Arial" w:cs="Arial"/>
          <w:sz w:val="18"/>
          <w:szCs w:val="18"/>
          <w:lang w:eastAsia="ar-SA"/>
        </w:rPr>
        <w:t>.</w:t>
      </w:r>
      <w:r>
        <w:rPr>
          <w:rFonts w:ascii="Arial" w:hAnsi="Arial" w:cs="Arial"/>
          <w:sz w:val="18"/>
          <w:szCs w:val="18"/>
          <w:lang w:val="en-US" w:eastAsia="ar-SA"/>
        </w:rPr>
        <w:t>ru</w:t>
      </w:r>
    </w:p>
    <w:p w:rsidR="00AF6027" w:rsidRPr="009773F8" w:rsidRDefault="00AF6027" w:rsidP="004937CE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F6027" w:rsidRDefault="00AF6027">
      <w:pPr>
        <w:pStyle w:val="ConsPlusTitle"/>
        <w:jc w:val="center"/>
        <w:rPr>
          <w:rFonts w:cs="Times New Roman"/>
        </w:rPr>
      </w:pPr>
    </w:p>
    <w:p w:rsidR="00AF6027" w:rsidRDefault="00AF6027">
      <w:pPr>
        <w:pStyle w:val="ConsPlusTitle"/>
        <w:jc w:val="center"/>
        <w:rPr>
          <w:rFonts w:cs="Times New Roman"/>
        </w:rPr>
      </w:pPr>
    </w:p>
    <w:p w:rsidR="00AF6027" w:rsidRPr="00E83AC1" w:rsidRDefault="00AF6027" w:rsidP="00E83AC1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ПОСТАНОВЛЕНИЕ</w:t>
      </w:r>
    </w:p>
    <w:p w:rsidR="00AF6027" w:rsidRPr="0085063D" w:rsidRDefault="00AF6027" w:rsidP="00E83AC1">
      <w:pPr>
        <w:pStyle w:val="ConsPlusTitl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«21</w:t>
      </w:r>
      <w:r w:rsidRPr="00E83AC1">
        <w:rPr>
          <w:rFonts w:ascii="Arial" w:hAnsi="Arial" w:cs="Arial"/>
          <w:sz w:val="24"/>
          <w:szCs w:val="24"/>
        </w:rPr>
        <w:t>октября 2019 г.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№ 44</w:t>
      </w:r>
      <w:r w:rsidRPr="000136E3">
        <w:rPr>
          <w:rFonts w:ascii="Arial" w:hAnsi="Arial" w:cs="Arial"/>
          <w:sz w:val="24"/>
          <w:szCs w:val="24"/>
        </w:rPr>
        <w:t xml:space="preserve">      </w:t>
      </w:r>
    </w:p>
    <w:p w:rsidR="00AF6027" w:rsidRPr="00E83AC1" w:rsidRDefault="00AF6027" w:rsidP="00E83AC1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Title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«Об утверждении форм заявок на согласование</w:t>
      </w:r>
    </w:p>
    <w:p w:rsidR="00AF6027" w:rsidRPr="00E83AC1" w:rsidRDefault="00AF6027" w:rsidP="00E83AC1">
      <w:pPr>
        <w:pStyle w:val="ConsPlusTitle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места (площадки) накопления твердых коммунальных</w:t>
      </w:r>
    </w:p>
    <w:p w:rsidR="00AF6027" w:rsidRPr="00E83AC1" w:rsidRDefault="00AF6027" w:rsidP="00E83AC1">
      <w:pPr>
        <w:pStyle w:val="ConsPlusTitle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отходов и включении сведений о месте (площадке)</w:t>
      </w:r>
    </w:p>
    <w:p w:rsidR="00AF6027" w:rsidRPr="00E83AC1" w:rsidRDefault="00AF6027" w:rsidP="00E83AC1">
      <w:pPr>
        <w:pStyle w:val="ConsPlusTitle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накопления твердых коммунальных отходов в реестр</w:t>
      </w:r>
    </w:p>
    <w:p w:rsidR="00AF6027" w:rsidRPr="00E83AC1" w:rsidRDefault="00AF6027" w:rsidP="00E83AC1">
      <w:pPr>
        <w:pStyle w:val="ConsPlusTitle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мест (площадок) накопления твердых коммунальных</w:t>
      </w:r>
    </w:p>
    <w:p w:rsidR="00AF6027" w:rsidRPr="00E83AC1" w:rsidRDefault="00AF6027" w:rsidP="00E83AC1">
      <w:pPr>
        <w:pStyle w:val="ConsPlusTitle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отходов на территории</w:t>
      </w:r>
      <w:r>
        <w:rPr>
          <w:rFonts w:ascii="Arial" w:hAnsi="Arial" w:cs="Arial"/>
          <w:sz w:val="24"/>
          <w:szCs w:val="24"/>
        </w:rPr>
        <w:t xml:space="preserve">   Торгунского     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F6027" w:rsidRPr="00E83AC1" w:rsidRDefault="00AF6027" w:rsidP="00E83AC1">
      <w:pPr>
        <w:pStyle w:val="ConsPlusTitle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Старополтавского муниципального района Волгоградской области»</w:t>
      </w:r>
    </w:p>
    <w:p w:rsidR="00AF6027" w:rsidRPr="00E83AC1" w:rsidRDefault="00AF6027" w:rsidP="00E83AC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 xml:space="preserve">Руководствуясь Федеральным законом № 131-ФЗ от 06.10.2003 г. «Об общих принципах организации местного самоуправления в Российской Федерации», Федеральным законом № 89-ФЗ от 24.06.1998 г. «Об отходах производства и потребления», постановлением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администрация </w:t>
      </w:r>
      <w:r>
        <w:rPr>
          <w:rFonts w:ascii="Arial" w:hAnsi="Arial" w:cs="Arial"/>
          <w:sz w:val="24"/>
          <w:szCs w:val="24"/>
        </w:rPr>
        <w:t>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F6027" w:rsidRPr="00E83AC1" w:rsidRDefault="00AF6027" w:rsidP="00E83AC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ПОСТАНОВЛЯЕТ:</w:t>
      </w:r>
    </w:p>
    <w:p w:rsidR="00AF6027" w:rsidRPr="00E83AC1" w:rsidRDefault="00AF6027" w:rsidP="00E83AC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 xml:space="preserve">1. Утвердить форму заявки о согласовании создания места (площадки) накопления твёрдых коммунальных отходов на территории </w:t>
      </w:r>
      <w:r>
        <w:rPr>
          <w:rFonts w:ascii="Arial" w:hAnsi="Arial" w:cs="Arial"/>
          <w:sz w:val="24"/>
          <w:szCs w:val="24"/>
        </w:rPr>
        <w:t>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 Старополтавского муниципального района Волгоградской области согласно приложению №1.</w:t>
      </w:r>
    </w:p>
    <w:p w:rsidR="00AF6027" w:rsidRPr="00E83AC1" w:rsidRDefault="00AF6027" w:rsidP="0085063D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2. Утвердить форму заявки о включении сведений о месте (площадке) накопления твёрдых коммунальных отходов в реестр мест (площадок) накопления твердых коммунальных отходов на территории</w:t>
      </w:r>
      <w:r>
        <w:rPr>
          <w:rFonts w:ascii="Arial" w:hAnsi="Arial" w:cs="Arial"/>
          <w:sz w:val="24"/>
          <w:szCs w:val="24"/>
        </w:rPr>
        <w:t xml:space="preserve">     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 Старополтавского муниципального района Волгоградской области согласно приложению №2.</w:t>
      </w:r>
    </w:p>
    <w:p w:rsidR="00AF6027" w:rsidRPr="00E83AC1" w:rsidRDefault="00AF6027" w:rsidP="0085063D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3. Обнародовать настоящее постановление в установленных местах и</w:t>
      </w:r>
      <w:r>
        <w:rPr>
          <w:rFonts w:ascii="Arial" w:hAnsi="Arial" w:cs="Arial"/>
          <w:sz w:val="24"/>
          <w:szCs w:val="24"/>
        </w:rPr>
        <w:t xml:space="preserve">  </w:t>
      </w:r>
      <w:r w:rsidRPr="00E83AC1">
        <w:rPr>
          <w:rFonts w:ascii="Arial" w:hAnsi="Arial" w:cs="Arial"/>
          <w:sz w:val="24"/>
          <w:szCs w:val="24"/>
        </w:rPr>
        <w:t xml:space="preserve">разместить на сайте </w:t>
      </w:r>
      <w:r>
        <w:rPr>
          <w:rFonts w:ascii="Arial" w:hAnsi="Arial" w:cs="Arial"/>
          <w:sz w:val="24"/>
          <w:szCs w:val="24"/>
        </w:rPr>
        <w:t>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F6027" w:rsidRPr="00E83AC1" w:rsidRDefault="00AF6027" w:rsidP="00E83AC1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 xml:space="preserve">3. Ответственность за исполнение настоящего постановления возложить на </w:t>
      </w:r>
      <w:r>
        <w:rPr>
          <w:rFonts w:ascii="Arial" w:hAnsi="Arial" w:cs="Arial"/>
          <w:sz w:val="24"/>
          <w:szCs w:val="24"/>
        </w:rPr>
        <w:t>Кумурзинову А.Т.</w:t>
      </w:r>
    </w:p>
    <w:p w:rsidR="00AF6027" w:rsidRPr="00E83AC1" w:rsidRDefault="00AF6027" w:rsidP="00E83AC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jc w:val="both"/>
        <w:rPr>
          <w:rFonts w:ascii="Arial" w:hAnsi="Arial" w:cs="Arial"/>
          <w:b/>
          <w:bCs/>
          <w:sz w:val="24"/>
          <w:szCs w:val="24"/>
        </w:rPr>
      </w:pPr>
      <w:r w:rsidRPr="00E83AC1">
        <w:rPr>
          <w:rFonts w:ascii="Arial" w:hAnsi="Arial" w:cs="Arial"/>
          <w:b/>
          <w:bCs/>
          <w:sz w:val="24"/>
          <w:szCs w:val="24"/>
        </w:rPr>
        <w:t xml:space="preserve">Глава </w:t>
      </w:r>
      <w:r>
        <w:rPr>
          <w:rFonts w:ascii="Arial" w:hAnsi="Arial" w:cs="Arial"/>
          <w:b/>
          <w:bCs/>
          <w:sz w:val="24"/>
          <w:szCs w:val="24"/>
        </w:rPr>
        <w:t>Торгунского</w:t>
      </w:r>
    </w:p>
    <w:p w:rsidR="00AF6027" w:rsidRPr="00E83AC1" w:rsidRDefault="00AF6027" w:rsidP="00E83AC1">
      <w:pPr>
        <w:pStyle w:val="ConsPlusNormal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сельского </w:t>
      </w:r>
      <w:r w:rsidRPr="00E83AC1">
        <w:rPr>
          <w:rFonts w:ascii="Arial" w:hAnsi="Arial" w:cs="Arial"/>
          <w:b/>
          <w:bCs/>
          <w:sz w:val="24"/>
          <w:szCs w:val="24"/>
        </w:rPr>
        <w:t>поселения: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И.Б.Шавленов</w:t>
      </w:r>
    </w:p>
    <w:p w:rsidR="00AF6027" w:rsidRPr="00E83AC1" w:rsidRDefault="00AF6027" w:rsidP="00E83AC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left="5670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 xml:space="preserve">Приложение №1 к постановлению администрации </w:t>
      </w:r>
      <w:r>
        <w:rPr>
          <w:rFonts w:ascii="Arial" w:hAnsi="Arial" w:cs="Arial"/>
          <w:sz w:val="24"/>
          <w:szCs w:val="24"/>
        </w:rPr>
        <w:t>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 от </w:t>
      </w:r>
      <w:r>
        <w:rPr>
          <w:rFonts w:ascii="Arial" w:hAnsi="Arial" w:cs="Arial"/>
          <w:sz w:val="24"/>
          <w:szCs w:val="24"/>
        </w:rPr>
        <w:t>21</w:t>
      </w:r>
      <w:r w:rsidRPr="00E83AC1">
        <w:rPr>
          <w:rFonts w:ascii="Arial" w:hAnsi="Arial" w:cs="Arial"/>
          <w:sz w:val="24"/>
          <w:szCs w:val="24"/>
        </w:rPr>
        <w:t>.10.2019 г. №</w:t>
      </w:r>
      <w:r>
        <w:rPr>
          <w:rFonts w:ascii="Arial" w:hAnsi="Arial" w:cs="Arial"/>
          <w:sz w:val="24"/>
          <w:szCs w:val="24"/>
        </w:rPr>
        <w:t>44</w:t>
      </w:r>
    </w:p>
    <w:p w:rsidR="00AF6027" w:rsidRPr="00E83AC1" w:rsidRDefault="00AF6027" w:rsidP="00E83AC1">
      <w:pPr>
        <w:pStyle w:val="ConsPlusNormal"/>
        <w:ind w:left="5670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left="5670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ЗАЯВКА</w:t>
      </w:r>
    </w:p>
    <w:p w:rsidR="00AF6027" w:rsidRPr="00E83AC1" w:rsidRDefault="00AF6027" w:rsidP="00E83AC1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 xml:space="preserve">о согласовании создания места (площадки) накопления твёрдых коммунальных отходов на территории </w:t>
      </w:r>
      <w:r>
        <w:rPr>
          <w:rFonts w:ascii="Arial" w:hAnsi="Arial" w:cs="Arial"/>
          <w:sz w:val="24"/>
          <w:szCs w:val="24"/>
        </w:rPr>
        <w:t>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 Старополтавского муниципального района Волгоградской области </w:t>
      </w:r>
    </w:p>
    <w:p w:rsidR="00AF6027" w:rsidRPr="00E83AC1" w:rsidRDefault="00AF6027" w:rsidP="00E83AC1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 xml:space="preserve">Прошу согласовать создание места (площадки) накопления твёрдых коммунальных отходов на территории </w:t>
      </w:r>
      <w:r>
        <w:rPr>
          <w:rFonts w:ascii="Arial" w:hAnsi="Arial" w:cs="Arial"/>
          <w:sz w:val="24"/>
          <w:szCs w:val="24"/>
        </w:rPr>
        <w:t>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1.     Данные о предполагаемом нахождении места (площадки) накопления твёрдых коммунальных отходов: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1.1.  Адрес: ________________________________________________________________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1.2.  Ориентиры:____________________________________________________________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2.     Данные о технических характеристиках предполагаемого места (площадки) накопления твёрдых коммунальных отходов: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2.1.  покрытие: 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2.2.  площадь:   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2.3.  количество планируемых к размещению контейнеров и бункеров с указанием их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объема:   ________________________________________________________________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3.     Данные о собственнике планируемого места (площадки) накопления твёрдых коммунальных отходов: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3.1.  для юридических лиц: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наименование: 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ОГРН записи в ЕГРЮЛ:   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фактический адрес:   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3.2.  для индивидуальных предпринимателей: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ФИО.:  __________________________________________________________________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ОГРН записи в ЕГРИП:   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адрес регистрации по месту жительства:_______________________________________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3.3.  для физических лиц: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ФИО.:  _________________________________________________________________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серия, номер и дата выдачи паспорта или иного документа, удостоверяющего личность: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адрес регистрации по месту жительства:_________________________________________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контактные данные:_________________________________________________________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4. Данные о предполагаемых источниках образования твёрдых коммунальных отходов, которые планируются к складированию в месте (на площадке) накопления твёрдых коммунальных отходов:__________________________________________________________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4.1.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планируемые к складированию в соответствующем месте (на площадке) накопления твёрдых коммунальных отходов: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_____________________________________________________________________________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К заявке прилагается: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1.     Схема размещения места (площадки) накопления твёрдых коммунальных отходов на карте масштаба 1:30.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Примечание: В соответствии с требованиям СанПиН 42-128-4690-88, утвержденных Главным государственным санитарным врачом СССР от 05.08.1998 № 4690-88, в части требований удаленности от жилых домов, детских учреждений, спортивных площадок и от мест отдыха населения на расстояние не менее 20 м, и не более 100 м.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Заявитель подтверждает подлинность и достоверность представленных сведений и документов.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Заявитель: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Дата                                                                               </w:t>
      </w:r>
      <w:r w:rsidRPr="00E83AC1">
        <w:rPr>
          <w:rFonts w:ascii="Arial" w:hAnsi="Arial" w:cs="Arial"/>
          <w:sz w:val="24"/>
          <w:szCs w:val="24"/>
        </w:rPr>
        <w:t xml:space="preserve">           подпись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left="5670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 xml:space="preserve">Приложение №2 к постановлению администрации </w:t>
      </w:r>
      <w:r>
        <w:rPr>
          <w:rFonts w:ascii="Arial" w:hAnsi="Arial" w:cs="Arial"/>
          <w:sz w:val="24"/>
          <w:szCs w:val="24"/>
        </w:rPr>
        <w:t>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 от </w:t>
      </w:r>
      <w:r>
        <w:rPr>
          <w:rFonts w:ascii="Arial" w:hAnsi="Arial" w:cs="Arial"/>
          <w:sz w:val="24"/>
          <w:szCs w:val="24"/>
        </w:rPr>
        <w:t xml:space="preserve"> 21</w:t>
      </w:r>
      <w:r w:rsidRPr="00E83AC1">
        <w:rPr>
          <w:rFonts w:ascii="Arial" w:hAnsi="Arial" w:cs="Arial"/>
          <w:sz w:val="24"/>
          <w:szCs w:val="24"/>
        </w:rPr>
        <w:t>.10.2019 г. №</w:t>
      </w:r>
      <w:r>
        <w:rPr>
          <w:rFonts w:ascii="Arial" w:hAnsi="Arial" w:cs="Arial"/>
          <w:sz w:val="24"/>
          <w:szCs w:val="24"/>
        </w:rPr>
        <w:t>44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center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ЗАЯВКА</w:t>
      </w:r>
    </w:p>
    <w:p w:rsidR="00AF6027" w:rsidRPr="00E83AC1" w:rsidRDefault="00AF6027" w:rsidP="00E83AC1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 xml:space="preserve">о включении сведений о месте (площадке) накопления твёрдых коммунальных отходов в реестр мест (площадок) накопления твёрдых коммунальных отходов на территории </w:t>
      </w:r>
      <w:r>
        <w:rPr>
          <w:rFonts w:ascii="Arial" w:hAnsi="Arial" w:cs="Arial"/>
          <w:sz w:val="24"/>
          <w:szCs w:val="24"/>
        </w:rPr>
        <w:t>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 Старополтавского муниципального района Волгоградской области</w:t>
      </w:r>
    </w:p>
    <w:p w:rsidR="00AF6027" w:rsidRPr="00E83AC1" w:rsidRDefault="00AF6027" w:rsidP="00E83AC1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 xml:space="preserve">Прошу включить в Реестр мест (площадок) накопления твёрдых коммунальных отходов на территории </w:t>
      </w:r>
      <w:r>
        <w:rPr>
          <w:rFonts w:ascii="Arial" w:hAnsi="Arial" w:cs="Arial"/>
          <w:sz w:val="24"/>
          <w:szCs w:val="24"/>
        </w:rPr>
        <w:t>Торгунского</w:t>
      </w:r>
      <w:r w:rsidRPr="00E83AC1">
        <w:rPr>
          <w:rFonts w:ascii="Arial" w:hAnsi="Arial" w:cs="Arial"/>
          <w:sz w:val="24"/>
          <w:szCs w:val="24"/>
        </w:rPr>
        <w:t xml:space="preserve"> сельского поселения место (площадку) накопления твёрдых коммунальных отходов: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1.     Данные о предполагаемом нахождении места (площадки) накопления твёрдых коммунальных отходов: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 xml:space="preserve">1.1.  Адрес: ________________________________________________________________       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1.2.  Ориентиры:____________________________________________________________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2.     Данные о технических характеристиках предполагаемого места (площадки) накопления твёрдых коммунальных отходов: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2.1.  покрытие: 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2.2.  площадь:   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2.3.  количество планируемых к размещению контейнеров и бункеров с указанием их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объема:   ________________________________________________________________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3.     Данные о собственнике планируемого места (площадки) накопления твёрдых коммунальных отходов: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3.1.  для юридических лиц: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наименование: 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 xml:space="preserve">-      ОГРН записи в ЕГРЮЛ:   ____________________________________________________    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 xml:space="preserve">-      фактический адрес:   ______________________________________________________  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3.2.  для индивидуальных предпринимателей: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 xml:space="preserve">-      ФИО.:  __________________________________________________________________     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 xml:space="preserve">-      ОГРН записи в ЕГРИП:   ______________________________________________________     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адрес регистрации по месту жительства:_______________________________________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3.3.  для физических лиц: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 xml:space="preserve">-      ФИО.:  _________________________________________________________________     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-      серия, номер и дата выдачи паспорта или иного документа, удостоверяющего личность: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адрес регистрации по месту жительства:_________________________________________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контактные данные:_________________________________________________________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4. Данные о предполагаемых источниках образования твёрдых коммунальных отходов, которые планируются к складированию в месте (на площадке) накопления твёрдых коммунальных отходов:__________________________________________________________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4.1. 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планируемые к складированию в соответствующем месте (на площадке) накопления твёрдых коммунальных отходов: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  <w:r w:rsidRPr="00E83AC1">
        <w:rPr>
          <w:rFonts w:ascii="Arial" w:hAnsi="Arial" w:cs="Arial"/>
          <w:sz w:val="20"/>
          <w:szCs w:val="20"/>
        </w:rPr>
        <w:t>_____________________________________________________________________________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К заявке прилагается: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1.     Схема размещения места (площадки) накопления твёрдых коммунальных отходов на карте масштаба 1:30.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Примечание: В соответствии с требованиям СанПиН 42-128-4690-88, утвержденных Главным государственным санитарным врачом СССР от 05.08.1998 № 4690-88, в части требований удаленности от жилых домов, детских учреждений, спортивных площадок и от мест отдыха населения на расстояние не менее 20 м, и не более 100 м.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Заявитель подтверждает подлинность и достоверность представленных сведений и документов.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0"/>
          <w:szCs w:val="20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E83AC1">
        <w:rPr>
          <w:rFonts w:ascii="Arial" w:hAnsi="Arial" w:cs="Arial"/>
          <w:sz w:val="24"/>
          <w:szCs w:val="24"/>
        </w:rPr>
        <w:t>Заявитель: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Дата                                                         </w:t>
      </w:r>
      <w:r w:rsidRPr="00E83AC1">
        <w:rPr>
          <w:rFonts w:ascii="Arial" w:hAnsi="Arial" w:cs="Arial"/>
          <w:sz w:val="24"/>
          <w:szCs w:val="24"/>
        </w:rPr>
        <w:t xml:space="preserve">           подпись</w:t>
      </w:r>
    </w:p>
    <w:p w:rsidR="00AF6027" w:rsidRPr="00E83AC1" w:rsidRDefault="00AF6027" w:rsidP="00E83AC1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AF6027" w:rsidRPr="00E83AC1" w:rsidRDefault="00AF6027" w:rsidP="00E83AC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sectPr w:rsidR="00AF6027" w:rsidRPr="00E83AC1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D97"/>
    <w:rsid w:val="000136E3"/>
    <w:rsid w:val="00025D02"/>
    <w:rsid w:val="00084D65"/>
    <w:rsid w:val="001874E4"/>
    <w:rsid w:val="001A5CA6"/>
    <w:rsid w:val="001E56E1"/>
    <w:rsid w:val="002376AF"/>
    <w:rsid w:val="00253DBC"/>
    <w:rsid w:val="002635B3"/>
    <w:rsid w:val="00290222"/>
    <w:rsid w:val="002A23DF"/>
    <w:rsid w:val="003B1A68"/>
    <w:rsid w:val="003C42C8"/>
    <w:rsid w:val="003E0AD9"/>
    <w:rsid w:val="00405333"/>
    <w:rsid w:val="0043379A"/>
    <w:rsid w:val="0049370E"/>
    <w:rsid w:val="004937CE"/>
    <w:rsid w:val="00535B50"/>
    <w:rsid w:val="00565723"/>
    <w:rsid w:val="0057015A"/>
    <w:rsid w:val="0060073E"/>
    <w:rsid w:val="00624E53"/>
    <w:rsid w:val="006A2820"/>
    <w:rsid w:val="006C2462"/>
    <w:rsid w:val="006D49EF"/>
    <w:rsid w:val="00731935"/>
    <w:rsid w:val="007513CC"/>
    <w:rsid w:val="00764D3D"/>
    <w:rsid w:val="00773FE2"/>
    <w:rsid w:val="007820D4"/>
    <w:rsid w:val="00811747"/>
    <w:rsid w:val="0085063D"/>
    <w:rsid w:val="008A0551"/>
    <w:rsid w:val="008C7153"/>
    <w:rsid w:val="0091729C"/>
    <w:rsid w:val="009773F8"/>
    <w:rsid w:val="009B3CBE"/>
    <w:rsid w:val="009D5955"/>
    <w:rsid w:val="00AF6027"/>
    <w:rsid w:val="00B338B3"/>
    <w:rsid w:val="00BB31B6"/>
    <w:rsid w:val="00BD232E"/>
    <w:rsid w:val="00C12FFF"/>
    <w:rsid w:val="00C3161E"/>
    <w:rsid w:val="00C9471A"/>
    <w:rsid w:val="00D41A86"/>
    <w:rsid w:val="00D6265B"/>
    <w:rsid w:val="00D9028D"/>
    <w:rsid w:val="00DA3C3C"/>
    <w:rsid w:val="00DA40B9"/>
    <w:rsid w:val="00DF3FC4"/>
    <w:rsid w:val="00E71B62"/>
    <w:rsid w:val="00E83AC1"/>
    <w:rsid w:val="00EA7BA2"/>
    <w:rsid w:val="00EE3A62"/>
    <w:rsid w:val="00F176A3"/>
    <w:rsid w:val="00F31E1A"/>
    <w:rsid w:val="00FA3D97"/>
    <w:rsid w:val="00FC5F19"/>
    <w:rsid w:val="00FF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7C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3D97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FA3D97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FA3D9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table" w:styleId="TableGrid">
    <w:name w:val="Table Grid"/>
    <w:basedOn w:val="TableNormal"/>
    <w:uiPriority w:val="99"/>
    <w:rsid w:val="0056572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281</TotalTime>
  <Pages>5</Pages>
  <Words>1374</Words>
  <Characters>7836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33</cp:revision>
  <cp:lastPrinted>2019-10-22T11:33:00Z</cp:lastPrinted>
  <dcterms:created xsi:type="dcterms:W3CDTF">2019-03-01T08:55:00Z</dcterms:created>
  <dcterms:modified xsi:type="dcterms:W3CDTF">2019-10-22T11:36:00Z</dcterms:modified>
</cp:coreProperties>
</file>