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B8" w:rsidRPr="007C4532" w:rsidRDefault="002214B8" w:rsidP="00F82DEB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2214B8" w:rsidRPr="007C4532" w:rsidRDefault="002214B8" w:rsidP="00F82DEB">
      <w:pPr>
        <w:jc w:val="center"/>
        <w:rPr>
          <w:b/>
          <w:bCs/>
        </w:rPr>
      </w:pPr>
      <w:r>
        <w:rPr>
          <w:b/>
          <w:bCs/>
        </w:rPr>
        <w:t>ТОРГУНСКОГО</w:t>
      </w:r>
      <w:r w:rsidRPr="007C4532">
        <w:rPr>
          <w:b/>
          <w:bCs/>
        </w:rPr>
        <w:t xml:space="preserve">  СЕЛЬСКОГО ПОСЕЛЕНИЯ</w:t>
      </w:r>
    </w:p>
    <w:p w:rsidR="002214B8" w:rsidRPr="007C4532" w:rsidRDefault="002214B8" w:rsidP="00F82DEB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2214B8" w:rsidRDefault="002214B8" w:rsidP="00F82DEB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2214B8" w:rsidRDefault="002214B8" w:rsidP="00F82DEB">
      <w:pPr>
        <w:pBdr>
          <w:bottom w:val="single" w:sz="8" w:space="1" w:color="000000"/>
        </w:pBdr>
        <w:jc w:val="center"/>
      </w:pPr>
    </w:p>
    <w:p w:rsidR="002214B8" w:rsidRPr="00A462A8" w:rsidRDefault="002214B8" w:rsidP="00F82DEB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</w:t>
      </w:r>
      <w:r w:rsidRPr="00A462A8">
        <w:rPr>
          <w:sz w:val="16"/>
          <w:szCs w:val="16"/>
        </w:rPr>
        <w:t xml:space="preserve">2 </w:t>
      </w:r>
      <w:r>
        <w:rPr>
          <w:sz w:val="16"/>
          <w:szCs w:val="16"/>
        </w:rPr>
        <w:t>, п.Торгун ул.Почтовая, 15</w:t>
      </w:r>
      <w:r w:rsidRPr="00A462A8">
        <w:rPr>
          <w:sz w:val="16"/>
          <w:szCs w:val="16"/>
        </w:rPr>
        <w:t xml:space="preserve"> </w:t>
      </w:r>
      <w:r>
        <w:rPr>
          <w:sz w:val="18"/>
          <w:szCs w:val="18"/>
        </w:rPr>
        <w:t xml:space="preserve">                                                тел./факс(84493)-4-63-53, </w:t>
      </w:r>
      <w:r>
        <w:rPr>
          <w:sz w:val="18"/>
          <w:szCs w:val="18"/>
          <w:lang w:val="en-US"/>
        </w:rPr>
        <w:t>torgunsp</w:t>
      </w:r>
      <w:r w:rsidRPr="00A462A8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A462A8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2214B8" w:rsidRDefault="002214B8" w:rsidP="00F82DEB">
      <w:pPr>
        <w:jc w:val="center"/>
      </w:pPr>
    </w:p>
    <w:p w:rsidR="002214B8" w:rsidRPr="00364BE3" w:rsidRDefault="002214B8" w:rsidP="00364BE3">
      <w:pPr>
        <w:widowControl w:val="0"/>
        <w:autoSpaceDE w:val="0"/>
        <w:jc w:val="center"/>
        <w:rPr>
          <w:sz w:val="29"/>
          <w:szCs w:val="29"/>
        </w:rPr>
      </w:pPr>
    </w:p>
    <w:p w:rsidR="002214B8" w:rsidRPr="00364BE3" w:rsidRDefault="002214B8" w:rsidP="00364BE3">
      <w:pPr>
        <w:widowControl w:val="0"/>
        <w:autoSpaceDE w:val="0"/>
        <w:jc w:val="center"/>
        <w:rPr>
          <w:sz w:val="29"/>
          <w:szCs w:val="29"/>
        </w:rPr>
      </w:pPr>
      <w:r w:rsidRPr="00364BE3">
        <w:rPr>
          <w:sz w:val="29"/>
          <w:szCs w:val="29"/>
        </w:rPr>
        <w:t>ПОСТАНОВЛЕНИЕ</w:t>
      </w:r>
    </w:p>
    <w:p w:rsidR="002214B8" w:rsidRPr="00364BE3" w:rsidRDefault="002214B8" w:rsidP="00364BE3">
      <w:pPr>
        <w:widowControl w:val="0"/>
        <w:autoSpaceDE w:val="0"/>
        <w:jc w:val="center"/>
        <w:rPr>
          <w:sz w:val="29"/>
          <w:szCs w:val="29"/>
        </w:rPr>
      </w:pPr>
    </w:p>
    <w:p w:rsidR="002214B8" w:rsidRPr="00364BE3" w:rsidRDefault="002214B8" w:rsidP="00364BE3">
      <w:pPr>
        <w:widowControl w:val="0"/>
        <w:autoSpaceDE w:val="0"/>
        <w:jc w:val="center"/>
        <w:rPr>
          <w:sz w:val="29"/>
          <w:szCs w:val="29"/>
        </w:rPr>
      </w:pPr>
      <w:r w:rsidRPr="00364BE3">
        <w:rPr>
          <w:sz w:val="29"/>
          <w:szCs w:val="29"/>
        </w:rPr>
        <w:t>от  «</w:t>
      </w:r>
      <w:r>
        <w:rPr>
          <w:sz w:val="29"/>
          <w:szCs w:val="29"/>
        </w:rPr>
        <w:t>17</w:t>
      </w:r>
      <w:r w:rsidRPr="00364BE3">
        <w:rPr>
          <w:sz w:val="29"/>
          <w:szCs w:val="29"/>
        </w:rPr>
        <w:t>»</w:t>
      </w:r>
      <w:r>
        <w:rPr>
          <w:sz w:val="29"/>
          <w:szCs w:val="29"/>
        </w:rPr>
        <w:t xml:space="preserve"> июня   </w:t>
      </w:r>
      <w:r w:rsidRPr="00364BE3">
        <w:rPr>
          <w:sz w:val="29"/>
          <w:szCs w:val="29"/>
        </w:rPr>
        <w:t>201</w:t>
      </w:r>
      <w:r>
        <w:rPr>
          <w:sz w:val="29"/>
          <w:szCs w:val="29"/>
        </w:rPr>
        <w:t>9</w:t>
      </w:r>
      <w:r w:rsidRPr="00364BE3">
        <w:rPr>
          <w:sz w:val="29"/>
          <w:szCs w:val="29"/>
        </w:rPr>
        <w:t xml:space="preserve"> года                                                               №</w:t>
      </w:r>
      <w:r>
        <w:rPr>
          <w:sz w:val="29"/>
          <w:szCs w:val="29"/>
        </w:rPr>
        <w:t xml:space="preserve"> 32</w:t>
      </w:r>
      <w:r w:rsidRPr="00364BE3">
        <w:rPr>
          <w:sz w:val="29"/>
          <w:szCs w:val="29"/>
        </w:rPr>
        <w:t xml:space="preserve"> </w:t>
      </w:r>
    </w:p>
    <w:p w:rsidR="002214B8" w:rsidRPr="00364BE3" w:rsidRDefault="002214B8" w:rsidP="00364BE3">
      <w:pPr>
        <w:widowControl w:val="0"/>
        <w:autoSpaceDE w:val="0"/>
        <w:jc w:val="center"/>
        <w:rPr>
          <w:sz w:val="29"/>
          <w:szCs w:val="29"/>
        </w:rPr>
      </w:pP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 xml:space="preserve">«Об утверждении административного регламента 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>предоставления муниципальной услуги «</w:t>
      </w:r>
      <w:r w:rsidRPr="000A1249">
        <w:rPr>
          <w:sz w:val="29"/>
          <w:szCs w:val="29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sz w:val="29"/>
          <w:szCs w:val="29"/>
        </w:rPr>
        <w:t>Торгунского</w:t>
      </w:r>
      <w:r w:rsidRPr="000A1249">
        <w:rPr>
          <w:sz w:val="29"/>
          <w:szCs w:val="29"/>
        </w:rPr>
        <w:t xml:space="preserve"> сельского поселения Старополтавского муниципального района Волгоградской области</w:t>
      </w:r>
      <w:r w:rsidRPr="00364BE3">
        <w:rPr>
          <w:sz w:val="29"/>
          <w:szCs w:val="29"/>
        </w:rPr>
        <w:t>»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</w:p>
    <w:p w:rsidR="002214B8" w:rsidRPr="00364BE3" w:rsidRDefault="002214B8" w:rsidP="000A1249">
      <w:pPr>
        <w:widowControl w:val="0"/>
        <w:autoSpaceDE w:val="0"/>
        <w:ind w:firstLine="567"/>
        <w:jc w:val="both"/>
        <w:rPr>
          <w:sz w:val="29"/>
          <w:szCs w:val="29"/>
        </w:rPr>
      </w:pPr>
      <w:r w:rsidRPr="00364BE3">
        <w:rPr>
          <w:sz w:val="29"/>
          <w:szCs w:val="29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>ПОСТАНОВЛЯЕТ: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>1. Утвердить административный регламент предоставления муниципальной услуги «</w:t>
      </w:r>
      <w:r w:rsidRPr="006A36F0">
        <w:rPr>
          <w:sz w:val="29"/>
          <w:szCs w:val="29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sz w:val="29"/>
          <w:szCs w:val="29"/>
        </w:rPr>
        <w:t>Торгунского сельского поселения Старополтавского муниципального района Волгоградской области</w:t>
      </w:r>
      <w:r w:rsidRPr="00364BE3">
        <w:rPr>
          <w:sz w:val="29"/>
          <w:szCs w:val="29"/>
        </w:rPr>
        <w:t>» согласно приложению.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>2. Административный регламент предоставления муниципальной услуги «</w:t>
      </w:r>
      <w:r w:rsidRPr="006A36F0">
        <w:rPr>
          <w:sz w:val="29"/>
          <w:szCs w:val="29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sz w:val="29"/>
          <w:szCs w:val="29"/>
        </w:rPr>
        <w:t>Торгунского</w:t>
      </w:r>
      <w:r w:rsidRPr="006A36F0">
        <w:rPr>
          <w:sz w:val="29"/>
          <w:szCs w:val="29"/>
        </w:rPr>
        <w:t xml:space="preserve"> сельского поселения Старополтавского муниципального района Волгоградской области</w:t>
      </w:r>
      <w:r w:rsidRPr="00364BE3">
        <w:rPr>
          <w:sz w:val="29"/>
          <w:szCs w:val="29"/>
        </w:rPr>
        <w:t xml:space="preserve">»  обнародовать в установленных местах и разместить в сети Интернет на сайте </w:t>
      </w:r>
      <w:r>
        <w:rPr>
          <w:sz w:val="29"/>
          <w:szCs w:val="29"/>
        </w:rPr>
        <w:t>Торгунского</w:t>
      </w:r>
      <w:r w:rsidRPr="00364BE3">
        <w:rPr>
          <w:sz w:val="29"/>
          <w:szCs w:val="29"/>
        </w:rPr>
        <w:t xml:space="preserve">  сельского поселения.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>
        <w:rPr>
          <w:sz w:val="29"/>
          <w:szCs w:val="29"/>
        </w:rPr>
        <w:t>3</w:t>
      </w:r>
      <w:r w:rsidRPr="00364BE3">
        <w:rPr>
          <w:sz w:val="29"/>
          <w:szCs w:val="29"/>
        </w:rPr>
        <w:t xml:space="preserve">. Ответственность за исполнение  данного  постановления  возложить на </w:t>
      </w:r>
      <w:r>
        <w:rPr>
          <w:sz w:val="29"/>
          <w:szCs w:val="29"/>
        </w:rPr>
        <w:t>специалиста  администрации</w:t>
      </w:r>
      <w:r w:rsidRPr="00364BE3">
        <w:rPr>
          <w:sz w:val="29"/>
          <w:szCs w:val="29"/>
        </w:rPr>
        <w:t xml:space="preserve"> </w:t>
      </w:r>
      <w:r>
        <w:rPr>
          <w:sz w:val="29"/>
          <w:szCs w:val="29"/>
        </w:rPr>
        <w:t>Торгунского</w:t>
      </w:r>
      <w:r w:rsidRPr="00364BE3">
        <w:rPr>
          <w:sz w:val="29"/>
          <w:szCs w:val="29"/>
        </w:rPr>
        <w:t xml:space="preserve">  сельского поселения </w:t>
      </w:r>
      <w:r>
        <w:rPr>
          <w:sz w:val="29"/>
          <w:szCs w:val="29"/>
        </w:rPr>
        <w:t xml:space="preserve">  Бадамшину О.М.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364BE3">
        <w:rPr>
          <w:sz w:val="29"/>
          <w:szCs w:val="29"/>
        </w:rPr>
        <w:t xml:space="preserve">Глава </w:t>
      </w:r>
      <w:r>
        <w:rPr>
          <w:sz w:val="29"/>
          <w:szCs w:val="29"/>
        </w:rPr>
        <w:t>Торгунского</w:t>
      </w:r>
      <w:r w:rsidRPr="00364BE3">
        <w:rPr>
          <w:sz w:val="29"/>
          <w:szCs w:val="29"/>
        </w:rPr>
        <w:t xml:space="preserve"> </w:t>
      </w:r>
    </w:p>
    <w:p w:rsidR="002214B8" w:rsidRPr="00364BE3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>
        <w:rPr>
          <w:sz w:val="29"/>
          <w:szCs w:val="29"/>
        </w:rPr>
        <w:t>сельского поселения</w:t>
      </w:r>
      <w:r>
        <w:rPr>
          <w:sz w:val="29"/>
          <w:szCs w:val="29"/>
        </w:rPr>
        <w:tab/>
      </w:r>
      <w:r>
        <w:rPr>
          <w:sz w:val="29"/>
          <w:szCs w:val="29"/>
        </w:rPr>
        <w:tab/>
      </w:r>
      <w:r>
        <w:rPr>
          <w:sz w:val="29"/>
          <w:szCs w:val="29"/>
        </w:rPr>
        <w:tab/>
      </w:r>
      <w:r>
        <w:rPr>
          <w:sz w:val="29"/>
          <w:szCs w:val="29"/>
        </w:rPr>
        <w:tab/>
      </w:r>
      <w:r w:rsidRPr="00364BE3">
        <w:rPr>
          <w:sz w:val="29"/>
          <w:szCs w:val="29"/>
        </w:rPr>
        <w:t xml:space="preserve">      </w:t>
      </w:r>
      <w:r>
        <w:rPr>
          <w:sz w:val="29"/>
          <w:szCs w:val="29"/>
        </w:rPr>
        <w:t xml:space="preserve">         И.Б.Шавленов</w:t>
      </w:r>
    </w:p>
    <w:p w:rsidR="002214B8" w:rsidRDefault="002214B8" w:rsidP="00364BE3">
      <w:pPr>
        <w:widowControl w:val="0"/>
        <w:autoSpaceDE w:val="0"/>
        <w:jc w:val="both"/>
        <w:rPr>
          <w:sz w:val="29"/>
          <w:szCs w:val="29"/>
        </w:rPr>
      </w:pPr>
      <w:r w:rsidRPr="001113CE">
        <w:rPr>
          <w:sz w:val="29"/>
          <w:szCs w:val="29"/>
        </w:rPr>
        <w:t xml:space="preserve">                                        </w:t>
      </w:r>
    </w:p>
    <w:p w:rsidR="002214B8" w:rsidRDefault="002214B8" w:rsidP="00CF68A2">
      <w:pPr>
        <w:widowControl w:val="0"/>
        <w:autoSpaceDE w:val="0"/>
        <w:jc w:val="right"/>
        <w:rPr>
          <w:sz w:val="29"/>
          <w:szCs w:val="29"/>
        </w:rPr>
      </w:pPr>
    </w:p>
    <w:p w:rsidR="002214B8" w:rsidRDefault="002214B8" w:rsidP="00CF68A2">
      <w:pPr>
        <w:widowControl w:val="0"/>
        <w:autoSpaceDE w:val="0"/>
        <w:jc w:val="right"/>
        <w:rPr>
          <w:sz w:val="29"/>
          <w:szCs w:val="29"/>
        </w:rPr>
      </w:pPr>
    </w:p>
    <w:p w:rsidR="002214B8" w:rsidRDefault="002214B8" w:rsidP="00CF68A2">
      <w:pPr>
        <w:widowControl w:val="0"/>
        <w:autoSpaceDE w:val="0"/>
        <w:jc w:val="right"/>
        <w:rPr>
          <w:sz w:val="29"/>
          <w:szCs w:val="29"/>
        </w:rPr>
      </w:pPr>
    </w:p>
    <w:p w:rsidR="002214B8" w:rsidRDefault="002214B8" w:rsidP="00CF68A2">
      <w:pPr>
        <w:widowControl w:val="0"/>
        <w:autoSpaceDE w:val="0"/>
        <w:jc w:val="right"/>
        <w:rPr>
          <w:sz w:val="24"/>
          <w:szCs w:val="24"/>
        </w:rPr>
      </w:pPr>
    </w:p>
    <w:p w:rsidR="002214B8" w:rsidRDefault="002214B8" w:rsidP="00CF68A2">
      <w:pPr>
        <w:widowControl w:val="0"/>
        <w:autoSpaceDE w:val="0"/>
        <w:jc w:val="right"/>
        <w:rPr>
          <w:sz w:val="24"/>
          <w:szCs w:val="24"/>
        </w:rPr>
      </w:pPr>
    </w:p>
    <w:p w:rsidR="002214B8" w:rsidRDefault="002214B8" w:rsidP="00CF68A2">
      <w:pPr>
        <w:widowControl w:val="0"/>
        <w:autoSpaceDE w:val="0"/>
        <w:jc w:val="right"/>
        <w:rPr>
          <w:sz w:val="24"/>
          <w:szCs w:val="24"/>
        </w:rPr>
      </w:pPr>
    </w:p>
    <w:p w:rsidR="002214B8" w:rsidRDefault="002214B8" w:rsidP="00CF68A2">
      <w:pPr>
        <w:widowControl w:val="0"/>
        <w:autoSpaceDE w:val="0"/>
        <w:jc w:val="right"/>
        <w:rPr>
          <w:sz w:val="24"/>
          <w:szCs w:val="24"/>
        </w:rPr>
      </w:pPr>
    </w:p>
    <w:p w:rsidR="002214B8" w:rsidRDefault="002214B8" w:rsidP="00CF68A2">
      <w:pPr>
        <w:widowControl w:val="0"/>
        <w:autoSpaceDE w:val="0"/>
        <w:jc w:val="right"/>
        <w:rPr>
          <w:sz w:val="24"/>
          <w:szCs w:val="24"/>
        </w:rPr>
      </w:pPr>
    </w:p>
    <w:p w:rsidR="002214B8" w:rsidRPr="000A2B39" w:rsidRDefault="002214B8" w:rsidP="00CF68A2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0A2B39">
        <w:rPr>
          <w:sz w:val="24"/>
          <w:szCs w:val="24"/>
        </w:rPr>
        <w:t xml:space="preserve">твержден постановлением </w:t>
      </w:r>
    </w:p>
    <w:p w:rsidR="002214B8" w:rsidRPr="003410A9" w:rsidRDefault="002214B8" w:rsidP="00CF68A2">
      <w:pPr>
        <w:widowControl w:val="0"/>
        <w:autoSpaceDE w:val="0"/>
        <w:jc w:val="right"/>
        <w:rPr>
          <w:sz w:val="24"/>
          <w:szCs w:val="24"/>
        </w:rPr>
      </w:pPr>
      <w:r w:rsidRPr="003410A9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Торгунского</w:t>
      </w:r>
    </w:p>
    <w:p w:rsidR="002214B8" w:rsidRPr="003410A9" w:rsidRDefault="002214B8" w:rsidP="00CF68A2">
      <w:pPr>
        <w:widowControl w:val="0"/>
        <w:autoSpaceDE w:val="0"/>
        <w:jc w:val="right"/>
        <w:rPr>
          <w:sz w:val="24"/>
          <w:szCs w:val="24"/>
        </w:rPr>
      </w:pPr>
      <w:r w:rsidRPr="003410A9">
        <w:rPr>
          <w:sz w:val="24"/>
          <w:szCs w:val="24"/>
        </w:rPr>
        <w:t xml:space="preserve"> сельского поселения</w:t>
      </w:r>
    </w:p>
    <w:p w:rsidR="002214B8" w:rsidRPr="000A2B39" w:rsidRDefault="002214B8" w:rsidP="00CF68A2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от «17»  июня  2019</w:t>
      </w:r>
      <w:r w:rsidRPr="000A2B39"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 </w:t>
      </w:r>
      <w:r w:rsidRPr="000A2B39">
        <w:rPr>
          <w:sz w:val="24"/>
          <w:szCs w:val="24"/>
        </w:rPr>
        <w:t>№</w:t>
      </w:r>
      <w:r>
        <w:rPr>
          <w:sz w:val="24"/>
          <w:szCs w:val="24"/>
        </w:rPr>
        <w:t xml:space="preserve"> 32</w:t>
      </w:r>
    </w:p>
    <w:p w:rsidR="002214B8" w:rsidRDefault="002214B8" w:rsidP="00926F47">
      <w:pPr>
        <w:widowControl w:val="0"/>
        <w:autoSpaceDE w:val="0"/>
        <w:autoSpaceDN w:val="0"/>
        <w:adjustRightInd w:val="0"/>
        <w:ind w:firstLine="540"/>
        <w:jc w:val="both"/>
      </w:pPr>
    </w:p>
    <w:p w:rsidR="002214B8" w:rsidRDefault="002214B8" w:rsidP="00926F47">
      <w:pPr>
        <w:pStyle w:val="ConsPlusCel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4"/>
      <w:bookmarkEnd w:id="0"/>
    </w:p>
    <w:p w:rsidR="002214B8" w:rsidRPr="003D2DF3" w:rsidRDefault="002214B8" w:rsidP="00926F47">
      <w:pPr>
        <w:pStyle w:val="ConsPlusCel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DF3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2214B8" w:rsidRPr="00926F47" w:rsidRDefault="002214B8" w:rsidP="00EE44DB">
      <w:pPr>
        <w:pStyle w:val="ConsPlusCell"/>
        <w:jc w:val="center"/>
        <w:rPr>
          <w:rFonts w:ascii="Times New Roman" w:hAnsi="Times New Roman" w:cs="Times New Roman"/>
        </w:rPr>
      </w:pPr>
      <w:r w:rsidRPr="003D2D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A36F0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Торгунского</w:t>
      </w:r>
      <w:r w:rsidRPr="006A36F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214B8" w:rsidRDefault="002214B8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2214B8" w:rsidRPr="000A2B39" w:rsidRDefault="002214B8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0A2B39">
        <w:rPr>
          <w:b/>
          <w:bCs/>
          <w:sz w:val="28"/>
          <w:szCs w:val="28"/>
        </w:rPr>
        <w:t>1. Общие положения</w:t>
      </w:r>
    </w:p>
    <w:p w:rsidR="002214B8" w:rsidRPr="000A2B39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14B8" w:rsidRPr="000A2B39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1.1. Предмет регулирования</w:t>
      </w:r>
      <w:r>
        <w:rPr>
          <w:sz w:val="28"/>
          <w:szCs w:val="28"/>
        </w:rPr>
        <w:t>.</w:t>
      </w:r>
    </w:p>
    <w:p w:rsidR="002214B8" w:rsidRPr="006A36F0" w:rsidRDefault="002214B8" w:rsidP="00732677">
      <w:pPr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</w:t>
      </w:r>
      <w:r w:rsidRPr="005B68AC">
        <w:rPr>
          <w:sz w:val="28"/>
          <w:szCs w:val="28"/>
        </w:rPr>
        <w:t xml:space="preserve">Настоящий административный регламент устанавливает порядок </w:t>
      </w:r>
      <w:r w:rsidRPr="00AD2309">
        <w:rPr>
          <w:sz w:val="28"/>
          <w:szCs w:val="28"/>
        </w:rPr>
        <w:t>предоставления муниципальной услуги "</w:t>
      </w:r>
      <w:r w:rsidRPr="006A36F0">
        <w:rPr>
          <w:sz w:val="28"/>
          <w:szCs w:val="28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sz w:val="28"/>
          <w:szCs w:val="28"/>
        </w:rPr>
        <w:t>Торгунского</w:t>
      </w:r>
      <w:r w:rsidRPr="006A36F0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5B68AC">
        <w:rPr>
          <w:sz w:val="28"/>
          <w:szCs w:val="28"/>
        </w:rPr>
        <w:t>"</w:t>
      </w:r>
      <w:r w:rsidRPr="00980F5B">
        <w:rPr>
          <w:sz w:val="28"/>
          <w:szCs w:val="28"/>
        </w:rPr>
        <w:t xml:space="preserve"> (далее – муниципальная услуга) и стандарт предоставления</w:t>
      </w:r>
      <w:r w:rsidRPr="000A2B39">
        <w:rPr>
          <w:sz w:val="28"/>
          <w:szCs w:val="28"/>
        </w:rPr>
        <w:t xml:space="preserve">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Pr="006A36F0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Торгунского</w:t>
      </w:r>
      <w:r w:rsidRPr="006A36F0">
        <w:rPr>
          <w:sz w:val="28"/>
          <w:szCs w:val="28"/>
        </w:rPr>
        <w:t xml:space="preserve"> сельского поселения.</w:t>
      </w:r>
    </w:p>
    <w:p w:rsidR="002214B8" w:rsidRDefault="002214B8" w:rsidP="00817CBB">
      <w:pPr>
        <w:ind w:firstLine="567"/>
        <w:jc w:val="both"/>
        <w:rPr>
          <w:sz w:val="28"/>
          <w:szCs w:val="28"/>
        </w:rPr>
      </w:pPr>
      <w:r w:rsidRPr="00514797">
        <w:rPr>
          <w:sz w:val="28"/>
          <w:szCs w:val="28"/>
        </w:rPr>
        <w:t>1.2. Заявителями на получение муниципальной услуги являются физические и юридические лица в соответствии со статьей 39.34 Земельного кодекса Российской Федерации, либо их уполномоченные представители, действующие на основании полномочий, определенных в соответствии с законодательством Российской Федерации.</w:t>
      </w:r>
    </w:p>
    <w:p w:rsidR="002214B8" w:rsidRDefault="002214B8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использование земельных участков выдается:</w:t>
      </w:r>
    </w:p>
    <w:p w:rsidR="002214B8" w:rsidRDefault="002214B8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целях проведения инженерных изысканий либо капитального или текущего ремонта линейного объекта;</w:t>
      </w:r>
    </w:p>
    <w:p w:rsidR="002214B8" w:rsidRDefault="002214B8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2214B8" w:rsidRDefault="002214B8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 целях осуществления геологического изучения недр.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1.3. Порядок информирования заявителей о предоставлении муниципальной услуги</w:t>
      </w:r>
      <w:r>
        <w:rPr>
          <w:sz w:val="28"/>
          <w:szCs w:val="28"/>
        </w:rPr>
        <w:t>.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1.3.1 Сведения о месте нахождения, контактных телефонах и графике работы </w:t>
      </w:r>
      <w:r w:rsidRPr="006A36F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Торгунского сельского поселения</w:t>
      </w:r>
      <w:r w:rsidRPr="000A2B39">
        <w:rPr>
          <w:sz w:val="28"/>
          <w:szCs w:val="28"/>
        </w:rPr>
        <w:t>, многофункционального центра (далее – МФЦ):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DEB">
        <w:rPr>
          <w:sz w:val="28"/>
          <w:szCs w:val="28"/>
        </w:rPr>
        <w:t>Место</w:t>
      </w:r>
      <w:r>
        <w:rPr>
          <w:sz w:val="28"/>
          <w:szCs w:val="28"/>
        </w:rPr>
        <w:t>нахождение администрации: 404202</w:t>
      </w:r>
      <w:r w:rsidRPr="00F82DEB">
        <w:rPr>
          <w:sz w:val="28"/>
          <w:szCs w:val="28"/>
        </w:rPr>
        <w:t>, Волгоградская область, Ст</w:t>
      </w:r>
      <w:r>
        <w:rPr>
          <w:sz w:val="28"/>
          <w:szCs w:val="28"/>
        </w:rPr>
        <w:t>арополтавский район, п.Торгун , ул.Почтовая,  д.15</w:t>
      </w:r>
      <w:r w:rsidRPr="00F82DEB">
        <w:rPr>
          <w:sz w:val="28"/>
          <w:szCs w:val="28"/>
        </w:rPr>
        <w:t xml:space="preserve"> .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DEB">
        <w:rPr>
          <w:sz w:val="28"/>
          <w:szCs w:val="28"/>
        </w:rPr>
        <w:t xml:space="preserve">Телефоны: глава </w:t>
      </w:r>
      <w:r>
        <w:rPr>
          <w:sz w:val="28"/>
          <w:szCs w:val="28"/>
        </w:rPr>
        <w:t>Торгунского</w:t>
      </w:r>
      <w:r w:rsidRPr="00F82DEB">
        <w:rPr>
          <w:sz w:val="28"/>
          <w:szCs w:val="28"/>
        </w:rPr>
        <w:t xml:space="preserve">  сельс</w:t>
      </w:r>
      <w:r>
        <w:rPr>
          <w:sz w:val="28"/>
          <w:szCs w:val="28"/>
        </w:rPr>
        <w:t>кого поселения - (84493) 4-63-53</w:t>
      </w:r>
      <w:r w:rsidRPr="00F82DEB">
        <w:rPr>
          <w:sz w:val="28"/>
          <w:szCs w:val="28"/>
        </w:rPr>
        <w:t xml:space="preserve"> , специалисты</w:t>
      </w:r>
      <w:r>
        <w:rPr>
          <w:sz w:val="28"/>
          <w:szCs w:val="28"/>
        </w:rPr>
        <w:t xml:space="preserve"> администрации - (84493) 4-63-53</w:t>
      </w:r>
      <w:r w:rsidRPr="00F82DEB">
        <w:rPr>
          <w:sz w:val="28"/>
          <w:szCs w:val="28"/>
        </w:rPr>
        <w:t xml:space="preserve"> , адрес электронной почты (е-mail):  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torgunskoe</w:t>
      </w:r>
      <w:r w:rsidRPr="003B1669">
        <w:rPr>
          <w:rFonts w:ascii="Arial" w:hAnsi="Arial" w:cs="Arial"/>
          <w:color w:val="FF0000"/>
          <w:sz w:val="24"/>
          <w:szCs w:val="24"/>
        </w:rPr>
        <w:t>-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sp</w:t>
      </w:r>
      <w:r w:rsidRPr="003B1669">
        <w:rPr>
          <w:rFonts w:ascii="Arial" w:hAnsi="Arial" w:cs="Arial"/>
          <w:color w:val="FF0000"/>
          <w:sz w:val="24"/>
          <w:szCs w:val="24"/>
        </w:rPr>
        <w:t>.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ru</w:t>
      </w:r>
      <w:r w:rsidRPr="00F82DEB">
        <w:rPr>
          <w:sz w:val="28"/>
          <w:szCs w:val="28"/>
        </w:rPr>
        <w:t xml:space="preserve"> 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DEB">
        <w:rPr>
          <w:sz w:val="28"/>
          <w:szCs w:val="28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16.00 часов, обеденный перерыв с 12.00 до 13.00 часов, выходные дни - суббота и воскресенье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EB">
        <w:rPr>
          <w:sz w:val="28"/>
          <w:szCs w:val="28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Старополтавский район, с.Старая Полтавка, ул.Ленина, д.13«а»/1. Телефон директора МФЦ: (84493) 4-43-87, телефоны сотрудников МФЦ: (84493) 4-43-85, (84493) 4-43-78.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EB">
        <w:rPr>
          <w:sz w:val="28"/>
          <w:szCs w:val="28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2214B8" w:rsidRPr="00F82DEB" w:rsidRDefault="002214B8" w:rsidP="00F82D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EB">
        <w:rPr>
          <w:sz w:val="28"/>
          <w:szCs w:val="28"/>
        </w:rPr>
        <w:t xml:space="preserve">Телефон горячей линии 8(84493)44385. Адрес эл.почты: </w:t>
      </w:r>
      <w:hyperlink r:id="rId7" w:history="1">
        <w:r w:rsidRPr="00F82DEB">
          <w:rPr>
            <w:rStyle w:val="Hyperlink"/>
            <w:sz w:val="28"/>
            <w:szCs w:val="28"/>
          </w:rPr>
          <w:t>mfc-stp@yandex.ru</w:t>
        </w:r>
      </w:hyperlink>
      <w:r w:rsidRPr="00F82DEB">
        <w:rPr>
          <w:sz w:val="28"/>
          <w:szCs w:val="28"/>
        </w:rPr>
        <w:t>.</w:t>
      </w:r>
    </w:p>
    <w:p w:rsidR="002214B8" w:rsidRDefault="002214B8" w:rsidP="0068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местонахождении и графиках работы МФЦ также можно получить с использованием государственной информационной системы "Единый портал сети центров и офисов "Мои Документы" (МФЦ) Волгоградской области" (http://mfc.volganet.ru).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1.3.2. Информацию о порядке предоставления муниципальной услуги заявитель может получить:</w:t>
      </w:r>
    </w:p>
    <w:p w:rsidR="002214B8" w:rsidRPr="002D1F18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непосредственно в </w:t>
      </w:r>
      <w:r w:rsidRPr="006A36F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Торгунского</w:t>
      </w:r>
      <w:r w:rsidRPr="006A36F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95972">
        <w:rPr>
          <w:sz w:val="28"/>
          <w:szCs w:val="28"/>
        </w:rPr>
        <w:t>(и</w:t>
      </w:r>
      <w:r w:rsidRPr="000A2B39">
        <w:rPr>
          <w:sz w:val="28"/>
          <w:szCs w:val="28"/>
        </w:rPr>
        <w:t xml:space="preserve">нформационные стенды, устное информирование по телефону, а также на личном приеме муниципальными служащими </w:t>
      </w:r>
      <w:r w:rsidRPr="006A36F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Торгунского</w:t>
      </w:r>
      <w:r w:rsidRPr="006A36F0">
        <w:rPr>
          <w:sz w:val="28"/>
          <w:szCs w:val="28"/>
        </w:rPr>
        <w:t xml:space="preserve"> сельского поселения</w:t>
      </w:r>
      <w:r w:rsidRPr="002D1F18">
        <w:rPr>
          <w:sz w:val="28"/>
          <w:szCs w:val="28"/>
        </w:rPr>
        <w:t>;</w:t>
      </w:r>
    </w:p>
    <w:p w:rsidR="002214B8" w:rsidRPr="002D1F18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F18">
        <w:rPr>
          <w:sz w:val="28"/>
          <w:szCs w:val="28"/>
        </w:rPr>
        <w:t>по почте, в том числе электронной (адрес электронной почты), в случае письменного обращения заявителя;</w:t>
      </w:r>
    </w:p>
    <w:p w:rsidR="002214B8" w:rsidRPr="007C3002" w:rsidRDefault="002214B8" w:rsidP="001F1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3002">
        <w:rPr>
          <w:sz w:val="28"/>
          <w:szCs w:val="28"/>
        </w:rPr>
        <w:t xml:space="preserve">в сети Интернет на официальном сайте </w:t>
      </w:r>
      <w:r w:rsidRPr="00A23FF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Торгунского</w:t>
      </w:r>
      <w:r w:rsidRPr="00A23FFD">
        <w:rPr>
          <w:sz w:val="28"/>
          <w:szCs w:val="28"/>
        </w:rPr>
        <w:t xml:space="preserve"> сельского поселения</w:t>
      </w:r>
      <w:r w:rsidRPr="007C3002">
        <w:rPr>
          <w:sz w:val="28"/>
          <w:szCs w:val="28"/>
        </w:rPr>
        <w:t xml:space="preserve"> (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torgunskoe</w:t>
      </w:r>
      <w:r w:rsidRPr="003B1669">
        <w:rPr>
          <w:rFonts w:ascii="Arial" w:hAnsi="Arial" w:cs="Arial"/>
          <w:color w:val="FF0000"/>
          <w:sz w:val="24"/>
          <w:szCs w:val="24"/>
        </w:rPr>
        <w:t>-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sp</w:t>
      </w:r>
      <w:r w:rsidRPr="003B1669">
        <w:rPr>
          <w:rFonts w:ascii="Arial" w:hAnsi="Arial" w:cs="Arial"/>
          <w:color w:val="FF0000"/>
          <w:sz w:val="24"/>
          <w:szCs w:val="24"/>
        </w:rPr>
        <w:t>.</w:t>
      </w:r>
      <w:r w:rsidRPr="003B1669">
        <w:rPr>
          <w:rFonts w:ascii="Arial" w:hAnsi="Arial" w:cs="Arial"/>
          <w:color w:val="FF0000"/>
          <w:sz w:val="24"/>
          <w:szCs w:val="24"/>
          <w:lang w:val="en-US"/>
        </w:rPr>
        <w:t>ru</w:t>
      </w:r>
      <w:r w:rsidRPr="00F82DEB">
        <w:rPr>
          <w:sz w:val="28"/>
          <w:szCs w:val="28"/>
        </w:rPr>
        <w:t>),</w:t>
      </w:r>
      <w:r w:rsidRPr="007C3002">
        <w:rPr>
          <w:sz w:val="28"/>
          <w:szCs w:val="28"/>
        </w:rPr>
        <w:t xml:space="preserve"> на официальном портале Губернатора и Администрации Волгоградской области (</w:t>
      </w:r>
      <w:r w:rsidRPr="003670A1">
        <w:rPr>
          <w:color w:val="0000FF"/>
          <w:sz w:val="28"/>
          <w:szCs w:val="28"/>
        </w:rPr>
        <w:t>www.volgograd.ru</w:t>
      </w:r>
      <w:r w:rsidRPr="007C3002">
        <w:rPr>
          <w:sz w:val="28"/>
          <w:szCs w:val="28"/>
        </w:rPr>
        <w:t>), 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 w:history="1">
        <w:r w:rsidRPr="007C3002">
          <w:rPr>
            <w:rStyle w:val="Hyperlink"/>
            <w:sz w:val="28"/>
            <w:szCs w:val="28"/>
            <w:lang w:val="en-US"/>
          </w:rPr>
          <w:t>www</w:t>
        </w:r>
        <w:r w:rsidRPr="007C3002">
          <w:rPr>
            <w:rStyle w:val="Hyperlink"/>
            <w:sz w:val="28"/>
            <w:szCs w:val="28"/>
          </w:rPr>
          <w:t>.</w:t>
        </w:r>
        <w:r w:rsidRPr="007C3002">
          <w:rPr>
            <w:rStyle w:val="Hyperlink"/>
            <w:sz w:val="28"/>
            <w:szCs w:val="28"/>
            <w:lang w:val="en-US"/>
          </w:rPr>
          <w:t>gosuslugi</w:t>
        </w:r>
        <w:r w:rsidRPr="007C3002">
          <w:rPr>
            <w:rStyle w:val="Hyperlink"/>
            <w:sz w:val="28"/>
            <w:szCs w:val="28"/>
          </w:rPr>
          <w:t>.</w:t>
        </w:r>
        <w:r w:rsidRPr="007C3002">
          <w:rPr>
            <w:rStyle w:val="Hyperlink"/>
            <w:sz w:val="28"/>
            <w:szCs w:val="28"/>
            <w:lang w:val="en-US"/>
          </w:rPr>
          <w:t>ru</w:t>
        </w:r>
      </w:hyperlink>
      <w:r w:rsidRPr="007C3002">
        <w:rPr>
          <w:sz w:val="28"/>
          <w:szCs w:val="28"/>
        </w:rPr>
        <w:t>) (далее также именуется – информационная система).</w:t>
      </w:r>
    </w:p>
    <w:p w:rsidR="002214B8" w:rsidRDefault="002214B8" w:rsidP="006365CC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2214B8" w:rsidRPr="000A2B39" w:rsidRDefault="002214B8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0A2B39"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2214B8" w:rsidRDefault="002214B8" w:rsidP="00EE44DB">
      <w:pPr>
        <w:pStyle w:val="ConsPlusNonformat"/>
        <w:jc w:val="both"/>
      </w:pPr>
    </w:p>
    <w:p w:rsidR="002214B8" w:rsidRPr="00126C05" w:rsidRDefault="002214B8" w:rsidP="00FF3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2309">
        <w:rPr>
          <w:sz w:val="28"/>
          <w:szCs w:val="28"/>
        </w:rPr>
        <w:t>2.1.  Наименование муниципальной услуги – "</w:t>
      </w:r>
      <w:r w:rsidRPr="00A23FFD">
        <w:rPr>
          <w:sz w:val="28"/>
          <w:szCs w:val="28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>
        <w:rPr>
          <w:sz w:val="28"/>
          <w:szCs w:val="28"/>
        </w:rPr>
        <w:t>Торгунского</w:t>
      </w:r>
      <w:r w:rsidRPr="00A23FF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626481">
        <w:rPr>
          <w:sz w:val="28"/>
          <w:szCs w:val="28"/>
        </w:rPr>
        <w:t>".</w:t>
      </w:r>
    </w:p>
    <w:p w:rsidR="002214B8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2.2. Муниципальная услуга предоставляется </w:t>
      </w:r>
      <w:r w:rsidRPr="00A23FFD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Торгунского</w:t>
      </w:r>
      <w:r w:rsidRPr="00A23FF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(далее – уполномоченный орган).</w:t>
      </w:r>
    </w:p>
    <w:p w:rsidR="002214B8" w:rsidRPr="00AB698C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2.3. Результатом предоставления муниципальной услуги  является:</w:t>
      </w:r>
    </w:p>
    <w:p w:rsidR="002214B8" w:rsidRPr="00AB698C" w:rsidRDefault="002214B8" w:rsidP="005447A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- решение о выдаче разрешения на использование земель или земельного участка;</w:t>
      </w:r>
    </w:p>
    <w:p w:rsidR="002214B8" w:rsidRPr="00AB698C" w:rsidRDefault="002214B8" w:rsidP="005447A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- решение об</w:t>
      </w:r>
      <w:r w:rsidRPr="00AB698C">
        <w:rPr>
          <w:i/>
          <w:iCs/>
          <w:sz w:val="28"/>
          <w:szCs w:val="28"/>
        </w:rPr>
        <w:t xml:space="preserve"> </w:t>
      </w:r>
      <w:r w:rsidRPr="00AB698C">
        <w:rPr>
          <w:sz w:val="28"/>
          <w:szCs w:val="28"/>
        </w:rPr>
        <w:t>отказе в выдаче разрешения на использование земель или земельного участка.</w:t>
      </w:r>
    </w:p>
    <w:p w:rsidR="002214B8" w:rsidRPr="00AB698C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2.4. Срок предоставления муниципальной услуги.</w:t>
      </w:r>
    </w:p>
    <w:p w:rsidR="002214B8" w:rsidRPr="00274B0B" w:rsidRDefault="002214B8" w:rsidP="003C48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Решение о выдаче или об отказе в выдаче разрешения на использование земель или земельного</w:t>
      </w:r>
      <w:r>
        <w:rPr>
          <w:sz w:val="28"/>
          <w:szCs w:val="28"/>
        </w:rPr>
        <w:t xml:space="preserve"> участка принимается в течение 25 дней со дня поступления заявления и в </w:t>
      </w:r>
      <w:r w:rsidRPr="00274B0B">
        <w:rPr>
          <w:sz w:val="28"/>
          <w:szCs w:val="28"/>
        </w:rPr>
        <w:t>течение 3 рабочих дней со дня принятия указанного решения направляется заявителю заказным письмом с приложением представленных им документов.</w:t>
      </w:r>
    </w:p>
    <w:p w:rsidR="002214B8" w:rsidRPr="00274B0B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2214B8" w:rsidRPr="00274B0B" w:rsidRDefault="002214B8" w:rsidP="00C359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Конституция Российской Федерации ("Российская газета", № 7, 21.01.2009, Собрание законодательства Российской Федерации, 26.01.2009,   № 4, ст. 445, "Парламентская газета", № 4, 23 - 29.01.2009, Официальный интернет-портал правовой информации http://www.pravo.gov.ru, 01.08.2014);</w:t>
      </w:r>
    </w:p>
    <w:p w:rsidR="002214B8" w:rsidRPr="00274B0B" w:rsidRDefault="002214B8" w:rsidP="006364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 xml:space="preserve">Земельный кодекс Российской Федерации от 25.10.2001 № 136-ФЗ ("Собрание законодательства Российской Федерации", 29.10.2001, № 44, ст. 4147, "Парламентская газета", № 204 - 205, 30.10.2001, "Российская газета",  № 211 - 212, 30.10.2001); </w:t>
      </w:r>
    </w:p>
    <w:p w:rsidR="002214B8" w:rsidRPr="000A2B39" w:rsidRDefault="002214B8" w:rsidP="00046C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Федеральный закон от 25.10.2001 № 137-ФЗ "О введении в действие Земельного кодекса Российской Федерации" ("Собрание законодательства Российской Федерации",  29.10.2001, № 44, ст. 4148</w:t>
      </w:r>
      <w:r w:rsidRPr="007770DB">
        <w:rPr>
          <w:sz w:val="28"/>
          <w:szCs w:val="28"/>
        </w:rPr>
        <w:t>, "Парламентская</w:t>
      </w:r>
      <w:r w:rsidRPr="000A2B39">
        <w:rPr>
          <w:sz w:val="28"/>
          <w:szCs w:val="28"/>
        </w:rPr>
        <w:t xml:space="preserve"> газета</w:t>
      </w:r>
      <w:r>
        <w:rPr>
          <w:sz w:val="28"/>
          <w:szCs w:val="28"/>
        </w:rPr>
        <w:t>"</w:t>
      </w:r>
      <w:r w:rsidRPr="000A2B39">
        <w:rPr>
          <w:sz w:val="28"/>
          <w:szCs w:val="28"/>
        </w:rPr>
        <w:t xml:space="preserve">, № 204 - 205, 30.10.2001, </w:t>
      </w:r>
      <w:r>
        <w:rPr>
          <w:sz w:val="28"/>
          <w:szCs w:val="28"/>
        </w:rPr>
        <w:t>"</w:t>
      </w:r>
      <w:r w:rsidRPr="000A2B39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"</w:t>
      </w:r>
      <w:r w:rsidRPr="000A2B39">
        <w:rPr>
          <w:sz w:val="28"/>
          <w:szCs w:val="28"/>
        </w:rPr>
        <w:t>, № 211 - 212, 30.10.2001);</w:t>
      </w:r>
    </w:p>
    <w:p w:rsidR="002214B8" w:rsidRDefault="002214B8" w:rsidP="00C8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FB">
        <w:rPr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 ("Собрание законодательства Российской Федерации", 06.10.2003, № 40, ст. 3822, "Парламентская газета", № 186, 08.10.2003, "Российская газета", № 202, 08.10.2003);</w:t>
      </w:r>
    </w:p>
    <w:p w:rsidR="002214B8" w:rsidRDefault="002214B8" w:rsidP="00C12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1D74">
        <w:rPr>
          <w:sz w:val="28"/>
          <w:szCs w:val="28"/>
        </w:rPr>
        <w:t>Федеральный закон от 27.07.2006 № 152-ФЗ "О персональных данных" ("Российская газета", № 165, 29.07.2006, "Собрание законодательства Российской Федерации", 31.07.2006, № 31 (1 ч.), ст. 3451, "Парламентская газета", № 126-127, 03.08.2006);</w:t>
      </w:r>
    </w:p>
    <w:p w:rsidR="002214B8" w:rsidRPr="001D22D9" w:rsidRDefault="002214B8" w:rsidP="000A3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22D9">
        <w:rPr>
          <w:sz w:val="28"/>
          <w:szCs w:val="28"/>
        </w:rPr>
        <w:t xml:space="preserve">Федеральный </w:t>
      </w:r>
      <w:hyperlink r:id="rId9" w:history="1">
        <w:r w:rsidRPr="001D22D9">
          <w:rPr>
            <w:sz w:val="28"/>
            <w:szCs w:val="28"/>
          </w:rPr>
          <w:t>закон</w:t>
        </w:r>
      </w:hyperlink>
      <w:r w:rsidRPr="001D22D9">
        <w:rPr>
          <w:sz w:val="28"/>
          <w:szCs w:val="28"/>
        </w:rPr>
        <w:t xml:space="preserve"> от 09.02.2009 №</w:t>
      </w:r>
      <w:r>
        <w:rPr>
          <w:sz w:val="28"/>
          <w:szCs w:val="28"/>
        </w:rPr>
        <w:t xml:space="preserve"> </w:t>
      </w:r>
      <w:r w:rsidRPr="001D22D9">
        <w:rPr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 ("Российская газета", № 25, 13.02.2009, "Собрание законодательства Российской Федерации", 16.02.2009, № 7, ст. 776, "Парламентская газета", № 8, 13 - 19.02.2009);</w:t>
      </w:r>
    </w:p>
    <w:p w:rsidR="002214B8" w:rsidRPr="002752AC" w:rsidRDefault="002214B8" w:rsidP="0038150C">
      <w:pPr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Федеральный закон от 27.07.2010 № 210-ФЗ </w:t>
      </w:r>
      <w:r>
        <w:rPr>
          <w:sz w:val="28"/>
          <w:szCs w:val="28"/>
        </w:rPr>
        <w:t>"</w:t>
      </w:r>
      <w:r w:rsidRPr="000A2B39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"</w:t>
      </w:r>
      <w:r w:rsidRPr="000A2B39">
        <w:rPr>
          <w:sz w:val="28"/>
          <w:szCs w:val="28"/>
        </w:rPr>
        <w:t xml:space="preserve"> (Собрание </w:t>
      </w:r>
      <w:r w:rsidRPr="002752AC">
        <w:rPr>
          <w:sz w:val="28"/>
          <w:szCs w:val="28"/>
        </w:rPr>
        <w:t>законодательства Российской Федерации, 02.08.2010, № 31, ст. 4179, "Российская газета", № 168, 30.07.2010);</w:t>
      </w:r>
    </w:p>
    <w:p w:rsidR="002214B8" w:rsidRPr="002752AC" w:rsidRDefault="002214B8" w:rsidP="0038150C">
      <w:pPr>
        <w:ind w:firstLine="54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Федеральный закон от 06.04.2011 № 63-ФЗ "Об электронной подписи" ("Парламентская газета", № 17, 08 - 14.04.2011, "Российская газета", № 75, 08.04.2011, "Собрание законодательства Российской Федерации", 11.04.2011, № 15, ст. 2036);</w:t>
      </w:r>
    </w:p>
    <w:p w:rsidR="002214B8" w:rsidRPr="002752AC" w:rsidRDefault="002214B8" w:rsidP="00EF1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Постановление Правительства Российской Федерации от 25.06.2012 № 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 148);</w:t>
      </w:r>
    </w:p>
    <w:p w:rsidR="002214B8" w:rsidRPr="002752AC" w:rsidRDefault="002214B8" w:rsidP="00EF11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 xml:space="preserve">          Постановление Правительства Российской Федерации </w:t>
      </w:r>
      <w:r w:rsidRPr="002752AC">
        <w:rPr>
          <w:sz w:val="28"/>
          <w:szCs w:val="28"/>
        </w:rPr>
        <w:br/>
        <w:t xml:space="preserve">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</w:t>
      </w:r>
      <w:r w:rsidRPr="002752AC">
        <w:rPr>
          <w:sz w:val="28"/>
          <w:szCs w:val="28"/>
        </w:rPr>
        <w:br/>
        <w:t>№ 200);</w:t>
      </w:r>
    </w:p>
    <w:p w:rsidR="002214B8" w:rsidRDefault="002214B8" w:rsidP="003E10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Постановление Правительства Российской Федерации от 27.11.2014            №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 (Официальный интернет-портал правовой информации</w:t>
      </w:r>
      <w:r>
        <w:rPr>
          <w:sz w:val="28"/>
          <w:szCs w:val="28"/>
        </w:rPr>
        <w:t xml:space="preserve"> http://www.pravo.gov.ru, 01.12.2014, "Собрание законодательства РФ", 08.12.2014, № 49 (часть VI), ст. 6951);</w:t>
      </w:r>
    </w:p>
    <w:p w:rsidR="002214B8" w:rsidRDefault="002214B8" w:rsidP="00DC7C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26.03.2016        № 236 "О требованиях к предоставлению в электронной форме государственных и муниципальных услуг" (Официальный интернет-портал правовой информации http://www.pravo.gov.ru, 05.04.2016, "Российская газета", № 75, 08.04.2016, "Собрание </w:t>
      </w:r>
      <w:r w:rsidRPr="00B53A4D">
        <w:rPr>
          <w:sz w:val="28"/>
          <w:szCs w:val="28"/>
        </w:rPr>
        <w:t>законодательства Российской Федерации", 11.04.2016, № 15, ст. 2084);</w:t>
      </w:r>
    </w:p>
    <w:p w:rsidR="002214B8" w:rsidRPr="00996E76" w:rsidRDefault="002214B8" w:rsidP="00130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6E76">
        <w:rPr>
          <w:rFonts w:ascii="Times New Roman" w:hAnsi="Times New Roman" w:cs="Times New Roman"/>
          <w:sz w:val="28"/>
          <w:szCs w:val="28"/>
        </w:rPr>
        <w:t>остановление Администрации Волгоградской обл</w:t>
      </w:r>
      <w:r>
        <w:rPr>
          <w:rFonts w:ascii="Times New Roman" w:hAnsi="Times New Roman" w:cs="Times New Roman"/>
          <w:sz w:val="28"/>
          <w:szCs w:val="28"/>
        </w:rPr>
        <w:t>асти</w:t>
      </w:r>
      <w:r w:rsidRPr="00996E76">
        <w:rPr>
          <w:rFonts w:ascii="Times New Roman" w:hAnsi="Times New Roman" w:cs="Times New Roman"/>
          <w:sz w:val="28"/>
          <w:szCs w:val="28"/>
        </w:rPr>
        <w:t xml:space="preserve"> </w:t>
      </w:r>
      <w:r w:rsidRPr="009A76DD">
        <w:rPr>
          <w:rFonts w:ascii="Times New Roman" w:hAnsi="Times New Roman" w:cs="Times New Roman"/>
          <w:sz w:val="28"/>
          <w:szCs w:val="28"/>
        </w:rPr>
        <w:t>от 09.11.2015</w:t>
      </w:r>
      <w:r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996E76">
        <w:rPr>
          <w:rFonts w:ascii="Times New Roman" w:hAnsi="Times New Roman" w:cs="Times New Roman"/>
          <w:sz w:val="28"/>
          <w:szCs w:val="28"/>
        </w:rPr>
        <w:t xml:space="preserve"> 664-п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E76">
        <w:rPr>
          <w:rFonts w:ascii="Times New Roman" w:hAnsi="Times New Roman" w:cs="Times New Roman"/>
          <w:sz w:val="28"/>
          <w:szCs w:val="28"/>
        </w:rPr>
        <w:t>"О государственной информационной системе "Портал государственных и муниципальных услуг (функций) Волгоградской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96E7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13.11.2015,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E76">
        <w:rPr>
          <w:rFonts w:ascii="Times New Roman" w:hAnsi="Times New Roman" w:cs="Times New Roman"/>
          <w:sz w:val="28"/>
          <w:szCs w:val="28"/>
        </w:rPr>
        <w:t xml:space="preserve">"Волгоградская правда",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6E76">
        <w:rPr>
          <w:rFonts w:ascii="Times New Roman" w:hAnsi="Times New Roman" w:cs="Times New Roman"/>
          <w:sz w:val="28"/>
          <w:szCs w:val="28"/>
        </w:rPr>
        <w:t xml:space="preserve"> 175, 17.11.2015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214B8" w:rsidRPr="00A23FFD" w:rsidRDefault="002214B8" w:rsidP="00A23F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A2B39">
        <w:rPr>
          <w:sz w:val="28"/>
          <w:szCs w:val="28"/>
        </w:rPr>
        <w:t xml:space="preserve">Устав </w:t>
      </w:r>
      <w:r>
        <w:rPr>
          <w:sz w:val="28"/>
          <w:szCs w:val="28"/>
        </w:rPr>
        <w:t>Торгунского</w:t>
      </w:r>
      <w:r w:rsidRPr="00A23FF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>
        <w:rPr>
          <w:sz w:val="28"/>
          <w:szCs w:val="28"/>
        </w:rPr>
        <w:t>.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2.6. </w:t>
      </w:r>
      <w:r>
        <w:rPr>
          <w:sz w:val="28"/>
          <w:szCs w:val="28"/>
        </w:rPr>
        <w:t>Исчерпывающий п</w:t>
      </w:r>
      <w:r w:rsidRPr="000A2B39">
        <w:rPr>
          <w:sz w:val="28"/>
          <w:szCs w:val="28"/>
        </w:rPr>
        <w:t>еречень документов, необходимых для предоставления муниципальной услуги.</w:t>
      </w:r>
    </w:p>
    <w:p w:rsidR="002214B8" w:rsidRPr="00AB49B1" w:rsidRDefault="002214B8" w:rsidP="000507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2.6.1. Исчерпывающий перечень документов, которые заявитель должен представить самостоятельно для выдачи разрешения на использование </w:t>
      </w:r>
      <w:r>
        <w:rPr>
          <w:sz w:val="28"/>
          <w:szCs w:val="28"/>
        </w:rPr>
        <w:t xml:space="preserve">земель или </w:t>
      </w:r>
      <w:r w:rsidRPr="00AB49B1">
        <w:rPr>
          <w:sz w:val="28"/>
          <w:szCs w:val="28"/>
        </w:rPr>
        <w:t xml:space="preserve">земельных </w:t>
      </w:r>
      <w:r w:rsidRPr="0038244D">
        <w:rPr>
          <w:sz w:val="28"/>
          <w:szCs w:val="28"/>
        </w:rPr>
        <w:t>участков (далее – разрешение):</w:t>
      </w:r>
    </w:p>
    <w:p w:rsidR="002214B8" w:rsidRPr="00AB49B1" w:rsidRDefault="002214B8" w:rsidP="0020205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1) заявление о выдаче разрешения по форме согласно приложению к настоящему административному регламенту, в котором должны быть указаны:</w:t>
      </w:r>
    </w:p>
    <w:p w:rsidR="002214B8" w:rsidRPr="00AB49B1" w:rsidRDefault="002214B8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2214B8" w:rsidRPr="00AB49B1" w:rsidRDefault="002214B8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2214B8" w:rsidRPr="00AB49B1" w:rsidRDefault="002214B8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2214B8" w:rsidRPr="00AB49B1" w:rsidRDefault="002214B8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2214B8" w:rsidRPr="00AB49B1" w:rsidRDefault="002214B8" w:rsidP="002020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д) предполагаемые цели использования земель или земельного участка в соответствии с </w:t>
      </w:r>
      <w:hyperlink r:id="rId10" w:history="1">
        <w:r w:rsidRPr="00AB49B1">
          <w:rPr>
            <w:sz w:val="28"/>
            <w:szCs w:val="28"/>
          </w:rPr>
          <w:t>пунктом 1 статьи 39.34</w:t>
        </w:r>
      </w:hyperlink>
      <w:r w:rsidRPr="00AB49B1">
        <w:rPr>
          <w:sz w:val="28"/>
          <w:szCs w:val="28"/>
        </w:rPr>
        <w:t xml:space="preserve"> Земельного кодекса Российской Федерации;</w:t>
      </w:r>
    </w:p>
    <w:p w:rsidR="002214B8" w:rsidRPr="00AB49B1" w:rsidRDefault="002214B8" w:rsidP="002020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2214B8" w:rsidRPr="00AB49B1" w:rsidRDefault="002214B8" w:rsidP="002020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ж) срок использования земель или земельного участка (в пределах сроков, установленных </w:t>
      </w:r>
      <w:hyperlink r:id="rId11" w:history="1">
        <w:r w:rsidRPr="00AB49B1">
          <w:rPr>
            <w:sz w:val="28"/>
            <w:szCs w:val="28"/>
          </w:rPr>
          <w:t>пунктом 1 статьи 39.34</w:t>
        </w:r>
      </w:hyperlink>
      <w:r w:rsidRPr="00AB49B1">
        <w:rPr>
          <w:sz w:val="28"/>
          <w:szCs w:val="28"/>
        </w:rPr>
        <w:t xml:space="preserve"> Земельного кодекса Российской Федерации).</w:t>
      </w:r>
    </w:p>
    <w:p w:rsidR="002214B8" w:rsidRPr="00AB49B1" w:rsidRDefault="002214B8" w:rsidP="00120B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2) копии документов, удостоверяющих личность заявителя и представителя заявителя, и документа, подтверждающего полномочия представителя заявителя в случае, если заявление подается представителем заявителя;</w:t>
      </w:r>
    </w:p>
    <w:p w:rsidR="002214B8" w:rsidRPr="00646E91" w:rsidRDefault="002214B8" w:rsidP="00DF25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B49B1">
        <w:rPr>
          <w:sz w:val="28"/>
          <w:szCs w:val="28"/>
        </w:rPr>
        <w:t xml:space="preserve">3)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</w:t>
      </w:r>
      <w:r w:rsidRPr="00646E91">
        <w:rPr>
          <w:sz w:val="28"/>
          <w:szCs w:val="28"/>
        </w:rPr>
        <w:t>Единого государственного реестра недвижимости).</w:t>
      </w:r>
    </w:p>
    <w:p w:rsidR="002214B8" w:rsidRPr="00646E91" w:rsidRDefault="002214B8" w:rsidP="00DF255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2.6.2. Исчерпывающий перечень документов, которые заявитель вправе представить по собственной инициативе:</w:t>
      </w:r>
    </w:p>
    <w:p w:rsidR="002214B8" w:rsidRDefault="002214B8" w:rsidP="00DF255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1) выписка из Единого государственного реестра недвижимости об объекте недвижимости;</w:t>
      </w:r>
    </w:p>
    <w:p w:rsidR="002214B8" w:rsidRDefault="002214B8" w:rsidP="001F378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копия лицензии, удостоверяющей право проведения работ по геологическому изучению недр (подлинник для ознакомления);</w:t>
      </w:r>
    </w:p>
    <w:p w:rsidR="002214B8" w:rsidRPr="0057432C" w:rsidRDefault="002214B8" w:rsidP="001F378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1688C">
        <w:rPr>
          <w:sz w:val="28"/>
          <w:szCs w:val="28"/>
        </w:rPr>
        <w:t>) иные документы</w:t>
      </w:r>
      <w:r>
        <w:rPr>
          <w:sz w:val="28"/>
          <w:szCs w:val="28"/>
        </w:rPr>
        <w:t xml:space="preserve">, подтверждающие основания для использования земель или земельного участка в </w:t>
      </w:r>
      <w:r w:rsidRPr="0057432C">
        <w:rPr>
          <w:sz w:val="28"/>
          <w:szCs w:val="28"/>
        </w:rPr>
        <w:t xml:space="preserve">целях, предусмотренных </w:t>
      </w:r>
      <w:hyperlink r:id="rId12" w:history="1">
        <w:r w:rsidRPr="0057432C">
          <w:rPr>
            <w:sz w:val="28"/>
            <w:szCs w:val="28"/>
          </w:rPr>
          <w:t>пунктом 1 статьи 39.34</w:t>
        </w:r>
      </w:hyperlink>
      <w:r w:rsidRPr="0057432C">
        <w:rPr>
          <w:sz w:val="28"/>
          <w:szCs w:val="28"/>
        </w:rPr>
        <w:t xml:space="preserve"> Земельного кодекса Российской Федерации.</w:t>
      </w:r>
    </w:p>
    <w:p w:rsidR="002214B8" w:rsidRDefault="002214B8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41A9">
        <w:rPr>
          <w:sz w:val="28"/>
          <w:szCs w:val="28"/>
        </w:rPr>
        <w:t>2.6.</w:t>
      </w:r>
      <w:r>
        <w:rPr>
          <w:sz w:val="28"/>
          <w:szCs w:val="28"/>
        </w:rPr>
        <w:t>3</w:t>
      </w:r>
      <w:r w:rsidRPr="00E041A9">
        <w:rPr>
          <w:sz w:val="28"/>
          <w:szCs w:val="28"/>
        </w:rPr>
        <w:t>. Заявлени</w:t>
      </w:r>
      <w:r>
        <w:rPr>
          <w:sz w:val="28"/>
          <w:szCs w:val="28"/>
        </w:rPr>
        <w:t>е</w:t>
      </w:r>
      <w:r w:rsidRPr="00E041A9">
        <w:rPr>
          <w:sz w:val="28"/>
          <w:szCs w:val="28"/>
        </w:rPr>
        <w:t xml:space="preserve"> и документы, указанные в пункт</w:t>
      </w:r>
      <w:r>
        <w:rPr>
          <w:sz w:val="28"/>
          <w:szCs w:val="28"/>
        </w:rPr>
        <w:t xml:space="preserve">ах 2.6.1 и 2.6.2 </w:t>
      </w:r>
      <w:r w:rsidRPr="00E041A9">
        <w:rPr>
          <w:sz w:val="28"/>
          <w:szCs w:val="28"/>
        </w:rPr>
        <w:t>настоящего административного регламента, могут быть представлены заявителями по их выбору в уполномоченный орган или МФЦ лично</w:t>
      </w:r>
      <w:r>
        <w:rPr>
          <w:sz w:val="28"/>
          <w:szCs w:val="28"/>
        </w:rPr>
        <w:t>,</w:t>
      </w:r>
      <w:r w:rsidRPr="00E041A9">
        <w:rPr>
          <w:sz w:val="28"/>
          <w:szCs w:val="28"/>
        </w:rPr>
        <w:t xml:space="preserve"> либо направлены посредством почтовой связи на бумажном носител</w:t>
      </w:r>
      <w:r>
        <w:rPr>
          <w:sz w:val="28"/>
          <w:szCs w:val="28"/>
        </w:rPr>
        <w:t>е</w:t>
      </w:r>
      <w:r w:rsidRPr="00E041A9">
        <w:rPr>
          <w:sz w:val="28"/>
          <w:szCs w:val="28"/>
        </w:rPr>
        <w:t xml:space="preserve">, </w:t>
      </w:r>
      <w:r>
        <w:rPr>
          <w:sz w:val="28"/>
          <w:szCs w:val="28"/>
        </w:rPr>
        <w:t>либо</w:t>
      </w:r>
      <w:r w:rsidRPr="0053462E">
        <w:rPr>
          <w:sz w:val="28"/>
          <w:szCs w:val="28"/>
        </w:rPr>
        <w:t xml:space="preserve"> посредством заполнения электронной формы </w:t>
      </w:r>
      <w:r w:rsidRPr="00550E4C">
        <w:rPr>
          <w:sz w:val="28"/>
          <w:szCs w:val="28"/>
        </w:rPr>
        <w:t xml:space="preserve">запроса на Едином портале государственных и муниципальных услуг, </w:t>
      </w:r>
      <w:r w:rsidRPr="002B4DA3">
        <w:rPr>
          <w:sz w:val="28"/>
          <w:szCs w:val="28"/>
        </w:rPr>
        <w:t>портале государственных и муниципальных услуг Волгоградской области,</w:t>
      </w:r>
      <w:r w:rsidRPr="00550E4C">
        <w:rPr>
          <w:sz w:val="28"/>
          <w:szCs w:val="28"/>
        </w:rPr>
        <w:t xml:space="preserve"> официальном сайте уполномоченного органа. </w:t>
      </w:r>
    </w:p>
    <w:p w:rsidR="002214B8" w:rsidRPr="000A2B39" w:rsidRDefault="002214B8" w:rsidP="00F335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2214B8" w:rsidRPr="00B56CB1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Копии документов должны быть заверены в установленном законодательством порядке или представлены с предъявлением </w:t>
      </w:r>
      <w:r w:rsidRPr="00B56CB1">
        <w:rPr>
          <w:sz w:val="28"/>
          <w:szCs w:val="28"/>
        </w:rPr>
        <w:t>подлинников.</w:t>
      </w:r>
    </w:p>
    <w:p w:rsidR="002214B8" w:rsidRPr="00646E91" w:rsidRDefault="002214B8" w:rsidP="003B041C">
      <w:pPr>
        <w:pStyle w:val="ConsPlusNormal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46E91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документов.</w:t>
      </w:r>
    </w:p>
    <w:p w:rsidR="002214B8" w:rsidRPr="00646E91" w:rsidRDefault="002214B8" w:rsidP="003B04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E91">
        <w:rPr>
          <w:sz w:val="28"/>
          <w:szCs w:val="28"/>
        </w:rPr>
        <w:t xml:space="preserve">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13" w:history="1">
        <w:r w:rsidRPr="00646E91">
          <w:rPr>
            <w:sz w:val="28"/>
            <w:szCs w:val="28"/>
          </w:rPr>
          <w:t>статьей 11</w:t>
        </w:r>
      </w:hyperlink>
      <w:r w:rsidRPr="00646E91">
        <w:rPr>
          <w:sz w:val="28"/>
          <w:szCs w:val="28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2214B8" w:rsidRPr="00646E91" w:rsidRDefault="002214B8" w:rsidP="003B04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E91">
        <w:rPr>
          <w:sz w:val="28"/>
          <w:szCs w:val="28"/>
        </w:rPr>
        <w:t xml:space="preserve">       В случае если причины, по которым заявителю было отказано                       в  приеме документов для предоставления муниципальной услуги,                       в последующем были устранены, заявитель вправе вновь обратиться за предоставлением муниципальной услуги.</w:t>
      </w:r>
    </w:p>
    <w:p w:rsidR="002214B8" w:rsidRPr="00646E91" w:rsidRDefault="002214B8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2.8. Исчерпывающий перечень оснований для приостановления предоставления муниципальной услуги или отказа предоставления муниципальной услуги.</w:t>
      </w:r>
    </w:p>
    <w:p w:rsidR="002214B8" w:rsidRDefault="002214B8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214B8" w:rsidRPr="00B56CB1" w:rsidRDefault="002214B8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6CB1">
        <w:rPr>
          <w:sz w:val="28"/>
          <w:szCs w:val="28"/>
        </w:rPr>
        <w:t>Решение об отказе в выдаче разрешения принимается в случае, если:</w:t>
      </w:r>
    </w:p>
    <w:p w:rsidR="002214B8" w:rsidRPr="00B1121F" w:rsidRDefault="002214B8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6CB1">
        <w:rPr>
          <w:sz w:val="28"/>
          <w:szCs w:val="28"/>
        </w:rPr>
        <w:t>1) заявление подано с нарушением требований, установленных пунктом 2.6.1 настоящего административного регламента;</w:t>
      </w:r>
    </w:p>
    <w:p w:rsidR="002214B8" w:rsidRPr="00B1121F" w:rsidRDefault="002214B8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1121F">
        <w:rPr>
          <w:sz w:val="28"/>
          <w:szCs w:val="28"/>
        </w:rPr>
        <w:t xml:space="preserve">2)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14" w:history="1">
        <w:r w:rsidRPr="00B1121F">
          <w:rPr>
            <w:sz w:val="28"/>
            <w:szCs w:val="28"/>
          </w:rPr>
          <w:t>пунктом 1 статьи 39.34</w:t>
        </w:r>
      </w:hyperlink>
      <w:r w:rsidRPr="00B1121F">
        <w:rPr>
          <w:sz w:val="28"/>
          <w:szCs w:val="28"/>
        </w:rPr>
        <w:t xml:space="preserve"> Земельного кодекса Российской Федерации;</w:t>
      </w:r>
    </w:p>
    <w:p w:rsidR="002214B8" w:rsidRPr="00B1121F" w:rsidRDefault="002214B8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1121F">
        <w:rPr>
          <w:sz w:val="28"/>
          <w:szCs w:val="28"/>
        </w:rPr>
        <w:t>3) земельный участок, на использование которого испрашивается разрешение, предоставлен физическому или юридическому лицу.</w:t>
      </w:r>
    </w:p>
    <w:p w:rsidR="002214B8" w:rsidRPr="000A2B39" w:rsidRDefault="002214B8" w:rsidP="00930B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A2B39">
        <w:rPr>
          <w:sz w:val="28"/>
          <w:szCs w:val="28"/>
        </w:rPr>
        <w:t xml:space="preserve">. Муниципальная услуга предоставляется </w:t>
      </w:r>
      <w:r w:rsidRPr="007B4D83">
        <w:rPr>
          <w:sz w:val="28"/>
          <w:szCs w:val="28"/>
        </w:rPr>
        <w:t>бесплатно.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0A2B39">
        <w:rPr>
          <w:sz w:val="28"/>
          <w:szCs w:val="28"/>
        </w:rPr>
        <w:t>. Максимальное время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2214B8" w:rsidRPr="00044B1C" w:rsidRDefault="002214B8" w:rsidP="00044B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044B1C">
        <w:rPr>
          <w:sz w:val="28"/>
          <w:szCs w:val="28"/>
        </w:rPr>
        <w:t xml:space="preserve"> 2.11. Срок регистрации заявления и прилагаемых к нему документов составляет:</w:t>
      </w:r>
    </w:p>
    <w:p w:rsidR="002214B8" w:rsidRPr="007C1E94" w:rsidRDefault="002214B8" w:rsidP="00044B1C">
      <w:pPr>
        <w:pStyle w:val="EndnoteText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       - на личном п</w:t>
      </w:r>
      <w:r>
        <w:rPr>
          <w:sz w:val="28"/>
          <w:szCs w:val="28"/>
        </w:rPr>
        <w:t>риеме граждан  –  не  более 20</w:t>
      </w:r>
      <w:r w:rsidRPr="007C1E94">
        <w:rPr>
          <w:sz w:val="28"/>
          <w:szCs w:val="28"/>
        </w:rPr>
        <w:t xml:space="preserve"> минут;</w:t>
      </w:r>
    </w:p>
    <w:p w:rsidR="002214B8" w:rsidRPr="007C1E94" w:rsidRDefault="002214B8" w:rsidP="00044B1C">
      <w:pPr>
        <w:pStyle w:val="EndnoteText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       - при поступлении заявления и документов по по</w:t>
      </w:r>
      <w:r>
        <w:rPr>
          <w:sz w:val="28"/>
          <w:szCs w:val="28"/>
        </w:rPr>
        <w:t>чте или через МФЦ – не более 3</w:t>
      </w:r>
      <w:r w:rsidRPr="007C1E94">
        <w:rPr>
          <w:sz w:val="28"/>
          <w:szCs w:val="28"/>
        </w:rPr>
        <w:t xml:space="preserve"> дней со дня поступления в уполномоченный орган.        </w:t>
      </w:r>
    </w:p>
    <w:p w:rsidR="002214B8" w:rsidRPr="007C1E94" w:rsidRDefault="002214B8" w:rsidP="00044B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61A9D">
        <w:rPr>
          <w:sz w:val="28"/>
          <w:szCs w:val="28"/>
        </w:rPr>
        <w:t>- при поступлении заявления в электронной форме – не позднее 1 рабочего дня со дня поступления заявления в уполномоченный орган.</w:t>
      </w:r>
      <w:r w:rsidRPr="007C1E94">
        <w:rPr>
          <w:sz w:val="28"/>
          <w:szCs w:val="28"/>
        </w:rPr>
        <w:t xml:space="preserve">        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5AF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</w:t>
      </w:r>
      <w:r w:rsidRPr="000A2B39">
        <w:rPr>
          <w:rFonts w:ascii="Times New Roman" w:hAnsi="Times New Roman" w:cs="Times New Roman"/>
          <w:sz w:val="28"/>
          <w:szCs w:val="28"/>
        </w:rPr>
        <w:t xml:space="preserve">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4B8" w:rsidRPr="000A2B39" w:rsidRDefault="002214B8" w:rsidP="00EE44DB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0A2B39">
        <w:rPr>
          <w:sz w:val="28"/>
          <w:szCs w:val="28"/>
        </w:rPr>
        <w:t>.1. Требования к помещениям, в которых предоставляется муниципальная услуга.</w:t>
      </w:r>
    </w:p>
    <w:p w:rsidR="002214B8" w:rsidRPr="000A2B39" w:rsidRDefault="002214B8" w:rsidP="00C93157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2214B8" w:rsidRPr="000A2B39" w:rsidRDefault="002214B8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Помещения уполномоченного органа должны соответствовать санитарно-эпидемиологическим </w:t>
      </w:r>
      <w:hyperlink r:id="rId15" w:history="1">
        <w:r w:rsidRPr="007F7A45">
          <w:rPr>
            <w:rFonts w:ascii="Times New Roman" w:hAnsi="Times New Roman" w:cs="Times New Roman"/>
            <w:sz w:val="28"/>
            <w:szCs w:val="28"/>
          </w:rPr>
          <w:t>правилам и нормативам</w:t>
        </w:r>
      </w:hyperlink>
      <w:r w:rsidRPr="007F7A45">
        <w:rPr>
          <w:rFonts w:ascii="Times New Roman" w:hAnsi="Times New Roman" w:cs="Times New Roman"/>
          <w:sz w:val="28"/>
          <w:szCs w:val="28"/>
        </w:rPr>
        <w:t xml:space="preserve"> "Гигиенические требования к персональным электронно-вычислительным машинам и организации работы. СанПиН 2.2.2/2.4.1340-03" и быть оборудованы средствами</w:t>
      </w:r>
      <w:r w:rsidRPr="000A2B39">
        <w:rPr>
          <w:rFonts w:ascii="Times New Roman" w:hAnsi="Times New Roman" w:cs="Times New Roman"/>
          <w:sz w:val="28"/>
          <w:szCs w:val="28"/>
        </w:rPr>
        <w:t xml:space="preserve"> пожаротушения.</w:t>
      </w:r>
    </w:p>
    <w:p w:rsidR="002214B8" w:rsidRPr="000A2B39" w:rsidRDefault="002214B8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2214B8" w:rsidRPr="000A2B39" w:rsidRDefault="002214B8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.2. Требования к местам ожидания.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стульями, кресельными секциями, скамьями.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.3. Требования к местам приема заявителей.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.4. Требования к информационным стендам.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текст настоящего </w:t>
      </w:r>
      <w:r>
        <w:rPr>
          <w:rFonts w:ascii="Times New Roman" w:hAnsi="Times New Roman" w:cs="Times New Roman"/>
          <w:sz w:val="28"/>
          <w:szCs w:val="28"/>
        </w:rPr>
        <w:t>адм</w:t>
      </w:r>
      <w:r w:rsidRPr="000A2B39">
        <w:rPr>
          <w:rFonts w:ascii="Times New Roman" w:hAnsi="Times New Roman" w:cs="Times New Roman"/>
          <w:sz w:val="28"/>
          <w:szCs w:val="28"/>
        </w:rPr>
        <w:t>инистративного регламента;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информация о порядке исполнения муниципальной услуги;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формы и об</w:t>
      </w:r>
      <w:r>
        <w:rPr>
          <w:rFonts w:ascii="Times New Roman" w:hAnsi="Times New Roman" w:cs="Times New Roman"/>
          <w:sz w:val="28"/>
          <w:szCs w:val="28"/>
        </w:rPr>
        <w:t>разцы документов для заполнения;</w:t>
      </w:r>
    </w:p>
    <w:p w:rsidR="002214B8" w:rsidRPr="000A2B39" w:rsidRDefault="002214B8" w:rsidP="00EE44DB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справочные телефоны;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адреса электронной почты и адреса Интернет-сайтов;</w:t>
      </w:r>
    </w:p>
    <w:p w:rsidR="002214B8" w:rsidRPr="000A2B39" w:rsidRDefault="002214B8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информация о месте личного приема, а также об установленных для личного приема днях и часах.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2214B8" w:rsidRPr="000A2B39" w:rsidRDefault="002214B8" w:rsidP="00DB2497">
      <w:pPr>
        <w:pStyle w:val="ConsPlusNormal"/>
        <w:tabs>
          <w:tab w:val="left" w:pos="50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</w:t>
      </w:r>
      <w:r w:rsidRPr="00E41CBB">
        <w:rPr>
          <w:rFonts w:ascii="Times New Roman" w:hAnsi="Times New Roman" w:cs="Times New Roman"/>
          <w:sz w:val="28"/>
          <w:szCs w:val="28"/>
        </w:rPr>
        <w:t>"Единый портал государственных и муниципальных услуг (функций)" (www.gosuslugi.ru), на официальном портале Губернатора и Администрации Волгоградской области в разделе "Государственные услуги</w:t>
      </w:r>
      <w:r w:rsidRPr="00D63F95">
        <w:rPr>
          <w:rFonts w:ascii="Times New Roman" w:hAnsi="Times New Roman" w:cs="Times New Roman"/>
          <w:sz w:val="28"/>
          <w:szCs w:val="28"/>
        </w:rPr>
        <w:t>" (www.volgograd.ru),</w:t>
      </w:r>
      <w:r w:rsidRPr="007C3002">
        <w:rPr>
          <w:sz w:val="28"/>
          <w:szCs w:val="28"/>
        </w:rPr>
        <w:t xml:space="preserve"> </w:t>
      </w:r>
      <w:r w:rsidRPr="000A2B39">
        <w:rPr>
          <w:rFonts w:ascii="Times New Roman" w:hAnsi="Times New Roman" w:cs="Times New Roman"/>
          <w:sz w:val="28"/>
          <w:szCs w:val="28"/>
        </w:rPr>
        <w:t xml:space="preserve">а также на официальном сайте уполномоченного органа (адрес сайта </w:t>
      </w:r>
      <w:r w:rsidRPr="003B1669">
        <w:rPr>
          <w:color w:val="FF0000"/>
          <w:sz w:val="24"/>
          <w:szCs w:val="24"/>
          <w:lang w:val="en-US"/>
        </w:rPr>
        <w:t>torgunskoe</w:t>
      </w:r>
      <w:r w:rsidRPr="003B1669">
        <w:rPr>
          <w:color w:val="FF0000"/>
          <w:sz w:val="24"/>
          <w:szCs w:val="24"/>
        </w:rPr>
        <w:t>-</w:t>
      </w:r>
      <w:r w:rsidRPr="003B1669">
        <w:rPr>
          <w:color w:val="FF0000"/>
          <w:sz w:val="24"/>
          <w:szCs w:val="24"/>
          <w:lang w:val="en-US"/>
        </w:rPr>
        <w:t>sp</w:t>
      </w:r>
      <w:r w:rsidRPr="003B1669">
        <w:rPr>
          <w:color w:val="FF0000"/>
          <w:sz w:val="24"/>
          <w:szCs w:val="24"/>
        </w:rPr>
        <w:t>.</w:t>
      </w:r>
      <w:r w:rsidRPr="003B1669">
        <w:rPr>
          <w:color w:val="FF0000"/>
          <w:sz w:val="24"/>
          <w:szCs w:val="24"/>
          <w:lang w:val="en-US"/>
        </w:rPr>
        <w:t>ru</w:t>
      </w:r>
      <w:r w:rsidRPr="000032F8">
        <w:rPr>
          <w:color w:val="FF0000"/>
          <w:sz w:val="24"/>
          <w:szCs w:val="24"/>
        </w:rPr>
        <w:t xml:space="preserve"> </w:t>
      </w:r>
      <w:r w:rsidRPr="0085537D">
        <w:rPr>
          <w:sz w:val="24"/>
          <w:szCs w:val="24"/>
        </w:rPr>
        <w:t>)</w:t>
      </w:r>
      <w:r w:rsidRPr="00D62BC5">
        <w:rPr>
          <w:sz w:val="24"/>
          <w:szCs w:val="24"/>
        </w:rPr>
        <w:t xml:space="preserve">, </w:t>
      </w:r>
    </w:p>
    <w:p w:rsidR="002214B8" w:rsidRPr="000A2B39" w:rsidRDefault="002214B8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2214B8" w:rsidRPr="000A2B39" w:rsidRDefault="002214B8" w:rsidP="00EE44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.5. Требования к обеспечению доступности предоставления муниципальной услуги для инвалидов.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В целях обеспечения условий доступности для инвалидов муниципальной услуги должно быть обеспечено: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беспрепятственный вход инвалидов в помещение и выход из него;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допуск сурдопереводчика и тифлосурдопереводчика;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предоставление при необходимости услуги по месту жительства инвалида или в дистанционном режиме;</w:t>
      </w:r>
    </w:p>
    <w:p w:rsidR="002214B8" w:rsidRPr="000A2B39" w:rsidRDefault="002214B8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2214B8" w:rsidRPr="000A2B39" w:rsidRDefault="002214B8" w:rsidP="00EE44DB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2B39">
        <w:rPr>
          <w:rFonts w:ascii="Times New Roman" w:hAnsi="Times New Roman" w:cs="Times New Roman"/>
          <w:sz w:val="28"/>
          <w:szCs w:val="28"/>
        </w:rPr>
        <w:t>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</w:t>
      </w:r>
      <w:r w:rsidRPr="000A2B3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2B39">
        <w:rPr>
          <w:rFonts w:ascii="Times New Roman" w:hAnsi="Times New Roman" w:cs="Times New Roman"/>
          <w:sz w:val="28"/>
          <w:szCs w:val="28"/>
        </w:rPr>
        <w:t xml:space="preserve">уполномоченного органа. </w:t>
      </w:r>
    </w:p>
    <w:p w:rsidR="002214B8" w:rsidRPr="00C70EBB" w:rsidRDefault="002214B8" w:rsidP="00442E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A9D">
        <w:rPr>
          <w:sz w:val="28"/>
          <w:szCs w:val="28"/>
        </w:rPr>
        <w:t>2.14.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</w:t>
      </w:r>
      <w:r w:rsidRPr="00761A9D">
        <w:rPr>
          <w:b/>
          <w:bCs/>
          <w:sz w:val="28"/>
          <w:szCs w:val="28"/>
        </w:rPr>
        <w:t>.</w:t>
      </w:r>
    </w:p>
    <w:p w:rsidR="002214B8" w:rsidRPr="00D6269B" w:rsidRDefault="002214B8" w:rsidP="00B710D7">
      <w:pPr>
        <w:ind w:firstLine="540"/>
        <w:jc w:val="both"/>
        <w:rPr>
          <w:sz w:val="28"/>
          <w:szCs w:val="28"/>
        </w:rPr>
      </w:pPr>
    </w:p>
    <w:p w:rsidR="002214B8" w:rsidRPr="00D6269B" w:rsidRDefault="002214B8" w:rsidP="00B710D7">
      <w:pPr>
        <w:autoSpaceDE w:val="0"/>
        <w:autoSpaceDN w:val="0"/>
        <w:adjustRightInd w:val="0"/>
        <w:ind w:left="900" w:right="771"/>
        <w:jc w:val="center"/>
        <w:outlineLvl w:val="0"/>
        <w:rPr>
          <w:b/>
          <w:bCs/>
          <w:sz w:val="28"/>
          <w:szCs w:val="28"/>
        </w:rPr>
      </w:pPr>
    </w:p>
    <w:p w:rsidR="002214B8" w:rsidRPr="000A2B39" w:rsidRDefault="002214B8" w:rsidP="00BB6D45">
      <w:pPr>
        <w:autoSpaceDE w:val="0"/>
        <w:autoSpaceDN w:val="0"/>
        <w:adjustRightInd w:val="0"/>
        <w:ind w:left="900" w:right="771"/>
        <w:jc w:val="center"/>
        <w:outlineLvl w:val="0"/>
        <w:rPr>
          <w:b/>
          <w:bCs/>
          <w:sz w:val="28"/>
          <w:szCs w:val="28"/>
        </w:rPr>
      </w:pPr>
      <w:r w:rsidRPr="000A2B39">
        <w:rPr>
          <w:b/>
          <w:bCs/>
          <w:sz w:val="28"/>
          <w:szCs w:val="28"/>
        </w:rPr>
        <w:t>3. Состав, последовательность и сроки выполнения 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Pr="004060B6">
        <w:rPr>
          <w:b/>
          <w:bCs/>
          <w:sz w:val="28"/>
          <w:szCs w:val="28"/>
        </w:rPr>
        <w:t>, а также особенности выполнения административных процедур</w:t>
      </w:r>
      <w:r>
        <w:rPr>
          <w:b/>
          <w:bCs/>
          <w:sz w:val="28"/>
          <w:szCs w:val="28"/>
        </w:rPr>
        <w:t xml:space="preserve"> </w:t>
      </w:r>
      <w:r w:rsidRPr="004060B6">
        <w:rPr>
          <w:b/>
          <w:bCs/>
          <w:sz w:val="28"/>
          <w:szCs w:val="28"/>
        </w:rPr>
        <w:t>в МФЦ</w:t>
      </w:r>
    </w:p>
    <w:p w:rsidR="002214B8" w:rsidRPr="000A2B39" w:rsidRDefault="002214B8" w:rsidP="00EE44DB">
      <w:pPr>
        <w:autoSpaceDE w:val="0"/>
        <w:autoSpaceDN w:val="0"/>
        <w:adjustRightInd w:val="0"/>
        <w:ind w:left="900" w:right="771"/>
        <w:jc w:val="center"/>
        <w:outlineLvl w:val="0"/>
        <w:rPr>
          <w:b/>
          <w:bCs/>
          <w:sz w:val="28"/>
          <w:szCs w:val="28"/>
        </w:rPr>
      </w:pPr>
    </w:p>
    <w:p w:rsidR="002214B8" w:rsidRPr="000A2B39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214B8" w:rsidRPr="007C1C61" w:rsidRDefault="002214B8" w:rsidP="00EE44DB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AF4E66">
        <w:rPr>
          <w:sz w:val="28"/>
          <w:szCs w:val="28"/>
        </w:rPr>
        <w:t>1) прием и регистрация заявления и прилагаемых документов, в том числе, поступившего в электронной форме и прилагаемых к нему документов либо отказ в приеме к рассмотрению заявления;</w:t>
      </w:r>
    </w:p>
    <w:p w:rsidR="002214B8" w:rsidRPr="001D22D9" w:rsidRDefault="002214B8" w:rsidP="002F35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22D9">
        <w:rPr>
          <w:sz w:val="28"/>
          <w:szCs w:val="28"/>
        </w:rPr>
        <w:t xml:space="preserve">2) формирование и направление межведомственных запросов документов (информации), необходимых для рассмотрения заявления; </w:t>
      </w:r>
    </w:p>
    <w:p w:rsidR="002214B8" w:rsidRPr="009B3632" w:rsidRDefault="002214B8" w:rsidP="002F40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632">
        <w:rPr>
          <w:sz w:val="28"/>
          <w:szCs w:val="28"/>
        </w:rPr>
        <w:t>3) рассмотрение заявления, принятие решения по итогам рассмотрения;</w:t>
      </w:r>
    </w:p>
    <w:p w:rsidR="002214B8" w:rsidRDefault="002214B8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4B38">
        <w:rPr>
          <w:sz w:val="28"/>
          <w:szCs w:val="28"/>
        </w:rPr>
        <w:t>4) направление (вручение) решения о выдаче (об отказе в выдаче) разрешения.</w:t>
      </w:r>
    </w:p>
    <w:p w:rsidR="002214B8" w:rsidRDefault="002214B8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14B8" w:rsidRPr="0060184B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184B">
        <w:rPr>
          <w:sz w:val="28"/>
          <w:szCs w:val="28"/>
        </w:rPr>
        <w:t>3.1. Прием и регистрация заявления, в том числе, поступившего в электронной форме и прилагаемых к нему документов либо отказ в приеме к рассмотрению заявления</w:t>
      </w:r>
    </w:p>
    <w:p w:rsidR="002214B8" w:rsidRPr="00A1688C" w:rsidRDefault="002214B8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0A2B39">
        <w:rPr>
          <w:sz w:val="28"/>
          <w:szCs w:val="28"/>
        </w:rPr>
        <w:t xml:space="preserve">.1. Основанием для начала административной процедуры является поступление в уполномоченный орган </w:t>
      </w:r>
      <w:r w:rsidRPr="0081537D">
        <w:rPr>
          <w:sz w:val="28"/>
          <w:szCs w:val="28"/>
        </w:rPr>
        <w:t xml:space="preserve">заявления </w:t>
      </w:r>
      <w:r w:rsidRPr="000A2B39">
        <w:rPr>
          <w:sz w:val="28"/>
          <w:szCs w:val="28"/>
        </w:rPr>
        <w:t>и прилагаемых к нему документов</w:t>
      </w:r>
      <w:r>
        <w:rPr>
          <w:sz w:val="28"/>
          <w:szCs w:val="28"/>
        </w:rPr>
        <w:t xml:space="preserve">, предусмотренных </w:t>
      </w:r>
      <w:r w:rsidRPr="00C416A1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C416A1">
        <w:rPr>
          <w:sz w:val="28"/>
          <w:szCs w:val="28"/>
        </w:rPr>
        <w:t xml:space="preserve"> 2.6</w:t>
      </w:r>
      <w:r>
        <w:rPr>
          <w:sz w:val="28"/>
          <w:szCs w:val="28"/>
        </w:rPr>
        <w:t>.1 настоящего административного регламента</w:t>
      </w:r>
      <w:r w:rsidRPr="000A2B39">
        <w:rPr>
          <w:sz w:val="28"/>
          <w:szCs w:val="28"/>
        </w:rPr>
        <w:t xml:space="preserve"> на личном приеме, через МФЦ, почтовым </w:t>
      </w:r>
      <w:r w:rsidRPr="00A1688C">
        <w:rPr>
          <w:sz w:val="28"/>
          <w:szCs w:val="28"/>
        </w:rPr>
        <w:t xml:space="preserve">отправлением или в электронной форме. </w:t>
      </w:r>
    </w:p>
    <w:p w:rsidR="002214B8" w:rsidRPr="00A1688C" w:rsidRDefault="002214B8" w:rsidP="00EE44DB">
      <w:pPr>
        <w:autoSpaceDE w:val="0"/>
        <w:ind w:firstLine="540"/>
        <w:jc w:val="both"/>
        <w:rPr>
          <w:sz w:val="28"/>
          <w:szCs w:val="28"/>
        </w:rPr>
      </w:pPr>
      <w:r w:rsidRPr="00A1688C">
        <w:rPr>
          <w:sz w:val="28"/>
          <w:szCs w:val="28"/>
        </w:rPr>
        <w:t>3.1.2. Прием заявления и прилагаемых к нему документов осуществляет должностное лицо уполномоченного органа, ответственное за предоставление муниципальной услуги.</w:t>
      </w:r>
    </w:p>
    <w:p w:rsidR="002214B8" w:rsidRPr="007C1E94" w:rsidRDefault="002214B8" w:rsidP="00FA3E7C">
      <w:pPr>
        <w:autoSpaceDE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3.1.3.</w:t>
      </w:r>
      <w:r w:rsidRPr="007C1E94">
        <w:rPr>
          <w:i/>
          <w:iCs/>
          <w:sz w:val="28"/>
          <w:szCs w:val="28"/>
        </w:rPr>
        <w:t xml:space="preserve"> </w:t>
      </w:r>
      <w:r w:rsidRPr="007C1E94">
        <w:rPr>
          <w:sz w:val="28"/>
          <w:szCs w:val="28"/>
        </w:rPr>
        <w:t>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настоящего административного регламента пакета документов.</w:t>
      </w:r>
    </w:p>
    <w:p w:rsidR="002214B8" w:rsidRDefault="002214B8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</w:t>
      </w:r>
      <w:r>
        <w:rPr>
          <w:sz w:val="28"/>
          <w:szCs w:val="28"/>
        </w:rPr>
        <w:t xml:space="preserve"> </w:t>
      </w:r>
      <w:r w:rsidRPr="007C1E94">
        <w:rPr>
          <w:sz w:val="28"/>
          <w:szCs w:val="28"/>
        </w:rPr>
        <w:t>В случае предоставления документов через МФЦ расписка выдается указанным МФЦ.</w:t>
      </w:r>
      <w:r>
        <w:rPr>
          <w:sz w:val="28"/>
          <w:szCs w:val="28"/>
        </w:rPr>
        <w:t xml:space="preserve"> </w:t>
      </w:r>
    </w:p>
    <w:p w:rsidR="002214B8" w:rsidRPr="0036541D" w:rsidRDefault="002214B8" w:rsidP="00FA3E7C">
      <w:pPr>
        <w:pStyle w:val="ConsPlusNonformat"/>
        <w:ind w:right="-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2214B8" w:rsidRPr="007C1E94" w:rsidRDefault="002214B8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2214B8" w:rsidRPr="007C1E94" w:rsidRDefault="002214B8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2214B8" w:rsidRPr="007C1E94" w:rsidRDefault="002214B8" w:rsidP="00FA3E7C">
      <w:pPr>
        <w:autoSpaceDE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2214B8" w:rsidRPr="004A1D9E" w:rsidRDefault="002214B8" w:rsidP="00FA3E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61B5">
        <w:rPr>
          <w:sz w:val="28"/>
          <w:szCs w:val="28"/>
        </w:rPr>
        <w:t xml:space="preserve">        </w:t>
      </w:r>
      <w:r w:rsidRPr="004A1D9E">
        <w:rPr>
          <w:sz w:val="28"/>
          <w:szCs w:val="28"/>
        </w:rPr>
        <w:t xml:space="preserve"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</w:t>
      </w:r>
      <w:hyperlink r:id="rId16" w:history="1">
        <w:r w:rsidRPr="004A1D9E">
          <w:rPr>
            <w:sz w:val="28"/>
            <w:szCs w:val="28"/>
          </w:rPr>
          <w:t>статье 11</w:t>
        </w:r>
      </w:hyperlink>
      <w:r w:rsidRPr="004A1D9E">
        <w:rPr>
          <w:sz w:val="28"/>
          <w:szCs w:val="28"/>
        </w:rPr>
        <w:t xml:space="preserve"> Федерального закона "Об электронной подписи".</w:t>
      </w:r>
    </w:p>
    <w:p w:rsidR="002214B8" w:rsidRDefault="002214B8" w:rsidP="00FA3E7C">
      <w:pPr>
        <w:autoSpaceDE w:val="0"/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17" w:history="1">
        <w:r w:rsidRPr="004A1D9E">
          <w:rPr>
            <w:sz w:val="28"/>
            <w:szCs w:val="28"/>
          </w:rPr>
          <w:t>статьи 11</w:t>
        </w:r>
      </w:hyperlink>
      <w:r w:rsidRPr="004A1D9E">
        <w:rPr>
          <w:sz w:val="28"/>
          <w:szCs w:val="28"/>
        </w:rPr>
        <w:t xml:space="preserve">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</w:t>
      </w:r>
      <w:hyperlink r:id="rId18" w:history="1">
        <w:r w:rsidRPr="004A1D9E">
          <w:rPr>
            <w:sz w:val="28"/>
            <w:szCs w:val="28"/>
          </w:rPr>
          <w:t>системе</w:t>
        </w:r>
      </w:hyperlink>
      <w:r w:rsidRPr="004A1D9E">
        <w:rPr>
          <w:sz w:val="28"/>
          <w:szCs w:val="28"/>
        </w:rPr>
        <w:t xml:space="preserve"> «Единый портал государственных и муниципальных услуг (функций)».</w:t>
      </w:r>
      <w:r w:rsidRPr="007C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2214B8" w:rsidRPr="007C1E94" w:rsidRDefault="002214B8" w:rsidP="00FA3E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7C1E94">
        <w:rPr>
          <w:sz w:val="28"/>
          <w:szCs w:val="28"/>
        </w:rPr>
        <w:t>3.1.</w:t>
      </w:r>
      <w:r>
        <w:rPr>
          <w:sz w:val="28"/>
          <w:szCs w:val="28"/>
        </w:rPr>
        <w:t>6</w:t>
      </w:r>
      <w:r w:rsidRPr="007C1E94">
        <w:rPr>
          <w:sz w:val="28"/>
          <w:szCs w:val="28"/>
        </w:rPr>
        <w:t>. Максимальный срок исполнения административной процедуры:</w:t>
      </w:r>
    </w:p>
    <w:p w:rsidR="002214B8" w:rsidRPr="007C1E94" w:rsidRDefault="002214B8" w:rsidP="00FA3E7C">
      <w:pPr>
        <w:pStyle w:val="EndnoteText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Прием и регистрация документов осуществляется:</w:t>
      </w:r>
    </w:p>
    <w:p w:rsidR="002214B8" w:rsidRPr="007C1E94" w:rsidRDefault="002214B8" w:rsidP="00FA3E7C">
      <w:pPr>
        <w:pStyle w:val="EndnoteText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- на личном п</w:t>
      </w:r>
      <w:r>
        <w:rPr>
          <w:sz w:val="28"/>
          <w:szCs w:val="28"/>
        </w:rPr>
        <w:t>риеме граждан  –  не  более 20</w:t>
      </w:r>
      <w:r w:rsidRPr="007C1E94">
        <w:rPr>
          <w:sz w:val="28"/>
          <w:szCs w:val="28"/>
        </w:rPr>
        <w:t xml:space="preserve"> минут;</w:t>
      </w:r>
    </w:p>
    <w:p w:rsidR="002214B8" w:rsidRPr="007C1E94" w:rsidRDefault="002214B8" w:rsidP="00FA3E7C">
      <w:pPr>
        <w:pStyle w:val="EndnoteText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- при поступлении заявления и документов по по</w:t>
      </w:r>
      <w:r>
        <w:rPr>
          <w:sz w:val="28"/>
          <w:szCs w:val="28"/>
        </w:rPr>
        <w:t>чте или через МФЦ – не более 3</w:t>
      </w:r>
      <w:r w:rsidRPr="007C1E94">
        <w:rPr>
          <w:sz w:val="28"/>
          <w:szCs w:val="28"/>
        </w:rPr>
        <w:t xml:space="preserve"> дней со дня поступления в уполномоченный орган;</w:t>
      </w:r>
    </w:p>
    <w:p w:rsidR="002214B8" w:rsidRPr="004A1D9E" w:rsidRDefault="002214B8" w:rsidP="00FA3E7C">
      <w:pPr>
        <w:pStyle w:val="EndnoteText"/>
        <w:ind w:firstLine="60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- при поступлении заявления в электронной форме – 1 рабочий день.</w:t>
      </w:r>
    </w:p>
    <w:p w:rsidR="002214B8" w:rsidRPr="004A1D9E" w:rsidRDefault="002214B8" w:rsidP="00FA3E7C">
      <w:pPr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2214B8" w:rsidRPr="004A1D9E" w:rsidRDefault="002214B8" w:rsidP="00D86A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3.1.7. Результатом исполнения административной процедуры является:</w:t>
      </w:r>
    </w:p>
    <w:p w:rsidR="002214B8" w:rsidRPr="004A1D9E" w:rsidRDefault="002214B8" w:rsidP="00D86A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2214B8" w:rsidRPr="007C1E94" w:rsidRDefault="002214B8" w:rsidP="00D86A1E">
      <w:pPr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- направление уведомления об отказе в приеме к рассмотрению заявления.</w:t>
      </w:r>
    </w:p>
    <w:p w:rsidR="002214B8" w:rsidRPr="0060184B" w:rsidRDefault="002214B8" w:rsidP="004979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184B">
        <w:rPr>
          <w:sz w:val="28"/>
          <w:szCs w:val="28"/>
        </w:rPr>
        <w:t xml:space="preserve"> 3.2. Формирование и направление межведомственных запросов документов (информации), необходимых для рассмотрения заявления.</w:t>
      </w:r>
    </w:p>
    <w:p w:rsidR="002214B8" w:rsidRPr="00A87D4C" w:rsidRDefault="002214B8" w:rsidP="0060657D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A87D4C">
        <w:rPr>
          <w:sz w:val="28"/>
          <w:szCs w:val="28"/>
        </w:rPr>
        <w:t>.1. Основанием для начала административной процедуры является непредставление заявителем по собственной инициативе документов, предусмотренных пунктом 2.6.</w:t>
      </w:r>
      <w:r>
        <w:rPr>
          <w:sz w:val="28"/>
          <w:szCs w:val="28"/>
        </w:rPr>
        <w:t>2</w:t>
      </w:r>
      <w:r w:rsidRPr="00A87D4C">
        <w:rPr>
          <w:sz w:val="28"/>
          <w:szCs w:val="28"/>
        </w:rPr>
        <w:t xml:space="preserve"> настоящего административного регламента.</w:t>
      </w:r>
    </w:p>
    <w:p w:rsidR="002214B8" w:rsidRDefault="002214B8" w:rsidP="0060657D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A87D4C">
        <w:rPr>
          <w:sz w:val="28"/>
          <w:szCs w:val="28"/>
        </w:rPr>
        <w:t>.2. В случае если документы (информация), предусмотренные пунктом 2.6.</w:t>
      </w:r>
      <w:r>
        <w:rPr>
          <w:sz w:val="28"/>
          <w:szCs w:val="28"/>
        </w:rPr>
        <w:t>2</w:t>
      </w:r>
      <w:r w:rsidRPr="00A87D4C">
        <w:rPr>
          <w:sz w:val="28"/>
          <w:szCs w:val="28"/>
        </w:rPr>
        <w:t xml:space="preserve"> настоящего административного регламента, не были представлены заявителем по</w:t>
      </w:r>
      <w:r>
        <w:rPr>
          <w:sz w:val="28"/>
          <w:szCs w:val="28"/>
        </w:rPr>
        <w:t xml:space="preserve"> собственной инициативе, д</w:t>
      </w:r>
      <w:r w:rsidRPr="004E3CA4">
        <w:rPr>
          <w:sz w:val="28"/>
          <w:szCs w:val="28"/>
        </w:rPr>
        <w:t>олжностное лицо</w:t>
      </w:r>
      <w:r>
        <w:rPr>
          <w:sz w:val="28"/>
          <w:szCs w:val="28"/>
        </w:rPr>
        <w:t xml:space="preserve"> уполномоченного органа</w:t>
      </w:r>
      <w:r w:rsidRPr="004E3CA4">
        <w:rPr>
          <w:sz w:val="28"/>
          <w:szCs w:val="28"/>
        </w:rPr>
        <w:t>, ответственное за предоставление муниципальной услуги</w:t>
      </w:r>
      <w:r>
        <w:rPr>
          <w:sz w:val="28"/>
          <w:szCs w:val="28"/>
        </w:rPr>
        <w:t>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  <w:r w:rsidRPr="004E3CA4">
        <w:rPr>
          <w:sz w:val="28"/>
          <w:szCs w:val="28"/>
        </w:rPr>
        <w:t xml:space="preserve"> </w:t>
      </w:r>
    </w:p>
    <w:p w:rsidR="002214B8" w:rsidRDefault="002214B8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3.2.3. </w:t>
      </w:r>
      <w:r w:rsidRPr="000A2B39">
        <w:rPr>
          <w:sz w:val="28"/>
          <w:szCs w:val="28"/>
        </w:rPr>
        <w:t>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0A2B3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ого</w:t>
      </w:r>
      <w:r w:rsidRPr="000A2B3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0A2B39">
        <w:rPr>
          <w:sz w:val="28"/>
          <w:szCs w:val="28"/>
        </w:rPr>
        <w:t>.</w:t>
      </w:r>
    </w:p>
    <w:p w:rsidR="002214B8" w:rsidRPr="000A2B39" w:rsidRDefault="002214B8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2.4</w:t>
      </w:r>
      <w:r w:rsidRPr="000A2B39">
        <w:rPr>
          <w:sz w:val="28"/>
          <w:szCs w:val="28"/>
        </w:rPr>
        <w:t>. Максимальный срок исполнения административной процедуры -  3</w:t>
      </w:r>
      <w:r>
        <w:rPr>
          <w:sz w:val="26"/>
          <w:szCs w:val="26"/>
        </w:rPr>
        <w:t xml:space="preserve"> </w:t>
      </w:r>
      <w:r w:rsidRPr="000A2B39">
        <w:rPr>
          <w:sz w:val="28"/>
          <w:szCs w:val="28"/>
        </w:rPr>
        <w:t>дня со дня окончания приема документов и регистрации заявления.</w:t>
      </w:r>
    </w:p>
    <w:p w:rsidR="002214B8" w:rsidRDefault="002214B8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2.5</w:t>
      </w:r>
      <w:r w:rsidRPr="000A2B39">
        <w:rPr>
          <w:sz w:val="28"/>
          <w:szCs w:val="28"/>
        </w:rPr>
        <w:t>. Результатом исполнения административной процедуры является</w:t>
      </w:r>
      <w:r>
        <w:rPr>
          <w:sz w:val="28"/>
          <w:szCs w:val="28"/>
        </w:rPr>
        <w:t xml:space="preserve"> формирование и</w:t>
      </w:r>
      <w:r w:rsidRPr="000A2B39">
        <w:rPr>
          <w:sz w:val="28"/>
          <w:szCs w:val="28"/>
        </w:rPr>
        <w:t xml:space="preserve"> направление межведомственных запросов</w:t>
      </w:r>
      <w:r>
        <w:rPr>
          <w:sz w:val="28"/>
          <w:szCs w:val="28"/>
        </w:rPr>
        <w:t xml:space="preserve"> документов (информации)</w:t>
      </w:r>
      <w:r w:rsidRPr="000A2B39">
        <w:rPr>
          <w:sz w:val="28"/>
          <w:szCs w:val="28"/>
        </w:rPr>
        <w:t>.</w:t>
      </w:r>
    </w:p>
    <w:p w:rsidR="002214B8" w:rsidRPr="003410A9" w:rsidRDefault="002214B8" w:rsidP="00CC5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10A9">
        <w:rPr>
          <w:sz w:val="28"/>
          <w:szCs w:val="28"/>
        </w:rPr>
        <w:t>3.3. Рассмотрение заявления, принятие решения по итогам рассмотрения.</w:t>
      </w:r>
    </w:p>
    <w:p w:rsidR="002214B8" w:rsidRDefault="002214B8" w:rsidP="00830D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5C0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F35C0">
        <w:rPr>
          <w:sz w:val="28"/>
          <w:szCs w:val="28"/>
        </w:rPr>
        <w:t>.1. Основанием для начала выполнения административной процедуры</w:t>
      </w:r>
      <w:r>
        <w:rPr>
          <w:sz w:val="28"/>
          <w:szCs w:val="28"/>
        </w:rPr>
        <w:t xml:space="preserve"> является </w:t>
      </w:r>
      <w:r w:rsidRPr="000A2B39">
        <w:rPr>
          <w:sz w:val="28"/>
          <w:szCs w:val="28"/>
        </w:rPr>
        <w:t>получение должностным лицом уполномоченного органа, ответственн</w:t>
      </w:r>
      <w:r>
        <w:rPr>
          <w:sz w:val="28"/>
          <w:szCs w:val="28"/>
        </w:rPr>
        <w:t>ым</w:t>
      </w:r>
      <w:r w:rsidRPr="000A2B39">
        <w:rPr>
          <w:sz w:val="28"/>
          <w:szCs w:val="28"/>
        </w:rPr>
        <w:t xml:space="preserve"> за предоставление муниципальной услуги, всех документов (информации)</w:t>
      </w:r>
      <w:r>
        <w:rPr>
          <w:sz w:val="28"/>
          <w:szCs w:val="28"/>
        </w:rPr>
        <w:t>,</w:t>
      </w:r>
      <w:r w:rsidRPr="000A2B39">
        <w:rPr>
          <w:sz w:val="28"/>
          <w:szCs w:val="28"/>
        </w:rPr>
        <w:t xml:space="preserve"> необходимых для предоставления муниципальной услуги.</w:t>
      </w:r>
    </w:p>
    <w:p w:rsidR="002214B8" w:rsidRDefault="002214B8" w:rsidP="007B5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r w:rsidRPr="000A2B39">
        <w:rPr>
          <w:sz w:val="28"/>
          <w:szCs w:val="28"/>
        </w:rPr>
        <w:t xml:space="preserve">Должностное лицо уполномоченного органа, ответственное за предоставление муниципальной услуги, проводит проверку правильности оформления и полноты содержания документов, необходимых для предоставления муниципальной услуги, на предмет их соответствия требованиям действующего законодательства и выявляет наличие либо отсутствие оснований </w:t>
      </w:r>
      <w:r w:rsidRPr="0064515D">
        <w:rPr>
          <w:sz w:val="28"/>
          <w:szCs w:val="28"/>
        </w:rPr>
        <w:t>для отказа в</w:t>
      </w:r>
      <w:r>
        <w:rPr>
          <w:sz w:val="28"/>
          <w:szCs w:val="28"/>
        </w:rPr>
        <w:t xml:space="preserve"> выдаче разрешения</w:t>
      </w:r>
      <w:r w:rsidRPr="0064515D">
        <w:rPr>
          <w:sz w:val="28"/>
          <w:szCs w:val="28"/>
        </w:rPr>
        <w:t xml:space="preserve">, </w:t>
      </w:r>
      <w:r w:rsidRPr="00027199">
        <w:rPr>
          <w:sz w:val="28"/>
          <w:szCs w:val="28"/>
        </w:rPr>
        <w:t>предусмотренн</w:t>
      </w:r>
      <w:r>
        <w:rPr>
          <w:sz w:val="28"/>
          <w:szCs w:val="28"/>
        </w:rPr>
        <w:t>ых</w:t>
      </w:r>
      <w:r w:rsidRPr="00027199">
        <w:rPr>
          <w:sz w:val="28"/>
          <w:szCs w:val="28"/>
        </w:rPr>
        <w:t xml:space="preserve"> </w:t>
      </w:r>
      <w:hyperlink r:id="rId19" w:history="1">
        <w:r w:rsidRPr="00027199">
          <w:rPr>
            <w:sz w:val="28"/>
            <w:szCs w:val="28"/>
          </w:rPr>
          <w:t>пунктом 2.</w:t>
        </w:r>
      </w:hyperlink>
      <w:r w:rsidRPr="00027199">
        <w:rPr>
          <w:sz w:val="28"/>
          <w:szCs w:val="28"/>
        </w:rPr>
        <w:t>8 настоящего</w:t>
      </w:r>
      <w:r>
        <w:rPr>
          <w:sz w:val="28"/>
          <w:szCs w:val="28"/>
        </w:rPr>
        <w:t xml:space="preserve"> административного регламента.</w:t>
      </w:r>
    </w:p>
    <w:p w:rsidR="002214B8" w:rsidRDefault="002214B8" w:rsidP="00BB70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 По итогам рассмотрения</w:t>
      </w:r>
      <w:r w:rsidRPr="00D75C29">
        <w:rPr>
          <w:sz w:val="28"/>
          <w:szCs w:val="28"/>
        </w:rPr>
        <w:t xml:space="preserve"> должностное лицо уполномоченного органа, ответственное за предоставление муниц</w:t>
      </w:r>
      <w:r>
        <w:rPr>
          <w:sz w:val="28"/>
          <w:szCs w:val="28"/>
        </w:rPr>
        <w:t xml:space="preserve">ипальной услуги, готовит </w:t>
      </w:r>
      <w:r w:rsidRPr="00D75C29">
        <w:rPr>
          <w:sz w:val="28"/>
          <w:szCs w:val="28"/>
        </w:rPr>
        <w:t xml:space="preserve">проект решения </w:t>
      </w:r>
      <w:r>
        <w:rPr>
          <w:sz w:val="28"/>
          <w:szCs w:val="28"/>
        </w:rPr>
        <w:t>о выдаче разрешения на использование земельного участка</w:t>
      </w:r>
      <w:r w:rsidRPr="00D75C29">
        <w:rPr>
          <w:sz w:val="28"/>
          <w:szCs w:val="28"/>
        </w:rPr>
        <w:t xml:space="preserve"> или проект решения об отказе </w:t>
      </w:r>
      <w:r>
        <w:rPr>
          <w:sz w:val="28"/>
          <w:szCs w:val="28"/>
        </w:rPr>
        <w:t>в выдаче разрешения на использование земельного участка</w:t>
      </w:r>
      <w:r w:rsidRPr="00D75C29">
        <w:rPr>
          <w:sz w:val="28"/>
          <w:szCs w:val="28"/>
        </w:rPr>
        <w:t>.</w:t>
      </w:r>
    </w:p>
    <w:p w:rsidR="002214B8" w:rsidRDefault="002214B8" w:rsidP="009B3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Проект решения об отказе в выдаче разрешения должен быть подготовлен должностным лицом уполномоченного органа, ответственным за предоставление муниципальной услуги, при наличии оснований для отказа в выдаче разрешения, предусмотренных </w:t>
      </w:r>
      <w:hyperlink r:id="rId20" w:history="1">
        <w:r w:rsidRPr="004B752C">
          <w:rPr>
            <w:sz w:val="28"/>
            <w:szCs w:val="28"/>
          </w:rPr>
          <w:t>пунктом 2.</w:t>
        </w:r>
      </w:hyperlink>
      <w:r w:rsidRPr="004B752C">
        <w:rPr>
          <w:sz w:val="28"/>
          <w:szCs w:val="28"/>
        </w:rPr>
        <w:t xml:space="preserve">8 настоящего административного регламента. </w:t>
      </w:r>
    </w:p>
    <w:p w:rsidR="002214B8" w:rsidRPr="004B752C" w:rsidRDefault="002214B8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3.3.4. Решение о выдаче разрешения должно содержать: </w:t>
      </w:r>
    </w:p>
    <w:p w:rsidR="002214B8" w:rsidRPr="004B752C" w:rsidRDefault="002214B8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1) указание об обязанности лиц, получивших разрешение, выполнить предусмотренные </w:t>
      </w:r>
      <w:hyperlink r:id="rId21" w:history="1">
        <w:r w:rsidRPr="004B752C">
          <w:rPr>
            <w:sz w:val="28"/>
            <w:szCs w:val="28"/>
          </w:rPr>
          <w:t>статьей 39.35</w:t>
        </w:r>
      </w:hyperlink>
      <w:r w:rsidRPr="004B752C">
        <w:rPr>
          <w:sz w:val="28"/>
          <w:szCs w:val="28"/>
        </w:rPr>
        <w:t xml:space="preserve"> Земельного кодекса Российской Федерации требования (привести земли или земельные участки в состояние, пригодное для их использования в соответствии с разрешенным использованием; выполнить необходимые работы по рекультивации таких земель или земельных участков)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</w:r>
    </w:p>
    <w:p w:rsidR="002214B8" w:rsidRPr="004B752C" w:rsidRDefault="002214B8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2) указание о предусмотренной </w:t>
      </w:r>
      <w:hyperlink r:id="rId22" w:history="1">
        <w:r w:rsidRPr="004B752C">
          <w:rPr>
            <w:sz w:val="28"/>
            <w:szCs w:val="28"/>
          </w:rPr>
          <w:t>статьей 39.34</w:t>
        </w:r>
      </w:hyperlink>
      <w:r w:rsidRPr="004B752C">
        <w:rPr>
          <w:sz w:val="28"/>
          <w:szCs w:val="28"/>
        </w:rPr>
        <w:t xml:space="preserve">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</w:r>
    </w:p>
    <w:p w:rsidR="002214B8" w:rsidRPr="0053462E" w:rsidRDefault="002214B8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3.3.5. </w:t>
      </w:r>
      <w:r w:rsidRPr="0053462E">
        <w:rPr>
          <w:sz w:val="28"/>
          <w:szCs w:val="28"/>
        </w:rPr>
        <w:t xml:space="preserve">В решении об отказе в выдаче разрешения должно быть указано основание отказа, предусмотренное пунктом </w:t>
      </w:r>
      <w:r>
        <w:rPr>
          <w:sz w:val="28"/>
          <w:szCs w:val="28"/>
        </w:rPr>
        <w:t>2.8 н</w:t>
      </w:r>
      <w:r w:rsidRPr="0053462E">
        <w:rPr>
          <w:sz w:val="28"/>
          <w:szCs w:val="28"/>
        </w:rPr>
        <w:t>астоящ</w:t>
      </w:r>
      <w:r>
        <w:rPr>
          <w:sz w:val="28"/>
          <w:szCs w:val="28"/>
        </w:rPr>
        <w:t>его административного регламента.</w:t>
      </w:r>
    </w:p>
    <w:p w:rsidR="002214B8" w:rsidRDefault="002214B8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62E">
        <w:rPr>
          <w:sz w:val="28"/>
          <w:szCs w:val="28"/>
        </w:rPr>
        <w:t>В случае если заявление подано с нарушением треб</w:t>
      </w:r>
      <w:r>
        <w:rPr>
          <w:sz w:val="28"/>
          <w:szCs w:val="28"/>
        </w:rPr>
        <w:t>ований, предусмотренных пунктом</w:t>
      </w:r>
      <w:r w:rsidRPr="0053462E">
        <w:rPr>
          <w:sz w:val="28"/>
          <w:szCs w:val="28"/>
        </w:rPr>
        <w:t xml:space="preserve"> </w:t>
      </w:r>
      <w:r w:rsidRPr="00F234CC">
        <w:rPr>
          <w:sz w:val="28"/>
          <w:szCs w:val="28"/>
        </w:rPr>
        <w:t>2.6.1 настоящего административного регламента</w:t>
      </w:r>
      <w:r w:rsidRPr="0053462E">
        <w:rPr>
          <w:sz w:val="28"/>
          <w:szCs w:val="28"/>
        </w:rPr>
        <w:t>, в решении об отказе в выдаче разрешения должно быть указано, в чем состоит такое нарушение.</w:t>
      </w:r>
    </w:p>
    <w:p w:rsidR="002214B8" w:rsidRPr="00F539FB" w:rsidRDefault="002214B8" w:rsidP="005942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3.3.6. Проект решения</w:t>
      </w:r>
      <w:r w:rsidRPr="00F539FB">
        <w:rPr>
          <w:sz w:val="28"/>
          <w:szCs w:val="28"/>
        </w:rPr>
        <w:t xml:space="preserve"> о выдаче разрешения или проект решения об отказе в выдаче разрешения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2214B8" w:rsidRPr="004B752C" w:rsidRDefault="002214B8" w:rsidP="005942B2">
      <w:pPr>
        <w:tabs>
          <w:tab w:val="left" w:pos="567"/>
        </w:tabs>
        <w:ind w:firstLine="500"/>
        <w:jc w:val="both"/>
        <w:rPr>
          <w:kern w:val="2"/>
          <w:sz w:val="28"/>
          <w:szCs w:val="28"/>
          <w:lang w:eastAsia="ar-SA"/>
        </w:rPr>
      </w:pPr>
      <w:r w:rsidRPr="004B752C">
        <w:rPr>
          <w:sz w:val="28"/>
          <w:szCs w:val="28"/>
        </w:rPr>
        <w:t>3.3.7. Руководитель уполномоченного органа или уполномоченное им должностное лицо, рассмотрев полученные документы, в случае отсутствия замечаний, подписывает соответствующее решение</w:t>
      </w:r>
      <w:r w:rsidRPr="004B752C">
        <w:rPr>
          <w:kern w:val="2"/>
          <w:sz w:val="28"/>
          <w:szCs w:val="28"/>
          <w:lang w:eastAsia="ar-SA"/>
        </w:rPr>
        <w:t>.</w:t>
      </w:r>
    </w:p>
    <w:p w:rsidR="002214B8" w:rsidRPr="004B752C" w:rsidRDefault="002214B8" w:rsidP="005942B2">
      <w:pPr>
        <w:tabs>
          <w:tab w:val="left" w:pos="-100"/>
        </w:tabs>
        <w:ind w:firstLine="50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3.3.8. Подписанное решение регистрируется должностным лицом уполномоченного органа, ответственным за предоставление муниципальной услуги, в установленном порядке.</w:t>
      </w:r>
    </w:p>
    <w:p w:rsidR="002214B8" w:rsidRPr="004B752C" w:rsidRDefault="002214B8" w:rsidP="005942B2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3.3.</w:t>
      </w:r>
      <w:r>
        <w:rPr>
          <w:sz w:val="28"/>
          <w:szCs w:val="28"/>
        </w:rPr>
        <w:t>9</w:t>
      </w:r>
      <w:r w:rsidRPr="004B752C">
        <w:rPr>
          <w:sz w:val="28"/>
          <w:szCs w:val="28"/>
        </w:rPr>
        <w:t>. Максимальный срок исполнения административной процедуры -  17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2214B8" w:rsidRPr="006E14E3" w:rsidRDefault="002214B8" w:rsidP="005942B2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932358">
        <w:rPr>
          <w:sz w:val="28"/>
          <w:szCs w:val="28"/>
        </w:rPr>
        <w:t>3.3.10. Результатом</w:t>
      </w:r>
      <w:r w:rsidRPr="006E14E3">
        <w:rPr>
          <w:sz w:val="28"/>
          <w:szCs w:val="28"/>
        </w:rPr>
        <w:t xml:space="preserve"> исполнения административной процедуры является:</w:t>
      </w:r>
    </w:p>
    <w:p w:rsidR="002214B8" w:rsidRDefault="002214B8" w:rsidP="00594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уполномоченного органа о выдаче разрешения;</w:t>
      </w:r>
    </w:p>
    <w:p w:rsidR="002214B8" w:rsidRDefault="002214B8" w:rsidP="00594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уполномоченного органа об отказе в выдаче разрешения.</w:t>
      </w:r>
    </w:p>
    <w:p w:rsidR="002214B8" w:rsidRPr="0060184B" w:rsidRDefault="002214B8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184B">
        <w:rPr>
          <w:sz w:val="28"/>
          <w:szCs w:val="28"/>
        </w:rPr>
        <w:t>3.4. Направление (вручение) решения о выдаче (об отказе в выдаче) разрешения.</w:t>
      </w:r>
    </w:p>
    <w:p w:rsidR="002214B8" w:rsidRPr="006A0B5B" w:rsidRDefault="002214B8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A0B5B">
        <w:rPr>
          <w:sz w:val="28"/>
          <w:szCs w:val="28"/>
        </w:rPr>
        <w:t>3.4.1. Основанием для начала выполнения административной процедуры является издание уполномоченным органом одного из решений, указанных в пункте 3.3.</w:t>
      </w:r>
      <w:r w:rsidRPr="00CC74DA">
        <w:rPr>
          <w:sz w:val="28"/>
          <w:szCs w:val="28"/>
        </w:rPr>
        <w:t>10 настоящего</w:t>
      </w:r>
      <w:r w:rsidRPr="006A0B5B">
        <w:rPr>
          <w:sz w:val="28"/>
          <w:szCs w:val="28"/>
        </w:rPr>
        <w:t xml:space="preserve"> административного регламента.</w:t>
      </w:r>
    </w:p>
    <w:p w:rsidR="002214B8" w:rsidRPr="000F5827" w:rsidRDefault="002214B8" w:rsidP="007D4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 xml:space="preserve">3.4.2. Решение о выдаче (об отказе в выдаче) разрешения направляется должностным лицом, ответственным за предоставление муниципальной услуги, заказным письмом (по адресу, указанному в заявлении) или </w:t>
      </w:r>
      <w:r w:rsidRPr="000F5827">
        <w:rPr>
          <w:sz w:val="28"/>
          <w:szCs w:val="28"/>
        </w:rPr>
        <w:t>выдается под расписку заявителю в течение 3 рабочих дней со дня принятия соответствующего решения с приложением представленных им документов.</w:t>
      </w:r>
    </w:p>
    <w:p w:rsidR="002214B8" w:rsidRPr="000F5827" w:rsidRDefault="002214B8" w:rsidP="00B103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>При рассмотрении запроса в электронной форме решение уполномоченного органа направляется в течение 3 рабочих дней со дня его принятия по выбору заявителя в форме:</w:t>
      </w:r>
    </w:p>
    <w:p w:rsidR="002214B8" w:rsidRPr="000F5827" w:rsidRDefault="002214B8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 xml:space="preserve"> -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2214B8" w:rsidRPr="000F5827" w:rsidRDefault="002214B8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>- документа на бумажном носителе, подтверждающего содержанием электронного документа, посредством его направления в МФЦ.</w:t>
      </w:r>
    </w:p>
    <w:p w:rsidR="002214B8" w:rsidRPr="004B752C" w:rsidRDefault="002214B8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>В случае представления заявления через МФЦ решение в течение 1 рабочего дня со дня его принятия направляется</w:t>
      </w:r>
      <w:r w:rsidRPr="000A2B39">
        <w:rPr>
          <w:sz w:val="28"/>
          <w:szCs w:val="28"/>
        </w:rPr>
        <w:t xml:space="preserve"> в МФЦ для его передачи заявителю, если им не указан иной способ его </w:t>
      </w:r>
      <w:r w:rsidRPr="004B752C">
        <w:rPr>
          <w:sz w:val="28"/>
          <w:szCs w:val="28"/>
        </w:rPr>
        <w:t>получения.</w:t>
      </w:r>
    </w:p>
    <w:p w:rsidR="002214B8" w:rsidRPr="006513EE" w:rsidRDefault="002214B8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3.4.3. Результатом исполнения административной процедуры является:</w:t>
      </w:r>
    </w:p>
    <w:p w:rsidR="002214B8" w:rsidRPr="006513EE" w:rsidRDefault="002214B8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1) направление (вручение) заявителю решения о выдаче (об отказе в выдаче) разрешения;</w:t>
      </w:r>
    </w:p>
    <w:p w:rsidR="002214B8" w:rsidRPr="004D2EAE" w:rsidRDefault="002214B8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2) направление в МФЦ решения о выдаче (об отказе в выдаче) разрешения.</w:t>
      </w:r>
    </w:p>
    <w:p w:rsidR="002214B8" w:rsidRDefault="002214B8" w:rsidP="00FC7E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14B8" w:rsidRPr="003C2639" w:rsidRDefault="002214B8" w:rsidP="00927125">
      <w:pPr>
        <w:widowControl w:val="0"/>
        <w:autoSpaceDE w:val="0"/>
        <w:ind w:right="-16"/>
        <w:jc w:val="center"/>
        <w:rPr>
          <w:sz w:val="28"/>
          <w:szCs w:val="28"/>
        </w:rPr>
      </w:pPr>
      <w:r w:rsidRPr="003C2639">
        <w:rPr>
          <w:b/>
          <w:bCs/>
          <w:sz w:val="28"/>
          <w:szCs w:val="28"/>
        </w:rPr>
        <w:t>4. Формы контроля за исполнением административного регламента</w:t>
      </w:r>
    </w:p>
    <w:p w:rsidR="002214B8" w:rsidRPr="003C2639" w:rsidRDefault="002214B8" w:rsidP="00927125">
      <w:pPr>
        <w:widowControl w:val="0"/>
        <w:autoSpaceDE w:val="0"/>
        <w:ind w:right="-16"/>
        <w:jc w:val="both"/>
        <w:rPr>
          <w:sz w:val="28"/>
          <w:szCs w:val="28"/>
        </w:rPr>
      </w:pPr>
    </w:p>
    <w:p w:rsidR="002214B8" w:rsidRPr="00ED5140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B56">
        <w:rPr>
          <w:rFonts w:ascii="Times New Roman" w:hAnsi="Times New Roman" w:cs="Times New Roman"/>
          <w:sz w:val="28"/>
          <w:szCs w:val="28"/>
        </w:rPr>
        <w:t xml:space="preserve">4.1. Контроль за соблюдением уполномоченным органом, должностными лицами уполномоченного органа, участвующими в предоставлении муниципальной услуги, </w:t>
      </w:r>
      <w:r w:rsidRPr="004A1D9E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осуществляется должностными лицами уполномоченного органа, специально уполномоченными</w:t>
      </w:r>
      <w:r w:rsidRPr="00EB1B56">
        <w:rPr>
          <w:rFonts w:ascii="Times New Roman" w:hAnsi="Times New Roman" w:cs="Times New Roman"/>
          <w:sz w:val="28"/>
          <w:szCs w:val="28"/>
        </w:rPr>
        <w:t xml:space="preserve"> на осуществление данного контроля, руководителем уполномоченного органа и включает в себя проведение проверок полноты и качества предоставления муниципальной</w:t>
      </w:r>
      <w:r w:rsidRPr="00ED5140">
        <w:rPr>
          <w:rFonts w:ascii="Times New Roman" w:hAnsi="Times New Roman" w:cs="Times New Roman"/>
          <w:sz w:val="28"/>
          <w:szCs w:val="28"/>
        </w:rPr>
        <w:t xml:space="preserve"> услуги. </w:t>
      </w:r>
      <w:r w:rsidRPr="00DC0457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органа.</w:t>
      </w:r>
    </w:p>
    <w:p w:rsidR="002214B8" w:rsidRPr="00ED5140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>4.2. Проверка полноты и качества предоставления муниципальной услуги осуществляется путем проведения:</w:t>
      </w:r>
    </w:p>
    <w:p w:rsidR="002214B8" w:rsidRPr="003C2639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 xml:space="preserve">4.2.1. Плановых проверок соблюдения и исполнения должностными лицами </w:t>
      </w:r>
      <w:r w:rsidRPr="00DC045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C0457">
        <w:rPr>
          <w:rFonts w:ascii="Times New Roman" w:hAnsi="Times New Roman" w:cs="Times New Roman"/>
          <w:i/>
          <w:iCs/>
          <w:sz w:val="28"/>
          <w:szCs w:val="28"/>
          <w:u w:val="single"/>
        </w:rPr>
        <w:t>,</w:t>
      </w:r>
      <w:r w:rsidRPr="00DC0457">
        <w:rPr>
          <w:rFonts w:ascii="Times New Roman" w:hAnsi="Times New Roman" w:cs="Times New Roman"/>
          <w:sz w:val="28"/>
          <w:szCs w:val="28"/>
        </w:rPr>
        <w:t xml:space="preserve"> участвующими</w:t>
      </w:r>
      <w:r w:rsidRPr="00ED5140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</w:t>
      </w:r>
      <w:r w:rsidRPr="003C2639">
        <w:rPr>
          <w:rFonts w:ascii="Times New Roman" w:hAnsi="Times New Roman" w:cs="Times New Roman"/>
          <w:sz w:val="28"/>
          <w:szCs w:val="28"/>
        </w:rPr>
        <w:t>.</w:t>
      </w:r>
    </w:p>
    <w:p w:rsidR="002214B8" w:rsidRPr="00ED5140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 xml:space="preserve">4.2.2. </w:t>
      </w:r>
      <w:r w:rsidRPr="00ED5140">
        <w:rPr>
          <w:rFonts w:ascii="Times New Roman" w:hAnsi="Times New Roman" w:cs="Times New Roman"/>
          <w:sz w:val="28"/>
          <w:szCs w:val="28"/>
        </w:rPr>
        <w:t xml:space="preserve">Внеплановых проверок соблюдения и исполнения должностными </w:t>
      </w:r>
      <w:r w:rsidRPr="00DC0457">
        <w:rPr>
          <w:rFonts w:ascii="Times New Roman" w:hAnsi="Times New Roman" w:cs="Times New Roman"/>
          <w:sz w:val="28"/>
          <w:szCs w:val="28"/>
        </w:rPr>
        <w:t>лицами уполномоченного органа</w:t>
      </w:r>
      <w:r w:rsidRPr="00DC0457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C0457">
        <w:rPr>
          <w:rFonts w:ascii="Times New Roman" w:hAnsi="Times New Roman" w:cs="Times New Roman"/>
          <w:sz w:val="28"/>
          <w:szCs w:val="28"/>
        </w:rPr>
        <w:t xml:space="preserve"> участвующими</w:t>
      </w:r>
      <w:r w:rsidRPr="00ED5140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2214B8" w:rsidRPr="00ED5140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</w:t>
      </w:r>
      <w:r w:rsidRPr="00FB50EE">
        <w:rPr>
          <w:rFonts w:ascii="Times New Roman" w:hAnsi="Times New Roman" w:cs="Times New Roman"/>
          <w:sz w:val="28"/>
          <w:szCs w:val="28"/>
        </w:rPr>
        <w:t xml:space="preserve">муниципальной услуги в целом - 1 раз в год,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B50EE">
        <w:rPr>
          <w:rFonts w:ascii="Times New Roman" w:hAnsi="Times New Roman" w:cs="Times New Roman"/>
          <w:sz w:val="28"/>
          <w:szCs w:val="28"/>
        </w:rPr>
        <w:t>внеплановые - при поступлении в уполномоченный орган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</w:t>
      </w:r>
      <w:r w:rsidRPr="00ED5140">
        <w:rPr>
          <w:rFonts w:ascii="Times New Roman" w:hAnsi="Times New Roman" w:cs="Times New Roman"/>
          <w:sz w:val="28"/>
          <w:szCs w:val="28"/>
        </w:rPr>
        <w:t>.</w:t>
      </w:r>
    </w:p>
    <w:p w:rsidR="002214B8" w:rsidRPr="00ED5140" w:rsidRDefault="002214B8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>4.4. По результатам проведенной</w:t>
      </w:r>
      <w:r w:rsidRPr="003C2639">
        <w:rPr>
          <w:rFonts w:ascii="Times New Roman" w:hAnsi="Times New Roman" w:cs="Times New Roman"/>
          <w:sz w:val="28"/>
          <w:szCs w:val="28"/>
        </w:rPr>
        <w:t xml:space="preserve"> проверки составляется акт, в котором отражаются </w:t>
      </w:r>
      <w:r w:rsidRPr="00ED5140">
        <w:rPr>
          <w:rFonts w:ascii="Times New Roman" w:hAnsi="Times New Roman" w:cs="Times New Roman"/>
          <w:sz w:val="28"/>
          <w:szCs w:val="28"/>
        </w:rPr>
        <w:t>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2214B8" w:rsidRPr="00ED5140" w:rsidRDefault="002214B8" w:rsidP="00927125">
      <w:pPr>
        <w:autoSpaceDE w:val="0"/>
        <w:ind w:right="-16" w:firstLine="567"/>
        <w:jc w:val="both"/>
        <w:rPr>
          <w:sz w:val="28"/>
          <w:szCs w:val="28"/>
        </w:rPr>
      </w:pPr>
      <w:r w:rsidRPr="00ED5140">
        <w:rPr>
          <w:sz w:val="28"/>
          <w:szCs w:val="28"/>
        </w:rPr>
        <w:t xml:space="preserve">4.5. Должностные </w:t>
      </w:r>
      <w:r w:rsidRPr="00FB50EE">
        <w:rPr>
          <w:sz w:val="28"/>
          <w:szCs w:val="28"/>
        </w:rPr>
        <w:t>лица уполномоченного органа</w:t>
      </w:r>
      <w:r w:rsidRPr="00FB50EE">
        <w:rPr>
          <w:i/>
          <w:iCs/>
          <w:sz w:val="28"/>
          <w:szCs w:val="28"/>
        </w:rPr>
        <w:t>,</w:t>
      </w:r>
      <w:r w:rsidRPr="00FB50EE">
        <w:rPr>
          <w:sz w:val="28"/>
          <w:szCs w:val="28"/>
        </w:rPr>
        <w:t xml:space="preserve"> участвующие в предоставлении муниципальной услуги, несут персональную</w:t>
      </w:r>
      <w:r w:rsidRPr="00ED5140">
        <w:rPr>
          <w:sz w:val="28"/>
          <w:szCs w:val="28"/>
        </w:rPr>
        <w:t xml:space="preserve">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2214B8" w:rsidRPr="003C2639" w:rsidRDefault="002214B8" w:rsidP="00927125">
      <w:pPr>
        <w:autoSpaceDE w:val="0"/>
        <w:ind w:right="-16" w:firstLine="567"/>
        <w:jc w:val="both"/>
        <w:rPr>
          <w:b/>
          <w:bCs/>
          <w:sz w:val="28"/>
          <w:szCs w:val="28"/>
        </w:rPr>
      </w:pPr>
      <w:r w:rsidRPr="00ED5140">
        <w:rPr>
          <w:sz w:val="28"/>
          <w:szCs w:val="28"/>
        </w:rPr>
        <w:t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</w:t>
      </w:r>
      <w:r w:rsidRPr="003C2639">
        <w:rPr>
          <w:sz w:val="28"/>
          <w:szCs w:val="28"/>
        </w:rPr>
        <w:t xml:space="preserve"> путем направления обращений и жалоб </w:t>
      </w:r>
      <w:r w:rsidRPr="00FB50EE">
        <w:rPr>
          <w:sz w:val="28"/>
          <w:szCs w:val="28"/>
        </w:rPr>
        <w:t>в уполномоченный орган.</w:t>
      </w:r>
    </w:p>
    <w:p w:rsidR="002214B8" w:rsidRDefault="002214B8" w:rsidP="0060184B">
      <w:pPr>
        <w:autoSpaceDE w:val="0"/>
        <w:ind w:right="-16"/>
        <w:jc w:val="center"/>
        <w:rPr>
          <w:b/>
          <w:bCs/>
          <w:sz w:val="28"/>
          <w:szCs w:val="28"/>
        </w:rPr>
      </w:pPr>
    </w:p>
    <w:p w:rsidR="002214B8" w:rsidRPr="0060184B" w:rsidRDefault="002214B8" w:rsidP="0060184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0184B">
        <w:rPr>
          <w:b/>
          <w:bCs/>
          <w:sz w:val="28"/>
          <w:szCs w:val="28"/>
        </w:rPr>
        <w:t xml:space="preserve">5. Досудебный (внесудебный) порядок обжалования решений и действий (бездействия) администрации </w:t>
      </w:r>
      <w:r>
        <w:rPr>
          <w:b/>
          <w:bCs/>
          <w:sz w:val="28"/>
          <w:szCs w:val="28"/>
        </w:rPr>
        <w:t>Торгунского</w:t>
      </w:r>
      <w:r w:rsidRPr="0060184B">
        <w:rPr>
          <w:b/>
          <w:bCs/>
          <w:sz w:val="28"/>
          <w:szCs w:val="28"/>
        </w:rPr>
        <w:t xml:space="preserve"> сельского поселения, МФЦ, а также их должностных лиц, муниципальных служащих, работников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5.1. Заявитель может обратиться с жалобой на решения и действия (бездействие)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МФЦ, а также их должностных лиц, муниципальных служащих, работников, участвующих в предоставлении муниципальной услуги, в том числе в следующих случаях: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"Об организации предоставления государственных и муниципальных услуг" (далее – Феде</w:t>
      </w:r>
      <w:r>
        <w:rPr>
          <w:sz w:val="28"/>
          <w:szCs w:val="28"/>
        </w:rPr>
        <w:t>ральный закон         № 210-ФЗ)</w:t>
      </w:r>
      <w:r w:rsidRPr="0060184B">
        <w:rPr>
          <w:sz w:val="28"/>
          <w:szCs w:val="28"/>
        </w:rPr>
        <w:t>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7) отказ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должностного лица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многофункционального центра, 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5.2. Жалоба подается в письменной форме на бумажном носителе или в форме электронного документа в администрацию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МФЦ, либо учредителю МФЦ.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единого портала государственных и муниципальных услуг, портала государственных и муниципальных услуг (функций) Волгоградской области, а также может быть принята при личном приеме заявителя.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5.4. Жалоба должна содержать: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1) администрацию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должностного лица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либо муниципального служащего, МФЦ, его руководителя и (или) работника решения и действия (бездействие) которых обжалуются;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должностного лица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либо муниципального служащего, МФЦ, его руководителя и (или) работника;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4) доводы, на основании которых заявитель не согласен с решением и действиями (бездействием)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должностного лица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либо муниципального служащего, МФЦ, его руководителя и (или) работника. Заявителем могут быть представлены документы (при наличии), подтверждающие доводы заявителя, либо их копии.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должностным лицом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 в течение трех дней со дня его поступления.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Жалоба поступившая в администрацию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МФЦ, учредителю МФЦ, подлежит рассмотрению в течение 15 рабочих дней со дня ее регистрации, а в случае обжалования отказа в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5.6.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Должностное лицо, работник, наделенные полномочиями по рассмотрению жалоб в соответствии с пунктом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пунктом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2) в удовлетворении жалобы отказывается.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5.8. Основаниями для отказа в удовлетворении жалобы являются: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1) признание правомерными решения и (или) действий (бездействия)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должностных лиц, муниципальных служащих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МФЦ, работника МФЦ участвующих в предоставлении муниципальной услуги;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2) наличие вступившего в законную силу решения суда по жалобе о том же предмете и по тем же основаниям;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уполномоченным органом,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наделенное полномочиями по рассмотрению жалоб, незамедлительно направляет имеющиеся материалы в органы прокуратуры.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r>
        <w:rPr>
          <w:sz w:val="28"/>
          <w:szCs w:val="28"/>
        </w:rPr>
        <w:t>Торгунского</w:t>
      </w:r>
      <w:r w:rsidRPr="0060184B">
        <w:rPr>
          <w:sz w:val="28"/>
          <w:szCs w:val="28"/>
        </w:rPr>
        <w:t xml:space="preserve"> сельского поселения, должностных лиц МФЦ в судебном порядке, в соответствии с законодательством Российской Федерации.</w:t>
      </w:r>
    </w:p>
    <w:p w:rsidR="002214B8" w:rsidRPr="0060184B" w:rsidRDefault="002214B8" w:rsidP="006018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0184B">
        <w:rPr>
          <w:sz w:val="28"/>
          <w:szCs w:val="28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sectPr w:rsidR="002214B8" w:rsidRPr="0060184B" w:rsidSect="002B0E3F">
      <w:headerReference w:type="default" r:id="rId23"/>
      <w:pgSz w:w="11906" w:h="16838"/>
      <w:pgMar w:top="1077" w:right="1134" w:bottom="907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4B8" w:rsidRDefault="002214B8">
      <w:r>
        <w:separator/>
      </w:r>
    </w:p>
  </w:endnote>
  <w:endnote w:type="continuationSeparator" w:id="1">
    <w:p w:rsidR="002214B8" w:rsidRDefault="00221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4B8" w:rsidRDefault="002214B8">
      <w:r>
        <w:separator/>
      </w:r>
    </w:p>
  </w:footnote>
  <w:footnote w:type="continuationSeparator" w:id="1">
    <w:p w:rsidR="002214B8" w:rsidRDefault="00221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4B8" w:rsidRDefault="002214B8" w:rsidP="00F71AE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214B8" w:rsidRDefault="002214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6120"/>
    <w:multiLevelType w:val="hybridMultilevel"/>
    <w:tmpl w:val="16F64078"/>
    <w:lvl w:ilvl="0" w:tplc="2BC6A38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CA1614A"/>
    <w:multiLevelType w:val="hybridMultilevel"/>
    <w:tmpl w:val="75501BB4"/>
    <w:lvl w:ilvl="0" w:tplc="A3CC74BA">
      <w:start w:val="4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9266B6C"/>
    <w:multiLevelType w:val="hybridMultilevel"/>
    <w:tmpl w:val="29EEE09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07331D"/>
    <w:multiLevelType w:val="hybridMultilevel"/>
    <w:tmpl w:val="56B0F906"/>
    <w:lvl w:ilvl="0" w:tplc="F5FC87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F7A"/>
    <w:rsid w:val="00000423"/>
    <w:rsid w:val="00000DF9"/>
    <w:rsid w:val="00001080"/>
    <w:rsid w:val="00001D66"/>
    <w:rsid w:val="000020D5"/>
    <w:rsid w:val="00002294"/>
    <w:rsid w:val="00002371"/>
    <w:rsid w:val="00002D48"/>
    <w:rsid w:val="000032F8"/>
    <w:rsid w:val="0000360C"/>
    <w:rsid w:val="00003FA9"/>
    <w:rsid w:val="000045E1"/>
    <w:rsid w:val="00005513"/>
    <w:rsid w:val="00005DE2"/>
    <w:rsid w:val="00006136"/>
    <w:rsid w:val="0000672D"/>
    <w:rsid w:val="00010E68"/>
    <w:rsid w:val="00012AA0"/>
    <w:rsid w:val="00012AE1"/>
    <w:rsid w:val="000143A1"/>
    <w:rsid w:val="0001530E"/>
    <w:rsid w:val="000165CA"/>
    <w:rsid w:val="000166AB"/>
    <w:rsid w:val="00017A39"/>
    <w:rsid w:val="00020671"/>
    <w:rsid w:val="00020A73"/>
    <w:rsid w:val="00020EA1"/>
    <w:rsid w:val="00021086"/>
    <w:rsid w:val="00022D3B"/>
    <w:rsid w:val="000231F2"/>
    <w:rsid w:val="00023D36"/>
    <w:rsid w:val="00025727"/>
    <w:rsid w:val="000263D0"/>
    <w:rsid w:val="0002647B"/>
    <w:rsid w:val="00026819"/>
    <w:rsid w:val="00027199"/>
    <w:rsid w:val="000274DA"/>
    <w:rsid w:val="00031F8A"/>
    <w:rsid w:val="000330AF"/>
    <w:rsid w:val="00033872"/>
    <w:rsid w:val="00035822"/>
    <w:rsid w:val="0003587D"/>
    <w:rsid w:val="00035EF7"/>
    <w:rsid w:val="0003635D"/>
    <w:rsid w:val="00037B72"/>
    <w:rsid w:val="0004192E"/>
    <w:rsid w:val="00042803"/>
    <w:rsid w:val="000441A4"/>
    <w:rsid w:val="000445D7"/>
    <w:rsid w:val="00044AB1"/>
    <w:rsid w:val="00044B1C"/>
    <w:rsid w:val="000456AE"/>
    <w:rsid w:val="000459FA"/>
    <w:rsid w:val="00045B7B"/>
    <w:rsid w:val="00046CD0"/>
    <w:rsid w:val="000473D6"/>
    <w:rsid w:val="0004772B"/>
    <w:rsid w:val="00050780"/>
    <w:rsid w:val="0005125B"/>
    <w:rsid w:val="000521A1"/>
    <w:rsid w:val="000524EE"/>
    <w:rsid w:val="00052F81"/>
    <w:rsid w:val="000536B0"/>
    <w:rsid w:val="00054218"/>
    <w:rsid w:val="00054433"/>
    <w:rsid w:val="00055BB2"/>
    <w:rsid w:val="00055C5E"/>
    <w:rsid w:val="00055FC3"/>
    <w:rsid w:val="0005601C"/>
    <w:rsid w:val="00057368"/>
    <w:rsid w:val="00057A37"/>
    <w:rsid w:val="00057D7C"/>
    <w:rsid w:val="00060499"/>
    <w:rsid w:val="000604F4"/>
    <w:rsid w:val="000619C6"/>
    <w:rsid w:val="00061EBD"/>
    <w:rsid w:val="00062153"/>
    <w:rsid w:val="00062A29"/>
    <w:rsid w:val="00062A77"/>
    <w:rsid w:val="00062E8E"/>
    <w:rsid w:val="00064FD6"/>
    <w:rsid w:val="00065B77"/>
    <w:rsid w:val="000660FD"/>
    <w:rsid w:val="00070A4A"/>
    <w:rsid w:val="00070AA5"/>
    <w:rsid w:val="00071AF7"/>
    <w:rsid w:val="00072406"/>
    <w:rsid w:val="000729CB"/>
    <w:rsid w:val="00072AE7"/>
    <w:rsid w:val="00072EF8"/>
    <w:rsid w:val="00073DB8"/>
    <w:rsid w:val="00074037"/>
    <w:rsid w:val="000746A6"/>
    <w:rsid w:val="00074999"/>
    <w:rsid w:val="00075FD5"/>
    <w:rsid w:val="00076237"/>
    <w:rsid w:val="000770DE"/>
    <w:rsid w:val="0007719A"/>
    <w:rsid w:val="0007746E"/>
    <w:rsid w:val="000807F9"/>
    <w:rsid w:val="0008108E"/>
    <w:rsid w:val="00081756"/>
    <w:rsid w:val="00082FDC"/>
    <w:rsid w:val="00084059"/>
    <w:rsid w:val="00084AE4"/>
    <w:rsid w:val="00084D65"/>
    <w:rsid w:val="00085869"/>
    <w:rsid w:val="00086378"/>
    <w:rsid w:val="00087090"/>
    <w:rsid w:val="00087BD9"/>
    <w:rsid w:val="00087CE4"/>
    <w:rsid w:val="0009037E"/>
    <w:rsid w:val="000911D7"/>
    <w:rsid w:val="000916A9"/>
    <w:rsid w:val="00091C0B"/>
    <w:rsid w:val="0009243A"/>
    <w:rsid w:val="00095437"/>
    <w:rsid w:val="0009703E"/>
    <w:rsid w:val="000A1249"/>
    <w:rsid w:val="000A2B39"/>
    <w:rsid w:val="000A2E3B"/>
    <w:rsid w:val="000A3909"/>
    <w:rsid w:val="000A39DB"/>
    <w:rsid w:val="000A3E94"/>
    <w:rsid w:val="000A456B"/>
    <w:rsid w:val="000A4E40"/>
    <w:rsid w:val="000A6662"/>
    <w:rsid w:val="000A7FB9"/>
    <w:rsid w:val="000B1EC8"/>
    <w:rsid w:val="000B2549"/>
    <w:rsid w:val="000B2D1E"/>
    <w:rsid w:val="000B3D1A"/>
    <w:rsid w:val="000B6201"/>
    <w:rsid w:val="000B6CE3"/>
    <w:rsid w:val="000B75B2"/>
    <w:rsid w:val="000B776C"/>
    <w:rsid w:val="000B7781"/>
    <w:rsid w:val="000B7832"/>
    <w:rsid w:val="000C01BA"/>
    <w:rsid w:val="000C0393"/>
    <w:rsid w:val="000C148F"/>
    <w:rsid w:val="000C2311"/>
    <w:rsid w:val="000C242E"/>
    <w:rsid w:val="000C3E25"/>
    <w:rsid w:val="000C587A"/>
    <w:rsid w:val="000C5A46"/>
    <w:rsid w:val="000C68B4"/>
    <w:rsid w:val="000D0041"/>
    <w:rsid w:val="000D014D"/>
    <w:rsid w:val="000D0352"/>
    <w:rsid w:val="000D11CD"/>
    <w:rsid w:val="000D1353"/>
    <w:rsid w:val="000D3418"/>
    <w:rsid w:val="000D3537"/>
    <w:rsid w:val="000D361A"/>
    <w:rsid w:val="000D3924"/>
    <w:rsid w:val="000D454A"/>
    <w:rsid w:val="000D4EC5"/>
    <w:rsid w:val="000D530D"/>
    <w:rsid w:val="000D6167"/>
    <w:rsid w:val="000D6263"/>
    <w:rsid w:val="000D658B"/>
    <w:rsid w:val="000D7E86"/>
    <w:rsid w:val="000E0DE0"/>
    <w:rsid w:val="000E1CA2"/>
    <w:rsid w:val="000E2C20"/>
    <w:rsid w:val="000E2EA4"/>
    <w:rsid w:val="000E36FF"/>
    <w:rsid w:val="000E3A22"/>
    <w:rsid w:val="000E40ED"/>
    <w:rsid w:val="000E4926"/>
    <w:rsid w:val="000E5B6D"/>
    <w:rsid w:val="000E7F26"/>
    <w:rsid w:val="000F038A"/>
    <w:rsid w:val="000F046B"/>
    <w:rsid w:val="000F0534"/>
    <w:rsid w:val="000F14EC"/>
    <w:rsid w:val="000F1A3E"/>
    <w:rsid w:val="000F3D20"/>
    <w:rsid w:val="000F4469"/>
    <w:rsid w:val="000F4C89"/>
    <w:rsid w:val="000F5827"/>
    <w:rsid w:val="000F6764"/>
    <w:rsid w:val="000F6880"/>
    <w:rsid w:val="000F73A1"/>
    <w:rsid w:val="000F7961"/>
    <w:rsid w:val="0010075F"/>
    <w:rsid w:val="00100916"/>
    <w:rsid w:val="001012FE"/>
    <w:rsid w:val="001016F5"/>
    <w:rsid w:val="00101BA4"/>
    <w:rsid w:val="00102A01"/>
    <w:rsid w:val="00102F6B"/>
    <w:rsid w:val="001050AD"/>
    <w:rsid w:val="00105565"/>
    <w:rsid w:val="001063E2"/>
    <w:rsid w:val="00106AC9"/>
    <w:rsid w:val="00107960"/>
    <w:rsid w:val="001079CE"/>
    <w:rsid w:val="00110A91"/>
    <w:rsid w:val="00110E52"/>
    <w:rsid w:val="001113CE"/>
    <w:rsid w:val="00111D49"/>
    <w:rsid w:val="0011345C"/>
    <w:rsid w:val="00113633"/>
    <w:rsid w:val="001136EF"/>
    <w:rsid w:val="0011418A"/>
    <w:rsid w:val="001152B7"/>
    <w:rsid w:val="00115B86"/>
    <w:rsid w:val="0011692F"/>
    <w:rsid w:val="00120BAE"/>
    <w:rsid w:val="001217AC"/>
    <w:rsid w:val="00122159"/>
    <w:rsid w:val="001223DA"/>
    <w:rsid w:val="001231BD"/>
    <w:rsid w:val="001235B9"/>
    <w:rsid w:val="001253E6"/>
    <w:rsid w:val="0012557F"/>
    <w:rsid w:val="00125AB6"/>
    <w:rsid w:val="00126C05"/>
    <w:rsid w:val="00126C0B"/>
    <w:rsid w:val="00127086"/>
    <w:rsid w:val="001270F9"/>
    <w:rsid w:val="0012721D"/>
    <w:rsid w:val="001275DE"/>
    <w:rsid w:val="001309C9"/>
    <w:rsid w:val="001309FF"/>
    <w:rsid w:val="001336D1"/>
    <w:rsid w:val="00133DD1"/>
    <w:rsid w:val="0013499D"/>
    <w:rsid w:val="00134D7F"/>
    <w:rsid w:val="00135535"/>
    <w:rsid w:val="001377FD"/>
    <w:rsid w:val="001378D6"/>
    <w:rsid w:val="00137A99"/>
    <w:rsid w:val="0014123A"/>
    <w:rsid w:val="0014148A"/>
    <w:rsid w:val="001417E0"/>
    <w:rsid w:val="00141AB7"/>
    <w:rsid w:val="001439B6"/>
    <w:rsid w:val="00143B3B"/>
    <w:rsid w:val="00143B77"/>
    <w:rsid w:val="0014528E"/>
    <w:rsid w:val="00146244"/>
    <w:rsid w:val="001462E6"/>
    <w:rsid w:val="001463D3"/>
    <w:rsid w:val="00146EC6"/>
    <w:rsid w:val="00146FE0"/>
    <w:rsid w:val="00150B7B"/>
    <w:rsid w:val="001516D4"/>
    <w:rsid w:val="00152432"/>
    <w:rsid w:val="001532C1"/>
    <w:rsid w:val="00153321"/>
    <w:rsid w:val="001539F7"/>
    <w:rsid w:val="00153AE0"/>
    <w:rsid w:val="00154175"/>
    <w:rsid w:val="00154B0C"/>
    <w:rsid w:val="00154D82"/>
    <w:rsid w:val="0015605B"/>
    <w:rsid w:val="001563D2"/>
    <w:rsid w:val="00156C34"/>
    <w:rsid w:val="0015759D"/>
    <w:rsid w:val="001607B8"/>
    <w:rsid w:val="0016227D"/>
    <w:rsid w:val="00162A5A"/>
    <w:rsid w:val="00162C2D"/>
    <w:rsid w:val="00163FA4"/>
    <w:rsid w:val="0016458E"/>
    <w:rsid w:val="00164F82"/>
    <w:rsid w:val="001652B4"/>
    <w:rsid w:val="0016610D"/>
    <w:rsid w:val="00166F70"/>
    <w:rsid w:val="0016723B"/>
    <w:rsid w:val="00167A70"/>
    <w:rsid w:val="00170173"/>
    <w:rsid w:val="00171789"/>
    <w:rsid w:val="00174490"/>
    <w:rsid w:val="00176361"/>
    <w:rsid w:val="001769C8"/>
    <w:rsid w:val="00177044"/>
    <w:rsid w:val="0018058E"/>
    <w:rsid w:val="00181CB3"/>
    <w:rsid w:val="00183EF2"/>
    <w:rsid w:val="00184FD5"/>
    <w:rsid w:val="001852F0"/>
    <w:rsid w:val="0018602B"/>
    <w:rsid w:val="00186278"/>
    <w:rsid w:val="001864F9"/>
    <w:rsid w:val="00186C1F"/>
    <w:rsid w:val="00190990"/>
    <w:rsid w:val="00190C0D"/>
    <w:rsid w:val="00190F9F"/>
    <w:rsid w:val="001910F8"/>
    <w:rsid w:val="00191D74"/>
    <w:rsid w:val="00191DA9"/>
    <w:rsid w:val="001937AC"/>
    <w:rsid w:val="00194CD2"/>
    <w:rsid w:val="001951F0"/>
    <w:rsid w:val="0019579A"/>
    <w:rsid w:val="001959D7"/>
    <w:rsid w:val="00195BA4"/>
    <w:rsid w:val="001A05BE"/>
    <w:rsid w:val="001A237F"/>
    <w:rsid w:val="001A3624"/>
    <w:rsid w:val="001A403E"/>
    <w:rsid w:val="001A54C5"/>
    <w:rsid w:val="001A5613"/>
    <w:rsid w:val="001A61B5"/>
    <w:rsid w:val="001A6652"/>
    <w:rsid w:val="001A75AF"/>
    <w:rsid w:val="001B0153"/>
    <w:rsid w:val="001B047F"/>
    <w:rsid w:val="001B073F"/>
    <w:rsid w:val="001B1156"/>
    <w:rsid w:val="001B13FA"/>
    <w:rsid w:val="001B2871"/>
    <w:rsid w:val="001B29F9"/>
    <w:rsid w:val="001B2AB3"/>
    <w:rsid w:val="001B2CEF"/>
    <w:rsid w:val="001B3F36"/>
    <w:rsid w:val="001B48A2"/>
    <w:rsid w:val="001B4D03"/>
    <w:rsid w:val="001B53E6"/>
    <w:rsid w:val="001B5B71"/>
    <w:rsid w:val="001B6565"/>
    <w:rsid w:val="001C0FC3"/>
    <w:rsid w:val="001C12AA"/>
    <w:rsid w:val="001C1665"/>
    <w:rsid w:val="001C1FF3"/>
    <w:rsid w:val="001C20AA"/>
    <w:rsid w:val="001C32CD"/>
    <w:rsid w:val="001C3E58"/>
    <w:rsid w:val="001C5473"/>
    <w:rsid w:val="001C6C4F"/>
    <w:rsid w:val="001C72A2"/>
    <w:rsid w:val="001C757E"/>
    <w:rsid w:val="001C772E"/>
    <w:rsid w:val="001C7B2D"/>
    <w:rsid w:val="001C7D8F"/>
    <w:rsid w:val="001D0459"/>
    <w:rsid w:val="001D0468"/>
    <w:rsid w:val="001D1ACD"/>
    <w:rsid w:val="001D22D9"/>
    <w:rsid w:val="001D2875"/>
    <w:rsid w:val="001D434B"/>
    <w:rsid w:val="001D52C1"/>
    <w:rsid w:val="001D57BA"/>
    <w:rsid w:val="001D702C"/>
    <w:rsid w:val="001D75F1"/>
    <w:rsid w:val="001D7EDD"/>
    <w:rsid w:val="001E165B"/>
    <w:rsid w:val="001E1712"/>
    <w:rsid w:val="001E1D05"/>
    <w:rsid w:val="001E255E"/>
    <w:rsid w:val="001E2B22"/>
    <w:rsid w:val="001E3B3D"/>
    <w:rsid w:val="001E435E"/>
    <w:rsid w:val="001E46D9"/>
    <w:rsid w:val="001E4B7D"/>
    <w:rsid w:val="001E4E05"/>
    <w:rsid w:val="001E589D"/>
    <w:rsid w:val="001E5CC6"/>
    <w:rsid w:val="001E67D5"/>
    <w:rsid w:val="001E75A9"/>
    <w:rsid w:val="001F16D2"/>
    <w:rsid w:val="001F16DD"/>
    <w:rsid w:val="001F1820"/>
    <w:rsid w:val="001F21EF"/>
    <w:rsid w:val="001F26E4"/>
    <w:rsid w:val="001F2F6E"/>
    <w:rsid w:val="001F3786"/>
    <w:rsid w:val="001F467C"/>
    <w:rsid w:val="001F5B33"/>
    <w:rsid w:val="001F64B0"/>
    <w:rsid w:val="001F7982"/>
    <w:rsid w:val="001F7E9E"/>
    <w:rsid w:val="00200049"/>
    <w:rsid w:val="002007A1"/>
    <w:rsid w:val="0020169E"/>
    <w:rsid w:val="00201E23"/>
    <w:rsid w:val="00202053"/>
    <w:rsid w:val="002025DA"/>
    <w:rsid w:val="0020356B"/>
    <w:rsid w:val="00205EE8"/>
    <w:rsid w:val="00206CC1"/>
    <w:rsid w:val="002070DB"/>
    <w:rsid w:val="0021008F"/>
    <w:rsid w:val="00210CE5"/>
    <w:rsid w:val="00210D93"/>
    <w:rsid w:val="00211CD1"/>
    <w:rsid w:val="00211F8E"/>
    <w:rsid w:val="00212292"/>
    <w:rsid w:val="0021265C"/>
    <w:rsid w:val="00212816"/>
    <w:rsid w:val="00212880"/>
    <w:rsid w:val="0021321B"/>
    <w:rsid w:val="00213269"/>
    <w:rsid w:val="002134D0"/>
    <w:rsid w:val="00213B38"/>
    <w:rsid w:val="00213DF8"/>
    <w:rsid w:val="00215A4C"/>
    <w:rsid w:val="0021685A"/>
    <w:rsid w:val="002204BC"/>
    <w:rsid w:val="002206FD"/>
    <w:rsid w:val="00220DA8"/>
    <w:rsid w:val="00220DE7"/>
    <w:rsid w:val="002214B8"/>
    <w:rsid w:val="00221B98"/>
    <w:rsid w:val="00221EBA"/>
    <w:rsid w:val="002233FE"/>
    <w:rsid w:val="00223792"/>
    <w:rsid w:val="00224910"/>
    <w:rsid w:val="00225161"/>
    <w:rsid w:val="00226B8A"/>
    <w:rsid w:val="00227928"/>
    <w:rsid w:val="00231693"/>
    <w:rsid w:val="00233236"/>
    <w:rsid w:val="0023330C"/>
    <w:rsid w:val="002335D2"/>
    <w:rsid w:val="002349A8"/>
    <w:rsid w:val="00236DCD"/>
    <w:rsid w:val="002378E0"/>
    <w:rsid w:val="00237C61"/>
    <w:rsid w:val="002411EA"/>
    <w:rsid w:val="00241F13"/>
    <w:rsid w:val="0024346D"/>
    <w:rsid w:val="00243835"/>
    <w:rsid w:val="00244259"/>
    <w:rsid w:val="00244562"/>
    <w:rsid w:val="0024582D"/>
    <w:rsid w:val="002465F8"/>
    <w:rsid w:val="00246672"/>
    <w:rsid w:val="00246D6A"/>
    <w:rsid w:val="00247512"/>
    <w:rsid w:val="00251362"/>
    <w:rsid w:val="00252431"/>
    <w:rsid w:val="00253949"/>
    <w:rsid w:val="00253DFE"/>
    <w:rsid w:val="00254AB6"/>
    <w:rsid w:val="0025505A"/>
    <w:rsid w:val="00255942"/>
    <w:rsid w:val="00255B99"/>
    <w:rsid w:val="0025736E"/>
    <w:rsid w:val="002577B9"/>
    <w:rsid w:val="00260587"/>
    <w:rsid w:val="00261267"/>
    <w:rsid w:val="002613D0"/>
    <w:rsid w:val="0026200C"/>
    <w:rsid w:val="00262FA2"/>
    <w:rsid w:val="002640DF"/>
    <w:rsid w:val="00264841"/>
    <w:rsid w:val="00264CD0"/>
    <w:rsid w:val="00264E62"/>
    <w:rsid w:val="002650F1"/>
    <w:rsid w:val="00265AC0"/>
    <w:rsid w:val="002665D6"/>
    <w:rsid w:val="00270D48"/>
    <w:rsid w:val="002712E2"/>
    <w:rsid w:val="00271690"/>
    <w:rsid w:val="00273E87"/>
    <w:rsid w:val="00274401"/>
    <w:rsid w:val="00274B0B"/>
    <w:rsid w:val="00274C19"/>
    <w:rsid w:val="002752AC"/>
    <w:rsid w:val="002760BE"/>
    <w:rsid w:val="00276DE9"/>
    <w:rsid w:val="002773C3"/>
    <w:rsid w:val="002773E8"/>
    <w:rsid w:val="0027753B"/>
    <w:rsid w:val="00277DCA"/>
    <w:rsid w:val="00282EBD"/>
    <w:rsid w:val="002831FB"/>
    <w:rsid w:val="00283A56"/>
    <w:rsid w:val="00284049"/>
    <w:rsid w:val="002859C3"/>
    <w:rsid w:val="00285FD8"/>
    <w:rsid w:val="0028650E"/>
    <w:rsid w:val="002875E6"/>
    <w:rsid w:val="00290470"/>
    <w:rsid w:val="00291B37"/>
    <w:rsid w:val="002920F2"/>
    <w:rsid w:val="002927F4"/>
    <w:rsid w:val="00292827"/>
    <w:rsid w:val="00292A44"/>
    <w:rsid w:val="00294094"/>
    <w:rsid w:val="0029656E"/>
    <w:rsid w:val="00296C4C"/>
    <w:rsid w:val="002977AA"/>
    <w:rsid w:val="002A040D"/>
    <w:rsid w:val="002A05E2"/>
    <w:rsid w:val="002A066C"/>
    <w:rsid w:val="002A0806"/>
    <w:rsid w:val="002A0955"/>
    <w:rsid w:val="002A0A8A"/>
    <w:rsid w:val="002A1BE2"/>
    <w:rsid w:val="002A2476"/>
    <w:rsid w:val="002A29F0"/>
    <w:rsid w:val="002A3CB2"/>
    <w:rsid w:val="002A78A4"/>
    <w:rsid w:val="002B000B"/>
    <w:rsid w:val="002B0D78"/>
    <w:rsid w:val="002B0E3F"/>
    <w:rsid w:val="002B1331"/>
    <w:rsid w:val="002B36CA"/>
    <w:rsid w:val="002B37CB"/>
    <w:rsid w:val="002B392B"/>
    <w:rsid w:val="002B4C11"/>
    <w:rsid w:val="002B4DA3"/>
    <w:rsid w:val="002B612C"/>
    <w:rsid w:val="002B64C9"/>
    <w:rsid w:val="002B6D7D"/>
    <w:rsid w:val="002B7058"/>
    <w:rsid w:val="002B7984"/>
    <w:rsid w:val="002C02E8"/>
    <w:rsid w:val="002C033E"/>
    <w:rsid w:val="002C03B4"/>
    <w:rsid w:val="002C0E23"/>
    <w:rsid w:val="002C1651"/>
    <w:rsid w:val="002C17D1"/>
    <w:rsid w:val="002C2A8C"/>
    <w:rsid w:val="002C48C1"/>
    <w:rsid w:val="002C51C8"/>
    <w:rsid w:val="002C586F"/>
    <w:rsid w:val="002C6429"/>
    <w:rsid w:val="002C6945"/>
    <w:rsid w:val="002C73F6"/>
    <w:rsid w:val="002D086C"/>
    <w:rsid w:val="002D0923"/>
    <w:rsid w:val="002D13CF"/>
    <w:rsid w:val="002D14D9"/>
    <w:rsid w:val="002D154D"/>
    <w:rsid w:val="002D1D6E"/>
    <w:rsid w:val="002D1F18"/>
    <w:rsid w:val="002D2419"/>
    <w:rsid w:val="002D28F8"/>
    <w:rsid w:val="002D2B6E"/>
    <w:rsid w:val="002D2EC7"/>
    <w:rsid w:val="002D386C"/>
    <w:rsid w:val="002D3A1F"/>
    <w:rsid w:val="002D5900"/>
    <w:rsid w:val="002D6176"/>
    <w:rsid w:val="002D62E0"/>
    <w:rsid w:val="002E0390"/>
    <w:rsid w:val="002E232C"/>
    <w:rsid w:val="002E2844"/>
    <w:rsid w:val="002E315C"/>
    <w:rsid w:val="002E4E36"/>
    <w:rsid w:val="002E5524"/>
    <w:rsid w:val="002E6ADA"/>
    <w:rsid w:val="002E77B2"/>
    <w:rsid w:val="002F2523"/>
    <w:rsid w:val="002F35C0"/>
    <w:rsid w:val="002F36B9"/>
    <w:rsid w:val="002F38A6"/>
    <w:rsid w:val="002F40E5"/>
    <w:rsid w:val="002F40EC"/>
    <w:rsid w:val="002F464F"/>
    <w:rsid w:val="002F4A92"/>
    <w:rsid w:val="002F4D81"/>
    <w:rsid w:val="002F5310"/>
    <w:rsid w:val="002F64CA"/>
    <w:rsid w:val="002F6DF0"/>
    <w:rsid w:val="002F6F62"/>
    <w:rsid w:val="002F7517"/>
    <w:rsid w:val="002F762E"/>
    <w:rsid w:val="002F783B"/>
    <w:rsid w:val="002F7CC1"/>
    <w:rsid w:val="003000FF"/>
    <w:rsid w:val="0030091D"/>
    <w:rsid w:val="00300CC1"/>
    <w:rsid w:val="0030175A"/>
    <w:rsid w:val="00302B8A"/>
    <w:rsid w:val="00304001"/>
    <w:rsid w:val="003061B2"/>
    <w:rsid w:val="003066D2"/>
    <w:rsid w:val="0030788E"/>
    <w:rsid w:val="00310685"/>
    <w:rsid w:val="0031077A"/>
    <w:rsid w:val="00311928"/>
    <w:rsid w:val="00311EFD"/>
    <w:rsid w:val="00312A91"/>
    <w:rsid w:val="00314060"/>
    <w:rsid w:val="0031413B"/>
    <w:rsid w:val="0031487C"/>
    <w:rsid w:val="003151ED"/>
    <w:rsid w:val="00315509"/>
    <w:rsid w:val="0031589A"/>
    <w:rsid w:val="00315C58"/>
    <w:rsid w:val="00315C84"/>
    <w:rsid w:val="00315CBB"/>
    <w:rsid w:val="00315F1C"/>
    <w:rsid w:val="00315F21"/>
    <w:rsid w:val="0031642F"/>
    <w:rsid w:val="0031744D"/>
    <w:rsid w:val="003207CB"/>
    <w:rsid w:val="00320E14"/>
    <w:rsid w:val="0032184B"/>
    <w:rsid w:val="00321B9A"/>
    <w:rsid w:val="00321EF5"/>
    <w:rsid w:val="00322188"/>
    <w:rsid w:val="003227CD"/>
    <w:rsid w:val="00322A88"/>
    <w:rsid w:val="00322DB2"/>
    <w:rsid w:val="00324447"/>
    <w:rsid w:val="00324C86"/>
    <w:rsid w:val="00324F85"/>
    <w:rsid w:val="003255C4"/>
    <w:rsid w:val="00325C1F"/>
    <w:rsid w:val="00325EAC"/>
    <w:rsid w:val="0032670D"/>
    <w:rsid w:val="00326C90"/>
    <w:rsid w:val="00327E4F"/>
    <w:rsid w:val="00330156"/>
    <w:rsid w:val="00331BD8"/>
    <w:rsid w:val="00332256"/>
    <w:rsid w:val="00332388"/>
    <w:rsid w:val="00333043"/>
    <w:rsid w:val="00335D02"/>
    <w:rsid w:val="00336855"/>
    <w:rsid w:val="00337EFA"/>
    <w:rsid w:val="00340A1F"/>
    <w:rsid w:val="003410A9"/>
    <w:rsid w:val="00342408"/>
    <w:rsid w:val="00342EDC"/>
    <w:rsid w:val="003470C0"/>
    <w:rsid w:val="003470C6"/>
    <w:rsid w:val="0034748A"/>
    <w:rsid w:val="00347D12"/>
    <w:rsid w:val="00350315"/>
    <w:rsid w:val="00351429"/>
    <w:rsid w:val="0035278C"/>
    <w:rsid w:val="00352AAB"/>
    <w:rsid w:val="00352AF9"/>
    <w:rsid w:val="00353996"/>
    <w:rsid w:val="00353BE8"/>
    <w:rsid w:val="00354B56"/>
    <w:rsid w:val="0035561D"/>
    <w:rsid w:val="00355C1B"/>
    <w:rsid w:val="00355CBD"/>
    <w:rsid w:val="003570AF"/>
    <w:rsid w:val="00360498"/>
    <w:rsid w:val="003606D4"/>
    <w:rsid w:val="00363069"/>
    <w:rsid w:val="00363550"/>
    <w:rsid w:val="0036369C"/>
    <w:rsid w:val="00363BA2"/>
    <w:rsid w:val="003642CD"/>
    <w:rsid w:val="00364990"/>
    <w:rsid w:val="003649A1"/>
    <w:rsid w:val="00364BE3"/>
    <w:rsid w:val="00365003"/>
    <w:rsid w:val="0036541D"/>
    <w:rsid w:val="003670A1"/>
    <w:rsid w:val="003727F1"/>
    <w:rsid w:val="003729EC"/>
    <w:rsid w:val="0037310F"/>
    <w:rsid w:val="003738B8"/>
    <w:rsid w:val="003740F4"/>
    <w:rsid w:val="00375AEC"/>
    <w:rsid w:val="00376D18"/>
    <w:rsid w:val="00380437"/>
    <w:rsid w:val="00380A71"/>
    <w:rsid w:val="0038150C"/>
    <w:rsid w:val="00381F88"/>
    <w:rsid w:val="0038244D"/>
    <w:rsid w:val="00383CB8"/>
    <w:rsid w:val="00384C0B"/>
    <w:rsid w:val="00385764"/>
    <w:rsid w:val="003858EC"/>
    <w:rsid w:val="00390C6D"/>
    <w:rsid w:val="003911B2"/>
    <w:rsid w:val="00391689"/>
    <w:rsid w:val="00391FE0"/>
    <w:rsid w:val="00392BF4"/>
    <w:rsid w:val="00392CE5"/>
    <w:rsid w:val="00395629"/>
    <w:rsid w:val="00395957"/>
    <w:rsid w:val="00396A22"/>
    <w:rsid w:val="00397790"/>
    <w:rsid w:val="003A0B99"/>
    <w:rsid w:val="003A1899"/>
    <w:rsid w:val="003A4111"/>
    <w:rsid w:val="003A4162"/>
    <w:rsid w:val="003A41CB"/>
    <w:rsid w:val="003A4997"/>
    <w:rsid w:val="003A4A7D"/>
    <w:rsid w:val="003A526E"/>
    <w:rsid w:val="003A624B"/>
    <w:rsid w:val="003A646E"/>
    <w:rsid w:val="003A6E30"/>
    <w:rsid w:val="003A6E50"/>
    <w:rsid w:val="003A7189"/>
    <w:rsid w:val="003A7C32"/>
    <w:rsid w:val="003B041C"/>
    <w:rsid w:val="003B1669"/>
    <w:rsid w:val="003B1B17"/>
    <w:rsid w:val="003B267E"/>
    <w:rsid w:val="003B289C"/>
    <w:rsid w:val="003B2A4E"/>
    <w:rsid w:val="003B2B93"/>
    <w:rsid w:val="003B2E86"/>
    <w:rsid w:val="003B3458"/>
    <w:rsid w:val="003B390F"/>
    <w:rsid w:val="003B445A"/>
    <w:rsid w:val="003B5F9A"/>
    <w:rsid w:val="003B7C37"/>
    <w:rsid w:val="003B7E0B"/>
    <w:rsid w:val="003C0323"/>
    <w:rsid w:val="003C0592"/>
    <w:rsid w:val="003C2639"/>
    <w:rsid w:val="003C3451"/>
    <w:rsid w:val="003C48B0"/>
    <w:rsid w:val="003C506D"/>
    <w:rsid w:val="003C610D"/>
    <w:rsid w:val="003C6AD3"/>
    <w:rsid w:val="003C7393"/>
    <w:rsid w:val="003C7F42"/>
    <w:rsid w:val="003D26D6"/>
    <w:rsid w:val="003D2B5D"/>
    <w:rsid w:val="003D2DF3"/>
    <w:rsid w:val="003D2E2E"/>
    <w:rsid w:val="003D32C7"/>
    <w:rsid w:val="003D3BAB"/>
    <w:rsid w:val="003D4044"/>
    <w:rsid w:val="003D458D"/>
    <w:rsid w:val="003D6F06"/>
    <w:rsid w:val="003D71EE"/>
    <w:rsid w:val="003D74B6"/>
    <w:rsid w:val="003D7AC3"/>
    <w:rsid w:val="003D7C2A"/>
    <w:rsid w:val="003E0A30"/>
    <w:rsid w:val="003E10B8"/>
    <w:rsid w:val="003E191C"/>
    <w:rsid w:val="003E2F51"/>
    <w:rsid w:val="003E382B"/>
    <w:rsid w:val="003E3926"/>
    <w:rsid w:val="003E5356"/>
    <w:rsid w:val="003E640B"/>
    <w:rsid w:val="003E7F3D"/>
    <w:rsid w:val="003F002D"/>
    <w:rsid w:val="003F01B1"/>
    <w:rsid w:val="003F04BF"/>
    <w:rsid w:val="003F194B"/>
    <w:rsid w:val="003F2B8A"/>
    <w:rsid w:val="003F48E8"/>
    <w:rsid w:val="003F55C1"/>
    <w:rsid w:val="003F5E54"/>
    <w:rsid w:val="003F6958"/>
    <w:rsid w:val="003F6A53"/>
    <w:rsid w:val="0040093D"/>
    <w:rsid w:val="004013EA"/>
    <w:rsid w:val="00402CA9"/>
    <w:rsid w:val="00404590"/>
    <w:rsid w:val="00404B41"/>
    <w:rsid w:val="00405C82"/>
    <w:rsid w:val="004060B6"/>
    <w:rsid w:val="0040620E"/>
    <w:rsid w:val="004102BA"/>
    <w:rsid w:val="00411CEF"/>
    <w:rsid w:val="004120F8"/>
    <w:rsid w:val="00412E86"/>
    <w:rsid w:val="004147B2"/>
    <w:rsid w:val="00415046"/>
    <w:rsid w:val="004154CF"/>
    <w:rsid w:val="004175C5"/>
    <w:rsid w:val="00417655"/>
    <w:rsid w:val="00417C0A"/>
    <w:rsid w:val="00422447"/>
    <w:rsid w:val="00423D16"/>
    <w:rsid w:val="00424CBA"/>
    <w:rsid w:val="004256BA"/>
    <w:rsid w:val="004256F5"/>
    <w:rsid w:val="00427023"/>
    <w:rsid w:val="00427678"/>
    <w:rsid w:val="00430646"/>
    <w:rsid w:val="004324E2"/>
    <w:rsid w:val="0043383B"/>
    <w:rsid w:val="0043461D"/>
    <w:rsid w:val="00434F1B"/>
    <w:rsid w:val="004357D9"/>
    <w:rsid w:val="00436409"/>
    <w:rsid w:val="00440351"/>
    <w:rsid w:val="004428EC"/>
    <w:rsid w:val="00442EBC"/>
    <w:rsid w:val="00443587"/>
    <w:rsid w:val="00444960"/>
    <w:rsid w:val="00444B1B"/>
    <w:rsid w:val="00444D29"/>
    <w:rsid w:val="00445149"/>
    <w:rsid w:val="00445560"/>
    <w:rsid w:val="00445F98"/>
    <w:rsid w:val="00446005"/>
    <w:rsid w:val="00446769"/>
    <w:rsid w:val="00446EC0"/>
    <w:rsid w:val="0044769D"/>
    <w:rsid w:val="0045062F"/>
    <w:rsid w:val="00451CF7"/>
    <w:rsid w:val="0045220D"/>
    <w:rsid w:val="00454C19"/>
    <w:rsid w:val="00456E93"/>
    <w:rsid w:val="0046186F"/>
    <w:rsid w:val="00461B7C"/>
    <w:rsid w:val="00461E4D"/>
    <w:rsid w:val="00462A4C"/>
    <w:rsid w:val="00462E85"/>
    <w:rsid w:val="0046460F"/>
    <w:rsid w:val="0046474A"/>
    <w:rsid w:val="004647DA"/>
    <w:rsid w:val="00465F12"/>
    <w:rsid w:val="00465F9D"/>
    <w:rsid w:val="004666FC"/>
    <w:rsid w:val="0046675F"/>
    <w:rsid w:val="0046690B"/>
    <w:rsid w:val="0046725A"/>
    <w:rsid w:val="00467909"/>
    <w:rsid w:val="00470FCE"/>
    <w:rsid w:val="004713E1"/>
    <w:rsid w:val="00471465"/>
    <w:rsid w:val="004720B7"/>
    <w:rsid w:val="004729F4"/>
    <w:rsid w:val="004735C7"/>
    <w:rsid w:val="004738E5"/>
    <w:rsid w:val="00474C7D"/>
    <w:rsid w:val="00474F30"/>
    <w:rsid w:val="00475BC0"/>
    <w:rsid w:val="0047610D"/>
    <w:rsid w:val="00476564"/>
    <w:rsid w:val="004769C6"/>
    <w:rsid w:val="004808BF"/>
    <w:rsid w:val="00480E7A"/>
    <w:rsid w:val="004821D8"/>
    <w:rsid w:val="00482C0B"/>
    <w:rsid w:val="00484198"/>
    <w:rsid w:val="004851CA"/>
    <w:rsid w:val="0048550F"/>
    <w:rsid w:val="00485686"/>
    <w:rsid w:val="004863CE"/>
    <w:rsid w:val="00487139"/>
    <w:rsid w:val="004872BE"/>
    <w:rsid w:val="004875A6"/>
    <w:rsid w:val="00487602"/>
    <w:rsid w:val="00487A29"/>
    <w:rsid w:val="00490971"/>
    <w:rsid w:val="004915DB"/>
    <w:rsid w:val="00491BB4"/>
    <w:rsid w:val="0049201C"/>
    <w:rsid w:val="0049372A"/>
    <w:rsid w:val="004955A0"/>
    <w:rsid w:val="00495D54"/>
    <w:rsid w:val="004976FF"/>
    <w:rsid w:val="00497917"/>
    <w:rsid w:val="004A1D20"/>
    <w:rsid w:val="004A1D9E"/>
    <w:rsid w:val="004A294F"/>
    <w:rsid w:val="004A3B5A"/>
    <w:rsid w:val="004A402A"/>
    <w:rsid w:val="004A4D14"/>
    <w:rsid w:val="004A5B90"/>
    <w:rsid w:val="004A5F00"/>
    <w:rsid w:val="004A6313"/>
    <w:rsid w:val="004A6521"/>
    <w:rsid w:val="004A7016"/>
    <w:rsid w:val="004A7388"/>
    <w:rsid w:val="004A73D8"/>
    <w:rsid w:val="004A7795"/>
    <w:rsid w:val="004B0AB5"/>
    <w:rsid w:val="004B228B"/>
    <w:rsid w:val="004B25F5"/>
    <w:rsid w:val="004B36F4"/>
    <w:rsid w:val="004B43FD"/>
    <w:rsid w:val="004B4AA8"/>
    <w:rsid w:val="004B55E4"/>
    <w:rsid w:val="004B6F30"/>
    <w:rsid w:val="004B752C"/>
    <w:rsid w:val="004B77DD"/>
    <w:rsid w:val="004B7F15"/>
    <w:rsid w:val="004C01E8"/>
    <w:rsid w:val="004C0769"/>
    <w:rsid w:val="004C1263"/>
    <w:rsid w:val="004C261C"/>
    <w:rsid w:val="004C27AE"/>
    <w:rsid w:val="004C3FF1"/>
    <w:rsid w:val="004C41BC"/>
    <w:rsid w:val="004C4C8F"/>
    <w:rsid w:val="004C5CB5"/>
    <w:rsid w:val="004C678A"/>
    <w:rsid w:val="004C68EE"/>
    <w:rsid w:val="004C7703"/>
    <w:rsid w:val="004C77DD"/>
    <w:rsid w:val="004C7F29"/>
    <w:rsid w:val="004D0089"/>
    <w:rsid w:val="004D12F9"/>
    <w:rsid w:val="004D193C"/>
    <w:rsid w:val="004D2EAE"/>
    <w:rsid w:val="004D3711"/>
    <w:rsid w:val="004D42FE"/>
    <w:rsid w:val="004D4A5B"/>
    <w:rsid w:val="004D4CE2"/>
    <w:rsid w:val="004D4FE7"/>
    <w:rsid w:val="004D503A"/>
    <w:rsid w:val="004D51F6"/>
    <w:rsid w:val="004D631A"/>
    <w:rsid w:val="004E0409"/>
    <w:rsid w:val="004E34F3"/>
    <w:rsid w:val="004E3CA4"/>
    <w:rsid w:val="004E3EE3"/>
    <w:rsid w:val="004E554E"/>
    <w:rsid w:val="004F0FE8"/>
    <w:rsid w:val="004F1955"/>
    <w:rsid w:val="004F3152"/>
    <w:rsid w:val="004F3892"/>
    <w:rsid w:val="004F4981"/>
    <w:rsid w:val="004F4E7E"/>
    <w:rsid w:val="004F5AA7"/>
    <w:rsid w:val="004F6914"/>
    <w:rsid w:val="004F7627"/>
    <w:rsid w:val="005001BC"/>
    <w:rsid w:val="00500DA2"/>
    <w:rsid w:val="00501294"/>
    <w:rsid w:val="0050452A"/>
    <w:rsid w:val="00504B2E"/>
    <w:rsid w:val="0050577D"/>
    <w:rsid w:val="00505F67"/>
    <w:rsid w:val="00505FA7"/>
    <w:rsid w:val="0050609C"/>
    <w:rsid w:val="005064FA"/>
    <w:rsid w:val="005069F0"/>
    <w:rsid w:val="005075A4"/>
    <w:rsid w:val="00507BB8"/>
    <w:rsid w:val="005101E8"/>
    <w:rsid w:val="0051068E"/>
    <w:rsid w:val="00510FA9"/>
    <w:rsid w:val="005124B8"/>
    <w:rsid w:val="00512CA7"/>
    <w:rsid w:val="00512CDF"/>
    <w:rsid w:val="005132E4"/>
    <w:rsid w:val="00513EE3"/>
    <w:rsid w:val="00514797"/>
    <w:rsid w:val="005149CA"/>
    <w:rsid w:val="00514A13"/>
    <w:rsid w:val="00516220"/>
    <w:rsid w:val="00516594"/>
    <w:rsid w:val="00520964"/>
    <w:rsid w:val="00522A2D"/>
    <w:rsid w:val="00524239"/>
    <w:rsid w:val="00524DEB"/>
    <w:rsid w:val="00524F5F"/>
    <w:rsid w:val="005254C9"/>
    <w:rsid w:val="00527D72"/>
    <w:rsid w:val="00530676"/>
    <w:rsid w:val="005307A0"/>
    <w:rsid w:val="0053107C"/>
    <w:rsid w:val="0053136D"/>
    <w:rsid w:val="005313CF"/>
    <w:rsid w:val="0053172F"/>
    <w:rsid w:val="005330C8"/>
    <w:rsid w:val="0053331A"/>
    <w:rsid w:val="00533642"/>
    <w:rsid w:val="00533F9F"/>
    <w:rsid w:val="0053462E"/>
    <w:rsid w:val="005355CF"/>
    <w:rsid w:val="005357B5"/>
    <w:rsid w:val="005357F4"/>
    <w:rsid w:val="00535C1E"/>
    <w:rsid w:val="00535EE7"/>
    <w:rsid w:val="005361D7"/>
    <w:rsid w:val="00536A3C"/>
    <w:rsid w:val="005376BD"/>
    <w:rsid w:val="00543C9F"/>
    <w:rsid w:val="005444BD"/>
    <w:rsid w:val="005447AC"/>
    <w:rsid w:val="00545075"/>
    <w:rsid w:val="00545322"/>
    <w:rsid w:val="00545EEB"/>
    <w:rsid w:val="005462DF"/>
    <w:rsid w:val="00546D32"/>
    <w:rsid w:val="00547335"/>
    <w:rsid w:val="00550E4C"/>
    <w:rsid w:val="00550E83"/>
    <w:rsid w:val="005510D2"/>
    <w:rsid w:val="0055131B"/>
    <w:rsid w:val="00551597"/>
    <w:rsid w:val="0055247B"/>
    <w:rsid w:val="00552550"/>
    <w:rsid w:val="005532F0"/>
    <w:rsid w:val="00553E10"/>
    <w:rsid w:val="00555CFF"/>
    <w:rsid w:val="00556507"/>
    <w:rsid w:val="0055709E"/>
    <w:rsid w:val="0055776E"/>
    <w:rsid w:val="00561382"/>
    <w:rsid w:val="005635BF"/>
    <w:rsid w:val="005640A5"/>
    <w:rsid w:val="00564A65"/>
    <w:rsid w:val="005653CD"/>
    <w:rsid w:val="00566178"/>
    <w:rsid w:val="00567F63"/>
    <w:rsid w:val="005709B7"/>
    <w:rsid w:val="005711D2"/>
    <w:rsid w:val="0057129C"/>
    <w:rsid w:val="0057156D"/>
    <w:rsid w:val="00571857"/>
    <w:rsid w:val="00571B51"/>
    <w:rsid w:val="00572349"/>
    <w:rsid w:val="00572FAB"/>
    <w:rsid w:val="00572FD6"/>
    <w:rsid w:val="0057432C"/>
    <w:rsid w:val="005744B1"/>
    <w:rsid w:val="00574E1D"/>
    <w:rsid w:val="005756B1"/>
    <w:rsid w:val="0057788B"/>
    <w:rsid w:val="005802F8"/>
    <w:rsid w:val="005810A6"/>
    <w:rsid w:val="0058155F"/>
    <w:rsid w:val="00582F8B"/>
    <w:rsid w:val="00583BDA"/>
    <w:rsid w:val="005844EB"/>
    <w:rsid w:val="005853BF"/>
    <w:rsid w:val="00585677"/>
    <w:rsid w:val="00585711"/>
    <w:rsid w:val="005859DD"/>
    <w:rsid w:val="00585D5C"/>
    <w:rsid w:val="00585EDE"/>
    <w:rsid w:val="00585FB5"/>
    <w:rsid w:val="00586739"/>
    <w:rsid w:val="00586E1B"/>
    <w:rsid w:val="00587120"/>
    <w:rsid w:val="00587928"/>
    <w:rsid w:val="00587A31"/>
    <w:rsid w:val="005918D8"/>
    <w:rsid w:val="0059377D"/>
    <w:rsid w:val="005942B2"/>
    <w:rsid w:val="0059585F"/>
    <w:rsid w:val="00596B3F"/>
    <w:rsid w:val="00597A98"/>
    <w:rsid w:val="005A0285"/>
    <w:rsid w:val="005A0F63"/>
    <w:rsid w:val="005A1463"/>
    <w:rsid w:val="005A1C78"/>
    <w:rsid w:val="005A2271"/>
    <w:rsid w:val="005A24E4"/>
    <w:rsid w:val="005A3D7D"/>
    <w:rsid w:val="005A5AD3"/>
    <w:rsid w:val="005A6191"/>
    <w:rsid w:val="005A6526"/>
    <w:rsid w:val="005A6657"/>
    <w:rsid w:val="005A74EB"/>
    <w:rsid w:val="005A763D"/>
    <w:rsid w:val="005B0F65"/>
    <w:rsid w:val="005B0FC6"/>
    <w:rsid w:val="005B11A7"/>
    <w:rsid w:val="005B161D"/>
    <w:rsid w:val="005B28DE"/>
    <w:rsid w:val="005B34AB"/>
    <w:rsid w:val="005B37D3"/>
    <w:rsid w:val="005B47C1"/>
    <w:rsid w:val="005B4F79"/>
    <w:rsid w:val="005B558B"/>
    <w:rsid w:val="005B597D"/>
    <w:rsid w:val="005B5D11"/>
    <w:rsid w:val="005B67F1"/>
    <w:rsid w:val="005B68AC"/>
    <w:rsid w:val="005B6E13"/>
    <w:rsid w:val="005B6F2F"/>
    <w:rsid w:val="005B7B8D"/>
    <w:rsid w:val="005C28C0"/>
    <w:rsid w:val="005C4922"/>
    <w:rsid w:val="005C62EE"/>
    <w:rsid w:val="005D004D"/>
    <w:rsid w:val="005D0A1C"/>
    <w:rsid w:val="005D0BD3"/>
    <w:rsid w:val="005D18F9"/>
    <w:rsid w:val="005D3E8C"/>
    <w:rsid w:val="005D51B2"/>
    <w:rsid w:val="005D5D38"/>
    <w:rsid w:val="005D5FC9"/>
    <w:rsid w:val="005D67A5"/>
    <w:rsid w:val="005D7183"/>
    <w:rsid w:val="005D7234"/>
    <w:rsid w:val="005D74A2"/>
    <w:rsid w:val="005D76F1"/>
    <w:rsid w:val="005D7C02"/>
    <w:rsid w:val="005E00C9"/>
    <w:rsid w:val="005E0FBD"/>
    <w:rsid w:val="005E1F16"/>
    <w:rsid w:val="005E277A"/>
    <w:rsid w:val="005E2AE6"/>
    <w:rsid w:val="005E5994"/>
    <w:rsid w:val="005E5C51"/>
    <w:rsid w:val="005E6184"/>
    <w:rsid w:val="005E6F90"/>
    <w:rsid w:val="005E7D4A"/>
    <w:rsid w:val="005F08D2"/>
    <w:rsid w:val="005F1F80"/>
    <w:rsid w:val="005F2678"/>
    <w:rsid w:val="005F29CE"/>
    <w:rsid w:val="005F4A1A"/>
    <w:rsid w:val="005F4E89"/>
    <w:rsid w:val="005F502F"/>
    <w:rsid w:val="005F57F1"/>
    <w:rsid w:val="005F6960"/>
    <w:rsid w:val="005F6E4C"/>
    <w:rsid w:val="005F72EB"/>
    <w:rsid w:val="00600383"/>
    <w:rsid w:val="0060184B"/>
    <w:rsid w:val="006030C3"/>
    <w:rsid w:val="00603323"/>
    <w:rsid w:val="006037A9"/>
    <w:rsid w:val="006045F5"/>
    <w:rsid w:val="00604798"/>
    <w:rsid w:val="006047C4"/>
    <w:rsid w:val="00605466"/>
    <w:rsid w:val="00605D03"/>
    <w:rsid w:val="00606029"/>
    <w:rsid w:val="0060657D"/>
    <w:rsid w:val="00606AC9"/>
    <w:rsid w:val="00607D1D"/>
    <w:rsid w:val="0061186F"/>
    <w:rsid w:val="006119BB"/>
    <w:rsid w:val="0061271D"/>
    <w:rsid w:val="00614590"/>
    <w:rsid w:val="00615994"/>
    <w:rsid w:val="00615B2C"/>
    <w:rsid w:val="00615B7A"/>
    <w:rsid w:val="0061604E"/>
    <w:rsid w:val="0061655D"/>
    <w:rsid w:val="00616FA0"/>
    <w:rsid w:val="006170A2"/>
    <w:rsid w:val="006172BA"/>
    <w:rsid w:val="0062168A"/>
    <w:rsid w:val="006216EC"/>
    <w:rsid w:val="00621AED"/>
    <w:rsid w:val="0062427A"/>
    <w:rsid w:val="00625DBD"/>
    <w:rsid w:val="00626481"/>
    <w:rsid w:val="00632063"/>
    <w:rsid w:val="006324F8"/>
    <w:rsid w:val="00633016"/>
    <w:rsid w:val="0063397F"/>
    <w:rsid w:val="00634054"/>
    <w:rsid w:val="00634B38"/>
    <w:rsid w:val="00634D2D"/>
    <w:rsid w:val="0063587B"/>
    <w:rsid w:val="0063642E"/>
    <w:rsid w:val="006365CC"/>
    <w:rsid w:val="006375D0"/>
    <w:rsid w:val="00640196"/>
    <w:rsid w:val="0064103B"/>
    <w:rsid w:val="0064129E"/>
    <w:rsid w:val="006413D3"/>
    <w:rsid w:val="00642BCF"/>
    <w:rsid w:val="00643114"/>
    <w:rsid w:val="00643657"/>
    <w:rsid w:val="0064515D"/>
    <w:rsid w:val="00645C3D"/>
    <w:rsid w:val="006466E3"/>
    <w:rsid w:val="00646AF1"/>
    <w:rsid w:val="00646E91"/>
    <w:rsid w:val="006471CD"/>
    <w:rsid w:val="00647C89"/>
    <w:rsid w:val="006513EE"/>
    <w:rsid w:val="006532DC"/>
    <w:rsid w:val="006537A3"/>
    <w:rsid w:val="00653FBD"/>
    <w:rsid w:val="00654442"/>
    <w:rsid w:val="00654CC6"/>
    <w:rsid w:val="00656304"/>
    <w:rsid w:val="0065686E"/>
    <w:rsid w:val="00656ABC"/>
    <w:rsid w:val="00656AC9"/>
    <w:rsid w:val="00656B0F"/>
    <w:rsid w:val="00657706"/>
    <w:rsid w:val="00657A0C"/>
    <w:rsid w:val="00660A3C"/>
    <w:rsid w:val="0066239B"/>
    <w:rsid w:val="006629DE"/>
    <w:rsid w:val="00662F30"/>
    <w:rsid w:val="00663614"/>
    <w:rsid w:val="006638B4"/>
    <w:rsid w:val="00664749"/>
    <w:rsid w:val="006649A8"/>
    <w:rsid w:val="00665780"/>
    <w:rsid w:val="00666715"/>
    <w:rsid w:val="00666F21"/>
    <w:rsid w:val="00667764"/>
    <w:rsid w:val="0066796E"/>
    <w:rsid w:val="006703AA"/>
    <w:rsid w:val="006723F8"/>
    <w:rsid w:val="00672A89"/>
    <w:rsid w:val="00673A6B"/>
    <w:rsid w:val="006742DA"/>
    <w:rsid w:val="00675C2E"/>
    <w:rsid w:val="00675EEB"/>
    <w:rsid w:val="00676C34"/>
    <w:rsid w:val="006809DC"/>
    <w:rsid w:val="00680C35"/>
    <w:rsid w:val="0068150D"/>
    <w:rsid w:val="006816B9"/>
    <w:rsid w:val="00682174"/>
    <w:rsid w:val="0068428A"/>
    <w:rsid w:val="00684330"/>
    <w:rsid w:val="00684A95"/>
    <w:rsid w:val="00685C8B"/>
    <w:rsid w:val="0068742B"/>
    <w:rsid w:val="00687A72"/>
    <w:rsid w:val="006908E1"/>
    <w:rsid w:val="00692A8D"/>
    <w:rsid w:val="0069360D"/>
    <w:rsid w:val="006950D7"/>
    <w:rsid w:val="00695FC5"/>
    <w:rsid w:val="00696354"/>
    <w:rsid w:val="006968BC"/>
    <w:rsid w:val="00696BC5"/>
    <w:rsid w:val="00696EA6"/>
    <w:rsid w:val="00696EFE"/>
    <w:rsid w:val="006A0B5B"/>
    <w:rsid w:val="006A0B6A"/>
    <w:rsid w:val="006A0C5D"/>
    <w:rsid w:val="006A0C95"/>
    <w:rsid w:val="006A0FBE"/>
    <w:rsid w:val="006A1569"/>
    <w:rsid w:val="006A1E51"/>
    <w:rsid w:val="006A2257"/>
    <w:rsid w:val="006A36F0"/>
    <w:rsid w:val="006A3C60"/>
    <w:rsid w:val="006A43EE"/>
    <w:rsid w:val="006A5392"/>
    <w:rsid w:val="006B097C"/>
    <w:rsid w:val="006B0DAC"/>
    <w:rsid w:val="006B27A6"/>
    <w:rsid w:val="006B327A"/>
    <w:rsid w:val="006B35D7"/>
    <w:rsid w:val="006B4E1E"/>
    <w:rsid w:val="006B5A1E"/>
    <w:rsid w:val="006B5B22"/>
    <w:rsid w:val="006B5BE9"/>
    <w:rsid w:val="006B5D67"/>
    <w:rsid w:val="006B73F9"/>
    <w:rsid w:val="006B740E"/>
    <w:rsid w:val="006B7471"/>
    <w:rsid w:val="006C0C05"/>
    <w:rsid w:val="006C139A"/>
    <w:rsid w:val="006C2606"/>
    <w:rsid w:val="006C31B1"/>
    <w:rsid w:val="006C32C6"/>
    <w:rsid w:val="006D0130"/>
    <w:rsid w:val="006D0B9B"/>
    <w:rsid w:val="006D3AEB"/>
    <w:rsid w:val="006D40C1"/>
    <w:rsid w:val="006D4610"/>
    <w:rsid w:val="006D5647"/>
    <w:rsid w:val="006D5A1F"/>
    <w:rsid w:val="006D6261"/>
    <w:rsid w:val="006D6A57"/>
    <w:rsid w:val="006D6DF9"/>
    <w:rsid w:val="006D7EE8"/>
    <w:rsid w:val="006E05ED"/>
    <w:rsid w:val="006E06F0"/>
    <w:rsid w:val="006E0F2A"/>
    <w:rsid w:val="006E14E3"/>
    <w:rsid w:val="006E1574"/>
    <w:rsid w:val="006E21AB"/>
    <w:rsid w:val="006E2D27"/>
    <w:rsid w:val="006E502B"/>
    <w:rsid w:val="006E56F3"/>
    <w:rsid w:val="006E5D97"/>
    <w:rsid w:val="006E785E"/>
    <w:rsid w:val="006E7B48"/>
    <w:rsid w:val="006E7D90"/>
    <w:rsid w:val="006E7FD3"/>
    <w:rsid w:val="006F09FA"/>
    <w:rsid w:val="006F0DD7"/>
    <w:rsid w:val="006F197C"/>
    <w:rsid w:val="006F1A3C"/>
    <w:rsid w:val="006F21FE"/>
    <w:rsid w:val="006F4D22"/>
    <w:rsid w:val="006F6043"/>
    <w:rsid w:val="006F6065"/>
    <w:rsid w:val="006F6149"/>
    <w:rsid w:val="006F6695"/>
    <w:rsid w:val="006F685A"/>
    <w:rsid w:val="006F6FC7"/>
    <w:rsid w:val="006F7AEB"/>
    <w:rsid w:val="006F7B75"/>
    <w:rsid w:val="00701651"/>
    <w:rsid w:val="007021C8"/>
    <w:rsid w:val="007028FD"/>
    <w:rsid w:val="00702991"/>
    <w:rsid w:val="00703689"/>
    <w:rsid w:val="00703FF4"/>
    <w:rsid w:val="00705BC9"/>
    <w:rsid w:val="007063E4"/>
    <w:rsid w:val="0070669A"/>
    <w:rsid w:val="0070683A"/>
    <w:rsid w:val="0070730E"/>
    <w:rsid w:val="0070765F"/>
    <w:rsid w:val="007079DA"/>
    <w:rsid w:val="00707E9B"/>
    <w:rsid w:val="007101B2"/>
    <w:rsid w:val="007102ED"/>
    <w:rsid w:val="0071053F"/>
    <w:rsid w:val="00710D87"/>
    <w:rsid w:val="00711246"/>
    <w:rsid w:val="00711FAC"/>
    <w:rsid w:val="007122C6"/>
    <w:rsid w:val="007122FC"/>
    <w:rsid w:val="00712443"/>
    <w:rsid w:val="00712739"/>
    <w:rsid w:val="007130C2"/>
    <w:rsid w:val="00713CD6"/>
    <w:rsid w:val="007143F1"/>
    <w:rsid w:val="00716571"/>
    <w:rsid w:val="00716660"/>
    <w:rsid w:val="00716C02"/>
    <w:rsid w:val="007177DB"/>
    <w:rsid w:val="00720031"/>
    <w:rsid w:val="007202B4"/>
    <w:rsid w:val="00720937"/>
    <w:rsid w:val="007217FB"/>
    <w:rsid w:val="00721C67"/>
    <w:rsid w:val="00721F32"/>
    <w:rsid w:val="007232F9"/>
    <w:rsid w:val="0072445B"/>
    <w:rsid w:val="00724AA0"/>
    <w:rsid w:val="00725071"/>
    <w:rsid w:val="00725932"/>
    <w:rsid w:val="0072630C"/>
    <w:rsid w:val="00726B28"/>
    <w:rsid w:val="007276E4"/>
    <w:rsid w:val="0073062B"/>
    <w:rsid w:val="00730A84"/>
    <w:rsid w:val="00730EEA"/>
    <w:rsid w:val="00731269"/>
    <w:rsid w:val="00731944"/>
    <w:rsid w:val="00732677"/>
    <w:rsid w:val="00732C8F"/>
    <w:rsid w:val="0073306A"/>
    <w:rsid w:val="00733B9C"/>
    <w:rsid w:val="00733E97"/>
    <w:rsid w:val="00734473"/>
    <w:rsid w:val="007355A5"/>
    <w:rsid w:val="00736B28"/>
    <w:rsid w:val="00737A6A"/>
    <w:rsid w:val="0074043A"/>
    <w:rsid w:val="00740C8C"/>
    <w:rsid w:val="00741095"/>
    <w:rsid w:val="007414BE"/>
    <w:rsid w:val="007416BF"/>
    <w:rsid w:val="007439A6"/>
    <w:rsid w:val="00744367"/>
    <w:rsid w:val="00744BE0"/>
    <w:rsid w:val="0074522B"/>
    <w:rsid w:val="0074552A"/>
    <w:rsid w:val="0074710C"/>
    <w:rsid w:val="00747C1D"/>
    <w:rsid w:val="00751905"/>
    <w:rsid w:val="007523B2"/>
    <w:rsid w:val="00755C6B"/>
    <w:rsid w:val="0075621A"/>
    <w:rsid w:val="00756996"/>
    <w:rsid w:val="007612F9"/>
    <w:rsid w:val="00761A9D"/>
    <w:rsid w:val="00762436"/>
    <w:rsid w:val="00762FF2"/>
    <w:rsid w:val="00763B82"/>
    <w:rsid w:val="0076426F"/>
    <w:rsid w:val="00764BA9"/>
    <w:rsid w:val="00765096"/>
    <w:rsid w:val="00765BB4"/>
    <w:rsid w:val="00766289"/>
    <w:rsid w:val="00766551"/>
    <w:rsid w:val="007727C2"/>
    <w:rsid w:val="007733EE"/>
    <w:rsid w:val="007734C5"/>
    <w:rsid w:val="007734F6"/>
    <w:rsid w:val="00773713"/>
    <w:rsid w:val="00773AD8"/>
    <w:rsid w:val="00774498"/>
    <w:rsid w:val="007748B6"/>
    <w:rsid w:val="007754E4"/>
    <w:rsid w:val="007755B5"/>
    <w:rsid w:val="00776D33"/>
    <w:rsid w:val="0077708E"/>
    <w:rsid w:val="007770DB"/>
    <w:rsid w:val="00780C03"/>
    <w:rsid w:val="007815E3"/>
    <w:rsid w:val="00781968"/>
    <w:rsid w:val="007838AB"/>
    <w:rsid w:val="0078416C"/>
    <w:rsid w:val="007846A5"/>
    <w:rsid w:val="00784786"/>
    <w:rsid w:val="007847CF"/>
    <w:rsid w:val="00784BBC"/>
    <w:rsid w:val="00785026"/>
    <w:rsid w:val="00785406"/>
    <w:rsid w:val="007858D9"/>
    <w:rsid w:val="00785AA4"/>
    <w:rsid w:val="00785AEE"/>
    <w:rsid w:val="007866A7"/>
    <w:rsid w:val="0078718A"/>
    <w:rsid w:val="00787B5B"/>
    <w:rsid w:val="00791358"/>
    <w:rsid w:val="007916D6"/>
    <w:rsid w:val="00791806"/>
    <w:rsid w:val="00791945"/>
    <w:rsid w:val="0079287A"/>
    <w:rsid w:val="00792B93"/>
    <w:rsid w:val="007931EA"/>
    <w:rsid w:val="0079324C"/>
    <w:rsid w:val="0079345B"/>
    <w:rsid w:val="00793C71"/>
    <w:rsid w:val="007940BE"/>
    <w:rsid w:val="007948B7"/>
    <w:rsid w:val="00796045"/>
    <w:rsid w:val="007978CC"/>
    <w:rsid w:val="007A147F"/>
    <w:rsid w:val="007A1C9A"/>
    <w:rsid w:val="007A40E2"/>
    <w:rsid w:val="007A4227"/>
    <w:rsid w:val="007A57C9"/>
    <w:rsid w:val="007A641E"/>
    <w:rsid w:val="007A6A27"/>
    <w:rsid w:val="007A6D11"/>
    <w:rsid w:val="007B078B"/>
    <w:rsid w:val="007B0BC9"/>
    <w:rsid w:val="007B103E"/>
    <w:rsid w:val="007B1634"/>
    <w:rsid w:val="007B25A5"/>
    <w:rsid w:val="007B3AD3"/>
    <w:rsid w:val="007B3D0E"/>
    <w:rsid w:val="007B480F"/>
    <w:rsid w:val="007B48D3"/>
    <w:rsid w:val="007B4D83"/>
    <w:rsid w:val="007B4EC0"/>
    <w:rsid w:val="007B5B1F"/>
    <w:rsid w:val="007B5C2D"/>
    <w:rsid w:val="007B76BB"/>
    <w:rsid w:val="007B7C87"/>
    <w:rsid w:val="007C03DE"/>
    <w:rsid w:val="007C042B"/>
    <w:rsid w:val="007C0F46"/>
    <w:rsid w:val="007C1967"/>
    <w:rsid w:val="007C1C61"/>
    <w:rsid w:val="007C1CCE"/>
    <w:rsid w:val="007C1E94"/>
    <w:rsid w:val="007C1F13"/>
    <w:rsid w:val="007C1F84"/>
    <w:rsid w:val="007C2222"/>
    <w:rsid w:val="007C25A7"/>
    <w:rsid w:val="007C28B3"/>
    <w:rsid w:val="007C2995"/>
    <w:rsid w:val="007C29DC"/>
    <w:rsid w:val="007C3002"/>
    <w:rsid w:val="007C4340"/>
    <w:rsid w:val="007C4532"/>
    <w:rsid w:val="007C4770"/>
    <w:rsid w:val="007C4BF2"/>
    <w:rsid w:val="007C5124"/>
    <w:rsid w:val="007C559E"/>
    <w:rsid w:val="007C6443"/>
    <w:rsid w:val="007C6895"/>
    <w:rsid w:val="007C776E"/>
    <w:rsid w:val="007D0CF0"/>
    <w:rsid w:val="007D144C"/>
    <w:rsid w:val="007D448D"/>
    <w:rsid w:val="007D54FA"/>
    <w:rsid w:val="007D565A"/>
    <w:rsid w:val="007D60A7"/>
    <w:rsid w:val="007D7787"/>
    <w:rsid w:val="007D7D5B"/>
    <w:rsid w:val="007E067F"/>
    <w:rsid w:val="007E1EB3"/>
    <w:rsid w:val="007E2169"/>
    <w:rsid w:val="007E281B"/>
    <w:rsid w:val="007E4582"/>
    <w:rsid w:val="007E4871"/>
    <w:rsid w:val="007E52C4"/>
    <w:rsid w:val="007E75CD"/>
    <w:rsid w:val="007E79A8"/>
    <w:rsid w:val="007F0AB6"/>
    <w:rsid w:val="007F0B04"/>
    <w:rsid w:val="007F0B4B"/>
    <w:rsid w:val="007F126E"/>
    <w:rsid w:val="007F1314"/>
    <w:rsid w:val="007F250C"/>
    <w:rsid w:val="007F26AF"/>
    <w:rsid w:val="007F354B"/>
    <w:rsid w:val="007F3AD1"/>
    <w:rsid w:val="007F572B"/>
    <w:rsid w:val="007F6EA6"/>
    <w:rsid w:val="007F6F26"/>
    <w:rsid w:val="007F7A45"/>
    <w:rsid w:val="007F7E67"/>
    <w:rsid w:val="0080142A"/>
    <w:rsid w:val="00801C24"/>
    <w:rsid w:val="00802191"/>
    <w:rsid w:val="00802625"/>
    <w:rsid w:val="008033F3"/>
    <w:rsid w:val="00806CE0"/>
    <w:rsid w:val="00811EDB"/>
    <w:rsid w:val="008125C2"/>
    <w:rsid w:val="00813773"/>
    <w:rsid w:val="008138B7"/>
    <w:rsid w:val="00813B5E"/>
    <w:rsid w:val="00813D1E"/>
    <w:rsid w:val="008148CF"/>
    <w:rsid w:val="00814B72"/>
    <w:rsid w:val="00815086"/>
    <w:rsid w:val="0081537D"/>
    <w:rsid w:val="00816C63"/>
    <w:rsid w:val="00817CBB"/>
    <w:rsid w:val="00821DF2"/>
    <w:rsid w:val="008222BC"/>
    <w:rsid w:val="0082267C"/>
    <w:rsid w:val="00823D14"/>
    <w:rsid w:val="0082499C"/>
    <w:rsid w:val="00825792"/>
    <w:rsid w:val="008264CD"/>
    <w:rsid w:val="0082793B"/>
    <w:rsid w:val="00827D94"/>
    <w:rsid w:val="00830103"/>
    <w:rsid w:val="00830D81"/>
    <w:rsid w:val="00830DD3"/>
    <w:rsid w:val="00831B27"/>
    <w:rsid w:val="008324CE"/>
    <w:rsid w:val="00832E10"/>
    <w:rsid w:val="00832E3E"/>
    <w:rsid w:val="00833D6F"/>
    <w:rsid w:val="008342DE"/>
    <w:rsid w:val="00835F53"/>
    <w:rsid w:val="008367D4"/>
    <w:rsid w:val="00836E84"/>
    <w:rsid w:val="00837B38"/>
    <w:rsid w:val="008409A9"/>
    <w:rsid w:val="008412A2"/>
    <w:rsid w:val="0084145B"/>
    <w:rsid w:val="008419AD"/>
    <w:rsid w:val="008421A2"/>
    <w:rsid w:val="00842797"/>
    <w:rsid w:val="00842973"/>
    <w:rsid w:val="00842D66"/>
    <w:rsid w:val="00843E06"/>
    <w:rsid w:val="00844028"/>
    <w:rsid w:val="008453DE"/>
    <w:rsid w:val="008454F1"/>
    <w:rsid w:val="00845CBE"/>
    <w:rsid w:val="008463C7"/>
    <w:rsid w:val="00846CF6"/>
    <w:rsid w:val="00847077"/>
    <w:rsid w:val="00847F71"/>
    <w:rsid w:val="00850CCD"/>
    <w:rsid w:val="00851B62"/>
    <w:rsid w:val="0085258E"/>
    <w:rsid w:val="00852901"/>
    <w:rsid w:val="00853AC2"/>
    <w:rsid w:val="00855068"/>
    <w:rsid w:val="0085537D"/>
    <w:rsid w:val="00855EAE"/>
    <w:rsid w:val="008569C6"/>
    <w:rsid w:val="008606C5"/>
    <w:rsid w:val="008608B0"/>
    <w:rsid w:val="008618EF"/>
    <w:rsid w:val="00861BE5"/>
    <w:rsid w:val="00861E5F"/>
    <w:rsid w:val="008621A9"/>
    <w:rsid w:val="00865137"/>
    <w:rsid w:val="00865615"/>
    <w:rsid w:val="00866771"/>
    <w:rsid w:val="00867AE6"/>
    <w:rsid w:val="008703AA"/>
    <w:rsid w:val="00871594"/>
    <w:rsid w:val="00871A23"/>
    <w:rsid w:val="00872A71"/>
    <w:rsid w:val="00872BF1"/>
    <w:rsid w:val="00874DED"/>
    <w:rsid w:val="00874F3D"/>
    <w:rsid w:val="00875A65"/>
    <w:rsid w:val="00876B96"/>
    <w:rsid w:val="00877289"/>
    <w:rsid w:val="00877DFE"/>
    <w:rsid w:val="00880146"/>
    <w:rsid w:val="008814E4"/>
    <w:rsid w:val="008817F3"/>
    <w:rsid w:val="00881BAC"/>
    <w:rsid w:val="008843B6"/>
    <w:rsid w:val="00884428"/>
    <w:rsid w:val="0088551F"/>
    <w:rsid w:val="008858BC"/>
    <w:rsid w:val="00885E4D"/>
    <w:rsid w:val="00886214"/>
    <w:rsid w:val="00886D70"/>
    <w:rsid w:val="008872F7"/>
    <w:rsid w:val="00887574"/>
    <w:rsid w:val="0088793E"/>
    <w:rsid w:val="00887A7E"/>
    <w:rsid w:val="00890515"/>
    <w:rsid w:val="00890A30"/>
    <w:rsid w:val="00890C11"/>
    <w:rsid w:val="00893069"/>
    <w:rsid w:val="00894E73"/>
    <w:rsid w:val="00895716"/>
    <w:rsid w:val="00896CB6"/>
    <w:rsid w:val="008974B7"/>
    <w:rsid w:val="008A0AEE"/>
    <w:rsid w:val="008A127A"/>
    <w:rsid w:val="008A1300"/>
    <w:rsid w:val="008A1C38"/>
    <w:rsid w:val="008A1ECE"/>
    <w:rsid w:val="008A2472"/>
    <w:rsid w:val="008A28D1"/>
    <w:rsid w:val="008A3F0F"/>
    <w:rsid w:val="008A44D6"/>
    <w:rsid w:val="008A46A6"/>
    <w:rsid w:val="008A4F6E"/>
    <w:rsid w:val="008A586F"/>
    <w:rsid w:val="008A589A"/>
    <w:rsid w:val="008A61B2"/>
    <w:rsid w:val="008A74A0"/>
    <w:rsid w:val="008B05C0"/>
    <w:rsid w:val="008B09E1"/>
    <w:rsid w:val="008B1CBC"/>
    <w:rsid w:val="008B21FF"/>
    <w:rsid w:val="008B2B19"/>
    <w:rsid w:val="008B31E5"/>
    <w:rsid w:val="008B3C7B"/>
    <w:rsid w:val="008B5905"/>
    <w:rsid w:val="008B5DC0"/>
    <w:rsid w:val="008B758A"/>
    <w:rsid w:val="008B7E93"/>
    <w:rsid w:val="008B7F89"/>
    <w:rsid w:val="008C0C66"/>
    <w:rsid w:val="008C0E3B"/>
    <w:rsid w:val="008C18AB"/>
    <w:rsid w:val="008C2F4D"/>
    <w:rsid w:val="008C300B"/>
    <w:rsid w:val="008C38DC"/>
    <w:rsid w:val="008C567C"/>
    <w:rsid w:val="008C62B4"/>
    <w:rsid w:val="008C7087"/>
    <w:rsid w:val="008D11FB"/>
    <w:rsid w:val="008D1791"/>
    <w:rsid w:val="008D1FFE"/>
    <w:rsid w:val="008D2414"/>
    <w:rsid w:val="008D259E"/>
    <w:rsid w:val="008D360E"/>
    <w:rsid w:val="008D3A39"/>
    <w:rsid w:val="008D3EBD"/>
    <w:rsid w:val="008D3F86"/>
    <w:rsid w:val="008D430B"/>
    <w:rsid w:val="008D4A00"/>
    <w:rsid w:val="008D4BF3"/>
    <w:rsid w:val="008D4D21"/>
    <w:rsid w:val="008D4E03"/>
    <w:rsid w:val="008D4E7D"/>
    <w:rsid w:val="008D65FB"/>
    <w:rsid w:val="008D73DB"/>
    <w:rsid w:val="008D7CFB"/>
    <w:rsid w:val="008D7D60"/>
    <w:rsid w:val="008E004F"/>
    <w:rsid w:val="008E06EB"/>
    <w:rsid w:val="008E0A2F"/>
    <w:rsid w:val="008E1FE8"/>
    <w:rsid w:val="008E27BF"/>
    <w:rsid w:val="008E28DF"/>
    <w:rsid w:val="008E2992"/>
    <w:rsid w:val="008E3828"/>
    <w:rsid w:val="008E4A8D"/>
    <w:rsid w:val="008E4CFA"/>
    <w:rsid w:val="008E6BAD"/>
    <w:rsid w:val="008E75BB"/>
    <w:rsid w:val="008E7FAB"/>
    <w:rsid w:val="008F2731"/>
    <w:rsid w:val="008F2A53"/>
    <w:rsid w:val="008F2D9C"/>
    <w:rsid w:val="008F3FCA"/>
    <w:rsid w:val="008F4D75"/>
    <w:rsid w:val="008F57C1"/>
    <w:rsid w:val="008F5D03"/>
    <w:rsid w:val="008F5DF3"/>
    <w:rsid w:val="008F63B8"/>
    <w:rsid w:val="008F766E"/>
    <w:rsid w:val="00900B44"/>
    <w:rsid w:val="00901789"/>
    <w:rsid w:val="00903EC9"/>
    <w:rsid w:val="0090621C"/>
    <w:rsid w:val="00907744"/>
    <w:rsid w:val="00907E88"/>
    <w:rsid w:val="009113ED"/>
    <w:rsid w:val="0091174B"/>
    <w:rsid w:val="00913ED1"/>
    <w:rsid w:val="0091444D"/>
    <w:rsid w:val="009149AD"/>
    <w:rsid w:val="00914EB8"/>
    <w:rsid w:val="0091547E"/>
    <w:rsid w:val="009155A8"/>
    <w:rsid w:val="0091595F"/>
    <w:rsid w:val="00915DE7"/>
    <w:rsid w:val="00916A9A"/>
    <w:rsid w:val="00916F6A"/>
    <w:rsid w:val="00917055"/>
    <w:rsid w:val="00917B63"/>
    <w:rsid w:val="00920B15"/>
    <w:rsid w:val="009216F6"/>
    <w:rsid w:val="00921E85"/>
    <w:rsid w:val="00922245"/>
    <w:rsid w:val="009222E9"/>
    <w:rsid w:val="00924A83"/>
    <w:rsid w:val="00924C60"/>
    <w:rsid w:val="00925B03"/>
    <w:rsid w:val="00926593"/>
    <w:rsid w:val="00926F47"/>
    <w:rsid w:val="00927100"/>
    <w:rsid w:val="00927125"/>
    <w:rsid w:val="009271C6"/>
    <w:rsid w:val="0093008D"/>
    <w:rsid w:val="0093022B"/>
    <w:rsid w:val="00930B27"/>
    <w:rsid w:val="00930F2E"/>
    <w:rsid w:val="00931128"/>
    <w:rsid w:val="0093158E"/>
    <w:rsid w:val="009316AB"/>
    <w:rsid w:val="00931CEF"/>
    <w:rsid w:val="00932358"/>
    <w:rsid w:val="009328DE"/>
    <w:rsid w:val="00932CCB"/>
    <w:rsid w:val="00933986"/>
    <w:rsid w:val="009347E3"/>
    <w:rsid w:val="0093546F"/>
    <w:rsid w:val="00935559"/>
    <w:rsid w:val="00935BCF"/>
    <w:rsid w:val="00935D29"/>
    <w:rsid w:val="00936E5F"/>
    <w:rsid w:val="00936FE7"/>
    <w:rsid w:val="009375EF"/>
    <w:rsid w:val="00941649"/>
    <w:rsid w:val="00941B04"/>
    <w:rsid w:val="00941F4A"/>
    <w:rsid w:val="00941F7E"/>
    <w:rsid w:val="00942038"/>
    <w:rsid w:val="00942101"/>
    <w:rsid w:val="00942746"/>
    <w:rsid w:val="009436A1"/>
    <w:rsid w:val="00943701"/>
    <w:rsid w:val="00943E33"/>
    <w:rsid w:val="00944C73"/>
    <w:rsid w:val="009459B4"/>
    <w:rsid w:val="009462F7"/>
    <w:rsid w:val="00947332"/>
    <w:rsid w:val="00950627"/>
    <w:rsid w:val="0095066E"/>
    <w:rsid w:val="009508BE"/>
    <w:rsid w:val="0095112D"/>
    <w:rsid w:val="009515D0"/>
    <w:rsid w:val="0095267F"/>
    <w:rsid w:val="00954A70"/>
    <w:rsid w:val="009563DC"/>
    <w:rsid w:val="009565E8"/>
    <w:rsid w:val="00956893"/>
    <w:rsid w:val="00956DF7"/>
    <w:rsid w:val="009571B3"/>
    <w:rsid w:val="009573E0"/>
    <w:rsid w:val="009574C6"/>
    <w:rsid w:val="009578E2"/>
    <w:rsid w:val="00957AF4"/>
    <w:rsid w:val="00957C73"/>
    <w:rsid w:val="00957D02"/>
    <w:rsid w:val="00960F82"/>
    <w:rsid w:val="00962F82"/>
    <w:rsid w:val="00962F9E"/>
    <w:rsid w:val="00964146"/>
    <w:rsid w:val="00964351"/>
    <w:rsid w:val="009651F2"/>
    <w:rsid w:val="009656AB"/>
    <w:rsid w:val="0096597E"/>
    <w:rsid w:val="00965B6B"/>
    <w:rsid w:val="00967215"/>
    <w:rsid w:val="00967D26"/>
    <w:rsid w:val="00970A7A"/>
    <w:rsid w:val="00970C51"/>
    <w:rsid w:val="00970D21"/>
    <w:rsid w:val="00972DD7"/>
    <w:rsid w:val="0097319E"/>
    <w:rsid w:val="00976FC2"/>
    <w:rsid w:val="00980859"/>
    <w:rsid w:val="00980A3F"/>
    <w:rsid w:val="00980F5B"/>
    <w:rsid w:val="00981509"/>
    <w:rsid w:val="00983103"/>
    <w:rsid w:val="00984C13"/>
    <w:rsid w:val="00986098"/>
    <w:rsid w:val="009862CF"/>
    <w:rsid w:val="00986434"/>
    <w:rsid w:val="00986A6E"/>
    <w:rsid w:val="00986FF5"/>
    <w:rsid w:val="00987483"/>
    <w:rsid w:val="00990876"/>
    <w:rsid w:val="00990D3F"/>
    <w:rsid w:val="009916AB"/>
    <w:rsid w:val="00992A31"/>
    <w:rsid w:val="00993262"/>
    <w:rsid w:val="00993667"/>
    <w:rsid w:val="00993BC3"/>
    <w:rsid w:val="00993F8F"/>
    <w:rsid w:val="00995972"/>
    <w:rsid w:val="0099633B"/>
    <w:rsid w:val="00996770"/>
    <w:rsid w:val="00996A51"/>
    <w:rsid w:val="00996B19"/>
    <w:rsid w:val="00996E76"/>
    <w:rsid w:val="009978C1"/>
    <w:rsid w:val="00997CDC"/>
    <w:rsid w:val="009A0597"/>
    <w:rsid w:val="009A26CF"/>
    <w:rsid w:val="009A26D1"/>
    <w:rsid w:val="009A2BBB"/>
    <w:rsid w:val="009A38B3"/>
    <w:rsid w:val="009A47B2"/>
    <w:rsid w:val="009A5F1C"/>
    <w:rsid w:val="009A707B"/>
    <w:rsid w:val="009A76DD"/>
    <w:rsid w:val="009A7B94"/>
    <w:rsid w:val="009B0562"/>
    <w:rsid w:val="009B1C1A"/>
    <w:rsid w:val="009B2A2B"/>
    <w:rsid w:val="009B2C23"/>
    <w:rsid w:val="009B2EEB"/>
    <w:rsid w:val="009B358F"/>
    <w:rsid w:val="009B3632"/>
    <w:rsid w:val="009B38A3"/>
    <w:rsid w:val="009B3AAF"/>
    <w:rsid w:val="009B3E25"/>
    <w:rsid w:val="009B4238"/>
    <w:rsid w:val="009B426F"/>
    <w:rsid w:val="009B4C1F"/>
    <w:rsid w:val="009B69CA"/>
    <w:rsid w:val="009B7573"/>
    <w:rsid w:val="009B757D"/>
    <w:rsid w:val="009B7665"/>
    <w:rsid w:val="009B7900"/>
    <w:rsid w:val="009C0242"/>
    <w:rsid w:val="009C0861"/>
    <w:rsid w:val="009C098C"/>
    <w:rsid w:val="009C2C90"/>
    <w:rsid w:val="009C2F5B"/>
    <w:rsid w:val="009C5706"/>
    <w:rsid w:val="009C5B34"/>
    <w:rsid w:val="009C7598"/>
    <w:rsid w:val="009C766D"/>
    <w:rsid w:val="009C77E0"/>
    <w:rsid w:val="009D0775"/>
    <w:rsid w:val="009D08EE"/>
    <w:rsid w:val="009D150B"/>
    <w:rsid w:val="009D18C9"/>
    <w:rsid w:val="009D1D5C"/>
    <w:rsid w:val="009D286F"/>
    <w:rsid w:val="009D4602"/>
    <w:rsid w:val="009D54A3"/>
    <w:rsid w:val="009D5514"/>
    <w:rsid w:val="009D717F"/>
    <w:rsid w:val="009D7F3C"/>
    <w:rsid w:val="009E0274"/>
    <w:rsid w:val="009E16FC"/>
    <w:rsid w:val="009E2EF8"/>
    <w:rsid w:val="009E57EF"/>
    <w:rsid w:val="009E7381"/>
    <w:rsid w:val="009E7D15"/>
    <w:rsid w:val="009F0508"/>
    <w:rsid w:val="009F1348"/>
    <w:rsid w:val="009F16EE"/>
    <w:rsid w:val="009F32F2"/>
    <w:rsid w:val="009F436D"/>
    <w:rsid w:val="009F4684"/>
    <w:rsid w:val="009F46C9"/>
    <w:rsid w:val="009F47B2"/>
    <w:rsid w:val="009F60A0"/>
    <w:rsid w:val="009F6D28"/>
    <w:rsid w:val="00A01101"/>
    <w:rsid w:val="00A017A2"/>
    <w:rsid w:val="00A0186D"/>
    <w:rsid w:val="00A0213A"/>
    <w:rsid w:val="00A02327"/>
    <w:rsid w:val="00A0236C"/>
    <w:rsid w:val="00A02D33"/>
    <w:rsid w:val="00A03EEF"/>
    <w:rsid w:val="00A0419D"/>
    <w:rsid w:val="00A04524"/>
    <w:rsid w:val="00A05BE2"/>
    <w:rsid w:val="00A05E49"/>
    <w:rsid w:val="00A05E9C"/>
    <w:rsid w:val="00A05EF1"/>
    <w:rsid w:val="00A06737"/>
    <w:rsid w:val="00A07C74"/>
    <w:rsid w:val="00A10C48"/>
    <w:rsid w:val="00A11656"/>
    <w:rsid w:val="00A120F0"/>
    <w:rsid w:val="00A132B5"/>
    <w:rsid w:val="00A13759"/>
    <w:rsid w:val="00A13FCB"/>
    <w:rsid w:val="00A15055"/>
    <w:rsid w:val="00A15559"/>
    <w:rsid w:val="00A1559D"/>
    <w:rsid w:val="00A1688C"/>
    <w:rsid w:val="00A168B1"/>
    <w:rsid w:val="00A17450"/>
    <w:rsid w:val="00A17C63"/>
    <w:rsid w:val="00A20021"/>
    <w:rsid w:val="00A2240F"/>
    <w:rsid w:val="00A22F3B"/>
    <w:rsid w:val="00A23A08"/>
    <w:rsid w:val="00A23FFD"/>
    <w:rsid w:val="00A2536B"/>
    <w:rsid w:val="00A25897"/>
    <w:rsid w:val="00A262D4"/>
    <w:rsid w:val="00A278E8"/>
    <w:rsid w:val="00A27F03"/>
    <w:rsid w:val="00A30054"/>
    <w:rsid w:val="00A30AEA"/>
    <w:rsid w:val="00A31497"/>
    <w:rsid w:val="00A31E2E"/>
    <w:rsid w:val="00A33100"/>
    <w:rsid w:val="00A3346B"/>
    <w:rsid w:val="00A3350E"/>
    <w:rsid w:val="00A33748"/>
    <w:rsid w:val="00A33F5E"/>
    <w:rsid w:val="00A346C5"/>
    <w:rsid w:val="00A3478C"/>
    <w:rsid w:val="00A35E2F"/>
    <w:rsid w:val="00A36C87"/>
    <w:rsid w:val="00A37043"/>
    <w:rsid w:val="00A416DA"/>
    <w:rsid w:val="00A41E13"/>
    <w:rsid w:val="00A42903"/>
    <w:rsid w:val="00A43260"/>
    <w:rsid w:val="00A436FF"/>
    <w:rsid w:val="00A44131"/>
    <w:rsid w:val="00A44C63"/>
    <w:rsid w:val="00A45572"/>
    <w:rsid w:val="00A462A8"/>
    <w:rsid w:val="00A46F3D"/>
    <w:rsid w:val="00A4736B"/>
    <w:rsid w:val="00A50894"/>
    <w:rsid w:val="00A50E3B"/>
    <w:rsid w:val="00A5287B"/>
    <w:rsid w:val="00A53820"/>
    <w:rsid w:val="00A554CB"/>
    <w:rsid w:val="00A57DFA"/>
    <w:rsid w:val="00A6003E"/>
    <w:rsid w:val="00A6170F"/>
    <w:rsid w:val="00A61E57"/>
    <w:rsid w:val="00A62870"/>
    <w:rsid w:val="00A633BE"/>
    <w:rsid w:val="00A6422E"/>
    <w:rsid w:val="00A64D6A"/>
    <w:rsid w:val="00A65600"/>
    <w:rsid w:val="00A65B82"/>
    <w:rsid w:val="00A65F24"/>
    <w:rsid w:val="00A70B48"/>
    <w:rsid w:val="00A71437"/>
    <w:rsid w:val="00A716A7"/>
    <w:rsid w:val="00A7199C"/>
    <w:rsid w:val="00A71FAD"/>
    <w:rsid w:val="00A72097"/>
    <w:rsid w:val="00A721DB"/>
    <w:rsid w:val="00A72D50"/>
    <w:rsid w:val="00A731FB"/>
    <w:rsid w:val="00A73645"/>
    <w:rsid w:val="00A73B6C"/>
    <w:rsid w:val="00A73DC5"/>
    <w:rsid w:val="00A74619"/>
    <w:rsid w:val="00A74E9E"/>
    <w:rsid w:val="00A74F4F"/>
    <w:rsid w:val="00A7672C"/>
    <w:rsid w:val="00A76959"/>
    <w:rsid w:val="00A76AF2"/>
    <w:rsid w:val="00A77716"/>
    <w:rsid w:val="00A81103"/>
    <w:rsid w:val="00A816CB"/>
    <w:rsid w:val="00A8218E"/>
    <w:rsid w:val="00A83688"/>
    <w:rsid w:val="00A8436F"/>
    <w:rsid w:val="00A85DEA"/>
    <w:rsid w:val="00A8795C"/>
    <w:rsid w:val="00A87D4C"/>
    <w:rsid w:val="00A929AC"/>
    <w:rsid w:val="00A9351F"/>
    <w:rsid w:val="00A935B9"/>
    <w:rsid w:val="00A944F9"/>
    <w:rsid w:val="00A94695"/>
    <w:rsid w:val="00A95188"/>
    <w:rsid w:val="00A95223"/>
    <w:rsid w:val="00A95465"/>
    <w:rsid w:val="00A95BEF"/>
    <w:rsid w:val="00A96FF5"/>
    <w:rsid w:val="00A97299"/>
    <w:rsid w:val="00AA0B44"/>
    <w:rsid w:val="00AA0D34"/>
    <w:rsid w:val="00AA1D08"/>
    <w:rsid w:val="00AB0477"/>
    <w:rsid w:val="00AB08EA"/>
    <w:rsid w:val="00AB09F8"/>
    <w:rsid w:val="00AB0CDD"/>
    <w:rsid w:val="00AB0D21"/>
    <w:rsid w:val="00AB1A92"/>
    <w:rsid w:val="00AB2425"/>
    <w:rsid w:val="00AB26A2"/>
    <w:rsid w:val="00AB2B73"/>
    <w:rsid w:val="00AB416C"/>
    <w:rsid w:val="00AB49B1"/>
    <w:rsid w:val="00AB49D5"/>
    <w:rsid w:val="00AB5052"/>
    <w:rsid w:val="00AB5B04"/>
    <w:rsid w:val="00AB5DCE"/>
    <w:rsid w:val="00AB5E47"/>
    <w:rsid w:val="00AB6322"/>
    <w:rsid w:val="00AB698C"/>
    <w:rsid w:val="00AB7394"/>
    <w:rsid w:val="00AB76AA"/>
    <w:rsid w:val="00AB771F"/>
    <w:rsid w:val="00AB7AB4"/>
    <w:rsid w:val="00AB7CDE"/>
    <w:rsid w:val="00AC0098"/>
    <w:rsid w:val="00AC1C8D"/>
    <w:rsid w:val="00AC26D7"/>
    <w:rsid w:val="00AC2B2F"/>
    <w:rsid w:val="00AC350F"/>
    <w:rsid w:val="00AC359C"/>
    <w:rsid w:val="00AC450C"/>
    <w:rsid w:val="00AC4AFE"/>
    <w:rsid w:val="00AC4C45"/>
    <w:rsid w:val="00AC4D12"/>
    <w:rsid w:val="00AC504E"/>
    <w:rsid w:val="00AC5627"/>
    <w:rsid w:val="00AC65B0"/>
    <w:rsid w:val="00AD002E"/>
    <w:rsid w:val="00AD14A0"/>
    <w:rsid w:val="00AD1578"/>
    <w:rsid w:val="00AD2309"/>
    <w:rsid w:val="00AD2954"/>
    <w:rsid w:val="00AD2C88"/>
    <w:rsid w:val="00AD3101"/>
    <w:rsid w:val="00AD524D"/>
    <w:rsid w:val="00AD62B0"/>
    <w:rsid w:val="00AD649A"/>
    <w:rsid w:val="00AE0363"/>
    <w:rsid w:val="00AE0F96"/>
    <w:rsid w:val="00AE5467"/>
    <w:rsid w:val="00AE618B"/>
    <w:rsid w:val="00AF0661"/>
    <w:rsid w:val="00AF1B3C"/>
    <w:rsid w:val="00AF1D77"/>
    <w:rsid w:val="00AF325B"/>
    <w:rsid w:val="00AF3684"/>
    <w:rsid w:val="00AF4000"/>
    <w:rsid w:val="00AF44E2"/>
    <w:rsid w:val="00AF4947"/>
    <w:rsid w:val="00AF4E66"/>
    <w:rsid w:val="00AF5D7A"/>
    <w:rsid w:val="00AF630E"/>
    <w:rsid w:val="00AF653D"/>
    <w:rsid w:val="00AF751F"/>
    <w:rsid w:val="00B01331"/>
    <w:rsid w:val="00B02D4C"/>
    <w:rsid w:val="00B0318B"/>
    <w:rsid w:val="00B04949"/>
    <w:rsid w:val="00B04E56"/>
    <w:rsid w:val="00B0533B"/>
    <w:rsid w:val="00B05CC3"/>
    <w:rsid w:val="00B06095"/>
    <w:rsid w:val="00B07A3A"/>
    <w:rsid w:val="00B07B43"/>
    <w:rsid w:val="00B103B1"/>
    <w:rsid w:val="00B1119A"/>
    <w:rsid w:val="00B1121F"/>
    <w:rsid w:val="00B12B5D"/>
    <w:rsid w:val="00B135C4"/>
    <w:rsid w:val="00B1364D"/>
    <w:rsid w:val="00B13F5C"/>
    <w:rsid w:val="00B1489B"/>
    <w:rsid w:val="00B14CF2"/>
    <w:rsid w:val="00B15155"/>
    <w:rsid w:val="00B1579A"/>
    <w:rsid w:val="00B158C8"/>
    <w:rsid w:val="00B15E5A"/>
    <w:rsid w:val="00B1674F"/>
    <w:rsid w:val="00B16DEA"/>
    <w:rsid w:val="00B16F55"/>
    <w:rsid w:val="00B173C5"/>
    <w:rsid w:val="00B1754F"/>
    <w:rsid w:val="00B2039E"/>
    <w:rsid w:val="00B20585"/>
    <w:rsid w:val="00B22507"/>
    <w:rsid w:val="00B23BAD"/>
    <w:rsid w:val="00B240B8"/>
    <w:rsid w:val="00B24BF2"/>
    <w:rsid w:val="00B2579F"/>
    <w:rsid w:val="00B26BE5"/>
    <w:rsid w:val="00B27484"/>
    <w:rsid w:val="00B275BC"/>
    <w:rsid w:val="00B3010B"/>
    <w:rsid w:val="00B30DFC"/>
    <w:rsid w:val="00B3269B"/>
    <w:rsid w:val="00B326C2"/>
    <w:rsid w:val="00B3271F"/>
    <w:rsid w:val="00B344DA"/>
    <w:rsid w:val="00B354F2"/>
    <w:rsid w:val="00B357A3"/>
    <w:rsid w:val="00B357D9"/>
    <w:rsid w:val="00B3643E"/>
    <w:rsid w:val="00B3661E"/>
    <w:rsid w:val="00B36E72"/>
    <w:rsid w:val="00B40426"/>
    <w:rsid w:val="00B4170D"/>
    <w:rsid w:val="00B41A0B"/>
    <w:rsid w:val="00B41D51"/>
    <w:rsid w:val="00B42F85"/>
    <w:rsid w:val="00B43431"/>
    <w:rsid w:val="00B4367B"/>
    <w:rsid w:val="00B43CBD"/>
    <w:rsid w:val="00B46295"/>
    <w:rsid w:val="00B50627"/>
    <w:rsid w:val="00B50E80"/>
    <w:rsid w:val="00B51510"/>
    <w:rsid w:val="00B51640"/>
    <w:rsid w:val="00B51E2D"/>
    <w:rsid w:val="00B51ED7"/>
    <w:rsid w:val="00B52294"/>
    <w:rsid w:val="00B52C94"/>
    <w:rsid w:val="00B53490"/>
    <w:rsid w:val="00B53A4D"/>
    <w:rsid w:val="00B555FC"/>
    <w:rsid w:val="00B55BF2"/>
    <w:rsid w:val="00B55C68"/>
    <w:rsid w:val="00B565BD"/>
    <w:rsid w:val="00B56CB1"/>
    <w:rsid w:val="00B6146F"/>
    <w:rsid w:val="00B618B0"/>
    <w:rsid w:val="00B626C3"/>
    <w:rsid w:val="00B62D78"/>
    <w:rsid w:val="00B63150"/>
    <w:rsid w:val="00B63B54"/>
    <w:rsid w:val="00B64587"/>
    <w:rsid w:val="00B64C21"/>
    <w:rsid w:val="00B65133"/>
    <w:rsid w:val="00B66DBC"/>
    <w:rsid w:val="00B67381"/>
    <w:rsid w:val="00B704E5"/>
    <w:rsid w:val="00B710D7"/>
    <w:rsid w:val="00B725AD"/>
    <w:rsid w:val="00B73FD5"/>
    <w:rsid w:val="00B7410D"/>
    <w:rsid w:val="00B7505E"/>
    <w:rsid w:val="00B75893"/>
    <w:rsid w:val="00B77167"/>
    <w:rsid w:val="00B77EAA"/>
    <w:rsid w:val="00B82DEC"/>
    <w:rsid w:val="00B831F3"/>
    <w:rsid w:val="00B83398"/>
    <w:rsid w:val="00B84B8B"/>
    <w:rsid w:val="00B8634C"/>
    <w:rsid w:val="00B876E0"/>
    <w:rsid w:val="00B87AA8"/>
    <w:rsid w:val="00B90238"/>
    <w:rsid w:val="00B90903"/>
    <w:rsid w:val="00B90B31"/>
    <w:rsid w:val="00B90B50"/>
    <w:rsid w:val="00B90BA6"/>
    <w:rsid w:val="00B91454"/>
    <w:rsid w:val="00B9148C"/>
    <w:rsid w:val="00B92210"/>
    <w:rsid w:val="00B925AB"/>
    <w:rsid w:val="00B929FE"/>
    <w:rsid w:val="00B92BE8"/>
    <w:rsid w:val="00B92FE0"/>
    <w:rsid w:val="00B969E5"/>
    <w:rsid w:val="00B96FD2"/>
    <w:rsid w:val="00B9752B"/>
    <w:rsid w:val="00BA0660"/>
    <w:rsid w:val="00BA0F21"/>
    <w:rsid w:val="00BA37E1"/>
    <w:rsid w:val="00BA380C"/>
    <w:rsid w:val="00BA4A85"/>
    <w:rsid w:val="00BA4EE2"/>
    <w:rsid w:val="00BA605F"/>
    <w:rsid w:val="00BB1F20"/>
    <w:rsid w:val="00BB3510"/>
    <w:rsid w:val="00BB37CA"/>
    <w:rsid w:val="00BB459C"/>
    <w:rsid w:val="00BB51C1"/>
    <w:rsid w:val="00BB623E"/>
    <w:rsid w:val="00BB6612"/>
    <w:rsid w:val="00BB66B3"/>
    <w:rsid w:val="00BB6D45"/>
    <w:rsid w:val="00BB6F13"/>
    <w:rsid w:val="00BB6FCD"/>
    <w:rsid w:val="00BB70DA"/>
    <w:rsid w:val="00BC1725"/>
    <w:rsid w:val="00BC275D"/>
    <w:rsid w:val="00BC4A4B"/>
    <w:rsid w:val="00BC6FA4"/>
    <w:rsid w:val="00BC717E"/>
    <w:rsid w:val="00BC7749"/>
    <w:rsid w:val="00BD0E23"/>
    <w:rsid w:val="00BD18A8"/>
    <w:rsid w:val="00BD1D02"/>
    <w:rsid w:val="00BD444D"/>
    <w:rsid w:val="00BD49F8"/>
    <w:rsid w:val="00BD53D8"/>
    <w:rsid w:val="00BD7350"/>
    <w:rsid w:val="00BD7A43"/>
    <w:rsid w:val="00BE05A0"/>
    <w:rsid w:val="00BE1316"/>
    <w:rsid w:val="00BE1A50"/>
    <w:rsid w:val="00BE581C"/>
    <w:rsid w:val="00BE6B98"/>
    <w:rsid w:val="00BE7AC0"/>
    <w:rsid w:val="00BF0895"/>
    <w:rsid w:val="00BF162D"/>
    <w:rsid w:val="00BF1CF0"/>
    <w:rsid w:val="00BF21C0"/>
    <w:rsid w:val="00BF2217"/>
    <w:rsid w:val="00BF2688"/>
    <w:rsid w:val="00BF3E39"/>
    <w:rsid w:val="00BF55AE"/>
    <w:rsid w:val="00BF5CDA"/>
    <w:rsid w:val="00BF6528"/>
    <w:rsid w:val="00BF6FC6"/>
    <w:rsid w:val="00BF71CD"/>
    <w:rsid w:val="00C0205F"/>
    <w:rsid w:val="00C0284B"/>
    <w:rsid w:val="00C02B54"/>
    <w:rsid w:val="00C046F4"/>
    <w:rsid w:val="00C04A1C"/>
    <w:rsid w:val="00C04EC9"/>
    <w:rsid w:val="00C053E5"/>
    <w:rsid w:val="00C05529"/>
    <w:rsid w:val="00C07774"/>
    <w:rsid w:val="00C079C8"/>
    <w:rsid w:val="00C07B9F"/>
    <w:rsid w:val="00C07F15"/>
    <w:rsid w:val="00C111B3"/>
    <w:rsid w:val="00C11286"/>
    <w:rsid w:val="00C11395"/>
    <w:rsid w:val="00C1175C"/>
    <w:rsid w:val="00C122FE"/>
    <w:rsid w:val="00C1298C"/>
    <w:rsid w:val="00C129A7"/>
    <w:rsid w:val="00C12ACE"/>
    <w:rsid w:val="00C12FBC"/>
    <w:rsid w:val="00C13840"/>
    <w:rsid w:val="00C15A20"/>
    <w:rsid w:val="00C16161"/>
    <w:rsid w:val="00C16DE0"/>
    <w:rsid w:val="00C16ED7"/>
    <w:rsid w:val="00C20D31"/>
    <w:rsid w:val="00C20F6C"/>
    <w:rsid w:val="00C21629"/>
    <w:rsid w:val="00C21909"/>
    <w:rsid w:val="00C2229E"/>
    <w:rsid w:val="00C230DE"/>
    <w:rsid w:val="00C238B5"/>
    <w:rsid w:val="00C24C3C"/>
    <w:rsid w:val="00C276B1"/>
    <w:rsid w:val="00C30F78"/>
    <w:rsid w:val="00C3102F"/>
    <w:rsid w:val="00C31489"/>
    <w:rsid w:val="00C321ED"/>
    <w:rsid w:val="00C322E3"/>
    <w:rsid w:val="00C32623"/>
    <w:rsid w:val="00C32A55"/>
    <w:rsid w:val="00C32DB8"/>
    <w:rsid w:val="00C3437E"/>
    <w:rsid w:val="00C359B0"/>
    <w:rsid w:val="00C35BEB"/>
    <w:rsid w:val="00C35FFF"/>
    <w:rsid w:val="00C362DF"/>
    <w:rsid w:val="00C36C7C"/>
    <w:rsid w:val="00C37FE4"/>
    <w:rsid w:val="00C40546"/>
    <w:rsid w:val="00C40D66"/>
    <w:rsid w:val="00C411B4"/>
    <w:rsid w:val="00C4121E"/>
    <w:rsid w:val="00C412BE"/>
    <w:rsid w:val="00C416A1"/>
    <w:rsid w:val="00C41891"/>
    <w:rsid w:val="00C41978"/>
    <w:rsid w:val="00C432A4"/>
    <w:rsid w:val="00C44E15"/>
    <w:rsid w:val="00C454CB"/>
    <w:rsid w:val="00C46329"/>
    <w:rsid w:val="00C46B5B"/>
    <w:rsid w:val="00C479B1"/>
    <w:rsid w:val="00C50ACA"/>
    <w:rsid w:val="00C50CD1"/>
    <w:rsid w:val="00C51385"/>
    <w:rsid w:val="00C526F9"/>
    <w:rsid w:val="00C5286C"/>
    <w:rsid w:val="00C52A87"/>
    <w:rsid w:val="00C53004"/>
    <w:rsid w:val="00C53748"/>
    <w:rsid w:val="00C54C06"/>
    <w:rsid w:val="00C55C57"/>
    <w:rsid w:val="00C5697A"/>
    <w:rsid w:val="00C56996"/>
    <w:rsid w:val="00C56A71"/>
    <w:rsid w:val="00C57737"/>
    <w:rsid w:val="00C57D10"/>
    <w:rsid w:val="00C60028"/>
    <w:rsid w:val="00C61035"/>
    <w:rsid w:val="00C62C8C"/>
    <w:rsid w:val="00C6391A"/>
    <w:rsid w:val="00C65098"/>
    <w:rsid w:val="00C6553D"/>
    <w:rsid w:val="00C67521"/>
    <w:rsid w:val="00C67A1C"/>
    <w:rsid w:val="00C67A4B"/>
    <w:rsid w:val="00C70EBB"/>
    <w:rsid w:val="00C71C32"/>
    <w:rsid w:val="00C72160"/>
    <w:rsid w:val="00C737FA"/>
    <w:rsid w:val="00C73B4C"/>
    <w:rsid w:val="00C76A0F"/>
    <w:rsid w:val="00C76D5D"/>
    <w:rsid w:val="00C770EA"/>
    <w:rsid w:val="00C772CA"/>
    <w:rsid w:val="00C773B8"/>
    <w:rsid w:val="00C77497"/>
    <w:rsid w:val="00C80071"/>
    <w:rsid w:val="00C8026B"/>
    <w:rsid w:val="00C80FED"/>
    <w:rsid w:val="00C81015"/>
    <w:rsid w:val="00C81468"/>
    <w:rsid w:val="00C8277E"/>
    <w:rsid w:val="00C83320"/>
    <w:rsid w:val="00C8373B"/>
    <w:rsid w:val="00C85283"/>
    <w:rsid w:val="00C858B2"/>
    <w:rsid w:val="00C85B0F"/>
    <w:rsid w:val="00C86C81"/>
    <w:rsid w:val="00C9156E"/>
    <w:rsid w:val="00C9307C"/>
    <w:rsid w:val="00C93157"/>
    <w:rsid w:val="00C93D28"/>
    <w:rsid w:val="00C93F42"/>
    <w:rsid w:val="00C94875"/>
    <w:rsid w:val="00C954A9"/>
    <w:rsid w:val="00C959FE"/>
    <w:rsid w:val="00C967B6"/>
    <w:rsid w:val="00CA0CCC"/>
    <w:rsid w:val="00CA0E9A"/>
    <w:rsid w:val="00CA24F6"/>
    <w:rsid w:val="00CA25F2"/>
    <w:rsid w:val="00CA275D"/>
    <w:rsid w:val="00CA42C2"/>
    <w:rsid w:val="00CA4BF2"/>
    <w:rsid w:val="00CA4C34"/>
    <w:rsid w:val="00CA4CE8"/>
    <w:rsid w:val="00CA5595"/>
    <w:rsid w:val="00CA5B4B"/>
    <w:rsid w:val="00CB085B"/>
    <w:rsid w:val="00CB16B3"/>
    <w:rsid w:val="00CB1923"/>
    <w:rsid w:val="00CB1924"/>
    <w:rsid w:val="00CB2205"/>
    <w:rsid w:val="00CB222E"/>
    <w:rsid w:val="00CB2A4B"/>
    <w:rsid w:val="00CB2EB2"/>
    <w:rsid w:val="00CB3132"/>
    <w:rsid w:val="00CB3A59"/>
    <w:rsid w:val="00CB4E14"/>
    <w:rsid w:val="00CB58D0"/>
    <w:rsid w:val="00CB7880"/>
    <w:rsid w:val="00CB78BC"/>
    <w:rsid w:val="00CB7FA3"/>
    <w:rsid w:val="00CC093C"/>
    <w:rsid w:val="00CC0D51"/>
    <w:rsid w:val="00CC1319"/>
    <w:rsid w:val="00CC2ADC"/>
    <w:rsid w:val="00CC2C88"/>
    <w:rsid w:val="00CC36AB"/>
    <w:rsid w:val="00CC3EB2"/>
    <w:rsid w:val="00CC4231"/>
    <w:rsid w:val="00CC5173"/>
    <w:rsid w:val="00CC51C1"/>
    <w:rsid w:val="00CC58E2"/>
    <w:rsid w:val="00CC5BB7"/>
    <w:rsid w:val="00CC5CB7"/>
    <w:rsid w:val="00CC5CDC"/>
    <w:rsid w:val="00CC5EAD"/>
    <w:rsid w:val="00CC724E"/>
    <w:rsid w:val="00CC74DA"/>
    <w:rsid w:val="00CC7C0E"/>
    <w:rsid w:val="00CD01B5"/>
    <w:rsid w:val="00CD1534"/>
    <w:rsid w:val="00CD1F37"/>
    <w:rsid w:val="00CD2A3E"/>
    <w:rsid w:val="00CD40A1"/>
    <w:rsid w:val="00CD4E7A"/>
    <w:rsid w:val="00CD5932"/>
    <w:rsid w:val="00CD5C4F"/>
    <w:rsid w:val="00CD5EF0"/>
    <w:rsid w:val="00CD601D"/>
    <w:rsid w:val="00CD7FB7"/>
    <w:rsid w:val="00CE0E3A"/>
    <w:rsid w:val="00CE0E60"/>
    <w:rsid w:val="00CE1CE1"/>
    <w:rsid w:val="00CE1DA4"/>
    <w:rsid w:val="00CE36DB"/>
    <w:rsid w:val="00CE4A0F"/>
    <w:rsid w:val="00CE5255"/>
    <w:rsid w:val="00CE5514"/>
    <w:rsid w:val="00CE5DCF"/>
    <w:rsid w:val="00CF02DB"/>
    <w:rsid w:val="00CF0EAB"/>
    <w:rsid w:val="00CF14F6"/>
    <w:rsid w:val="00CF2EC3"/>
    <w:rsid w:val="00CF3379"/>
    <w:rsid w:val="00CF368F"/>
    <w:rsid w:val="00CF3E91"/>
    <w:rsid w:val="00CF3F09"/>
    <w:rsid w:val="00CF4B15"/>
    <w:rsid w:val="00CF4CBB"/>
    <w:rsid w:val="00CF4DE3"/>
    <w:rsid w:val="00CF5200"/>
    <w:rsid w:val="00CF5604"/>
    <w:rsid w:val="00CF65F2"/>
    <w:rsid w:val="00CF68A2"/>
    <w:rsid w:val="00CF7306"/>
    <w:rsid w:val="00CF7BC7"/>
    <w:rsid w:val="00D00A63"/>
    <w:rsid w:val="00D00B60"/>
    <w:rsid w:val="00D00BDF"/>
    <w:rsid w:val="00D0140E"/>
    <w:rsid w:val="00D018E1"/>
    <w:rsid w:val="00D03C28"/>
    <w:rsid w:val="00D04ACB"/>
    <w:rsid w:val="00D04BEB"/>
    <w:rsid w:val="00D10F18"/>
    <w:rsid w:val="00D11326"/>
    <w:rsid w:val="00D11F52"/>
    <w:rsid w:val="00D12244"/>
    <w:rsid w:val="00D12B42"/>
    <w:rsid w:val="00D1351D"/>
    <w:rsid w:val="00D13BF5"/>
    <w:rsid w:val="00D144EF"/>
    <w:rsid w:val="00D162CB"/>
    <w:rsid w:val="00D17016"/>
    <w:rsid w:val="00D17B0C"/>
    <w:rsid w:val="00D17B17"/>
    <w:rsid w:val="00D209A4"/>
    <w:rsid w:val="00D212CB"/>
    <w:rsid w:val="00D220A4"/>
    <w:rsid w:val="00D22B2A"/>
    <w:rsid w:val="00D249F8"/>
    <w:rsid w:val="00D24E76"/>
    <w:rsid w:val="00D251E7"/>
    <w:rsid w:val="00D26116"/>
    <w:rsid w:val="00D26547"/>
    <w:rsid w:val="00D26C72"/>
    <w:rsid w:val="00D27659"/>
    <w:rsid w:val="00D27EBB"/>
    <w:rsid w:val="00D31BE9"/>
    <w:rsid w:val="00D31E16"/>
    <w:rsid w:val="00D32598"/>
    <w:rsid w:val="00D33243"/>
    <w:rsid w:val="00D3424A"/>
    <w:rsid w:val="00D34B20"/>
    <w:rsid w:val="00D35D29"/>
    <w:rsid w:val="00D36798"/>
    <w:rsid w:val="00D36ABA"/>
    <w:rsid w:val="00D36D1F"/>
    <w:rsid w:val="00D40817"/>
    <w:rsid w:val="00D423EA"/>
    <w:rsid w:val="00D4339D"/>
    <w:rsid w:val="00D43CA3"/>
    <w:rsid w:val="00D4479F"/>
    <w:rsid w:val="00D44B45"/>
    <w:rsid w:val="00D44E80"/>
    <w:rsid w:val="00D450A7"/>
    <w:rsid w:val="00D4577F"/>
    <w:rsid w:val="00D45A7B"/>
    <w:rsid w:val="00D45F75"/>
    <w:rsid w:val="00D460D4"/>
    <w:rsid w:val="00D463C3"/>
    <w:rsid w:val="00D467B3"/>
    <w:rsid w:val="00D46B63"/>
    <w:rsid w:val="00D47056"/>
    <w:rsid w:val="00D47764"/>
    <w:rsid w:val="00D47C49"/>
    <w:rsid w:val="00D47FCE"/>
    <w:rsid w:val="00D50A33"/>
    <w:rsid w:val="00D510D5"/>
    <w:rsid w:val="00D517B5"/>
    <w:rsid w:val="00D51A96"/>
    <w:rsid w:val="00D51BD5"/>
    <w:rsid w:val="00D525ED"/>
    <w:rsid w:val="00D5322A"/>
    <w:rsid w:val="00D564B1"/>
    <w:rsid w:val="00D5652D"/>
    <w:rsid w:val="00D56E01"/>
    <w:rsid w:val="00D57C69"/>
    <w:rsid w:val="00D606A0"/>
    <w:rsid w:val="00D6269B"/>
    <w:rsid w:val="00D62BC5"/>
    <w:rsid w:val="00D62D52"/>
    <w:rsid w:val="00D62DBE"/>
    <w:rsid w:val="00D630D0"/>
    <w:rsid w:val="00D63F95"/>
    <w:rsid w:val="00D64754"/>
    <w:rsid w:val="00D64905"/>
    <w:rsid w:val="00D668CF"/>
    <w:rsid w:val="00D66B0C"/>
    <w:rsid w:val="00D6756B"/>
    <w:rsid w:val="00D7106C"/>
    <w:rsid w:val="00D710EC"/>
    <w:rsid w:val="00D73083"/>
    <w:rsid w:val="00D73AA8"/>
    <w:rsid w:val="00D73D45"/>
    <w:rsid w:val="00D74FA0"/>
    <w:rsid w:val="00D752CB"/>
    <w:rsid w:val="00D752FA"/>
    <w:rsid w:val="00D7545C"/>
    <w:rsid w:val="00D7597C"/>
    <w:rsid w:val="00D75C29"/>
    <w:rsid w:val="00D7726E"/>
    <w:rsid w:val="00D77C63"/>
    <w:rsid w:val="00D8089F"/>
    <w:rsid w:val="00D81191"/>
    <w:rsid w:val="00D82993"/>
    <w:rsid w:val="00D83C86"/>
    <w:rsid w:val="00D849DD"/>
    <w:rsid w:val="00D8670A"/>
    <w:rsid w:val="00D8693A"/>
    <w:rsid w:val="00D86A1E"/>
    <w:rsid w:val="00D86C50"/>
    <w:rsid w:val="00D876B4"/>
    <w:rsid w:val="00D903C7"/>
    <w:rsid w:val="00D904BF"/>
    <w:rsid w:val="00D90F4D"/>
    <w:rsid w:val="00D9127E"/>
    <w:rsid w:val="00D916B0"/>
    <w:rsid w:val="00D9357F"/>
    <w:rsid w:val="00D93B74"/>
    <w:rsid w:val="00D9418A"/>
    <w:rsid w:val="00D943AF"/>
    <w:rsid w:val="00D94E83"/>
    <w:rsid w:val="00D9529C"/>
    <w:rsid w:val="00D95E15"/>
    <w:rsid w:val="00D96214"/>
    <w:rsid w:val="00D963F4"/>
    <w:rsid w:val="00D97416"/>
    <w:rsid w:val="00D974EB"/>
    <w:rsid w:val="00D97912"/>
    <w:rsid w:val="00DA00BA"/>
    <w:rsid w:val="00DA1824"/>
    <w:rsid w:val="00DA1F7A"/>
    <w:rsid w:val="00DA2477"/>
    <w:rsid w:val="00DA24FB"/>
    <w:rsid w:val="00DA360E"/>
    <w:rsid w:val="00DA5E99"/>
    <w:rsid w:val="00DA6611"/>
    <w:rsid w:val="00DA78E6"/>
    <w:rsid w:val="00DA7CE8"/>
    <w:rsid w:val="00DB05E9"/>
    <w:rsid w:val="00DB15C0"/>
    <w:rsid w:val="00DB1C59"/>
    <w:rsid w:val="00DB23DC"/>
    <w:rsid w:val="00DB2497"/>
    <w:rsid w:val="00DB3E89"/>
    <w:rsid w:val="00DB6762"/>
    <w:rsid w:val="00DB68DB"/>
    <w:rsid w:val="00DB6901"/>
    <w:rsid w:val="00DB69BB"/>
    <w:rsid w:val="00DB6C23"/>
    <w:rsid w:val="00DB7C8C"/>
    <w:rsid w:val="00DC0457"/>
    <w:rsid w:val="00DC0986"/>
    <w:rsid w:val="00DC12EE"/>
    <w:rsid w:val="00DC156A"/>
    <w:rsid w:val="00DC1617"/>
    <w:rsid w:val="00DC1EEB"/>
    <w:rsid w:val="00DC3243"/>
    <w:rsid w:val="00DC3544"/>
    <w:rsid w:val="00DC4DA0"/>
    <w:rsid w:val="00DC4DFC"/>
    <w:rsid w:val="00DC4F7E"/>
    <w:rsid w:val="00DC552D"/>
    <w:rsid w:val="00DC6745"/>
    <w:rsid w:val="00DC6B3A"/>
    <w:rsid w:val="00DC7870"/>
    <w:rsid w:val="00DC7C62"/>
    <w:rsid w:val="00DD01F8"/>
    <w:rsid w:val="00DD02AB"/>
    <w:rsid w:val="00DD1651"/>
    <w:rsid w:val="00DD1B3F"/>
    <w:rsid w:val="00DD2120"/>
    <w:rsid w:val="00DD234F"/>
    <w:rsid w:val="00DD24FB"/>
    <w:rsid w:val="00DD4976"/>
    <w:rsid w:val="00DD4A05"/>
    <w:rsid w:val="00DD67EC"/>
    <w:rsid w:val="00DD7AE4"/>
    <w:rsid w:val="00DD7BF0"/>
    <w:rsid w:val="00DE01BB"/>
    <w:rsid w:val="00DE0523"/>
    <w:rsid w:val="00DE07ED"/>
    <w:rsid w:val="00DE161B"/>
    <w:rsid w:val="00DE4051"/>
    <w:rsid w:val="00DE4C9B"/>
    <w:rsid w:val="00DE58BA"/>
    <w:rsid w:val="00DE73CD"/>
    <w:rsid w:val="00DE7CE9"/>
    <w:rsid w:val="00DF1590"/>
    <w:rsid w:val="00DF1A5F"/>
    <w:rsid w:val="00DF2111"/>
    <w:rsid w:val="00DF23CD"/>
    <w:rsid w:val="00DF2556"/>
    <w:rsid w:val="00DF2B95"/>
    <w:rsid w:val="00DF2F12"/>
    <w:rsid w:val="00DF31AD"/>
    <w:rsid w:val="00DF3636"/>
    <w:rsid w:val="00DF3AC1"/>
    <w:rsid w:val="00DF3DCB"/>
    <w:rsid w:val="00DF4AED"/>
    <w:rsid w:val="00DF4CF9"/>
    <w:rsid w:val="00DF59DA"/>
    <w:rsid w:val="00DF722A"/>
    <w:rsid w:val="00DF7232"/>
    <w:rsid w:val="00DF7DC0"/>
    <w:rsid w:val="00E005A3"/>
    <w:rsid w:val="00E0145C"/>
    <w:rsid w:val="00E022D5"/>
    <w:rsid w:val="00E023B2"/>
    <w:rsid w:val="00E02645"/>
    <w:rsid w:val="00E02A25"/>
    <w:rsid w:val="00E03B2E"/>
    <w:rsid w:val="00E03B48"/>
    <w:rsid w:val="00E03B61"/>
    <w:rsid w:val="00E041A9"/>
    <w:rsid w:val="00E04816"/>
    <w:rsid w:val="00E05AD2"/>
    <w:rsid w:val="00E05EDF"/>
    <w:rsid w:val="00E0616B"/>
    <w:rsid w:val="00E101CC"/>
    <w:rsid w:val="00E10B54"/>
    <w:rsid w:val="00E114A8"/>
    <w:rsid w:val="00E12AA6"/>
    <w:rsid w:val="00E12B76"/>
    <w:rsid w:val="00E12E9F"/>
    <w:rsid w:val="00E14549"/>
    <w:rsid w:val="00E153C2"/>
    <w:rsid w:val="00E16567"/>
    <w:rsid w:val="00E17B9C"/>
    <w:rsid w:val="00E2046F"/>
    <w:rsid w:val="00E2278D"/>
    <w:rsid w:val="00E232C3"/>
    <w:rsid w:val="00E2330C"/>
    <w:rsid w:val="00E23A29"/>
    <w:rsid w:val="00E23A85"/>
    <w:rsid w:val="00E247E2"/>
    <w:rsid w:val="00E252DC"/>
    <w:rsid w:val="00E27F31"/>
    <w:rsid w:val="00E3076E"/>
    <w:rsid w:val="00E3196B"/>
    <w:rsid w:val="00E31DA8"/>
    <w:rsid w:val="00E32CFF"/>
    <w:rsid w:val="00E33644"/>
    <w:rsid w:val="00E33B9C"/>
    <w:rsid w:val="00E34596"/>
    <w:rsid w:val="00E366E8"/>
    <w:rsid w:val="00E375B0"/>
    <w:rsid w:val="00E37BE6"/>
    <w:rsid w:val="00E37E79"/>
    <w:rsid w:val="00E4114F"/>
    <w:rsid w:val="00E41CBB"/>
    <w:rsid w:val="00E42F16"/>
    <w:rsid w:val="00E43531"/>
    <w:rsid w:val="00E435C0"/>
    <w:rsid w:val="00E4480F"/>
    <w:rsid w:val="00E45555"/>
    <w:rsid w:val="00E462FD"/>
    <w:rsid w:val="00E508F2"/>
    <w:rsid w:val="00E520F6"/>
    <w:rsid w:val="00E53C57"/>
    <w:rsid w:val="00E53EC4"/>
    <w:rsid w:val="00E5583C"/>
    <w:rsid w:val="00E55C86"/>
    <w:rsid w:val="00E5722E"/>
    <w:rsid w:val="00E6104B"/>
    <w:rsid w:val="00E610C6"/>
    <w:rsid w:val="00E6306A"/>
    <w:rsid w:val="00E639E8"/>
    <w:rsid w:val="00E64B38"/>
    <w:rsid w:val="00E651FD"/>
    <w:rsid w:val="00E65719"/>
    <w:rsid w:val="00E65BA6"/>
    <w:rsid w:val="00E65E35"/>
    <w:rsid w:val="00E66393"/>
    <w:rsid w:val="00E667BF"/>
    <w:rsid w:val="00E67887"/>
    <w:rsid w:val="00E678D4"/>
    <w:rsid w:val="00E703C2"/>
    <w:rsid w:val="00E70D05"/>
    <w:rsid w:val="00E71746"/>
    <w:rsid w:val="00E719CD"/>
    <w:rsid w:val="00E72D46"/>
    <w:rsid w:val="00E72F2F"/>
    <w:rsid w:val="00E73C20"/>
    <w:rsid w:val="00E740AF"/>
    <w:rsid w:val="00E74383"/>
    <w:rsid w:val="00E7460C"/>
    <w:rsid w:val="00E758AA"/>
    <w:rsid w:val="00E758FB"/>
    <w:rsid w:val="00E75922"/>
    <w:rsid w:val="00E75A81"/>
    <w:rsid w:val="00E75F47"/>
    <w:rsid w:val="00E802AC"/>
    <w:rsid w:val="00E81208"/>
    <w:rsid w:val="00E81AFE"/>
    <w:rsid w:val="00E81FF6"/>
    <w:rsid w:val="00E82376"/>
    <w:rsid w:val="00E826F0"/>
    <w:rsid w:val="00E831F6"/>
    <w:rsid w:val="00E83294"/>
    <w:rsid w:val="00E848F4"/>
    <w:rsid w:val="00E854BE"/>
    <w:rsid w:val="00E85A34"/>
    <w:rsid w:val="00E85A43"/>
    <w:rsid w:val="00E85EB3"/>
    <w:rsid w:val="00E86FAC"/>
    <w:rsid w:val="00E87867"/>
    <w:rsid w:val="00E878BE"/>
    <w:rsid w:val="00E87A25"/>
    <w:rsid w:val="00E9084F"/>
    <w:rsid w:val="00E91DED"/>
    <w:rsid w:val="00E93488"/>
    <w:rsid w:val="00E94257"/>
    <w:rsid w:val="00E94449"/>
    <w:rsid w:val="00E9495B"/>
    <w:rsid w:val="00E955B5"/>
    <w:rsid w:val="00E9575F"/>
    <w:rsid w:val="00E95B09"/>
    <w:rsid w:val="00E95B31"/>
    <w:rsid w:val="00E96B1F"/>
    <w:rsid w:val="00E96D1A"/>
    <w:rsid w:val="00EA05C4"/>
    <w:rsid w:val="00EA16F3"/>
    <w:rsid w:val="00EA1E1A"/>
    <w:rsid w:val="00EA2117"/>
    <w:rsid w:val="00EA22DA"/>
    <w:rsid w:val="00EA50BC"/>
    <w:rsid w:val="00EA7509"/>
    <w:rsid w:val="00EA75D2"/>
    <w:rsid w:val="00EA798E"/>
    <w:rsid w:val="00EB087A"/>
    <w:rsid w:val="00EB0ADF"/>
    <w:rsid w:val="00EB119F"/>
    <w:rsid w:val="00EB1966"/>
    <w:rsid w:val="00EB1B56"/>
    <w:rsid w:val="00EB1F3E"/>
    <w:rsid w:val="00EB21C4"/>
    <w:rsid w:val="00EB27D8"/>
    <w:rsid w:val="00EB34CD"/>
    <w:rsid w:val="00EB3A7C"/>
    <w:rsid w:val="00EB4851"/>
    <w:rsid w:val="00EB5705"/>
    <w:rsid w:val="00EB6AB6"/>
    <w:rsid w:val="00EC0F97"/>
    <w:rsid w:val="00EC1E4A"/>
    <w:rsid w:val="00EC272C"/>
    <w:rsid w:val="00EC28F2"/>
    <w:rsid w:val="00EC2D41"/>
    <w:rsid w:val="00EC2DA6"/>
    <w:rsid w:val="00EC3826"/>
    <w:rsid w:val="00EC4A65"/>
    <w:rsid w:val="00EC535D"/>
    <w:rsid w:val="00EC53F7"/>
    <w:rsid w:val="00EC5D42"/>
    <w:rsid w:val="00EC66C0"/>
    <w:rsid w:val="00ED032B"/>
    <w:rsid w:val="00ED06A5"/>
    <w:rsid w:val="00ED0913"/>
    <w:rsid w:val="00ED1885"/>
    <w:rsid w:val="00ED1CE7"/>
    <w:rsid w:val="00ED32CB"/>
    <w:rsid w:val="00ED32DE"/>
    <w:rsid w:val="00ED3CFF"/>
    <w:rsid w:val="00ED4023"/>
    <w:rsid w:val="00ED4A1A"/>
    <w:rsid w:val="00ED4D40"/>
    <w:rsid w:val="00ED5009"/>
    <w:rsid w:val="00ED5140"/>
    <w:rsid w:val="00ED56A0"/>
    <w:rsid w:val="00ED5DE7"/>
    <w:rsid w:val="00ED6145"/>
    <w:rsid w:val="00ED63E1"/>
    <w:rsid w:val="00ED6BB7"/>
    <w:rsid w:val="00ED740C"/>
    <w:rsid w:val="00EE0FDD"/>
    <w:rsid w:val="00EE1152"/>
    <w:rsid w:val="00EE1419"/>
    <w:rsid w:val="00EE1CD8"/>
    <w:rsid w:val="00EE200C"/>
    <w:rsid w:val="00EE3510"/>
    <w:rsid w:val="00EE443B"/>
    <w:rsid w:val="00EE44DB"/>
    <w:rsid w:val="00EE548D"/>
    <w:rsid w:val="00EE649D"/>
    <w:rsid w:val="00EE7D86"/>
    <w:rsid w:val="00EF0509"/>
    <w:rsid w:val="00EF1174"/>
    <w:rsid w:val="00EF1B07"/>
    <w:rsid w:val="00EF2A1C"/>
    <w:rsid w:val="00EF2A44"/>
    <w:rsid w:val="00EF3347"/>
    <w:rsid w:val="00EF3C8C"/>
    <w:rsid w:val="00EF3F39"/>
    <w:rsid w:val="00EF43D8"/>
    <w:rsid w:val="00EF4510"/>
    <w:rsid w:val="00EF4B08"/>
    <w:rsid w:val="00EF4B99"/>
    <w:rsid w:val="00EF77C9"/>
    <w:rsid w:val="00F001C7"/>
    <w:rsid w:val="00F00796"/>
    <w:rsid w:val="00F01CE8"/>
    <w:rsid w:val="00F01FE4"/>
    <w:rsid w:val="00F023A2"/>
    <w:rsid w:val="00F04357"/>
    <w:rsid w:val="00F04A55"/>
    <w:rsid w:val="00F04B75"/>
    <w:rsid w:val="00F04C3D"/>
    <w:rsid w:val="00F04FAF"/>
    <w:rsid w:val="00F05E18"/>
    <w:rsid w:val="00F068F1"/>
    <w:rsid w:val="00F07356"/>
    <w:rsid w:val="00F1058C"/>
    <w:rsid w:val="00F10E4D"/>
    <w:rsid w:val="00F10E53"/>
    <w:rsid w:val="00F11763"/>
    <w:rsid w:val="00F130A7"/>
    <w:rsid w:val="00F13293"/>
    <w:rsid w:val="00F143AF"/>
    <w:rsid w:val="00F1566E"/>
    <w:rsid w:val="00F15C19"/>
    <w:rsid w:val="00F16220"/>
    <w:rsid w:val="00F16DAC"/>
    <w:rsid w:val="00F16E5E"/>
    <w:rsid w:val="00F204DE"/>
    <w:rsid w:val="00F20E4C"/>
    <w:rsid w:val="00F211A3"/>
    <w:rsid w:val="00F211D6"/>
    <w:rsid w:val="00F21200"/>
    <w:rsid w:val="00F22D44"/>
    <w:rsid w:val="00F2301A"/>
    <w:rsid w:val="00F234CC"/>
    <w:rsid w:val="00F23F98"/>
    <w:rsid w:val="00F24200"/>
    <w:rsid w:val="00F259D4"/>
    <w:rsid w:val="00F302D3"/>
    <w:rsid w:val="00F3168D"/>
    <w:rsid w:val="00F31A66"/>
    <w:rsid w:val="00F32600"/>
    <w:rsid w:val="00F3355E"/>
    <w:rsid w:val="00F3445F"/>
    <w:rsid w:val="00F3459E"/>
    <w:rsid w:val="00F3670F"/>
    <w:rsid w:val="00F419CB"/>
    <w:rsid w:val="00F42519"/>
    <w:rsid w:val="00F42D2F"/>
    <w:rsid w:val="00F43F2D"/>
    <w:rsid w:val="00F4410A"/>
    <w:rsid w:val="00F4450E"/>
    <w:rsid w:val="00F4499A"/>
    <w:rsid w:val="00F458D5"/>
    <w:rsid w:val="00F46551"/>
    <w:rsid w:val="00F468DF"/>
    <w:rsid w:val="00F46C1F"/>
    <w:rsid w:val="00F46F9A"/>
    <w:rsid w:val="00F47C9E"/>
    <w:rsid w:val="00F50B44"/>
    <w:rsid w:val="00F50FAC"/>
    <w:rsid w:val="00F5257F"/>
    <w:rsid w:val="00F539FB"/>
    <w:rsid w:val="00F53FC6"/>
    <w:rsid w:val="00F54A8F"/>
    <w:rsid w:val="00F55A66"/>
    <w:rsid w:val="00F56948"/>
    <w:rsid w:val="00F5782F"/>
    <w:rsid w:val="00F57E10"/>
    <w:rsid w:val="00F57F8F"/>
    <w:rsid w:val="00F61ADC"/>
    <w:rsid w:val="00F624C9"/>
    <w:rsid w:val="00F65378"/>
    <w:rsid w:val="00F65699"/>
    <w:rsid w:val="00F67460"/>
    <w:rsid w:val="00F67577"/>
    <w:rsid w:val="00F67AA5"/>
    <w:rsid w:val="00F71683"/>
    <w:rsid w:val="00F71AE6"/>
    <w:rsid w:val="00F71CB0"/>
    <w:rsid w:val="00F71F5D"/>
    <w:rsid w:val="00F738D5"/>
    <w:rsid w:val="00F77280"/>
    <w:rsid w:val="00F7771B"/>
    <w:rsid w:val="00F77C64"/>
    <w:rsid w:val="00F803BB"/>
    <w:rsid w:val="00F81C80"/>
    <w:rsid w:val="00F828DE"/>
    <w:rsid w:val="00F82DEB"/>
    <w:rsid w:val="00F83622"/>
    <w:rsid w:val="00F841DC"/>
    <w:rsid w:val="00F844BF"/>
    <w:rsid w:val="00F84994"/>
    <w:rsid w:val="00F84C7B"/>
    <w:rsid w:val="00F84F30"/>
    <w:rsid w:val="00F85F1C"/>
    <w:rsid w:val="00F86A28"/>
    <w:rsid w:val="00F879F2"/>
    <w:rsid w:val="00F90F65"/>
    <w:rsid w:val="00F919F5"/>
    <w:rsid w:val="00F91F18"/>
    <w:rsid w:val="00F925CD"/>
    <w:rsid w:val="00F92A68"/>
    <w:rsid w:val="00F9309F"/>
    <w:rsid w:val="00F93543"/>
    <w:rsid w:val="00F94918"/>
    <w:rsid w:val="00F951DA"/>
    <w:rsid w:val="00F978F4"/>
    <w:rsid w:val="00F97D0E"/>
    <w:rsid w:val="00FA047E"/>
    <w:rsid w:val="00FA060D"/>
    <w:rsid w:val="00FA183E"/>
    <w:rsid w:val="00FA19E9"/>
    <w:rsid w:val="00FA1FF0"/>
    <w:rsid w:val="00FA2784"/>
    <w:rsid w:val="00FA30FB"/>
    <w:rsid w:val="00FA340F"/>
    <w:rsid w:val="00FA3BE9"/>
    <w:rsid w:val="00FA3C22"/>
    <w:rsid w:val="00FA3E7C"/>
    <w:rsid w:val="00FA40DD"/>
    <w:rsid w:val="00FA44E2"/>
    <w:rsid w:val="00FA541E"/>
    <w:rsid w:val="00FA5F17"/>
    <w:rsid w:val="00FB0A20"/>
    <w:rsid w:val="00FB2B86"/>
    <w:rsid w:val="00FB39C7"/>
    <w:rsid w:val="00FB4C19"/>
    <w:rsid w:val="00FB50EE"/>
    <w:rsid w:val="00FB5B5E"/>
    <w:rsid w:val="00FB5D5B"/>
    <w:rsid w:val="00FB6869"/>
    <w:rsid w:val="00FB7E1D"/>
    <w:rsid w:val="00FC2E4E"/>
    <w:rsid w:val="00FC3A04"/>
    <w:rsid w:val="00FC3C51"/>
    <w:rsid w:val="00FC3F7B"/>
    <w:rsid w:val="00FC5FDD"/>
    <w:rsid w:val="00FC7E76"/>
    <w:rsid w:val="00FD0468"/>
    <w:rsid w:val="00FD25E0"/>
    <w:rsid w:val="00FD3BA9"/>
    <w:rsid w:val="00FD3C95"/>
    <w:rsid w:val="00FD3D3A"/>
    <w:rsid w:val="00FD4EE3"/>
    <w:rsid w:val="00FD66CA"/>
    <w:rsid w:val="00FE1F31"/>
    <w:rsid w:val="00FE236A"/>
    <w:rsid w:val="00FE2D05"/>
    <w:rsid w:val="00FE30D0"/>
    <w:rsid w:val="00FE3A97"/>
    <w:rsid w:val="00FE3D19"/>
    <w:rsid w:val="00FE5145"/>
    <w:rsid w:val="00FE7BDB"/>
    <w:rsid w:val="00FE7F3E"/>
    <w:rsid w:val="00FF026B"/>
    <w:rsid w:val="00FF0DAC"/>
    <w:rsid w:val="00FF131C"/>
    <w:rsid w:val="00FF1BE1"/>
    <w:rsid w:val="00FF2D0A"/>
    <w:rsid w:val="00FF30CE"/>
    <w:rsid w:val="00FF3A23"/>
    <w:rsid w:val="00FF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E581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B8B"/>
    <w:pPr>
      <w:keepNext/>
      <w:jc w:val="right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4B8B"/>
    <w:pPr>
      <w:keepNext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4B8B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4B8B"/>
    <w:pPr>
      <w:keepNext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4B8B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84B8B"/>
    <w:pPr>
      <w:keepNext/>
      <w:jc w:val="right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84B8B"/>
    <w:pPr>
      <w:keepNext/>
      <w:ind w:left="3969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84B8B"/>
    <w:pPr>
      <w:keepNext/>
      <w:ind w:left="4820" w:right="-738"/>
      <w:outlineLvl w:val="7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6475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647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64754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64754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64754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64754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64754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64754"/>
    <w:rPr>
      <w:rFonts w:ascii="Calibri" w:hAnsi="Calibri" w:cs="Calibr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84B8B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4754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84B8B"/>
    <w:pPr>
      <w:ind w:firstLine="709"/>
      <w:jc w:val="both"/>
    </w:pPr>
    <w:rPr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4754"/>
    <w:rPr>
      <w:sz w:val="20"/>
      <w:szCs w:val="20"/>
    </w:rPr>
  </w:style>
  <w:style w:type="paragraph" w:styleId="BlockText">
    <w:name w:val="Block Text"/>
    <w:basedOn w:val="Normal"/>
    <w:uiPriority w:val="99"/>
    <w:rsid w:val="00B84B8B"/>
    <w:pPr>
      <w:ind w:left="3969" w:right="-738" w:firstLine="851"/>
    </w:pPr>
    <w:rPr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84B8B"/>
    <w:pPr>
      <w:ind w:left="4395"/>
    </w:pPr>
    <w:rPr>
      <w:b/>
      <w:bCs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64754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B84B8B"/>
    <w:pPr>
      <w:ind w:right="-286"/>
      <w:jc w:val="both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6475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84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4754"/>
    <w:rPr>
      <w:sz w:val="2"/>
      <w:szCs w:val="2"/>
    </w:rPr>
  </w:style>
  <w:style w:type="paragraph" w:styleId="ListParagraph">
    <w:name w:val="List Paragraph"/>
    <w:basedOn w:val="Normal"/>
    <w:uiPriority w:val="99"/>
    <w:qFormat/>
    <w:rsid w:val="006D5A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836E8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D3F86"/>
    <w:rPr>
      <w:rFonts w:ascii="Arial" w:hAnsi="Arial" w:cs="Arial"/>
      <w:sz w:val="22"/>
      <w:szCs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DF21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4754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DF2111"/>
  </w:style>
  <w:style w:type="paragraph" w:customStyle="1" w:styleId="21">
    <w:name w:val="Основной текст 21"/>
    <w:basedOn w:val="Normal"/>
    <w:uiPriority w:val="99"/>
    <w:rsid w:val="000165CA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63397F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AC0098"/>
    <w:pPr>
      <w:keepLines/>
      <w:widowControl w:val="0"/>
      <w:ind w:firstLine="567"/>
      <w:jc w:val="center"/>
    </w:pPr>
    <w:rPr>
      <w:rFonts w:ascii="Arial" w:hAnsi="Arial" w:cs="Arial"/>
      <w:b/>
      <w:bCs/>
      <w:kern w:val="2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64754"/>
    <w:rPr>
      <w:rFonts w:ascii="Cambria" w:hAnsi="Cambria" w:cs="Cambria"/>
      <w:b/>
      <w:bCs/>
      <w:kern w:val="28"/>
      <w:sz w:val="32"/>
      <w:szCs w:val="32"/>
    </w:rPr>
  </w:style>
  <w:style w:type="paragraph" w:customStyle="1" w:styleId="13">
    <w:name w:val="Обычный +13 пт"/>
    <w:basedOn w:val="Normal"/>
    <w:link w:val="130"/>
    <w:uiPriority w:val="99"/>
    <w:rsid w:val="002070DB"/>
    <w:pPr>
      <w:ind w:firstLine="567"/>
      <w:jc w:val="both"/>
    </w:pPr>
    <w:rPr>
      <w:rFonts w:ascii="Arial" w:hAnsi="Arial" w:cs="Arial"/>
      <w:sz w:val="18"/>
      <w:szCs w:val="18"/>
    </w:rPr>
  </w:style>
  <w:style w:type="character" w:customStyle="1" w:styleId="130">
    <w:name w:val="Обычный +13 пт Знак"/>
    <w:link w:val="13"/>
    <w:uiPriority w:val="99"/>
    <w:locked/>
    <w:rsid w:val="002070DB"/>
    <w:rPr>
      <w:rFonts w:ascii="Arial" w:hAnsi="Arial" w:cs="Arial"/>
      <w:sz w:val="18"/>
      <w:szCs w:val="18"/>
      <w:lang w:val="ru-RU" w:eastAsia="ru-RU"/>
    </w:rPr>
  </w:style>
  <w:style w:type="paragraph" w:customStyle="1" w:styleId="text">
    <w:name w:val="text"/>
    <w:basedOn w:val="Normal"/>
    <w:uiPriority w:val="99"/>
    <w:rsid w:val="002070DB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F47C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character" w:customStyle="1" w:styleId="FontStyle15">
    <w:name w:val="Font Style15"/>
    <w:uiPriority w:val="99"/>
    <w:rsid w:val="00F47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Title">
    <w:name w:val="ConsPlusTitle"/>
    <w:uiPriority w:val="99"/>
    <w:rsid w:val="00B62D78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s11">
    <w:name w:val="s11"/>
    <w:uiPriority w:val="99"/>
    <w:rsid w:val="00596B3F"/>
    <w:rPr>
      <w:color w:val="000000"/>
    </w:rPr>
  </w:style>
  <w:style w:type="character" w:customStyle="1" w:styleId="snippetequal">
    <w:name w:val="snippet_equal"/>
    <w:basedOn w:val="DefaultParagraphFont"/>
    <w:uiPriority w:val="99"/>
    <w:rsid w:val="00AC1C8D"/>
  </w:style>
  <w:style w:type="character" w:customStyle="1" w:styleId="blk">
    <w:name w:val="blk"/>
    <w:uiPriority w:val="99"/>
    <w:rsid w:val="005355CF"/>
  </w:style>
  <w:style w:type="character" w:customStyle="1" w:styleId="a">
    <w:name w:val="Гипертекстовая ссылка"/>
    <w:uiPriority w:val="99"/>
    <w:rsid w:val="008D3F86"/>
    <w:rPr>
      <w:b/>
      <w:bCs/>
      <w:color w:val="auto"/>
      <w:sz w:val="26"/>
      <w:szCs w:val="26"/>
    </w:rPr>
  </w:style>
  <w:style w:type="paragraph" w:customStyle="1" w:styleId="1">
    <w:name w:val="Знак Знак Знак Знак1"/>
    <w:basedOn w:val="Normal"/>
    <w:uiPriority w:val="99"/>
    <w:rsid w:val="001079CE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NoSpacing">
    <w:name w:val="No Spacing"/>
    <w:uiPriority w:val="99"/>
    <w:qFormat/>
    <w:rsid w:val="00190F9F"/>
    <w:pPr>
      <w:suppressAutoHyphens/>
    </w:pPr>
    <w:rPr>
      <w:sz w:val="24"/>
      <w:szCs w:val="24"/>
      <w:lang w:eastAsia="ar-SA"/>
    </w:rPr>
  </w:style>
  <w:style w:type="paragraph" w:customStyle="1" w:styleId="consplusnormal1">
    <w:name w:val="consplusnormal"/>
    <w:basedOn w:val="Normal"/>
    <w:uiPriority w:val="99"/>
    <w:rsid w:val="003B2A4E"/>
    <w:pPr>
      <w:autoSpaceDE w:val="0"/>
      <w:autoSpaceDN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60546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0">
    <w:name w:val="Знак"/>
    <w:basedOn w:val="Normal"/>
    <w:uiPriority w:val="99"/>
    <w:rsid w:val="00605466"/>
    <w:pPr>
      <w:spacing w:after="160" w:line="240" w:lineRule="exact"/>
      <w:ind w:firstLine="567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CA42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CA42C2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85C8B"/>
  </w:style>
  <w:style w:type="character" w:styleId="EndnoteReference">
    <w:name w:val="endnote reference"/>
    <w:basedOn w:val="DefaultParagraphFont"/>
    <w:uiPriority w:val="99"/>
    <w:semiHidden/>
    <w:rsid w:val="00CA42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15B2C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647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15B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33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B01B04AFEAC1078C055B2081D2F00D7D26850915DDEAC67687723897B638DD29D841668B624D3366b9JCN" TargetMode="External"/><Relationship Id="rId18" Type="http://schemas.openxmlformats.org/officeDocument/2006/relationships/hyperlink" Target="consultantplus://offline/ref=8F6EFCEBD78D73945BB09737A027B4142E3B091AC632F502F77E0E3DD8F195EB1B53B1CE58D9EF8DC8o2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584091D2890F277F021CE5EC25955FA9A4A2DA6B242942FFDFC570218F1C8E521DF8A9CBD1Fk8K1M" TargetMode="External"/><Relationship Id="rId7" Type="http://schemas.openxmlformats.org/officeDocument/2006/relationships/hyperlink" Target="mailto:mfc-stp@yandex.ru" TargetMode="External"/><Relationship Id="rId12" Type="http://schemas.openxmlformats.org/officeDocument/2006/relationships/hyperlink" Target="consultantplus://offline/ref=872B7A466E96A7154A307C4C8C851E29198D9B9704611F7C823581CBD1E89E7197F6E12D7467hEC9I" TargetMode="External"/><Relationship Id="rId17" Type="http://schemas.openxmlformats.org/officeDocument/2006/relationships/hyperlink" Target="consultantplus://offline/ref=8F6EFCEBD78D73945BB09737A027B4142E33081DC130F502F77E0E3DD8F195EB1B53B1CE58D9EE82C8o9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6FF902BDFE25612FA4EB7B7F2CC3DD866E795FBBD4973CF464A4C1BC177F5EEF6178D0973E1DF18nECCO" TargetMode="External"/><Relationship Id="rId20" Type="http://schemas.openxmlformats.org/officeDocument/2006/relationships/hyperlink" Target="consultantplus://offline/ref=3FF3696CC0E72D30E85EBEEAAA3143DAF3E21AFADAAFBAF6A9CE31AAB438CFC3EDD6F931E2FC16FDA45070cACA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0CF6C2CBD314943FC3827CE4DBE8AAA4EDBF8601493DA32967CCDBAEFEDFDB0648EDA0C1178j1DAH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DB994723FE8A2A5C2A977E5B1A6D0FD52D014751949B3CE3C7C1EF552676952840729519EFF3B4O6h3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A0CF6C2CBD314943FC3827CE4DBE8AAA4EDBF8601493DA32967CCDBAEFEDFDB0648EDA0C1178j1DAH" TargetMode="External"/><Relationship Id="rId19" Type="http://schemas.openxmlformats.org/officeDocument/2006/relationships/hyperlink" Target="consultantplus://offline/ref=3FF3696CC0E72D30E85EBEEAAA3143DAF3E21AFADAAFBAF6A9CE31AAB438CFC3EDD6F931E2FC16FDA45070cAC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363110F9D2FBDCEEAD3A939DAA4173ACC1EE5D5669DA2762E75D6989V3A6N" TargetMode="External"/><Relationship Id="rId14" Type="http://schemas.openxmlformats.org/officeDocument/2006/relationships/hyperlink" Target="consultantplus://offline/ref=921A4E9006BD3CE96E62442F17B7EC09291DA794D22DF76B3D029EE21984088013BDF46F93FF13H5I" TargetMode="External"/><Relationship Id="rId22" Type="http://schemas.openxmlformats.org/officeDocument/2006/relationships/hyperlink" Target="consultantplus://offline/ref=C584091D2890F277F021CE5EC25955FA9A4A2DA6B242942FFDFC570218F1C8E521DF8A9CBD1Ek8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22</Pages>
  <Words>8077</Words>
  <Characters>-32766</Characters>
  <Application>Microsoft Office Outlook</Application>
  <DocSecurity>0</DocSecurity>
  <Lines>0</Lines>
  <Paragraphs>0</Paragraphs>
  <ScaleCrop>false</ScaleCrop>
  <Company>12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финансов</dc:title>
  <dc:subject/>
  <dc:creator>111</dc:creator>
  <cp:keywords/>
  <dc:description/>
  <cp:lastModifiedBy>Администрация </cp:lastModifiedBy>
  <cp:revision>6</cp:revision>
  <cp:lastPrinted>2019-06-24T05:37:00Z</cp:lastPrinted>
  <dcterms:created xsi:type="dcterms:W3CDTF">2019-06-11T11:08:00Z</dcterms:created>
  <dcterms:modified xsi:type="dcterms:W3CDTF">2019-06-24T05:37:00Z</dcterms:modified>
</cp:coreProperties>
</file>