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C80" w:rsidRDefault="00962C80" w:rsidP="00B2445A">
      <w:pPr>
        <w:spacing w:after="0" w:line="240" w:lineRule="auto"/>
        <w:jc w:val="center"/>
        <w:rPr>
          <w:b/>
          <w:bCs/>
          <w:sz w:val="20"/>
          <w:szCs w:val="20"/>
        </w:rPr>
      </w:pPr>
      <w:r>
        <w:rPr>
          <w:b/>
          <w:bCs/>
          <w:sz w:val="20"/>
          <w:szCs w:val="20"/>
        </w:rPr>
        <w:t>АДМИНИСТРАЦИЯ</w:t>
      </w:r>
    </w:p>
    <w:p w:rsidR="00962C80" w:rsidRDefault="00962C80" w:rsidP="00B2445A">
      <w:pPr>
        <w:spacing w:after="0" w:line="240" w:lineRule="auto"/>
        <w:jc w:val="center"/>
        <w:rPr>
          <w:b/>
          <w:bCs/>
          <w:sz w:val="20"/>
          <w:szCs w:val="20"/>
        </w:rPr>
      </w:pPr>
      <w:r>
        <w:rPr>
          <w:b/>
          <w:bCs/>
          <w:sz w:val="20"/>
          <w:szCs w:val="20"/>
        </w:rPr>
        <w:t>ТОРГУНСКОГО  СЕЛЬСКОГО ПОСЕЛЕНИЯ</w:t>
      </w:r>
    </w:p>
    <w:p w:rsidR="00962C80" w:rsidRDefault="00962C80" w:rsidP="00B2445A">
      <w:pPr>
        <w:spacing w:after="0" w:line="240" w:lineRule="auto"/>
        <w:jc w:val="center"/>
        <w:rPr>
          <w:b/>
          <w:bCs/>
          <w:sz w:val="20"/>
          <w:szCs w:val="20"/>
        </w:rPr>
      </w:pPr>
      <w:r>
        <w:rPr>
          <w:b/>
          <w:bCs/>
          <w:sz w:val="20"/>
          <w:szCs w:val="20"/>
        </w:rPr>
        <w:t>СТАРОПОЛТАВСКОГО МУНИЦИПАЛЬНОГО РАЙОНА</w:t>
      </w:r>
    </w:p>
    <w:p w:rsidR="00962C80" w:rsidRDefault="00962C80" w:rsidP="00B2445A">
      <w:pPr>
        <w:pBdr>
          <w:bottom w:val="single" w:sz="8" w:space="1" w:color="000000"/>
        </w:pBdr>
        <w:spacing w:after="0" w:line="240" w:lineRule="auto"/>
        <w:jc w:val="center"/>
        <w:rPr>
          <w:b/>
          <w:bCs/>
          <w:sz w:val="20"/>
          <w:szCs w:val="20"/>
        </w:rPr>
      </w:pPr>
      <w:r>
        <w:rPr>
          <w:b/>
          <w:bCs/>
          <w:sz w:val="20"/>
          <w:szCs w:val="20"/>
        </w:rPr>
        <w:t>ВОЛГОГРАДСКОЙ ОБЛАСТИ</w:t>
      </w:r>
    </w:p>
    <w:p w:rsidR="00962C80" w:rsidRDefault="00962C80" w:rsidP="00B2445A">
      <w:pPr>
        <w:pBdr>
          <w:bottom w:val="single" w:sz="8" w:space="1" w:color="000000"/>
        </w:pBdr>
        <w:spacing w:after="0"/>
        <w:jc w:val="center"/>
        <w:rPr>
          <w:sz w:val="20"/>
          <w:szCs w:val="20"/>
        </w:rPr>
      </w:pPr>
    </w:p>
    <w:p w:rsidR="00962C80" w:rsidRPr="007A76E7" w:rsidRDefault="00962C80" w:rsidP="00B2445A">
      <w:pPr>
        <w:pBdr>
          <w:bottom w:val="single" w:sz="8" w:space="1" w:color="000000"/>
        </w:pBdr>
        <w:jc w:val="both"/>
        <w:rPr>
          <w:sz w:val="16"/>
          <w:szCs w:val="16"/>
        </w:rPr>
      </w:pPr>
      <w:r>
        <w:rPr>
          <w:sz w:val="16"/>
          <w:szCs w:val="16"/>
        </w:rPr>
        <w:t xml:space="preserve">                                  404202 п.Торгун ул.Почтовая,15.                                          тел./факс(84493)-4-63-53, </w:t>
      </w:r>
      <w:r>
        <w:rPr>
          <w:sz w:val="16"/>
          <w:szCs w:val="16"/>
          <w:lang w:val="en-US"/>
        </w:rPr>
        <w:t>torgunsp@mail.ru</w:t>
      </w:r>
    </w:p>
    <w:p w:rsidR="00962C80" w:rsidRDefault="00962C80" w:rsidP="00B2445A">
      <w:pPr>
        <w:pStyle w:val="ConsPlusTitle"/>
        <w:jc w:val="center"/>
        <w:outlineLvl w:val="0"/>
      </w:pPr>
    </w:p>
    <w:p w:rsidR="00962C80" w:rsidRDefault="00962C80" w:rsidP="00B2445A">
      <w:pPr>
        <w:pStyle w:val="ConsPlusTitle"/>
        <w:jc w:val="both"/>
      </w:pPr>
    </w:p>
    <w:p w:rsidR="00962C80" w:rsidRDefault="00962C80" w:rsidP="00B2445A">
      <w:pPr>
        <w:pStyle w:val="ConsPlusTitle"/>
        <w:jc w:val="center"/>
      </w:pPr>
      <w:r>
        <w:t>ПОСТАНОВЛЕНИЕ</w:t>
      </w:r>
    </w:p>
    <w:p w:rsidR="00962C80" w:rsidRDefault="00962C80" w:rsidP="007A76E7">
      <w:pPr>
        <w:pStyle w:val="ConsPlusTitle"/>
        <w:tabs>
          <w:tab w:val="left" w:pos="4500"/>
        </w:tabs>
        <w:jc w:val="center"/>
      </w:pPr>
      <w:r>
        <w:t>от 28 мая  2019 г.                                                                                                                                              N 27</w:t>
      </w:r>
    </w:p>
    <w:p w:rsidR="00962C80" w:rsidRDefault="00962C80" w:rsidP="00B2445A">
      <w:pPr>
        <w:pStyle w:val="ConsPlusTitle"/>
        <w:jc w:val="both"/>
      </w:pPr>
    </w:p>
    <w:p w:rsidR="00962C80" w:rsidRDefault="00962C80" w:rsidP="00B2445A">
      <w:pPr>
        <w:pStyle w:val="ConsPlusTitle"/>
        <w:ind w:right="4819"/>
        <w:jc w:val="both"/>
        <w:rPr>
          <w:sz w:val="20"/>
          <w:szCs w:val="20"/>
        </w:rPr>
      </w:pPr>
      <w:r>
        <w:rPr>
          <w:sz w:val="20"/>
          <w:szCs w:val="20"/>
        </w:rPr>
        <w:t>ОБ УТВЕРЖДЕНИИ АДМИНИСТРАТИВНОГО РЕГЛАМЕНТА ПРЕДОСТАВЛЕНИЯ МУНИЦИПАЛЬНОЙ УСЛУГИ "ПРЕДОСТАВЛЕНИЕ СВЕДЕНИЙ ОБ ОБЪЕКТАХ МУНИЦИПАЛЬНОГО ИМУЩЕСТВА ТОРГУНСКОГО СЕЛЬСКОГО ПОСЕЛЕНИЯ, СВОБОДНОГО ОТ ПРАВ ТРЕТЬИХ ЛИЦ (ЗА ИСКЛЮЧЕНИЕМ ИМУЩЕСТВЕННЫХ ПРАВ СУБЪЕКТОВ МАЛОГО И СРЕДНЕГО ПРЕДПРИНИМАТЕЛЬСТВА), ПРЕДНАЗНАЧЕННОГО</w:t>
      </w:r>
    </w:p>
    <w:p w:rsidR="00962C80" w:rsidRDefault="00962C80" w:rsidP="00B2445A">
      <w:pPr>
        <w:pStyle w:val="ConsPlusTitle"/>
        <w:ind w:right="-1"/>
        <w:jc w:val="both"/>
        <w:rPr>
          <w:sz w:val="20"/>
          <w:szCs w:val="20"/>
        </w:rPr>
      </w:pPr>
      <w:r>
        <w:rPr>
          <w:sz w:val="20"/>
          <w:szCs w:val="20"/>
        </w:rPr>
        <w:t xml:space="preserve"> ДЛЯ ПРЕДОСТАВЛЕНИЯ ВО ВЛАДЕНИЕ И (ИЛИ)</w:t>
      </w:r>
    </w:p>
    <w:p w:rsidR="00962C80" w:rsidRDefault="00962C80" w:rsidP="00B2445A">
      <w:pPr>
        <w:pStyle w:val="ConsPlusTitle"/>
        <w:ind w:right="-1"/>
        <w:jc w:val="both"/>
        <w:rPr>
          <w:sz w:val="20"/>
          <w:szCs w:val="20"/>
        </w:rPr>
      </w:pPr>
      <w:r>
        <w:rPr>
          <w:sz w:val="20"/>
          <w:szCs w:val="20"/>
        </w:rPr>
        <w:t xml:space="preserve"> В ПОЛЬЗОВАНИЕ НА ДОЛГОСРОЧНОЙ ОСНОВЕ</w:t>
      </w:r>
    </w:p>
    <w:p w:rsidR="00962C80" w:rsidRDefault="00962C80" w:rsidP="00B2445A">
      <w:pPr>
        <w:pStyle w:val="ConsPlusTitle"/>
        <w:ind w:right="-1"/>
        <w:jc w:val="both"/>
        <w:rPr>
          <w:sz w:val="20"/>
          <w:szCs w:val="20"/>
        </w:rPr>
      </w:pPr>
      <w:r>
        <w:rPr>
          <w:sz w:val="20"/>
          <w:szCs w:val="20"/>
        </w:rPr>
        <w:t xml:space="preserve">СУБЪЕКТАМ МАЛОГО И СРЕДНЕГО </w:t>
      </w:r>
    </w:p>
    <w:p w:rsidR="00962C80" w:rsidRDefault="00962C80" w:rsidP="00B2445A">
      <w:pPr>
        <w:pStyle w:val="ConsPlusTitle"/>
        <w:ind w:right="-1"/>
        <w:jc w:val="both"/>
        <w:rPr>
          <w:sz w:val="20"/>
          <w:szCs w:val="20"/>
        </w:rPr>
      </w:pPr>
      <w:r>
        <w:rPr>
          <w:sz w:val="20"/>
          <w:szCs w:val="20"/>
        </w:rPr>
        <w:t>ПРЕДПРИНИМАТЕЛЬСТВА И ОРГАНИЗАЦИЯМ,</w:t>
      </w:r>
    </w:p>
    <w:p w:rsidR="00962C80" w:rsidRDefault="00962C80" w:rsidP="00B2445A">
      <w:pPr>
        <w:pStyle w:val="ConsPlusTitle"/>
        <w:ind w:right="-1"/>
        <w:jc w:val="both"/>
        <w:rPr>
          <w:sz w:val="20"/>
          <w:szCs w:val="20"/>
        </w:rPr>
      </w:pPr>
      <w:r>
        <w:rPr>
          <w:sz w:val="20"/>
          <w:szCs w:val="20"/>
        </w:rPr>
        <w:t xml:space="preserve"> ОБРАЗУЮЩИМ ИНФРАСТРУКТУРУ ПОДДЕРЖКИ</w:t>
      </w:r>
    </w:p>
    <w:p w:rsidR="00962C80" w:rsidRDefault="00962C80" w:rsidP="00B2445A">
      <w:pPr>
        <w:pStyle w:val="ConsPlusTitle"/>
        <w:ind w:right="-1"/>
        <w:jc w:val="both"/>
        <w:rPr>
          <w:sz w:val="20"/>
          <w:szCs w:val="20"/>
        </w:rPr>
      </w:pPr>
      <w:r>
        <w:rPr>
          <w:sz w:val="20"/>
          <w:szCs w:val="20"/>
        </w:rPr>
        <w:t xml:space="preserve"> СУБЪЕКТОВ МАЛОГО И СРЕДНЕГО ПРЕДПРИНИМАТЕЛЬСТВА"</w:t>
      </w:r>
    </w:p>
    <w:p w:rsidR="00962C80" w:rsidRDefault="00962C80" w:rsidP="00B2445A">
      <w:pPr>
        <w:spacing w:after="1"/>
      </w:pPr>
    </w:p>
    <w:p w:rsidR="00962C80" w:rsidRDefault="00962C80" w:rsidP="00B2445A">
      <w:pPr>
        <w:pStyle w:val="ConsPlusNormal"/>
        <w:ind w:firstLine="540"/>
        <w:jc w:val="both"/>
      </w:pPr>
      <w:r>
        <w:t xml:space="preserve">В соответствии с Федеральным </w:t>
      </w:r>
      <w:hyperlink r:id="rId4" w:history="1">
        <w:r>
          <w:rPr>
            <w:rStyle w:val="Hyperlink"/>
            <w:u w:val="none"/>
          </w:rPr>
          <w:t>законом</w:t>
        </w:r>
      </w:hyperlink>
      <w:r>
        <w:t xml:space="preserve"> от 27.07.2010 N 210-ФЗ "Об организации предоставления государственных и муниципальных услуг", с </w:t>
      </w:r>
      <w:hyperlink r:id="rId5" w:history="1">
        <w:r>
          <w:rPr>
            <w:rStyle w:val="Hyperlink"/>
            <w:u w:val="none"/>
          </w:rPr>
          <w:t>частью 4 статьи 18</w:t>
        </w:r>
      </w:hyperlink>
      <w:r>
        <w:t xml:space="preserve"> Федеральным законом от 24.07.2007 N 209-ФЗ "О развитии малого и среднего предпринимательства в Российской Федерации", </w:t>
      </w:r>
      <w:hyperlink r:id="rId6" w:history="1">
        <w:r>
          <w:rPr>
            <w:rStyle w:val="Hyperlink"/>
            <w:u w:val="none"/>
          </w:rPr>
          <w:t>приказом</w:t>
        </w:r>
      </w:hyperlink>
      <w:r>
        <w:t xml:space="preserve"> Минэкономразвития от 20.04.2016 N 264 "Об утверждении Порядка представления сведений об утвержденных перечнях государственного имущества и муниципального имущества, указанных в части </w:t>
      </w:r>
      <w:hyperlink r:id="rId7" w:history="1">
        <w:r>
          <w:rPr>
            <w:rStyle w:val="Hyperlink"/>
            <w:u w:val="none"/>
          </w:rPr>
          <w:t>статьи 18</w:t>
        </w:r>
      </w:hyperlink>
      <w:r>
        <w:t xml:space="preserve"> Федерального закона "О развитии малого и среднего предпринимательства в Российской Федерации", а также об изменениях, внесенных в такие перечни, в акционерное общество "Федеральная корпорация по развитию малого и среднего предпринимательства", </w:t>
      </w:r>
    </w:p>
    <w:p w:rsidR="00962C80" w:rsidRDefault="00962C80" w:rsidP="00B2445A">
      <w:pPr>
        <w:pStyle w:val="ConsPlusNormal"/>
        <w:ind w:firstLine="540"/>
        <w:jc w:val="center"/>
      </w:pPr>
      <w:r>
        <w:t>ПОСТАНОВЛЯЕТ:</w:t>
      </w:r>
    </w:p>
    <w:p w:rsidR="00962C80" w:rsidRDefault="00962C80" w:rsidP="00B2445A">
      <w:pPr>
        <w:pStyle w:val="ConsPlusNormal"/>
        <w:spacing w:before="220"/>
        <w:ind w:firstLine="540"/>
        <w:jc w:val="both"/>
      </w:pPr>
      <w:r>
        <w:t xml:space="preserve">1. Утвердить прилагаемый административный </w:t>
      </w:r>
      <w:hyperlink r:id="rId8" w:anchor="P42" w:history="1">
        <w:r>
          <w:rPr>
            <w:rStyle w:val="Hyperlink"/>
            <w:color w:val="auto"/>
            <w:u w:val="none"/>
          </w:rPr>
          <w:t>регламент</w:t>
        </w:r>
      </w:hyperlink>
      <w:r>
        <w:t xml:space="preserve"> предоставления муниципальной услуги "Предоставление сведений об объектах муниципального имущества Торгунского сельского поселения,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62C80" w:rsidRDefault="00962C80" w:rsidP="00B2445A">
      <w:pPr>
        <w:pStyle w:val="ConsPlusNormal"/>
        <w:spacing w:before="220"/>
        <w:ind w:firstLine="540"/>
        <w:jc w:val="both"/>
      </w:pPr>
      <w:r>
        <w:t>2. Обнародовать в установленных местах и разместить данный административный регламент на официальном сайте администрации Торгунского сельского поселения.</w:t>
      </w:r>
    </w:p>
    <w:p w:rsidR="00962C80" w:rsidRDefault="00962C80" w:rsidP="00B2445A">
      <w:pPr>
        <w:pStyle w:val="ConsPlusNormal"/>
        <w:spacing w:before="220"/>
        <w:ind w:firstLine="540"/>
        <w:jc w:val="both"/>
      </w:pPr>
      <w:r>
        <w:t>3. Контроль за исполнением настоящего постановления возложить на главного специалиста администрации Торгунского сельского поселения  Кумурзинову А.Т.</w:t>
      </w:r>
    </w:p>
    <w:p w:rsidR="00962C80" w:rsidRDefault="00962C80" w:rsidP="00B2445A">
      <w:pPr>
        <w:pStyle w:val="ConsPlusNormal"/>
        <w:spacing w:before="220"/>
        <w:ind w:firstLine="540"/>
        <w:jc w:val="both"/>
      </w:pPr>
    </w:p>
    <w:p w:rsidR="00962C80" w:rsidRDefault="00962C80" w:rsidP="00B2445A">
      <w:pPr>
        <w:pStyle w:val="ConsPlusNormal"/>
        <w:jc w:val="both"/>
      </w:pPr>
      <w:r>
        <w:t>Глава Торгунского</w:t>
      </w:r>
    </w:p>
    <w:p w:rsidR="00962C80" w:rsidRDefault="00962C80" w:rsidP="00B2445A">
      <w:pPr>
        <w:pStyle w:val="ConsPlusNormal"/>
        <w:jc w:val="both"/>
      </w:pPr>
      <w:r>
        <w:t>сельского поселения                                                                                                         И.Б.Шавленов</w:t>
      </w:r>
    </w:p>
    <w:p w:rsidR="00962C80" w:rsidRDefault="00962C80" w:rsidP="00B2445A">
      <w:pPr>
        <w:pStyle w:val="ConsPlusNormal"/>
        <w:jc w:val="right"/>
        <w:outlineLvl w:val="0"/>
      </w:pPr>
      <w:r>
        <w:t>Утвержден</w:t>
      </w:r>
    </w:p>
    <w:p w:rsidR="00962C80" w:rsidRDefault="00962C80" w:rsidP="00B2445A">
      <w:pPr>
        <w:pStyle w:val="ConsPlusNormal"/>
        <w:jc w:val="right"/>
      </w:pPr>
      <w:r>
        <w:t>постановлением</w:t>
      </w:r>
    </w:p>
    <w:p w:rsidR="00962C80" w:rsidRDefault="00962C80" w:rsidP="00B2445A">
      <w:pPr>
        <w:pStyle w:val="ConsPlusNormal"/>
        <w:jc w:val="right"/>
      </w:pPr>
      <w:r>
        <w:t>администрации Торгунского</w:t>
      </w:r>
    </w:p>
    <w:p w:rsidR="00962C80" w:rsidRDefault="00962C80" w:rsidP="00B2445A">
      <w:pPr>
        <w:pStyle w:val="ConsPlusNormal"/>
        <w:jc w:val="right"/>
      </w:pPr>
      <w:r>
        <w:t xml:space="preserve"> сельского поселения</w:t>
      </w:r>
    </w:p>
    <w:p w:rsidR="00962C80" w:rsidRDefault="00962C80" w:rsidP="00B2445A">
      <w:pPr>
        <w:pStyle w:val="ConsPlusNormal"/>
        <w:jc w:val="right"/>
      </w:pPr>
      <w:r>
        <w:t>от  28 мая  2019 г. N  27</w:t>
      </w:r>
    </w:p>
    <w:p w:rsidR="00962C80" w:rsidRDefault="00962C80" w:rsidP="00B2445A">
      <w:pPr>
        <w:pStyle w:val="ConsPlusNormal"/>
        <w:jc w:val="both"/>
      </w:pPr>
    </w:p>
    <w:p w:rsidR="00962C80" w:rsidRDefault="00962C80" w:rsidP="00B2445A">
      <w:pPr>
        <w:pStyle w:val="ConsPlusTitle"/>
        <w:jc w:val="center"/>
      </w:pPr>
      <w:bookmarkStart w:id="0" w:name="P42"/>
      <w:bookmarkEnd w:id="0"/>
      <w:r>
        <w:t>АДМИНИСТРАТИВНЫЙ РЕГЛАМЕНТ</w:t>
      </w:r>
    </w:p>
    <w:p w:rsidR="00962C80" w:rsidRDefault="00962C80" w:rsidP="00B2445A">
      <w:pPr>
        <w:pStyle w:val="ConsPlusTitle"/>
        <w:jc w:val="center"/>
      </w:pPr>
      <w:r>
        <w:t>ПРЕДОСТАВЛЕНИЯ МУНИЦИПАЛЬНОЙ УСЛУГИ "ПРЕДОСТАВЛЕНИЕ СВЕДЕНИЙ</w:t>
      </w:r>
    </w:p>
    <w:p w:rsidR="00962C80" w:rsidRDefault="00962C80" w:rsidP="00B2445A">
      <w:pPr>
        <w:pStyle w:val="ConsPlusTitle"/>
        <w:jc w:val="center"/>
      </w:pPr>
      <w:r>
        <w:t>ОБ ОБЪЕКТАХ МУНИЦИПАЛЬНОГО ИМУЩЕСТВА ТОРГУНСКОГО СЕЛЬСКОГО ПОСЕЛЕНИЯ,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В ПОЛЬЗОВАНИЕ НА ДОЛГОСРОЧНОЙ ОСНОВЕ СУБЪЕКТАМ МАЛОГО И СРЕДНЕГО ПРЕДПРИНИМАТЕЛЬСТВА И ОРГАНИЗАЦИЯМ, ОБРАЗУЮЩИМ</w:t>
      </w:r>
    </w:p>
    <w:p w:rsidR="00962C80" w:rsidRDefault="00962C80" w:rsidP="00B2445A">
      <w:pPr>
        <w:pStyle w:val="ConsPlusTitle"/>
        <w:jc w:val="center"/>
      </w:pPr>
      <w:r>
        <w:t>ИНФРАСТРУКТУРУ ПОДДЕРЖКИ СУБЪЕКТОВ МАЛОГО И СРЕДНЕГО</w:t>
      </w:r>
    </w:p>
    <w:p w:rsidR="00962C80" w:rsidRDefault="00962C80" w:rsidP="00B2445A">
      <w:pPr>
        <w:pStyle w:val="ConsPlusTitle"/>
        <w:jc w:val="center"/>
      </w:pPr>
      <w:r>
        <w:t>ПРЕДПРИНИМАТЕЛЬСТВА"</w:t>
      </w:r>
    </w:p>
    <w:p w:rsidR="00962C80" w:rsidRDefault="00962C80" w:rsidP="00B2445A">
      <w:pPr>
        <w:spacing w:after="1"/>
      </w:pPr>
    </w:p>
    <w:p w:rsidR="00962C80" w:rsidRDefault="00962C80" w:rsidP="00B2445A">
      <w:pPr>
        <w:pStyle w:val="ConsPlusTitle"/>
        <w:jc w:val="center"/>
        <w:outlineLvl w:val="1"/>
      </w:pPr>
      <w:r>
        <w:t>1. Общие положения</w:t>
      </w:r>
    </w:p>
    <w:p w:rsidR="00962C80" w:rsidRDefault="00962C80" w:rsidP="00B2445A">
      <w:pPr>
        <w:pStyle w:val="ConsPlusNormal"/>
        <w:jc w:val="both"/>
      </w:pPr>
    </w:p>
    <w:p w:rsidR="00962C80" w:rsidRDefault="00962C80" w:rsidP="00B2445A">
      <w:pPr>
        <w:pStyle w:val="ConsPlusNormal"/>
        <w:ind w:firstLine="540"/>
        <w:jc w:val="both"/>
      </w:pPr>
      <w:r>
        <w:t>1.1 Предметом регулирования административного регламента предоставления муниципальной услуги "Предоставление сведений об объектах муниципального имущества Торгунского сельского поселения,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административный регламент), являются отношения, возникающие между администрацией Торгунского сельского поселения (далее - администрация), органами государственной власти, органами местного самоуправления, физическими лицами, субъектами малого и среднего предпринимательства в связи с рассмотрением администрацией заявлений по предоставлению муниципальной услуги.</w:t>
      </w:r>
    </w:p>
    <w:p w:rsidR="00962C80" w:rsidRDefault="00962C80" w:rsidP="00B2445A">
      <w:pPr>
        <w:pStyle w:val="ConsPlusNormal"/>
        <w:spacing w:before="220"/>
        <w:ind w:firstLine="540"/>
        <w:jc w:val="both"/>
      </w:pPr>
      <w:r>
        <w:t xml:space="preserve">1.2. Ответственным исполнителем муниципальной услуги "Предоставление сведений об объектах муниципального имущества Торгунского сельского поселения,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является администрации Торгунского сельского поселения (далее - уполномоченный орган). Административный регламент разработан во исполнение Федерального </w:t>
      </w:r>
      <w:hyperlink r:id="rId9" w:history="1">
        <w:r>
          <w:rPr>
            <w:rStyle w:val="Hyperlink"/>
            <w:u w:val="none"/>
          </w:rPr>
          <w:t>закона</w:t>
        </w:r>
      </w:hyperlink>
      <w:r>
        <w:t xml:space="preserve"> от 27 июля 2010 года N 210-ФЗ "Об организации предоставления государственных и муниципальных услуг" (текст Федерального закона опубликован в "Российской газете" от 30 июля 2010 г. N 168, в Собрании законодательства Российской Федерации от 2 августа 2010 г. N 31 ст. 4179).</w:t>
      </w:r>
    </w:p>
    <w:p w:rsidR="00962C80" w:rsidRDefault="00962C80" w:rsidP="00B2445A">
      <w:pPr>
        <w:pStyle w:val="ConsPlusNormal"/>
        <w:spacing w:before="220"/>
        <w:ind w:firstLine="540"/>
        <w:jc w:val="both"/>
      </w:pPr>
      <w:r>
        <w:t>1.3. Заявителями, имеющими право на получение муниципальной услуги "Предоставление сведений об объектах муниципального имущества Торгунского сельского поселения,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могут являться субъекты малого и среднего предпринимательства - юридические лица либо индивидуальные предприниматели (далее - заявитель).</w:t>
      </w:r>
    </w:p>
    <w:p w:rsidR="00962C80" w:rsidRDefault="00962C80" w:rsidP="00B2445A">
      <w:pPr>
        <w:pStyle w:val="ConsPlusNormal"/>
        <w:spacing w:before="220"/>
        <w:ind w:firstLine="540"/>
        <w:jc w:val="both"/>
      </w:pPr>
      <w:r>
        <w:t xml:space="preserve">1.4. Для получения информации по вопросам предоставления муниципальной услуги заявитель обращается в администрацию Торгунского сельского поселения (далее администрация) или в Филиал по работе с заявителями Старополтавского муниципального района Волгоградской области ГКУ ВО "МФЦ" (далее МФЦ) </w:t>
      </w:r>
      <w:hyperlink r:id="rId10" w:anchor="P753" w:history="1">
        <w:r>
          <w:rPr>
            <w:rStyle w:val="Hyperlink"/>
            <w:u w:val="none"/>
          </w:rPr>
          <w:t>(приложение N 4)</w:t>
        </w:r>
      </w:hyperlink>
      <w:r>
        <w:t>:</w:t>
      </w:r>
    </w:p>
    <w:p w:rsidR="00962C80" w:rsidRDefault="00962C80" w:rsidP="00B2445A">
      <w:pPr>
        <w:pStyle w:val="ConsPlusNormal"/>
        <w:spacing w:before="220"/>
        <w:ind w:firstLine="540"/>
        <w:jc w:val="both"/>
      </w:pPr>
      <w:r>
        <w:t>- лично,</w:t>
      </w:r>
    </w:p>
    <w:p w:rsidR="00962C80" w:rsidRDefault="00962C80" w:rsidP="00B2445A">
      <w:pPr>
        <w:pStyle w:val="ConsPlusNormal"/>
        <w:spacing w:before="220"/>
        <w:ind w:firstLine="540"/>
        <w:jc w:val="both"/>
      </w:pPr>
      <w:r>
        <w:t>- по телефону,</w:t>
      </w:r>
    </w:p>
    <w:p w:rsidR="00962C80" w:rsidRDefault="00962C80" w:rsidP="00B2445A">
      <w:pPr>
        <w:pStyle w:val="ConsPlusNormal"/>
        <w:spacing w:before="220"/>
        <w:ind w:firstLine="540"/>
        <w:jc w:val="both"/>
      </w:pPr>
      <w:r>
        <w:t>- в письменном виде,</w:t>
      </w:r>
    </w:p>
    <w:p w:rsidR="00962C80" w:rsidRDefault="00962C80" w:rsidP="00B2445A">
      <w:pPr>
        <w:pStyle w:val="ConsPlusNormal"/>
        <w:spacing w:before="220"/>
        <w:ind w:firstLine="540"/>
        <w:jc w:val="both"/>
      </w:pPr>
      <w:r>
        <w:t>- в электронной форме.</w:t>
      </w:r>
    </w:p>
    <w:p w:rsidR="00962C80" w:rsidRDefault="00962C80" w:rsidP="00B2445A">
      <w:pPr>
        <w:pStyle w:val="ConsPlusNormal"/>
        <w:spacing w:before="220"/>
        <w:ind w:firstLine="540"/>
        <w:jc w:val="both"/>
      </w:pPr>
      <w:r>
        <w:t>1.4.1. Местонахождение администрации и ее почтовый адрес: 404202, Волгоградская область, пос.Торгун, ул. Почтовая, 15.</w:t>
      </w:r>
    </w:p>
    <w:p w:rsidR="00962C80" w:rsidRPr="007A76E7" w:rsidRDefault="00962C80" w:rsidP="00B2445A">
      <w:pPr>
        <w:pStyle w:val="ConsPlusNormal"/>
        <w:spacing w:before="220"/>
        <w:ind w:firstLine="540"/>
        <w:jc w:val="both"/>
        <w:rPr>
          <w:sz w:val="24"/>
          <w:szCs w:val="24"/>
        </w:rPr>
      </w:pPr>
      <w:r>
        <w:t>интернет-сайт Торгунского сельского поселения : http://www.</w:t>
      </w:r>
      <w:r>
        <w:rPr>
          <w:sz w:val="24"/>
          <w:szCs w:val="24"/>
        </w:rPr>
        <w:t xml:space="preserve"> </w:t>
      </w:r>
      <w:r>
        <w:rPr>
          <w:sz w:val="24"/>
          <w:szCs w:val="24"/>
          <w:lang w:val="en-US"/>
        </w:rPr>
        <w:t>torgunsp</w:t>
      </w:r>
      <w:r w:rsidRPr="007A76E7">
        <w:rPr>
          <w:sz w:val="24"/>
          <w:szCs w:val="24"/>
        </w:rPr>
        <w:t>@</w:t>
      </w:r>
      <w:r>
        <w:rPr>
          <w:sz w:val="24"/>
          <w:szCs w:val="24"/>
          <w:lang w:val="en-US"/>
        </w:rPr>
        <w:t>mail</w:t>
      </w:r>
      <w:r w:rsidRPr="007A76E7">
        <w:rPr>
          <w:sz w:val="24"/>
          <w:szCs w:val="24"/>
        </w:rPr>
        <w:t>.</w:t>
      </w:r>
      <w:r>
        <w:rPr>
          <w:sz w:val="24"/>
          <w:szCs w:val="24"/>
          <w:lang w:val="en-US"/>
        </w:rPr>
        <w:t>ru</w:t>
      </w:r>
    </w:p>
    <w:p w:rsidR="00962C80" w:rsidRDefault="00962C80" w:rsidP="00B2445A">
      <w:pPr>
        <w:pStyle w:val="ConsPlusNormal"/>
        <w:spacing w:before="220"/>
        <w:ind w:firstLine="540"/>
        <w:jc w:val="both"/>
      </w:pPr>
      <w:r>
        <w:rPr>
          <w:sz w:val="24"/>
          <w:szCs w:val="24"/>
        </w:rPr>
        <w:t xml:space="preserve"> </w:t>
      </w:r>
      <w:r>
        <w:t>Местонахождения МФЦ: 404211, Волгоградская область, с. Старая Полтавка, ул. Ленина, дом 13.</w:t>
      </w:r>
    </w:p>
    <w:p w:rsidR="00962C80" w:rsidRDefault="00962C80" w:rsidP="00B2445A">
      <w:pPr>
        <w:pStyle w:val="ConsPlusNormal"/>
        <w:spacing w:before="220"/>
        <w:ind w:firstLine="540"/>
        <w:jc w:val="both"/>
      </w:pPr>
      <w:r>
        <w:t>Официальный Интернет-сайт МФЦ: http://www.mfc.volganet.ru.</w:t>
      </w:r>
    </w:p>
    <w:p w:rsidR="00962C80" w:rsidRDefault="00962C80" w:rsidP="00B2445A">
      <w:pPr>
        <w:pStyle w:val="ConsPlusNormal"/>
        <w:spacing w:before="220"/>
        <w:ind w:firstLine="540"/>
        <w:jc w:val="both"/>
      </w:pPr>
      <w:r>
        <w:t xml:space="preserve">График работы и номера телефонов специалистов администрации, специалистов МФЦ представлен в </w:t>
      </w:r>
      <w:hyperlink r:id="rId11" w:anchor="P793" w:history="1">
        <w:r>
          <w:rPr>
            <w:rStyle w:val="Hyperlink"/>
            <w:u w:val="none"/>
          </w:rPr>
          <w:t>приложении N 5</w:t>
        </w:r>
      </w:hyperlink>
      <w:r>
        <w:t xml:space="preserve"> к настоящему регламенту.</w:t>
      </w:r>
    </w:p>
    <w:p w:rsidR="00962C80" w:rsidRDefault="00962C80" w:rsidP="00B2445A">
      <w:pPr>
        <w:pStyle w:val="ConsPlusNormal"/>
        <w:spacing w:before="220"/>
        <w:ind w:firstLine="540"/>
        <w:jc w:val="both"/>
      </w:pPr>
      <w:r>
        <w:t>При ответах на телефонные звонки и обращения заявителей лично в приемные часы специалисты отдела экономики и управления имуществом, работники МФЦ, участвующие в предоставлении муниципальной услуги,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поступил звонок, и фамилии, имени, отчества и должности лица, принявшего телефонный звонок.</w:t>
      </w:r>
    </w:p>
    <w:p w:rsidR="00962C80" w:rsidRDefault="00962C80" w:rsidP="00B2445A">
      <w:pPr>
        <w:pStyle w:val="ConsPlusNormal"/>
        <w:spacing w:before="220"/>
        <w:ind w:firstLine="540"/>
        <w:jc w:val="both"/>
      </w:pPr>
      <w:r>
        <w:t>При консультировании заявителей по письменным обращениям ответ на обращение направляется почтой в адрес заявителя в срок, не превышающий 30 дней со дня регистрации письменного обращения.</w:t>
      </w:r>
    </w:p>
    <w:p w:rsidR="00962C80" w:rsidRDefault="00962C80" w:rsidP="00B2445A">
      <w:pPr>
        <w:pStyle w:val="ConsPlusNormal"/>
        <w:spacing w:before="220"/>
        <w:ind w:firstLine="540"/>
        <w:jc w:val="both"/>
      </w:pPr>
      <w:r>
        <w:t>В случае если в обращении о предоставлении письменной информации не указаны фамилия, имя, отчество (последнее - при наличии) заинтересованного лица, направившего обращение, или почтовый адрес, по которому должен быть направлен ответ, ответ на обращение не направляется.</w:t>
      </w:r>
    </w:p>
    <w:p w:rsidR="00962C80" w:rsidRDefault="00962C80" w:rsidP="00B2445A">
      <w:pPr>
        <w:pStyle w:val="ConsPlusNormal"/>
        <w:spacing w:before="220"/>
        <w:ind w:firstLine="540"/>
        <w:jc w:val="both"/>
      </w:pPr>
      <w:r>
        <w:t>При невозможности должностного лица, принявшего звонок, самостоятельно ответить на поставленный вопрос, телефонный звонок должен быть переадресован (передан) должностному лицу, обладающему информацией по поставленному вопросу, или обратившемуся гражданину должен быть сообщен телефонный номер, по которому можно получить необходимую информацию.</w:t>
      </w:r>
    </w:p>
    <w:p w:rsidR="00962C80" w:rsidRDefault="00962C80" w:rsidP="00B2445A">
      <w:pPr>
        <w:pStyle w:val="ConsPlusNormal"/>
        <w:spacing w:before="220"/>
        <w:ind w:firstLine="540"/>
        <w:jc w:val="both"/>
      </w:pPr>
      <w:r>
        <w:t>Должностное лицо, дающее консультации, не вправе осуществлять консультирование заинтересованных лиц, выходящее за рамки информирования о стандартных процедурах и условиях исполнения муниципальной услуги и влияющее прямо или косвенно на индивидуальное решение заинтересованных лиц.</w:t>
      </w:r>
    </w:p>
    <w:p w:rsidR="00962C80" w:rsidRDefault="00962C80" w:rsidP="00B2445A">
      <w:pPr>
        <w:pStyle w:val="ConsPlusNormal"/>
        <w:spacing w:before="220"/>
        <w:ind w:firstLine="540"/>
        <w:jc w:val="both"/>
      </w:pPr>
      <w:r>
        <w:t>Индивидуальное устное информирование по телефону уполномоченное лицо осуществляет не более 7 минут.</w:t>
      </w:r>
    </w:p>
    <w:p w:rsidR="00962C80" w:rsidRDefault="00962C80" w:rsidP="00B2445A">
      <w:pPr>
        <w:pStyle w:val="ConsPlusNormal"/>
        <w:spacing w:before="220"/>
        <w:ind w:firstLine="540"/>
        <w:jc w:val="both"/>
      </w:pPr>
      <w:r>
        <w:t>В случае если подготовка ответа требует продолжительного времени, уполномоченное должностное лицо, осуществляющее индивидуальное устное информирование, может предложить заявителю обратиться за необходимой информацией в письменном виде.</w:t>
      </w:r>
    </w:p>
    <w:p w:rsidR="00962C80" w:rsidRDefault="00962C80" w:rsidP="00B2445A">
      <w:pPr>
        <w:pStyle w:val="ConsPlusNormal"/>
        <w:spacing w:before="220"/>
        <w:ind w:firstLine="540"/>
        <w:jc w:val="both"/>
      </w:pPr>
      <w:r>
        <w:t>Информация о порядке предоставления муниципальной услуги предоставляется бесплатно.</w:t>
      </w:r>
    </w:p>
    <w:p w:rsidR="00962C80" w:rsidRDefault="00962C80" w:rsidP="00B2445A">
      <w:pPr>
        <w:pStyle w:val="ConsPlusNormal"/>
        <w:spacing w:before="220"/>
        <w:ind w:firstLine="540"/>
        <w:jc w:val="both"/>
      </w:pPr>
      <w:r>
        <w:t>1.4.2. На Интернет-сайте администрации</w:t>
      </w:r>
      <w:r w:rsidRPr="007A76E7">
        <w:t xml:space="preserve"> </w:t>
      </w:r>
      <w:r>
        <w:t>Торгунского сельского поселения (http://www.</w:t>
      </w:r>
      <w:r>
        <w:rPr>
          <w:sz w:val="24"/>
          <w:szCs w:val="24"/>
        </w:rPr>
        <w:t xml:space="preserve"> </w:t>
      </w:r>
      <w:r>
        <w:rPr>
          <w:sz w:val="24"/>
          <w:szCs w:val="24"/>
          <w:lang w:val="en-US"/>
        </w:rPr>
        <w:t>torgunsp</w:t>
      </w:r>
      <w:r w:rsidRPr="007A76E7">
        <w:rPr>
          <w:sz w:val="24"/>
          <w:szCs w:val="24"/>
        </w:rPr>
        <w:t>@</w:t>
      </w:r>
      <w:r>
        <w:rPr>
          <w:sz w:val="24"/>
          <w:szCs w:val="24"/>
          <w:lang w:val="en-US"/>
        </w:rPr>
        <w:t>mail</w:t>
      </w:r>
      <w:r w:rsidRPr="007A76E7">
        <w:rPr>
          <w:sz w:val="24"/>
          <w:szCs w:val="24"/>
        </w:rPr>
        <w:t>.</w:t>
      </w:r>
      <w:r>
        <w:rPr>
          <w:sz w:val="24"/>
          <w:szCs w:val="24"/>
          <w:lang w:val="en-US"/>
        </w:rPr>
        <w:t>ru</w:t>
      </w:r>
      <w:r>
        <w:t>) и информационных стендах в местах предоставления муниципальной услуги размещается следующая информация:</w:t>
      </w:r>
    </w:p>
    <w:p w:rsidR="00962C80" w:rsidRDefault="00962C80" w:rsidP="00B2445A">
      <w:pPr>
        <w:pStyle w:val="ConsPlusNormal"/>
        <w:spacing w:before="220"/>
        <w:ind w:firstLine="540"/>
        <w:jc w:val="both"/>
      </w:pPr>
      <w:r>
        <w:t>- сведения о местонахождении, почтовом адресе, справочных телефонах, времени работы и приема заявителей;</w:t>
      </w:r>
    </w:p>
    <w:p w:rsidR="00962C80" w:rsidRDefault="00962C80" w:rsidP="00B2445A">
      <w:pPr>
        <w:pStyle w:val="ConsPlusNormal"/>
        <w:spacing w:before="220"/>
        <w:ind w:firstLine="540"/>
        <w:jc w:val="both"/>
      </w:pPr>
      <w:r>
        <w:t>- текст регламента с приложениями;</w:t>
      </w:r>
    </w:p>
    <w:p w:rsidR="00962C80" w:rsidRDefault="00962C80" w:rsidP="00B2445A">
      <w:pPr>
        <w:pStyle w:val="ConsPlusNormal"/>
        <w:spacing w:before="220"/>
        <w:ind w:firstLine="540"/>
        <w:jc w:val="both"/>
      </w:pPr>
      <w:r>
        <w:t>- блок-схема и краткое описание порядка предоставления муниципальной услуги;</w:t>
      </w:r>
    </w:p>
    <w:p w:rsidR="00962C80" w:rsidRDefault="00962C80" w:rsidP="00B2445A">
      <w:pPr>
        <w:pStyle w:val="ConsPlusNormal"/>
        <w:spacing w:before="220"/>
        <w:ind w:firstLine="540"/>
        <w:jc w:val="both"/>
      </w:pPr>
      <w:r>
        <w:t>- формы документов и образцы оформления документов, необходимые для получения муниципальной услуги.</w:t>
      </w:r>
    </w:p>
    <w:p w:rsidR="00962C80" w:rsidRDefault="00962C80" w:rsidP="00B2445A">
      <w:pPr>
        <w:pStyle w:val="ConsPlusNormal"/>
        <w:spacing w:before="220"/>
        <w:ind w:firstLine="540"/>
        <w:jc w:val="both"/>
      </w:pPr>
      <w:r>
        <w:t>Также информацию о муниципальной услуге, перечне документов, необходимых для предоставления муниципальной услуги, описание процедур, форме заявления и контактные телефоны и адреса специалистов, предоставляющих информацию о муниципальной услуге можно найти на официальном сайте администрации Волгоградской области (www.volganet.ru) в разделе "Государственные услуги".</w:t>
      </w:r>
    </w:p>
    <w:p w:rsidR="00962C80" w:rsidRDefault="00962C80" w:rsidP="00B2445A">
      <w:pPr>
        <w:pStyle w:val="ConsPlusNormal"/>
        <w:spacing w:before="220"/>
        <w:ind w:firstLine="540"/>
        <w:jc w:val="both"/>
      </w:pPr>
      <w:r>
        <w:t xml:space="preserve">Заявители имеют право на досудебное (внесудебное) обжалование действий (бездействие) и решений, принятых (осуществляемых) в ходе предоставления муниципальной услуги в порядке, указанном в </w:t>
      </w:r>
      <w:hyperlink r:id="rId12" w:anchor="P239" w:history="1">
        <w:r>
          <w:rPr>
            <w:rStyle w:val="Hyperlink"/>
            <w:u w:val="none"/>
          </w:rPr>
          <w:t>разделе 5</w:t>
        </w:r>
      </w:hyperlink>
      <w:r>
        <w:t xml:space="preserve"> настоящего административного регламента.</w:t>
      </w:r>
    </w:p>
    <w:p w:rsidR="00962C80" w:rsidRDefault="00962C80" w:rsidP="00B2445A">
      <w:pPr>
        <w:pStyle w:val="ConsPlusNormal"/>
        <w:jc w:val="both"/>
      </w:pPr>
    </w:p>
    <w:p w:rsidR="00962C80" w:rsidRDefault="00962C80" w:rsidP="00B2445A">
      <w:pPr>
        <w:pStyle w:val="ConsPlusTitle"/>
        <w:jc w:val="center"/>
        <w:outlineLvl w:val="1"/>
      </w:pPr>
      <w:r>
        <w:t>2. Стандарт предоставления муниципальной услуги</w:t>
      </w:r>
    </w:p>
    <w:p w:rsidR="00962C80" w:rsidRDefault="00962C80" w:rsidP="00B2445A">
      <w:pPr>
        <w:pStyle w:val="ConsPlusNormal"/>
        <w:jc w:val="both"/>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2835"/>
        <w:gridCol w:w="6236"/>
      </w:tblGrid>
      <w:tr w:rsidR="00962C80" w:rsidRPr="003D713E">
        <w:tc>
          <w:tcPr>
            <w:tcW w:w="2835" w:type="dxa"/>
          </w:tcPr>
          <w:p w:rsidR="00962C80" w:rsidRDefault="00962C80">
            <w:pPr>
              <w:pStyle w:val="ConsPlusNormal"/>
              <w:spacing w:line="276" w:lineRule="auto"/>
            </w:pPr>
            <w:r>
              <w:t>2.1. Наименование муниципальной услуги</w:t>
            </w:r>
          </w:p>
        </w:tc>
        <w:tc>
          <w:tcPr>
            <w:tcW w:w="6236" w:type="dxa"/>
          </w:tcPr>
          <w:p w:rsidR="00962C80" w:rsidRDefault="00962C80">
            <w:pPr>
              <w:pStyle w:val="ConsPlusNormal"/>
              <w:spacing w:line="276" w:lineRule="auto"/>
            </w:pPr>
            <w:r>
              <w:t>Предоставление сведений об объектах имущества, предназначенного для предоставления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tc>
      </w:tr>
      <w:tr w:rsidR="00962C80" w:rsidRPr="003D713E">
        <w:tc>
          <w:tcPr>
            <w:tcW w:w="2835" w:type="dxa"/>
          </w:tcPr>
          <w:p w:rsidR="00962C80" w:rsidRDefault="00962C80">
            <w:pPr>
              <w:pStyle w:val="ConsPlusNormal"/>
              <w:spacing w:line="276" w:lineRule="auto"/>
            </w:pPr>
            <w:r>
              <w:t>2.2. Наименование органа, предоставляющего муниципальную услугу</w:t>
            </w:r>
          </w:p>
        </w:tc>
        <w:tc>
          <w:tcPr>
            <w:tcW w:w="6236" w:type="dxa"/>
          </w:tcPr>
          <w:p w:rsidR="00962C80" w:rsidRDefault="00962C80">
            <w:pPr>
              <w:pStyle w:val="ConsPlusNormal"/>
              <w:spacing w:line="276" w:lineRule="auto"/>
            </w:pPr>
            <w:r>
              <w:t>Муниципальная услуга предоставляется администрацией</w:t>
            </w:r>
          </w:p>
        </w:tc>
      </w:tr>
      <w:tr w:rsidR="00962C80" w:rsidRPr="003D713E">
        <w:tc>
          <w:tcPr>
            <w:tcW w:w="2835" w:type="dxa"/>
          </w:tcPr>
          <w:p w:rsidR="00962C80" w:rsidRDefault="00962C80">
            <w:pPr>
              <w:pStyle w:val="ConsPlusNormal"/>
              <w:spacing w:line="276" w:lineRule="auto"/>
            </w:pPr>
            <w:r>
              <w:t>2.3. Результат предоставления муниципальной услуги</w:t>
            </w:r>
          </w:p>
        </w:tc>
        <w:tc>
          <w:tcPr>
            <w:tcW w:w="6236" w:type="dxa"/>
          </w:tcPr>
          <w:p w:rsidR="00962C80" w:rsidRDefault="00962C80">
            <w:pPr>
              <w:pStyle w:val="ConsPlusNormal"/>
              <w:spacing w:line="276" w:lineRule="auto"/>
            </w:pPr>
            <w:r>
              <w:t>Результатом предоставления муниципальной услуги является:</w:t>
            </w:r>
          </w:p>
          <w:p w:rsidR="00962C80" w:rsidRDefault="00962C80">
            <w:pPr>
              <w:pStyle w:val="ConsPlusNormal"/>
              <w:spacing w:line="276" w:lineRule="auto"/>
            </w:pPr>
            <w:r>
              <w:t xml:space="preserve">- выдача или направление заявителю сведений об объектах имущества, включенных в перечень муниципального имущества Торгунского сельского поселения,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Перечень) (форма предоставления </w:t>
            </w:r>
            <w:hyperlink r:id="rId13" w:anchor="P681" w:history="1">
              <w:r>
                <w:rPr>
                  <w:rStyle w:val="Hyperlink"/>
                  <w:u w:val="none"/>
                </w:rPr>
                <w:t>сведений</w:t>
              </w:r>
            </w:hyperlink>
            <w:r>
              <w:t xml:space="preserve"> приведена в приложении N 3 к настоящему регламенту)</w:t>
            </w:r>
          </w:p>
        </w:tc>
      </w:tr>
      <w:tr w:rsidR="00962C80" w:rsidRPr="003D713E">
        <w:tc>
          <w:tcPr>
            <w:tcW w:w="2835" w:type="dxa"/>
          </w:tcPr>
          <w:p w:rsidR="00962C80" w:rsidRDefault="00962C80">
            <w:pPr>
              <w:pStyle w:val="ConsPlusNormal"/>
              <w:spacing w:line="276" w:lineRule="auto"/>
            </w:pPr>
            <w:bookmarkStart w:id="1" w:name="P96"/>
            <w:bookmarkEnd w:id="1"/>
            <w:r>
              <w:t>2.4. Срок предоставления муниципальной услуги</w:t>
            </w:r>
          </w:p>
        </w:tc>
        <w:tc>
          <w:tcPr>
            <w:tcW w:w="6236" w:type="dxa"/>
          </w:tcPr>
          <w:p w:rsidR="00962C80" w:rsidRDefault="00962C80">
            <w:pPr>
              <w:pStyle w:val="ConsPlusNormal"/>
              <w:spacing w:line="276" w:lineRule="auto"/>
            </w:pPr>
            <w:r>
              <w:t xml:space="preserve">Муниципальная услуга предоставляется в срок не более чем 5 рабочих дней с даты регистрации заявления в администрации </w:t>
            </w:r>
          </w:p>
        </w:tc>
      </w:tr>
      <w:tr w:rsidR="00962C80" w:rsidRPr="003D713E">
        <w:tc>
          <w:tcPr>
            <w:tcW w:w="2835" w:type="dxa"/>
          </w:tcPr>
          <w:p w:rsidR="00962C80" w:rsidRDefault="00962C80">
            <w:pPr>
              <w:pStyle w:val="ConsPlusNormal"/>
              <w:spacing w:line="276" w:lineRule="auto"/>
            </w:pPr>
            <w:r>
              <w:t>2.5. Правовые основания для предоставления муниципальной услуги</w:t>
            </w:r>
          </w:p>
        </w:tc>
        <w:tc>
          <w:tcPr>
            <w:tcW w:w="6236" w:type="dxa"/>
          </w:tcPr>
          <w:p w:rsidR="00962C80" w:rsidRDefault="00962C80">
            <w:pPr>
              <w:pStyle w:val="ConsPlusNormal"/>
              <w:spacing w:line="276" w:lineRule="auto"/>
            </w:pPr>
            <w:r>
              <w:t>Правовыми основаниями для предоставления муниципальной услуги является:</w:t>
            </w:r>
          </w:p>
          <w:p w:rsidR="00962C80" w:rsidRDefault="00962C80">
            <w:pPr>
              <w:pStyle w:val="ConsPlusNormal"/>
              <w:spacing w:line="276" w:lineRule="auto"/>
            </w:pPr>
            <w:r>
              <w:t xml:space="preserve">1. </w:t>
            </w:r>
            <w:hyperlink r:id="rId14" w:history="1">
              <w:r>
                <w:rPr>
                  <w:rStyle w:val="Hyperlink"/>
                  <w:u w:val="none"/>
                </w:rPr>
                <w:t>Конституция</w:t>
              </w:r>
            </w:hyperlink>
            <w:r>
              <w:t xml:space="preserve"> Российской Федерации от 12.12.1993 (официальный текст с внесенными поправками от 21.07.2014 опубликован 01.08.2014 на официальном интернет-портале правовой информации http://www.pravo.gov.ru, 04.08.2014 в издании "Собрание законодательства Российской Федерации");</w:t>
            </w:r>
          </w:p>
          <w:p w:rsidR="00962C80" w:rsidRDefault="00962C80">
            <w:pPr>
              <w:pStyle w:val="ConsPlusNormal"/>
              <w:spacing w:line="276" w:lineRule="auto"/>
            </w:pPr>
            <w:r>
              <w:t xml:space="preserve">2. Федеральный </w:t>
            </w:r>
            <w:hyperlink r:id="rId15" w:history="1">
              <w:r>
                <w:rPr>
                  <w:rStyle w:val="Hyperlink"/>
                  <w:u w:val="none"/>
                </w:rPr>
                <w:t>закон</w:t>
              </w:r>
            </w:hyperlink>
            <w:r>
              <w:t xml:space="preserve"> от 06 октября 2003 года N 131-ФЗ "Об общих принципах организации местного самоуправления в Российской Федерации" (опубликован в издании "Российская газета", 2003, 08 октября, N 202);</w:t>
            </w:r>
          </w:p>
          <w:p w:rsidR="00962C80" w:rsidRDefault="00962C80">
            <w:pPr>
              <w:pStyle w:val="ConsPlusNormal"/>
              <w:spacing w:line="276" w:lineRule="auto"/>
            </w:pPr>
            <w:r>
              <w:t xml:space="preserve">3. Федеральный </w:t>
            </w:r>
            <w:hyperlink r:id="rId16" w:history="1">
              <w:r>
                <w:rPr>
                  <w:rStyle w:val="Hyperlink"/>
                  <w:u w:val="none"/>
                </w:rPr>
                <w:t>закон</w:t>
              </w:r>
            </w:hyperlink>
            <w:r>
              <w:t xml:space="preserve"> Российской Федерации от 02 мая 2006 года N 59-ФЗ "О порядке рассмотрения обращений граждан Российской Федерации" (опубликован в издании "Российская газета", 2006, 05 мая, N 95);</w:t>
            </w:r>
          </w:p>
          <w:p w:rsidR="00962C80" w:rsidRDefault="00962C80">
            <w:pPr>
              <w:pStyle w:val="ConsPlusNormal"/>
              <w:spacing w:line="276" w:lineRule="auto"/>
            </w:pPr>
            <w:r>
              <w:t xml:space="preserve">4. Федеральный </w:t>
            </w:r>
            <w:hyperlink r:id="rId17" w:history="1">
              <w:r>
                <w:rPr>
                  <w:rStyle w:val="Hyperlink"/>
                  <w:u w:val="none"/>
                </w:rPr>
                <w:t>закон</w:t>
              </w:r>
            </w:hyperlink>
            <w:r>
              <w:t xml:space="preserve"> от 27.07.2006 N 152-ФЗ "О персональных данных" ("Российская газета", N 165, 29.07.2006);</w:t>
            </w:r>
          </w:p>
          <w:p w:rsidR="00962C80" w:rsidRDefault="00962C80">
            <w:pPr>
              <w:pStyle w:val="ConsPlusNormal"/>
              <w:spacing w:line="276" w:lineRule="auto"/>
            </w:pPr>
            <w:r>
              <w:t xml:space="preserve">5. Федеральный </w:t>
            </w:r>
            <w:hyperlink r:id="rId18" w:history="1">
              <w:r>
                <w:rPr>
                  <w:rStyle w:val="Hyperlink"/>
                  <w:u w:val="none"/>
                </w:rPr>
                <w:t>закон</w:t>
              </w:r>
            </w:hyperlink>
            <w:r>
              <w:t xml:space="preserve"> от 06.04.2011 N 63-ФЗ "Об электронной подписи" ("Российская газета", N 75, 08.04.2011);</w:t>
            </w:r>
          </w:p>
          <w:p w:rsidR="00962C80" w:rsidRDefault="00962C80">
            <w:pPr>
              <w:pStyle w:val="ConsPlusNormal"/>
              <w:spacing w:line="276" w:lineRule="auto"/>
            </w:pPr>
            <w:r>
              <w:t xml:space="preserve">6. </w:t>
            </w:r>
            <w:hyperlink r:id="rId19" w:history="1">
              <w:r>
                <w:rPr>
                  <w:rStyle w:val="Hyperlink"/>
                  <w:u w:val="none"/>
                </w:rPr>
                <w:t>Постановление</w:t>
              </w:r>
            </w:hyperlink>
            <w: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 (вместе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("Российская газета", N 148, 02.07.2012);</w:t>
            </w:r>
          </w:p>
          <w:p w:rsidR="00962C80" w:rsidRDefault="00962C80">
            <w:pPr>
              <w:pStyle w:val="ConsPlusNormal"/>
              <w:spacing w:line="276" w:lineRule="auto"/>
            </w:pPr>
            <w:r>
              <w:t xml:space="preserve">7. Федеральный </w:t>
            </w:r>
            <w:hyperlink r:id="rId20" w:history="1">
              <w:r>
                <w:rPr>
                  <w:rStyle w:val="Hyperlink"/>
                  <w:u w:val="none"/>
                </w:rPr>
                <w:t>закон</w:t>
              </w:r>
            </w:hyperlink>
            <w:r>
              <w:t xml:space="preserve"> от 24 июля 2007 года N 209-ФЗ "О развитии малого и среднего предпринимательства в Российской Федерации" ("Собрание законодательства РФ", 30.07.2007, N 31, ст. 4006;</w:t>
            </w:r>
          </w:p>
          <w:p w:rsidR="00962C80" w:rsidRDefault="00962C80">
            <w:pPr>
              <w:pStyle w:val="ConsPlusNormal"/>
              <w:spacing w:line="276" w:lineRule="auto"/>
            </w:pPr>
            <w:r>
              <w:t xml:space="preserve">8. Федеральный </w:t>
            </w:r>
            <w:hyperlink r:id="rId21" w:history="1">
              <w:r>
                <w:rPr>
                  <w:rStyle w:val="Hyperlink"/>
                  <w:u w:val="none"/>
                </w:rPr>
                <w:t>закон</w:t>
              </w:r>
            </w:hyperlink>
            <w:r>
              <w:t xml:space="preserve"> от 09 февраля 2009 года N 8-ФЗ "Об обеспечении доступа к информации о деятельности государственных органов и органов местного самоуправления" ("Российская газета", N 25, 13.02.2009);</w:t>
            </w:r>
          </w:p>
          <w:p w:rsidR="00962C80" w:rsidRDefault="00962C80">
            <w:pPr>
              <w:pStyle w:val="ConsPlusNormal"/>
              <w:spacing w:line="276" w:lineRule="auto"/>
            </w:pPr>
            <w:r>
              <w:t xml:space="preserve">9. Федеральный </w:t>
            </w:r>
            <w:hyperlink r:id="rId22" w:history="1">
              <w:r>
                <w:rPr>
                  <w:rStyle w:val="Hyperlink"/>
                  <w:u w:val="none"/>
                </w:rPr>
                <w:t>закон</w:t>
              </w:r>
            </w:hyperlink>
            <w:r>
              <w:t xml:space="preserve"> от 27 июля 2010 года N 210-ФЗ "Об организации предоставления государственных и муниципальных услуг" ("Российская газета", N 168, 30.07.2010);</w:t>
            </w:r>
          </w:p>
          <w:p w:rsidR="00962C80" w:rsidRDefault="00962C80">
            <w:pPr>
              <w:pStyle w:val="ConsPlusNormal"/>
              <w:spacing w:line="276" w:lineRule="auto"/>
            </w:pPr>
            <w:r>
              <w:t xml:space="preserve">10. </w:t>
            </w:r>
            <w:hyperlink r:id="rId23" w:history="1">
              <w:r>
                <w:rPr>
                  <w:rStyle w:val="Hyperlink"/>
                  <w:u w:val="none"/>
                </w:rPr>
                <w:t>Постановление</w:t>
              </w:r>
            </w:hyperlink>
            <w:r>
              <w:t xml:space="preserve"> Правительства Российской Федерации от 22 декабря 2012 года N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2012, 31 декабря, N 303);</w:t>
            </w:r>
          </w:p>
          <w:p w:rsidR="00962C80" w:rsidRDefault="00962C80">
            <w:pPr>
              <w:pStyle w:val="ConsPlusNormal"/>
              <w:spacing w:line="276" w:lineRule="auto"/>
            </w:pPr>
            <w:r>
              <w:t xml:space="preserve">11. </w:t>
            </w:r>
            <w:hyperlink r:id="rId24" w:history="1">
              <w:r>
                <w:rPr>
                  <w:rStyle w:val="Hyperlink"/>
                  <w:u w:val="none"/>
                </w:rPr>
                <w:t>Приказ</w:t>
              </w:r>
            </w:hyperlink>
            <w:r>
              <w:t xml:space="preserve"> Минэкономразвития России от 25 марта 2015 года N 167 "Об утверждении условий конкурсного отбора субъектов Российской Федерации, бюджетам которых предоставляются субсидии из федерального бюджета на государственную поддержку малого и среднего предпринимательства, включая крестьянские (фермерские) хозяйства, и требований к организациям, образующим инфраструктуру поддержки субъектов малого и среднего предпринимательства"</w:t>
            </w:r>
          </w:p>
        </w:tc>
      </w:tr>
      <w:tr w:rsidR="00962C80" w:rsidRPr="003D713E">
        <w:tc>
          <w:tcPr>
            <w:tcW w:w="2835" w:type="dxa"/>
          </w:tcPr>
          <w:p w:rsidR="00962C80" w:rsidRDefault="00962C80">
            <w:pPr>
              <w:pStyle w:val="ConsPlusNormal"/>
              <w:spacing w:line="276" w:lineRule="auto"/>
            </w:pPr>
            <w:bookmarkStart w:id="2" w:name="P111"/>
            <w:bookmarkEnd w:id="2"/>
            <w: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tc>
        <w:tc>
          <w:tcPr>
            <w:tcW w:w="6236" w:type="dxa"/>
          </w:tcPr>
          <w:p w:rsidR="00962C80" w:rsidRDefault="00962C80">
            <w:pPr>
              <w:pStyle w:val="ConsPlusNormal"/>
              <w:spacing w:line="276" w:lineRule="auto"/>
            </w:pPr>
            <w:r>
              <w:t xml:space="preserve">Для получения муниципальной услуги заявитель или лицо, уполномоченное им на основании доверенности, оформленной в соответствии с законодательством Российской Федерации, представляет в администрацию или МФЦ заявление (приложение N 1 к настоящему административному регламенту - форма </w:t>
            </w:r>
            <w:hyperlink r:id="rId25" w:anchor="P316" w:history="1">
              <w:r>
                <w:rPr>
                  <w:rStyle w:val="Hyperlink"/>
                  <w:u w:val="none"/>
                </w:rPr>
                <w:t>заявления</w:t>
              </w:r>
            </w:hyperlink>
            <w:r>
              <w:t xml:space="preserve"> для индивидуальных предпринимателей, приложение N 2 к настоящему административному регламенту - форма </w:t>
            </w:r>
            <w:hyperlink r:id="rId26" w:anchor="P504" w:history="1">
              <w:r>
                <w:rPr>
                  <w:rStyle w:val="Hyperlink"/>
                  <w:u w:val="none"/>
                </w:rPr>
                <w:t>заявления</w:t>
              </w:r>
            </w:hyperlink>
            <w:r>
              <w:t xml:space="preserve"> для юридических лиц).</w:t>
            </w:r>
          </w:p>
          <w:p w:rsidR="00962C80" w:rsidRDefault="00962C80">
            <w:pPr>
              <w:pStyle w:val="ConsPlusNormal"/>
              <w:spacing w:line="276" w:lineRule="auto"/>
            </w:pPr>
            <w:r>
              <w:t>Заявление должно содержать следующие сведения:</w:t>
            </w:r>
          </w:p>
          <w:p w:rsidR="00962C80" w:rsidRDefault="00962C80">
            <w:pPr>
              <w:pStyle w:val="ConsPlusNormal"/>
              <w:spacing w:line="276" w:lineRule="auto"/>
            </w:pPr>
            <w:r>
              <w:t>- фамилия, имя, отчество (при наличии) индивидуального предпринимателя либо полное наименование юридического лица, обращающегося за получением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62C80" w:rsidRDefault="00962C80">
            <w:pPr>
              <w:pStyle w:val="ConsPlusNormal"/>
              <w:spacing w:line="276" w:lineRule="auto"/>
            </w:pPr>
            <w:r>
              <w:t>- реквизиты документа, удостоверяющего личность заявителя или представителя заявителя;</w:t>
            </w:r>
          </w:p>
          <w:p w:rsidR="00962C80" w:rsidRDefault="00962C80">
            <w:pPr>
              <w:pStyle w:val="ConsPlusNormal"/>
              <w:spacing w:line="276" w:lineRule="auto"/>
            </w:pPr>
            <w:r>
              <w:t>- место регистрации (для юридического лица), адрес фактического проживания заявителя или адрес регистрации по месту проживания (пребывания) (для индивидуального предпринимателя);</w:t>
            </w:r>
          </w:p>
          <w:p w:rsidR="00962C80" w:rsidRDefault="00962C80">
            <w:pPr>
              <w:pStyle w:val="ConsPlusNormal"/>
              <w:spacing w:line="276" w:lineRule="auto"/>
            </w:pPr>
            <w:r>
              <w:t>- реквизиты документа, подтверждающего полномочия представителя заявителя;</w:t>
            </w:r>
          </w:p>
          <w:p w:rsidR="00962C80" w:rsidRDefault="00962C80">
            <w:pPr>
              <w:pStyle w:val="ConsPlusNormal"/>
              <w:spacing w:line="276" w:lineRule="auto"/>
            </w:pPr>
            <w:r>
              <w:t>- ожидаемый результат предоставления услуги;</w:t>
            </w:r>
          </w:p>
          <w:p w:rsidR="00962C80" w:rsidRDefault="00962C80">
            <w:pPr>
              <w:pStyle w:val="ConsPlusNormal"/>
              <w:spacing w:line="276" w:lineRule="auto"/>
            </w:pPr>
            <w:r>
              <w:t>- при потребности получения нескольких экземпляров Перечня - количество экземпляров;</w:t>
            </w:r>
          </w:p>
          <w:p w:rsidR="00962C80" w:rsidRDefault="00962C80">
            <w:pPr>
              <w:pStyle w:val="ConsPlusNormal"/>
              <w:spacing w:line="276" w:lineRule="auto"/>
            </w:pPr>
            <w:r>
              <w:t>- способ получения результатов услуги (почтовое отправление, лично);</w:t>
            </w:r>
          </w:p>
          <w:p w:rsidR="00962C80" w:rsidRDefault="00962C80">
            <w:pPr>
              <w:pStyle w:val="ConsPlusNormal"/>
              <w:spacing w:line="276" w:lineRule="auto"/>
            </w:pPr>
            <w:r>
              <w:t>- подпись заявителя или уполномоченного представителя;</w:t>
            </w:r>
          </w:p>
          <w:p w:rsidR="00962C80" w:rsidRDefault="00962C80">
            <w:pPr>
              <w:pStyle w:val="ConsPlusNormal"/>
              <w:spacing w:line="276" w:lineRule="auto"/>
            </w:pPr>
            <w:r>
              <w:t>- дата составления заявления.</w:t>
            </w:r>
          </w:p>
          <w:p w:rsidR="00962C80" w:rsidRDefault="00962C80">
            <w:pPr>
              <w:pStyle w:val="ConsPlusNormal"/>
              <w:spacing w:line="276" w:lineRule="auto"/>
            </w:pPr>
            <w:r>
              <w:t>Документы, представляемые заявителем, должны соответствовать следующим требованиям: тексты документов написаны разборчиво, в документах нет подчисток, приписок, исправлений, не оговоренных в установленном законом порядке, нет серьезных повреждений, наличие которых не позволяет однозначно истолковать их содержание.</w:t>
            </w:r>
          </w:p>
          <w:p w:rsidR="00962C80" w:rsidRDefault="00962C80">
            <w:pPr>
              <w:pStyle w:val="ConsPlusNormal"/>
              <w:spacing w:line="276" w:lineRule="auto"/>
            </w:pPr>
            <w:r>
              <w:t>К заявлению прилагаются следующие документы:</w:t>
            </w:r>
          </w:p>
          <w:p w:rsidR="00962C80" w:rsidRDefault="00962C80">
            <w:pPr>
              <w:pStyle w:val="ConsPlusNormal"/>
              <w:spacing w:line="276" w:lineRule="auto"/>
            </w:pPr>
            <w:r>
              <w:t>- документ, удостоверяющий личность заявителя: документы, удостоверяющие личность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w:t>
            </w:r>
          </w:p>
          <w:p w:rsidR="00962C80" w:rsidRDefault="00962C80">
            <w:pPr>
              <w:pStyle w:val="ConsPlusNormal"/>
              <w:spacing w:line="276" w:lineRule="auto"/>
            </w:pPr>
            <w:r>
              <w:t>- документ, удостоверяющий право (полномочия) представителя заявителя, если с заявлением обращается представитель заявителя</w:t>
            </w:r>
          </w:p>
        </w:tc>
      </w:tr>
      <w:tr w:rsidR="00962C80" w:rsidRPr="003D713E">
        <w:tc>
          <w:tcPr>
            <w:tcW w:w="2835" w:type="dxa"/>
          </w:tcPr>
          <w:p w:rsidR="00962C80" w:rsidRDefault="00962C80">
            <w:pPr>
              <w:pStyle w:val="ConsPlusNormal"/>
              <w:spacing w:line="276" w:lineRule="auto"/>
            </w:pPr>
            <w:r>
              <w:t>2.7. Исчерпывающий перечень оснований для отказа в приеме документов, необходимых для предоставления муниципальной услуги</w:t>
            </w:r>
          </w:p>
        </w:tc>
        <w:tc>
          <w:tcPr>
            <w:tcW w:w="6236" w:type="dxa"/>
          </w:tcPr>
          <w:p w:rsidR="00962C80" w:rsidRDefault="00962C80">
            <w:pPr>
              <w:pStyle w:val="ConsPlusNormal"/>
              <w:spacing w:line="276" w:lineRule="auto"/>
            </w:pPr>
            <w:r>
              <w:t xml:space="preserve">В приеме документов, необходимых для предоставления муниципальной услуги, отказывается в случаях, если: заявитель предоставил документы не в полном объеме, установленном в </w:t>
            </w:r>
            <w:hyperlink r:id="rId27" w:anchor="P111" w:history="1">
              <w:r>
                <w:rPr>
                  <w:rStyle w:val="Hyperlink"/>
                  <w:u w:val="none"/>
                </w:rPr>
                <w:t>п. 2.6</w:t>
              </w:r>
            </w:hyperlink>
            <w:r>
              <w:t xml:space="preserve"> настоящего административного регламента, за исключением документов (сведений содержащихся в них) находящихся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кроме случаев, если такие документы включены в определенный </w:t>
            </w:r>
            <w:hyperlink r:id="rId28" w:history="1">
              <w:r>
                <w:rPr>
                  <w:rStyle w:val="Hyperlink"/>
                  <w:u w:val="none"/>
                </w:rPr>
                <w:t>частью 4 статьи 7</w:t>
              </w:r>
            </w:hyperlink>
            <w:r>
              <w:t xml:space="preserve"> федерального закона от 27 июля 2010 года N 210-ФЗ "Об организации предоставления государственных и муниципальных услуг" перечень услуг" или не соответствует установленным требованиям </w:t>
            </w:r>
            <w:hyperlink r:id="rId29" w:anchor="P111" w:history="1">
              <w:r>
                <w:rPr>
                  <w:rStyle w:val="Hyperlink"/>
                  <w:u w:val="none"/>
                </w:rPr>
                <w:t>п. 2.6</w:t>
              </w:r>
            </w:hyperlink>
          </w:p>
        </w:tc>
      </w:tr>
      <w:tr w:rsidR="00962C80" w:rsidRPr="003D713E">
        <w:tc>
          <w:tcPr>
            <w:tcW w:w="2835" w:type="dxa"/>
            <w:tcBorders>
              <w:top w:val="nil"/>
              <w:bottom w:val="nil"/>
            </w:tcBorders>
          </w:tcPr>
          <w:p w:rsidR="00962C80" w:rsidRDefault="00962C80">
            <w:pPr>
              <w:pStyle w:val="ConsPlusNormal"/>
              <w:spacing w:line="276" w:lineRule="auto"/>
            </w:pPr>
            <w:r>
              <w:t>2.8. Исчерпывающий перечень оснований для приостановления предоставления муниципальной услуги или отказа в предоставлении муниципальной услуги</w:t>
            </w:r>
          </w:p>
        </w:tc>
        <w:tc>
          <w:tcPr>
            <w:tcW w:w="6236" w:type="dxa"/>
            <w:tcBorders>
              <w:top w:val="nil"/>
              <w:bottom w:val="nil"/>
            </w:tcBorders>
          </w:tcPr>
          <w:p w:rsidR="00962C80" w:rsidRDefault="00962C80">
            <w:pPr>
              <w:pStyle w:val="ConsPlusNormal"/>
              <w:spacing w:line="276" w:lineRule="auto"/>
            </w:pPr>
            <w:r>
              <w:t>Основания для приостановления предоставления муниципальной услуги отсутствуют.</w:t>
            </w:r>
          </w:p>
          <w:p w:rsidR="00962C80" w:rsidRDefault="00962C80">
            <w:pPr>
              <w:pStyle w:val="ConsPlusNormal"/>
              <w:spacing w:line="276" w:lineRule="auto"/>
            </w:pPr>
            <w:r>
              <w:t>Оснований для отказа в предоставлении муниципальной услуги не имеется</w:t>
            </w:r>
          </w:p>
        </w:tc>
      </w:tr>
      <w:tr w:rsidR="00962C80" w:rsidRPr="003D713E">
        <w:tc>
          <w:tcPr>
            <w:tcW w:w="9071" w:type="dxa"/>
            <w:gridSpan w:val="2"/>
            <w:tcBorders>
              <w:top w:val="nil"/>
              <w:bottom w:val="nil"/>
            </w:tcBorders>
          </w:tcPr>
          <w:p w:rsidR="00962C80" w:rsidRDefault="00962C80">
            <w:pPr>
              <w:pStyle w:val="ConsPlusNormal"/>
              <w:spacing w:line="276" w:lineRule="auto"/>
              <w:jc w:val="both"/>
            </w:pPr>
          </w:p>
        </w:tc>
      </w:tr>
      <w:tr w:rsidR="00962C80" w:rsidRPr="003D713E">
        <w:tc>
          <w:tcPr>
            <w:tcW w:w="2835" w:type="dxa"/>
          </w:tcPr>
          <w:p w:rsidR="00962C80" w:rsidRDefault="00962C80">
            <w:pPr>
              <w:pStyle w:val="ConsPlusNormal"/>
              <w:spacing w:line="276" w:lineRule="auto"/>
            </w:pPr>
            <w:r>
              <w:t>2.9.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tc>
        <w:tc>
          <w:tcPr>
            <w:tcW w:w="6236" w:type="dxa"/>
          </w:tcPr>
          <w:p w:rsidR="00962C80" w:rsidRDefault="00962C80">
            <w:pPr>
              <w:pStyle w:val="ConsPlusNormal"/>
              <w:spacing w:line="276" w:lineRule="auto"/>
            </w:pPr>
            <w:r>
              <w:t>Муниципальная услуга предоставляется на бесплатной основе</w:t>
            </w:r>
          </w:p>
        </w:tc>
      </w:tr>
      <w:tr w:rsidR="00962C80" w:rsidRPr="003D713E">
        <w:tc>
          <w:tcPr>
            <w:tcW w:w="2835" w:type="dxa"/>
          </w:tcPr>
          <w:p w:rsidR="00962C80" w:rsidRDefault="00962C80">
            <w:pPr>
              <w:pStyle w:val="ConsPlusNormal"/>
              <w:spacing w:line="276" w:lineRule="auto"/>
            </w:pPr>
            <w: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tc>
        <w:tc>
          <w:tcPr>
            <w:tcW w:w="6236" w:type="dxa"/>
          </w:tcPr>
          <w:p w:rsidR="00962C80" w:rsidRDefault="00962C80">
            <w:pPr>
              <w:pStyle w:val="ConsPlusNormal"/>
              <w:spacing w:line="276" w:lineRule="auto"/>
            </w:pPr>
            <w:r>
              <w:t>Максимальный срок ожидания в очереди при подаче запроса о предоставлении услуги, а также при получении результата предоставления муниципальной услуги не может превышать 15 минут</w:t>
            </w:r>
          </w:p>
        </w:tc>
      </w:tr>
      <w:tr w:rsidR="00962C80" w:rsidRPr="003D713E">
        <w:tc>
          <w:tcPr>
            <w:tcW w:w="2835" w:type="dxa"/>
          </w:tcPr>
          <w:p w:rsidR="00962C80" w:rsidRDefault="00962C80">
            <w:pPr>
              <w:pStyle w:val="ConsPlusNormal"/>
              <w:spacing w:line="276" w:lineRule="auto"/>
            </w:pPr>
            <w:r>
              <w:t>2.11. Срок регистрации запроса заявителя о предоставлении муниципальной услуги</w:t>
            </w:r>
          </w:p>
        </w:tc>
        <w:tc>
          <w:tcPr>
            <w:tcW w:w="6236" w:type="dxa"/>
          </w:tcPr>
          <w:p w:rsidR="00962C80" w:rsidRDefault="00962C80">
            <w:pPr>
              <w:pStyle w:val="ConsPlusNormal"/>
              <w:spacing w:line="276" w:lineRule="auto"/>
            </w:pPr>
            <w:r>
              <w:t>Специалист МФЦ обеспечивает передачу в администрацию полученных им заявлений на бумажном носителе не позднее 1 рабочего дня со дня подачи заявления в МФЦ.</w:t>
            </w:r>
          </w:p>
          <w:p w:rsidR="00962C80" w:rsidRDefault="00962C80">
            <w:pPr>
              <w:pStyle w:val="ConsPlusNormal"/>
              <w:spacing w:line="276" w:lineRule="auto"/>
            </w:pPr>
            <w:r>
              <w:t xml:space="preserve">Ведущий специалист администрации регистрирует заявления с прилагаемыми к ним документами в </w:t>
            </w:r>
            <w:hyperlink r:id="rId30" w:anchor="P841" w:history="1">
              <w:r>
                <w:rPr>
                  <w:rStyle w:val="Hyperlink"/>
                  <w:u w:val="none"/>
                </w:rPr>
                <w:t>журнале</w:t>
              </w:r>
            </w:hyperlink>
            <w:r>
              <w:t xml:space="preserve"> регистрации заявлений на предоставление муниципальной услуги администрации в день их поступления, согласно приложению N 6 настоящего административного регламента</w:t>
            </w:r>
          </w:p>
        </w:tc>
      </w:tr>
      <w:tr w:rsidR="00962C80" w:rsidRPr="003D713E">
        <w:tc>
          <w:tcPr>
            <w:tcW w:w="2835" w:type="dxa"/>
          </w:tcPr>
          <w:p w:rsidR="00962C80" w:rsidRDefault="00962C80">
            <w:pPr>
              <w:pStyle w:val="ConsPlusNormal"/>
              <w:spacing w:line="276" w:lineRule="auto"/>
            </w:pPr>
            <w:r>
              <w:t>2.12. 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tc>
        <w:tc>
          <w:tcPr>
            <w:tcW w:w="6236" w:type="dxa"/>
          </w:tcPr>
          <w:p w:rsidR="00962C80" w:rsidRDefault="00962C80">
            <w:pPr>
              <w:pStyle w:val="ConsPlusNormal"/>
              <w:spacing w:line="276" w:lineRule="auto"/>
            </w:pPr>
            <w:r>
              <w:t>Помещение, в котором предоставляется муниципальная услуга, снабжается табличками с указанием наименования отдела, осуществляющего прием заявителей.</w:t>
            </w:r>
          </w:p>
          <w:p w:rsidR="00962C80" w:rsidRDefault="00962C80">
            <w:pPr>
              <w:pStyle w:val="ConsPlusNormal"/>
              <w:spacing w:line="276" w:lineRule="auto"/>
            </w:pPr>
            <w:r>
              <w:t>Места для приема заявителей оборудуются местами для оформления документов (стульями, столами (стойками)), обеспечиваются образцами для заполнения документов, бланками заявлений и канцелярскими принадлежностями.</w:t>
            </w:r>
          </w:p>
          <w:p w:rsidR="00962C80" w:rsidRDefault="00962C80">
            <w:pPr>
              <w:pStyle w:val="ConsPlusNormal"/>
              <w:spacing w:line="276" w:lineRule="auto"/>
            </w:pPr>
            <w:r>
              <w:t>На информационных стендах размещается: образец заявления, перечень документов, необходимый для предоставления каждой муниципальной услуги.</w:t>
            </w:r>
          </w:p>
          <w:p w:rsidR="00962C80" w:rsidRDefault="00962C80">
            <w:pPr>
              <w:pStyle w:val="ConsPlusNormal"/>
              <w:spacing w:line="276" w:lineRule="auto"/>
            </w:pPr>
            <w:r>
              <w:t>Места ожидания и приема заявителей должны соответствовать санитарно-эпидемиологическим правилам и нормам, оборудованы противопожарной системой и средствами пожаротушения, туалетом, стульями и столами.</w:t>
            </w:r>
          </w:p>
          <w:p w:rsidR="00962C80" w:rsidRDefault="00962C80">
            <w:pPr>
              <w:pStyle w:val="ConsPlusNormal"/>
              <w:spacing w:line="276" w:lineRule="auto"/>
            </w:pPr>
            <w:r>
              <w:t>Требования к помещениям, в которых предоставляется государственная услуга:</w:t>
            </w:r>
          </w:p>
          <w:p w:rsidR="00962C80" w:rsidRDefault="00962C80">
            <w:pPr>
              <w:pStyle w:val="ConsPlusNormal"/>
              <w:spacing w:line="276" w:lineRule="auto"/>
            </w:pPr>
            <w:r>
              <w:t>- помещение должно быть оборудовано отдельным входом;</w:t>
            </w:r>
          </w:p>
          <w:p w:rsidR="00962C80" w:rsidRDefault="00962C80">
            <w:pPr>
              <w:pStyle w:val="ConsPlusNormal"/>
              <w:spacing w:line="276" w:lineRule="auto"/>
            </w:pPr>
            <w:r>
              <w:t>- вход в здание должен быть доступен для маломобильных групп граждан;</w:t>
            </w:r>
          </w:p>
          <w:p w:rsidR="00962C80" w:rsidRDefault="00962C80">
            <w:pPr>
              <w:pStyle w:val="ConsPlusNormal"/>
              <w:spacing w:line="276" w:lineRule="auto"/>
            </w:pPr>
            <w:r>
              <w:t>- оборудован вывеской, содержащей наименование учреждения и режим работы;</w:t>
            </w:r>
          </w:p>
          <w:p w:rsidR="00962C80" w:rsidRDefault="00962C80">
            <w:pPr>
              <w:pStyle w:val="ConsPlusNormal"/>
              <w:spacing w:line="276" w:lineRule="auto"/>
            </w:pPr>
            <w:r>
              <w:t>- места информирования, предназначенные для ознакомления заявителей с информационным материалом, должны быть оборудованы информационными стендами, стульями и столами для возможности оформления документов;</w:t>
            </w:r>
          </w:p>
          <w:p w:rsidR="00962C80" w:rsidRDefault="00962C80">
            <w:pPr>
              <w:pStyle w:val="ConsPlusNormal"/>
              <w:spacing w:line="276" w:lineRule="auto"/>
            </w:pPr>
            <w:r>
              <w:t>- помещение для непосредственного взаимодействия специалистов уполномоченного органа с заявителями организовано в виде кабинетов;</w:t>
            </w:r>
          </w:p>
          <w:p w:rsidR="00962C80" w:rsidRDefault="00962C80">
            <w:pPr>
              <w:pStyle w:val="ConsPlusNormal"/>
              <w:spacing w:line="276" w:lineRule="auto"/>
            </w:pPr>
            <w:r>
              <w:t>- кабинет приема заявителей оборудован информационной табличкой с указанием номера кабинета, фамилии, имени, отчества и должности специалиста, осуществляющего предоставление государственной услуги;</w:t>
            </w:r>
          </w:p>
          <w:p w:rsidR="00962C80" w:rsidRDefault="00962C80">
            <w:pPr>
              <w:pStyle w:val="ConsPlusNormal"/>
              <w:spacing w:line="276" w:lineRule="auto"/>
            </w:pPr>
            <w:r>
              <w:t>- помещение должно быть оборудовано противопожарной системой средствами пожаротушения, средствами оповещения о возникновении чрезвычайной ситуации;</w:t>
            </w:r>
          </w:p>
          <w:p w:rsidR="00962C80" w:rsidRDefault="00962C80">
            <w:pPr>
              <w:pStyle w:val="ConsPlusNormal"/>
              <w:spacing w:line="276" w:lineRule="auto"/>
            </w:pPr>
            <w:r>
              <w:t>- в помещении предусматривается оборудование доступных мест общественного пользования (туалетов) для посетителей;</w:t>
            </w:r>
          </w:p>
          <w:p w:rsidR="00962C80" w:rsidRDefault="00962C80">
            <w:pPr>
              <w:pStyle w:val="ConsPlusNormal"/>
              <w:spacing w:line="276" w:lineRule="auto"/>
            </w:pPr>
            <w:r>
              <w:t>- в местах ожидания и предоставления государственной услуги на видном месте размещаются схемы расположения средств пожаротушения и путей эвакуации посетителей и специалистов;</w:t>
            </w:r>
          </w:p>
          <w:p w:rsidR="00962C80" w:rsidRDefault="00962C80">
            <w:pPr>
              <w:pStyle w:val="ConsPlusNormal"/>
              <w:spacing w:line="276" w:lineRule="auto"/>
            </w:pPr>
            <w:r>
              <w:t>- оказание персоналом учреждения помощи инвалидам в посадке в транспортное средство и высадке из него перед входом в учреждение, в том числе с использованием кресла-коляски;</w:t>
            </w:r>
          </w:p>
          <w:p w:rsidR="00962C80" w:rsidRDefault="00962C80">
            <w:pPr>
              <w:pStyle w:val="ConsPlusNormal"/>
              <w:spacing w:line="276" w:lineRule="auto"/>
            </w:pPr>
            <w:r>
              <w:t>- беспрепятственный вход инвалидов в учреждение и выход из него;</w:t>
            </w:r>
          </w:p>
          <w:p w:rsidR="00962C80" w:rsidRDefault="00962C80">
            <w:pPr>
              <w:pStyle w:val="ConsPlusNormal"/>
              <w:spacing w:line="276" w:lineRule="auto"/>
            </w:pPr>
            <w:r>
              <w:t>- возможность самостоятельного передвижения инвалидов по территории учреждения;</w:t>
            </w:r>
          </w:p>
          <w:p w:rsidR="00962C80" w:rsidRDefault="00962C80">
            <w:pPr>
              <w:pStyle w:val="ConsPlusNormal"/>
              <w:spacing w:line="276" w:lineRule="auto"/>
            </w:pPr>
            <w:r>
              <w:t>- сопровождение инвалидов, имеющих стойкие расстройства функций зрения и самостоятельного передвижения, и оказание им помощи на территории учреждения;</w:t>
            </w:r>
          </w:p>
          <w:p w:rsidR="00962C80" w:rsidRDefault="00962C80">
            <w:pPr>
              <w:pStyle w:val="ConsPlusNormal"/>
              <w:spacing w:line="276" w:lineRule="auto"/>
            </w:pPr>
            <w:r>
              <w:t>- надлежащее размещение оборудования и носителей информации, необходимых для обеспечения беспрепятственного доступа инвалидов в учреждение и к услугам, с учетом ограничений их жизнедеятельности;</w:t>
            </w:r>
          </w:p>
          <w:p w:rsidR="00962C80" w:rsidRDefault="00962C80">
            <w:pPr>
              <w:pStyle w:val="ConsPlusNormal"/>
              <w:spacing w:line="276" w:lineRule="auto"/>
            </w:pPr>
            <w: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62C80" w:rsidRDefault="00962C80">
            <w:pPr>
              <w:pStyle w:val="ConsPlusNormal"/>
              <w:spacing w:line="276" w:lineRule="auto"/>
            </w:pPr>
            <w:r>
              <w:t>- допуск в учреждение сурдопереводчика и тифлосурдопереводчика;</w:t>
            </w:r>
          </w:p>
          <w:p w:rsidR="00962C80" w:rsidRDefault="00962C80">
            <w:pPr>
              <w:pStyle w:val="ConsPlusNormal"/>
              <w:spacing w:line="276" w:lineRule="auto"/>
            </w:pPr>
            <w:r>
              <w:t>- допуск в учреждение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62C80" w:rsidRDefault="00962C80">
            <w:pPr>
              <w:pStyle w:val="ConsPlusNormal"/>
              <w:spacing w:line="276" w:lineRule="auto"/>
            </w:pPr>
            <w:r>
              <w:t>- предоставление, при необходимости, услуги по месту жительства инвалида или в дистанционном режиме;</w:t>
            </w:r>
          </w:p>
          <w:p w:rsidR="00962C80" w:rsidRDefault="00962C80">
            <w:pPr>
              <w:pStyle w:val="ConsPlusNormal"/>
              <w:spacing w:line="276" w:lineRule="auto"/>
            </w:pPr>
            <w:r>
              <w:t>- оказание должностными лицами учреждения иной необходимой инвалидам помощи в преодолении барьеров, мешающих получению ими услуг наравне с другими лицами</w:t>
            </w:r>
          </w:p>
        </w:tc>
      </w:tr>
      <w:tr w:rsidR="00962C80" w:rsidRPr="003D713E">
        <w:tc>
          <w:tcPr>
            <w:tcW w:w="2835" w:type="dxa"/>
          </w:tcPr>
          <w:p w:rsidR="00962C80" w:rsidRDefault="00962C80">
            <w:pPr>
              <w:pStyle w:val="ConsPlusNormal"/>
              <w:spacing w:line="276" w:lineRule="auto"/>
            </w:pPr>
            <w:r>
              <w:t>2.13. Показатели доступности и качества муниципальной услуги</w:t>
            </w:r>
          </w:p>
        </w:tc>
        <w:tc>
          <w:tcPr>
            <w:tcW w:w="6236" w:type="dxa"/>
          </w:tcPr>
          <w:p w:rsidR="00962C80" w:rsidRDefault="00962C80">
            <w:pPr>
              <w:pStyle w:val="ConsPlusNormal"/>
              <w:spacing w:line="276" w:lineRule="auto"/>
            </w:pPr>
            <w:r>
              <w:t>Показателями доступности муниципальной услуги являются:</w:t>
            </w:r>
          </w:p>
          <w:p w:rsidR="00962C80" w:rsidRDefault="00962C80">
            <w:pPr>
              <w:pStyle w:val="ConsPlusNormal"/>
              <w:spacing w:line="276" w:lineRule="auto"/>
            </w:pPr>
            <w:r>
              <w:t>1. Открытый доступ к сведениям о муниципальной услуге: наименовании, содержании, предмете услуги, ее количественных и качественных характеристиках, единицах измерения услуги, сведения о получателях услуги, информацию о муниципальной услуге можно найти на едином портале государственных и муниципальных услуг (функций) (www.gosuslugi.ru), на официальном сайте администрации Волгоградской области (www.volganet.ru) в разделе "Государственные услуги", а также на официальном сайте администрации Торгунского сельского поселения www.</w:t>
            </w:r>
            <w:r>
              <w:rPr>
                <w:sz w:val="24"/>
                <w:szCs w:val="24"/>
              </w:rPr>
              <w:t xml:space="preserve"> </w:t>
            </w:r>
            <w:r>
              <w:rPr>
                <w:sz w:val="24"/>
                <w:szCs w:val="24"/>
                <w:lang w:val="en-US"/>
              </w:rPr>
              <w:t>gmelinskoe</w:t>
            </w:r>
            <w:r>
              <w:rPr>
                <w:sz w:val="24"/>
                <w:szCs w:val="24"/>
              </w:rPr>
              <w:t xml:space="preserve"> – </w:t>
            </w:r>
            <w:r>
              <w:rPr>
                <w:sz w:val="24"/>
                <w:szCs w:val="24"/>
                <w:lang w:val="en-US"/>
              </w:rPr>
              <w:t>sp</w:t>
            </w:r>
            <w:r>
              <w:rPr>
                <w:sz w:val="24"/>
                <w:szCs w:val="24"/>
              </w:rPr>
              <w:t>.</w:t>
            </w:r>
            <w:r>
              <w:rPr>
                <w:sz w:val="24"/>
                <w:szCs w:val="24"/>
                <w:lang w:val="en-US"/>
              </w:rPr>
              <w:t>ucoz</w:t>
            </w:r>
            <w:r>
              <w:rPr>
                <w:sz w:val="24"/>
                <w:szCs w:val="24"/>
              </w:rPr>
              <w:t xml:space="preserve">. </w:t>
            </w:r>
            <w:r>
              <w:rPr>
                <w:sz w:val="24"/>
                <w:szCs w:val="24"/>
                <w:lang w:val="en-US"/>
              </w:rPr>
              <w:t>ru</w:t>
            </w:r>
            <w:r w:rsidRPr="00B2445A">
              <w:rPr>
                <w:color w:val="FF0000"/>
                <w:sz w:val="24"/>
                <w:szCs w:val="24"/>
              </w:rPr>
              <w:t xml:space="preserve"> </w:t>
            </w:r>
          </w:p>
          <w:p w:rsidR="00962C80" w:rsidRDefault="00962C80">
            <w:pPr>
              <w:pStyle w:val="ConsPlusNormal"/>
              <w:spacing w:line="276" w:lineRule="auto"/>
            </w:pPr>
            <w:r>
              <w:t>2. Удобные условия размещения места предоставления услуги: здание администрации Торгунского сельского поселения, наличие транспортной парковки, близость остановок общих транспортных средств, наличие в помещении мест ожидания.</w:t>
            </w:r>
          </w:p>
          <w:p w:rsidR="00962C80" w:rsidRDefault="00962C80">
            <w:pPr>
              <w:pStyle w:val="ConsPlusNormal"/>
              <w:spacing w:line="276" w:lineRule="auto"/>
            </w:pPr>
            <w:r>
              <w:t>Показателями качества муниципальной услуги являются:</w:t>
            </w:r>
          </w:p>
          <w:p w:rsidR="00962C80" w:rsidRDefault="00962C80">
            <w:pPr>
              <w:pStyle w:val="ConsPlusNormal"/>
              <w:spacing w:line="276" w:lineRule="auto"/>
            </w:pPr>
            <w:r>
              <w:t>1. соблюдение срока предоставления муниципальной услуги;</w:t>
            </w:r>
          </w:p>
          <w:p w:rsidR="00962C80" w:rsidRDefault="00962C80">
            <w:pPr>
              <w:pStyle w:val="ConsPlusNormal"/>
              <w:spacing w:line="276" w:lineRule="auto"/>
            </w:pPr>
            <w:r>
              <w:t>2. отсутствие поданных в установленном порядке жалоб на решения или действия (бездействие) специалистов отдела экономики и управления имуществом и специалистов МФЦ при предоставлении муниципальной услуги</w:t>
            </w:r>
          </w:p>
        </w:tc>
      </w:tr>
      <w:tr w:rsidR="00962C80" w:rsidRPr="003D713E">
        <w:tc>
          <w:tcPr>
            <w:tcW w:w="2835" w:type="dxa"/>
          </w:tcPr>
          <w:p w:rsidR="00962C80" w:rsidRDefault="00962C80">
            <w:pPr>
              <w:pStyle w:val="ConsPlusNormal"/>
              <w:spacing w:line="276" w:lineRule="auto"/>
            </w:pPr>
            <w:r>
              <w:t>2.14.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tc>
        <w:tc>
          <w:tcPr>
            <w:tcW w:w="6236" w:type="dxa"/>
          </w:tcPr>
          <w:p w:rsidR="00962C80" w:rsidRDefault="00962C80">
            <w:pPr>
              <w:pStyle w:val="ConsPlusNormal"/>
              <w:spacing w:line="276" w:lineRule="auto"/>
            </w:pPr>
            <w:r>
              <w:t>Иные требования к порядку предоставления муниципальной услуги устанавливаются в соглашении о сотрудничестве по организации предоставления услуг на базе МФЦ, заключенном между администрацией Торгунского сельского поселения и МФЦ</w:t>
            </w:r>
          </w:p>
        </w:tc>
      </w:tr>
    </w:tbl>
    <w:p w:rsidR="00962C80" w:rsidRDefault="00962C80" w:rsidP="00B2445A">
      <w:pPr>
        <w:pStyle w:val="ConsPlusNormal"/>
        <w:jc w:val="both"/>
      </w:pPr>
    </w:p>
    <w:p w:rsidR="00962C80" w:rsidRDefault="00962C80" w:rsidP="00B2445A">
      <w:pPr>
        <w:pStyle w:val="ConsPlusTitle"/>
        <w:jc w:val="center"/>
        <w:outlineLvl w:val="1"/>
      </w:pPr>
      <w:r>
        <w:t>3. Состав, последовательность и сроки выполнения</w:t>
      </w:r>
    </w:p>
    <w:p w:rsidR="00962C80" w:rsidRDefault="00962C80" w:rsidP="00B2445A">
      <w:pPr>
        <w:pStyle w:val="ConsPlusTitle"/>
        <w:jc w:val="center"/>
      </w:pPr>
      <w:r>
        <w:t>административных процедур, требования к порядку их</w:t>
      </w:r>
    </w:p>
    <w:p w:rsidR="00962C80" w:rsidRDefault="00962C80" w:rsidP="00B2445A">
      <w:pPr>
        <w:pStyle w:val="ConsPlusTitle"/>
        <w:jc w:val="center"/>
      </w:pPr>
      <w:r>
        <w:t>выполнения, в том числе особенности выполнения</w:t>
      </w:r>
    </w:p>
    <w:p w:rsidR="00962C80" w:rsidRDefault="00962C80" w:rsidP="00B2445A">
      <w:pPr>
        <w:pStyle w:val="ConsPlusTitle"/>
        <w:jc w:val="center"/>
      </w:pPr>
      <w:r>
        <w:t>административных процедур в электронной форме, а также</w:t>
      </w:r>
    </w:p>
    <w:p w:rsidR="00962C80" w:rsidRDefault="00962C80" w:rsidP="00B2445A">
      <w:pPr>
        <w:pStyle w:val="ConsPlusTitle"/>
        <w:jc w:val="center"/>
      </w:pPr>
      <w:r>
        <w:t>особенности выполнения административных процедур</w:t>
      </w:r>
    </w:p>
    <w:p w:rsidR="00962C80" w:rsidRDefault="00962C80" w:rsidP="00B2445A">
      <w:pPr>
        <w:pStyle w:val="ConsPlusTitle"/>
        <w:jc w:val="center"/>
      </w:pPr>
      <w:r>
        <w:t>в многофункциональных центрах</w:t>
      </w:r>
    </w:p>
    <w:p w:rsidR="00962C80" w:rsidRDefault="00962C80" w:rsidP="00B2445A">
      <w:pPr>
        <w:pStyle w:val="ConsPlusNormal"/>
        <w:jc w:val="both"/>
      </w:pPr>
    </w:p>
    <w:p w:rsidR="00962C80" w:rsidRDefault="00962C80" w:rsidP="00B2445A">
      <w:pPr>
        <w:pStyle w:val="ConsPlusNormal"/>
        <w:ind w:firstLine="540"/>
        <w:jc w:val="both"/>
      </w:pPr>
      <w:r>
        <w:t>3.1. Описание последовательности действий при предоставлении муниципальной услуги.</w:t>
      </w:r>
    </w:p>
    <w:p w:rsidR="00962C80" w:rsidRDefault="00962C80" w:rsidP="00B2445A">
      <w:pPr>
        <w:pStyle w:val="ConsPlusNormal"/>
        <w:spacing w:before="220"/>
        <w:ind w:firstLine="540"/>
        <w:jc w:val="both"/>
      </w:pPr>
      <w:r>
        <w:t>3.1.1. Предоставление муниципальной услуги "Предоставление сведений об объектах муниципального имущества Торгунского сельского поселения,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включает в себя выполнение следующих административных процедур:</w:t>
      </w:r>
    </w:p>
    <w:p w:rsidR="00962C80" w:rsidRDefault="00962C80" w:rsidP="00B2445A">
      <w:pPr>
        <w:pStyle w:val="ConsPlusNormal"/>
        <w:spacing w:before="220"/>
        <w:ind w:firstLine="540"/>
        <w:jc w:val="both"/>
      </w:pPr>
      <w:r>
        <w:t>а) прием и регистрация заявления;</w:t>
      </w:r>
    </w:p>
    <w:p w:rsidR="00962C80" w:rsidRDefault="00962C80" w:rsidP="00B2445A">
      <w:pPr>
        <w:pStyle w:val="ConsPlusNormal"/>
        <w:spacing w:before="220"/>
        <w:ind w:firstLine="540"/>
        <w:jc w:val="both"/>
      </w:pPr>
      <w:r>
        <w:t>б) рассмотрение и проверка заявления и прилагаемых к нему документов;</w:t>
      </w:r>
    </w:p>
    <w:p w:rsidR="00962C80" w:rsidRDefault="00962C80" w:rsidP="00B2445A">
      <w:pPr>
        <w:pStyle w:val="ConsPlusNormal"/>
        <w:spacing w:before="220"/>
        <w:ind w:firstLine="540"/>
        <w:jc w:val="both"/>
      </w:pPr>
      <w:r>
        <w:t>в) выдача (направление) результата предоставления муниципальной услуги.</w:t>
      </w:r>
    </w:p>
    <w:p w:rsidR="00962C80" w:rsidRDefault="00962C80" w:rsidP="00B2445A">
      <w:pPr>
        <w:pStyle w:val="ConsPlusNormal"/>
        <w:spacing w:before="220"/>
        <w:ind w:firstLine="540"/>
        <w:jc w:val="both"/>
      </w:pPr>
      <w:r>
        <w:t xml:space="preserve">3.1.2. Последовательность выполняемых административных процедур представлена </w:t>
      </w:r>
      <w:hyperlink r:id="rId31" w:anchor="P903" w:history="1">
        <w:r>
          <w:rPr>
            <w:rStyle w:val="Hyperlink"/>
            <w:u w:val="none"/>
          </w:rPr>
          <w:t>блок-схемой</w:t>
        </w:r>
      </w:hyperlink>
      <w:r>
        <w:t xml:space="preserve"> (приложение N 7 настоящего административного регламента).</w:t>
      </w:r>
    </w:p>
    <w:p w:rsidR="00962C80" w:rsidRDefault="00962C80" w:rsidP="00B2445A">
      <w:pPr>
        <w:pStyle w:val="ConsPlusNormal"/>
        <w:spacing w:before="220"/>
        <w:ind w:firstLine="540"/>
        <w:jc w:val="both"/>
      </w:pPr>
      <w:r>
        <w:t>3.2. Прием и регистрация заявления.</w:t>
      </w:r>
    </w:p>
    <w:p w:rsidR="00962C80" w:rsidRDefault="00962C80" w:rsidP="00B2445A">
      <w:pPr>
        <w:pStyle w:val="ConsPlusNormal"/>
        <w:spacing w:before="220"/>
        <w:ind w:firstLine="540"/>
        <w:jc w:val="both"/>
      </w:pPr>
      <w:r>
        <w:t xml:space="preserve">3.2.1. Основанием для начала административной процедуры по приему и регистрации заявления является факт поступления заявления на предоставление муниципальной услуги и документов, указанных в </w:t>
      </w:r>
      <w:hyperlink r:id="rId32" w:anchor="P111" w:history="1">
        <w:r>
          <w:rPr>
            <w:rStyle w:val="Hyperlink"/>
            <w:u w:val="none"/>
          </w:rPr>
          <w:t>п. 2.6</w:t>
        </w:r>
      </w:hyperlink>
      <w:r>
        <w:t xml:space="preserve"> настоящего административного регламента.</w:t>
      </w:r>
    </w:p>
    <w:p w:rsidR="00962C80" w:rsidRDefault="00962C80" w:rsidP="00B2445A">
      <w:pPr>
        <w:pStyle w:val="ConsPlusNormal"/>
        <w:spacing w:before="220"/>
        <w:ind w:firstLine="540"/>
        <w:jc w:val="both"/>
      </w:pPr>
      <w:r>
        <w:t>3.2.2. Ответственным за исполнение данной процедуры, в части приема заявлений на бумажном носителе и в электронном виде, является специалист администрации, либо специалист МФЦ, ответственный за прием и регистрацию заявлений (далее по тексту - "специалист, ответственный за прием и регистрацию заявлений").</w:t>
      </w:r>
    </w:p>
    <w:p w:rsidR="00962C80" w:rsidRDefault="00962C80" w:rsidP="00B2445A">
      <w:pPr>
        <w:pStyle w:val="ConsPlusNormal"/>
        <w:spacing w:before="220"/>
        <w:ind w:firstLine="540"/>
        <w:jc w:val="both"/>
      </w:pPr>
      <w:r>
        <w:t>Специалист МФЦ:</w:t>
      </w:r>
    </w:p>
    <w:p w:rsidR="00962C80" w:rsidRDefault="00962C80" w:rsidP="00B2445A">
      <w:pPr>
        <w:pStyle w:val="ConsPlusNormal"/>
        <w:spacing w:before="220"/>
        <w:ind w:firstLine="540"/>
        <w:jc w:val="both"/>
      </w:pPr>
      <w:r>
        <w:t>а) устанавливает предмет обращения, личность заявителя, проверяет документ, удостоверяющий его личность, проверяет полномочия, в том числе полномочия представителя действовать от имени заявителя;</w:t>
      </w:r>
    </w:p>
    <w:p w:rsidR="00962C80" w:rsidRDefault="00962C80" w:rsidP="00B2445A">
      <w:pPr>
        <w:pStyle w:val="ConsPlusNormal"/>
        <w:spacing w:before="220"/>
        <w:ind w:firstLine="540"/>
        <w:jc w:val="both"/>
      </w:pPr>
      <w:r>
        <w:t>б) проводит проверку правильности заполнения заявления и наличия прилагаемых к нему документов;</w:t>
      </w:r>
    </w:p>
    <w:p w:rsidR="00962C80" w:rsidRDefault="00962C80" w:rsidP="00B2445A">
      <w:pPr>
        <w:pStyle w:val="ConsPlusNormal"/>
        <w:spacing w:before="220"/>
        <w:ind w:firstLine="540"/>
        <w:jc w:val="both"/>
      </w:pPr>
      <w:r>
        <w:t>в) при отсутствии у заявителя заполненного заявления или неправильном его заполнении, по желанию заявителя самостоятельно заполняет в программно-техническом комплексе заявление и передает его на подпись заявителю;</w:t>
      </w:r>
    </w:p>
    <w:p w:rsidR="00962C80" w:rsidRDefault="00962C80" w:rsidP="00B2445A">
      <w:pPr>
        <w:pStyle w:val="ConsPlusNormal"/>
        <w:spacing w:before="220"/>
        <w:ind w:firstLine="540"/>
        <w:jc w:val="both"/>
      </w:pPr>
      <w:r>
        <w:t>г) если представленные вместе с оригиналами копии документов нотариально не заверены (и их нотариальное заверение федеральным законом не требуется), сличив копии документов с их оригиналами, выполняет на таких копиях надпись об их соответствии оригиналам, заверяет своей подписью с указанием должности, фамилии и инициалов, а также даты заверения;</w:t>
      </w:r>
    </w:p>
    <w:p w:rsidR="00962C80" w:rsidRDefault="00962C80" w:rsidP="00B2445A">
      <w:pPr>
        <w:pStyle w:val="ConsPlusNormal"/>
        <w:spacing w:before="220"/>
        <w:ind w:firstLine="540"/>
        <w:jc w:val="both"/>
      </w:pPr>
      <w:r>
        <w:t>д) если у заявителя отсутствуют копии необходимых документов, сотрудник МФЦ, ответственный за прием документов, предлагает услуги ксерокопирования;</w:t>
      </w:r>
    </w:p>
    <w:p w:rsidR="00962C80" w:rsidRDefault="00962C80" w:rsidP="00B2445A">
      <w:pPr>
        <w:pStyle w:val="ConsPlusNormal"/>
        <w:spacing w:before="220"/>
        <w:ind w:firstLine="540"/>
        <w:jc w:val="both"/>
      </w:pPr>
      <w:r>
        <w:t>е) формирует расписку о принятии заявления и документов, оформленную по установленной МФЦ форме;</w:t>
      </w:r>
    </w:p>
    <w:p w:rsidR="00962C80" w:rsidRDefault="00962C80" w:rsidP="00B2445A">
      <w:pPr>
        <w:pStyle w:val="ConsPlusNormal"/>
        <w:spacing w:before="220"/>
        <w:ind w:firstLine="540"/>
        <w:jc w:val="both"/>
      </w:pPr>
      <w:r>
        <w:t>ж) вручает расписку о приеме заявления к рассмотрению;</w:t>
      </w:r>
    </w:p>
    <w:p w:rsidR="00962C80" w:rsidRDefault="00962C80" w:rsidP="00B2445A">
      <w:pPr>
        <w:pStyle w:val="ConsPlusNormal"/>
        <w:spacing w:before="220"/>
        <w:ind w:firstLine="540"/>
        <w:jc w:val="both"/>
      </w:pPr>
      <w:r>
        <w:t>и) регистрирует поступившее заявление в книге учета входящих документов.</w:t>
      </w:r>
    </w:p>
    <w:p w:rsidR="00962C80" w:rsidRDefault="00962C80" w:rsidP="00B2445A">
      <w:pPr>
        <w:pStyle w:val="ConsPlusNormal"/>
        <w:spacing w:before="220"/>
        <w:ind w:firstLine="540"/>
        <w:jc w:val="both"/>
      </w:pPr>
      <w:r>
        <w:t>Максимальный срок приема заявления не должен превышать 15 минут.</w:t>
      </w:r>
    </w:p>
    <w:p w:rsidR="00962C80" w:rsidRDefault="00962C80" w:rsidP="00B2445A">
      <w:pPr>
        <w:pStyle w:val="ConsPlusNormal"/>
        <w:spacing w:before="220"/>
        <w:ind w:firstLine="540"/>
        <w:jc w:val="both"/>
      </w:pPr>
      <w:r>
        <w:t>Максимальный срок регистрации заявления не должен превышать 10 минут.</w:t>
      </w:r>
    </w:p>
    <w:p w:rsidR="00962C80" w:rsidRDefault="00962C80" w:rsidP="00B2445A">
      <w:pPr>
        <w:pStyle w:val="ConsPlusNormal"/>
        <w:spacing w:before="220"/>
        <w:ind w:firstLine="540"/>
        <w:jc w:val="both"/>
      </w:pPr>
      <w:r>
        <w:t>3.2.3. Специалисты МФЦ обеспечивают передачу в администрацию, полученного ими заявления с прилагаемыми к нему документами на бумажном носителе не позднее 1 рабочего дня со дня подачи заявления в МФЦ.</w:t>
      </w:r>
    </w:p>
    <w:p w:rsidR="00962C80" w:rsidRDefault="00962C80" w:rsidP="00B2445A">
      <w:pPr>
        <w:pStyle w:val="ConsPlusNormal"/>
        <w:spacing w:before="220"/>
        <w:ind w:firstLine="540"/>
        <w:jc w:val="both"/>
      </w:pPr>
      <w:r>
        <w:t>3.2.4. Специалист администрации регистрирует заявление с прилагаемыми к нему документами в журнале регистрации заявлений на предоставление муниципальной услуги в день их поступления.</w:t>
      </w:r>
    </w:p>
    <w:p w:rsidR="00962C80" w:rsidRDefault="00962C80" w:rsidP="00B2445A">
      <w:pPr>
        <w:pStyle w:val="ConsPlusNormal"/>
        <w:spacing w:before="220"/>
        <w:ind w:firstLine="540"/>
        <w:jc w:val="both"/>
      </w:pPr>
      <w:r>
        <w:t>Специалист, ответственный за прием и регистрацию заявлений, на принятом заявлении проставляет дату и номер регистрации этих документов. В случае если заявление поступило в МФЦ, и было зарегистрировано специалистом, ответственным за прием и регистрацию заявлений, то дополнительной регистрации этого заявления в администрации не требуется. Если же заявление поступило в МФЦ из администрации, то специалист, ответственный за прием и регистрацию заявлений регистрирует поступившее заявление и прилагаемые к нему документы в соответствии с правилами ведения делопроизводства.</w:t>
      </w:r>
    </w:p>
    <w:p w:rsidR="00962C80" w:rsidRDefault="00962C80" w:rsidP="00B2445A">
      <w:pPr>
        <w:pStyle w:val="ConsPlusNormal"/>
        <w:spacing w:before="220"/>
        <w:ind w:firstLine="540"/>
        <w:jc w:val="both"/>
      </w:pPr>
      <w:r>
        <w:t>3.2.5. Заявление о предоставлении муниципальной услуги, направленное почтовым отправлением, регистрируется специалистом администрации в течение календарного дня со дня поступления запроса.</w:t>
      </w:r>
    </w:p>
    <w:p w:rsidR="00962C80" w:rsidRDefault="00962C80" w:rsidP="00B2445A">
      <w:pPr>
        <w:pStyle w:val="ConsPlusNormal"/>
        <w:spacing w:before="220"/>
        <w:ind w:firstLine="540"/>
        <w:jc w:val="both"/>
      </w:pPr>
      <w:r>
        <w:t>3.2.6. Критерием принятия решения является соответствие заявления и прилагаемых к нему документов требованиям, предусмотренным настоящим административным регламентом.</w:t>
      </w:r>
    </w:p>
    <w:p w:rsidR="00962C80" w:rsidRDefault="00962C80" w:rsidP="00B2445A">
      <w:pPr>
        <w:pStyle w:val="ConsPlusNormal"/>
        <w:spacing w:before="220"/>
        <w:ind w:firstLine="540"/>
        <w:jc w:val="both"/>
      </w:pPr>
      <w:r>
        <w:t>3.2.7.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962C80" w:rsidRDefault="00962C80" w:rsidP="00B2445A">
      <w:pPr>
        <w:pStyle w:val="ConsPlusNormal"/>
        <w:spacing w:before="220"/>
        <w:ind w:firstLine="540"/>
        <w:jc w:val="both"/>
      </w:pPr>
      <w:r>
        <w:t>3.2.8. Максимальный срок исполнения административной процедуры - 1 рабочий день.</w:t>
      </w:r>
    </w:p>
    <w:p w:rsidR="00962C80" w:rsidRDefault="00962C80" w:rsidP="00B2445A">
      <w:pPr>
        <w:pStyle w:val="ConsPlusNormal"/>
        <w:spacing w:before="220"/>
        <w:ind w:firstLine="540"/>
        <w:jc w:val="both"/>
      </w:pPr>
      <w:r>
        <w:t>3.3. Рассмотрение и проверка заявления и прилагаемых к нему документов.</w:t>
      </w:r>
    </w:p>
    <w:p w:rsidR="00962C80" w:rsidRDefault="00962C80" w:rsidP="00B2445A">
      <w:pPr>
        <w:pStyle w:val="ConsPlusNormal"/>
        <w:spacing w:before="220"/>
        <w:ind w:firstLine="540"/>
        <w:jc w:val="both"/>
      </w:pPr>
      <w:r>
        <w:t>3.3.1. Основание для начала административной процедуры: поступление заявления и прилагаемых к нему документов должностному лицу отдела администрации, уполномоченному на их рассмотрение.</w:t>
      </w:r>
    </w:p>
    <w:p w:rsidR="00962C80" w:rsidRDefault="00962C80" w:rsidP="00B2445A">
      <w:pPr>
        <w:pStyle w:val="ConsPlusNormal"/>
        <w:spacing w:before="220"/>
        <w:ind w:firstLine="540"/>
        <w:jc w:val="both"/>
      </w:pPr>
      <w:r>
        <w:t>3.3.2. Лицо, ответственное за выполнение административной процедуры: ведущий специалист администрации.</w:t>
      </w:r>
    </w:p>
    <w:p w:rsidR="00962C80" w:rsidRDefault="00962C80" w:rsidP="00B2445A">
      <w:pPr>
        <w:pStyle w:val="ConsPlusNormal"/>
        <w:spacing w:before="220"/>
        <w:ind w:firstLine="540"/>
        <w:jc w:val="both"/>
      </w:pPr>
      <w:r>
        <w:t>3.3.3. Содержание административных действий, продолжительность и (или) максимальный срок их выполнения:</w:t>
      </w:r>
    </w:p>
    <w:p w:rsidR="00962C80" w:rsidRDefault="00962C80" w:rsidP="00B2445A">
      <w:pPr>
        <w:pStyle w:val="ConsPlusNormal"/>
        <w:spacing w:before="220"/>
        <w:ind w:firstLine="540"/>
        <w:jc w:val="both"/>
      </w:pPr>
      <w:r>
        <w:t xml:space="preserve">- проверка документов на комплектность и соответствие требованиям, установленным </w:t>
      </w:r>
      <w:hyperlink r:id="rId33" w:anchor="P111" w:history="1">
        <w:r>
          <w:rPr>
            <w:rStyle w:val="Hyperlink"/>
            <w:u w:val="none"/>
          </w:rPr>
          <w:t>пунктом 2.6</w:t>
        </w:r>
      </w:hyperlink>
      <w:r>
        <w:t xml:space="preserve"> настоящего регламента. Срок выполнения административного действия - 1 рабочий день со дня окончания первой административной процедуры;</w:t>
      </w:r>
    </w:p>
    <w:p w:rsidR="00962C80" w:rsidRDefault="00962C80" w:rsidP="00B2445A">
      <w:pPr>
        <w:pStyle w:val="ConsPlusNormal"/>
        <w:spacing w:before="220"/>
        <w:ind w:firstLine="540"/>
        <w:jc w:val="both"/>
      </w:pPr>
      <w:r>
        <w:t>- подготовка сведений об объектах, включенных в Перечень.</w:t>
      </w:r>
    </w:p>
    <w:p w:rsidR="00962C80" w:rsidRDefault="00962C80" w:rsidP="00B2445A">
      <w:pPr>
        <w:pStyle w:val="ConsPlusNormal"/>
        <w:spacing w:before="220"/>
        <w:ind w:firstLine="540"/>
        <w:jc w:val="both"/>
      </w:pPr>
      <w:r>
        <w:t>3.3.4. Критерий принятия решения: наличие у заявителя права на получение муниципальной услуги.</w:t>
      </w:r>
    </w:p>
    <w:p w:rsidR="00962C80" w:rsidRDefault="00962C80" w:rsidP="00B2445A">
      <w:pPr>
        <w:pStyle w:val="ConsPlusNormal"/>
        <w:spacing w:before="220"/>
        <w:ind w:firstLine="540"/>
        <w:jc w:val="both"/>
      </w:pPr>
      <w:r>
        <w:t>3.3.5. Результат выполнения административной процедуры: подготовка проекта решения о предоставлении муниципальной услуги.</w:t>
      </w:r>
    </w:p>
    <w:p w:rsidR="00962C80" w:rsidRDefault="00962C80" w:rsidP="00B2445A">
      <w:pPr>
        <w:pStyle w:val="ConsPlusNormal"/>
        <w:spacing w:before="220"/>
        <w:ind w:firstLine="540"/>
        <w:jc w:val="both"/>
      </w:pPr>
      <w:r>
        <w:t>3.3.6. Максимальный срок исполнения административной процедуры - 2 рабочих дня.</w:t>
      </w:r>
    </w:p>
    <w:p w:rsidR="00962C80" w:rsidRDefault="00962C80" w:rsidP="00B2445A">
      <w:pPr>
        <w:pStyle w:val="ConsPlusNormal"/>
        <w:spacing w:before="220"/>
        <w:ind w:firstLine="540"/>
        <w:jc w:val="both"/>
      </w:pPr>
      <w:r>
        <w:t>3.4. Выдача (направление) результата предоставления муниципальной услуги.</w:t>
      </w:r>
    </w:p>
    <w:p w:rsidR="00962C80" w:rsidRDefault="00962C80" w:rsidP="00B2445A">
      <w:pPr>
        <w:pStyle w:val="ConsPlusNormal"/>
        <w:spacing w:before="220"/>
        <w:ind w:firstLine="540"/>
        <w:jc w:val="both"/>
      </w:pPr>
      <w:r>
        <w:t>3.4.1. Основание для начала административной процедуры: является наличие сформированных сведений о наличии (отсутствии) объектов, включенных в Перечень муниципального имущества Торгунского сельского поселения, являющееся результатом предоставления муниципальной услуги.</w:t>
      </w:r>
    </w:p>
    <w:p w:rsidR="00962C80" w:rsidRDefault="00962C80" w:rsidP="00B2445A">
      <w:pPr>
        <w:pStyle w:val="ConsPlusNormal"/>
        <w:spacing w:before="220"/>
        <w:ind w:firstLine="540"/>
        <w:jc w:val="both"/>
      </w:pPr>
      <w:r>
        <w:t>3.4.2. Лицо, ответственное за выполнение административной процедуры: ведущий специалист администрации.</w:t>
      </w:r>
    </w:p>
    <w:p w:rsidR="00962C80" w:rsidRDefault="00962C80" w:rsidP="00B2445A">
      <w:pPr>
        <w:pStyle w:val="ConsPlusNormal"/>
        <w:spacing w:before="220"/>
        <w:ind w:firstLine="540"/>
        <w:jc w:val="both"/>
      </w:pPr>
      <w:r>
        <w:t>3.4.3. Содержание административных действий, продолжительность и (или) максимальный срок их выполнения:</w:t>
      </w:r>
    </w:p>
    <w:p w:rsidR="00962C80" w:rsidRDefault="00962C80" w:rsidP="00B2445A">
      <w:pPr>
        <w:pStyle w:val="ConsPlusNormal"/>
        <w:spacing w:before="220"/>
        <w:ind w:firstLine="540"/>
        <w:jc w:val="both"/>
      </w:pPr>
      <w:r>
        <w:t>- должностное лицо, ответственное за предоставление муниципальной услуги, регистрирует результат предоставления муниципальной услуги не позднее 1 рабочего дня с даты окончания третьей административной процедуры;</w:t>
      </w:r>
    </w:p>
    <w:p w:rsidR="00962C80" w:rsidRDefault="00962C80" w:rsidP="00B2445A">
      <w:pPr>
        <w:pStyle w:val="ConsPlusNormal"/>
        <w:spacing w:before="220"/>
        <w:ind w:firstLine="540"/>
        <w:jc w:val="both"/>
      </w:pPr>
      <w:r>
        <w:t>- должностное лицо, ответственное за предоставление муниципальной услуги, направляет результат предоставления муниципальной услуги способом, указанным в заявлении, не позднее 1 рабочего дня с даты регистрации результата предоставления муниципальной услуги.</w:t>
      </w:r>
    </w:p>
    <w:p w:rsidR="00962C80" w:rsidRDefault="00962C80" w:rsidP="00B2445A">
      <w:pPr>
        <w:pStyle w:val="ConsPlusNormal"/>
        <w:spacing w:before="220"/>
        <w:ind w:firstLine="540"/>
        <w:jc w:val="both"/>
      </w:pPr>
      <w:r>
        <w:t>3.4.4.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962C80" w:rsidRDefault="00962C80" w:rsidP="00B2445A">
      <w:pPr>
        <w:pStyle w:val="ConsPlusNormal"/>
        <w:spacing w:before="220"/>
        <w:ind w:firstLine="540"/>
        <w:jc w:val="both"/>
      </w:pPr>
      <w:r>
        <w:t xml:space="preserve">3.4.5. При наличии в заявлении указания о выдаче решения через многофункциональный центр по месту представления заявления администрация обеспечивает передачу документа в многофункциональный центр для выдачи заявителю не позднее рабочего дня, следующего за днем истечения срока, установленного </w:t>
      </w:r>
      <w:hyperlink r:id="rId34" w:anchor="P96" w:history="1">
        <w:r>
          <w:rPr>
            <w:rStyle w:val="Hyperlink"/>
            <w:u w:val="none"/>
          </w:rPr>
          <w:t>пунктом 2.4</w:t>
        </w:r>
      </w:hyperlink>
      <w:r>
        <w:t xml:space="preserve"> настоящего административного регламента.</w:t>
      </w:r>
    </w:p>
    <w:p w:rsidR="00962C80" w:rsidRDefault="00962C80" w:rsidP="00B2445A">
      <w:pPr>
        <w:pStyle w:val="ConsPlusNormal"/>
        <w:jc w:val="both"/>
      </w:pPr>
    </w:p>
    <w:p w:rsidR="00962C80" w:rsidRDefault="00962C80" w:rsidP="00B2445A">
      <w:pPr>
        <w:pStyle w:val="ConsPlusTitle"/>
        <w:jc w:val="center"/>
        <w:outlineLvl w:val="1"/>
      </w:pPr>
      <w:r>
        <w:t>4. Формы контроля за исполнением</w:t>
      </w:r>
    </w:p>
    <w:p w:rsidR="00962C80" w:rsidRDefault="00962C80" w:rsidP="00B2445A">
      <w:pPr>
        <w:pStyle w:val="ConsPlusTitle"/>
        <w:jc w:val="center"/>
      </w:pPr>
      <w:r>
        <w:t>административного регламента</w:t>
      </w:r>
    </w:p>
    <w:p w:rsidR="00962C80" w:rsidRDefault="00962C80" w:rsidP="00B2445A">
      <w:pPr>
        <w:pStyle w:val="ConsPlusNormal"/>
        <w:jc w:val="both"/>
      </w:pPr>
    </w:p>
    <w:p w:rsidR="00962C80" w:rsidRDefault="00962C80" w:rsidP="00B2445A">
      <w:pPr>
        <w:pStyle w:val="ConsPlusNormal"/>
        <w:ind w:firstLine="540"/>
        <w:jc w:val="both"/>
      </w:pPr>
      <w:r>
        <w:t>4.1. Текущий контроль за соблюдением последовательности выполнения действий, определенных административными процедурами по предоставлению муниципальной услуги (далее - текущий контроль), осуществляется главой Торгунского сельского поселения, путем проведения проверок соблюдения и исполнения должностными лицами административного регламента и иных нормативных правовых актов Российской Федерации, устанавливающих требования по выполнению муниципальной услуги.</w:t>
      </w:r>
    </w:p>
    <w:p w:rsidR="00962C80" w:rsidRDefault="00962C80" w:rsidP="00B2445A">
      <w:pPr>
        <w:pStyle w:val="ConsPlusNormal"/>
        <w:spacing w:before="220"/>
        <w:ind w:firstLine="540"/>
        <w:jc w:val="both"/>
      </w:pPr>
      <w:r>
        <w:t xml:space="preserve">Основанием для начала проведения внеплановой проверки полноты и качества предоставления муниципальных услуг является поступившая жалоба, порядок рассмотрения которой осуществляется в соответствии с </w:t>
      </w:r>
      <w:hyperlink r:id="rId35" w:anchor="P239" w:history="1">
        <w:r>
          <w:rPr>
            <w:rStyle w:val="Hyperlink"/>
            <w:u w:val="none"/>
          </w:rPr>
          <w:t>п. 5.2</w:t>
        </w:r>
      </w:hyperlink>
      <w:r>
        <w:t xml:space="preserve"> настоящего административного регламента.</w:t>
      </w:r>
    </w:p>
    <w:p w:rsidR="00962C80" w:rsidRDefault="00962C80" w:rsidP="00B2445A">
      <w:pPr>
        <w:pStyle w:val="ConsPlusNormal"/>
        <w:spacing w:before="220"/>
        <w:ind w:firstLine="540"/>
        <w:jc w:val="both"/>
      </w:pPr>
      <w:r>
        <w:t>Основанием для начала проведения плановой проверки является распоряжение Главы Торгунского сельского поселения, в котором оговаривается порядок и сроки проведения.</w:t>
      </w:r>
    </w:p>
    <w:p w:rsidR="00962C80" w:rsidRDefault="00962C80" w:rsidP="00B2445A">
      <w:pPr>
        <w:pStyle w:val="ConsPlusNormal"/>
        <w:spacing w:before="220"/>
        <w:ind w:firstLine="540"/>
        <w:jc w:val="both"/>
      </w:pPr>
      <w:r>
        <w:t>4.2. Ответственность должностных лиц за соблюдением сроков и порядка проведения административных процедур, установленных административным регламентом, закрепляется в их должностных инструкциях и устанавливается в соответствии с действующим законодательством.</w:t>
      </w:r>
    </w:p>
    <w:p w:rsidR="00962C80" w:rsidRDefault="00962C80" w:rsidP="00B2445A">
      <w:pPr>
        <w:pStyle w:val="ConsPlusNormal"/>
        <w:spacing w:before="220"/>
        <w:ind w:firstLine="540"/>
        <w:jc w:val="both"/>
      </w:pPr>
      <w:r>
        <w:t>4.3.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962C80" w:rsidRDefault="00962C80" w:rsidP="00B2445A">
      <w:pPr>
        <w:pStyle w:val="ConsPlusNormal"/>
        <w:spacing w:before="220"/>
        <w:ind w:firstLine="540"/>
        <w:jc w:val="both"/>
      </w:pPr>
      <w:r>
        <w:t>Общественные объединения и организации граждан могут осуществлять плановые проверки предоставления данной муниципальной услуги.</w:t>
      </w:r>
    </w:p>
    <w:p w:rsidR="00962C80" w:rsidRDefault="00962C80" w:rsidP="00B2445A">
      <w:pPr>
        <w:pStyle w:val="ConsPlusNormal"/>
        <w:spacing w:before="220"/>
        <w:ind w:firstLine="540"/>
        <w:jc w:val="both"/>
      </w:pPr>
      <w:r>
        <w:t>4.4.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действующем законодательством.</w:t>
      </w:r>
    </w:p>
    <w:p w:rsidR="00962C80" w:rsidRDefault="00962C80" w:rsidP="00B2445A">
      <w:pPr>
        <w:pStyle w:val="ConsPlusNormal"/>
        <w:jc w:val="both"/>
      </w:pPr>
    </w:p>
    <w:p w:rsidR="00962C80" w:rsidRDefault="00962C80" w:rsidP="00B2445A">
      <w:pPr>
        <w:pStyle w:val="ConsPlusNormal"/>
        <w:jc w:val="center"/>
        <w:rPr>
          <w:b/>
          <w:bCs/>
        </w:rPr>
      </w:pPr>
      <w:bookmarkStart w:id="3" w:name="P239"/>
      <w:bookmarkEnd w:id="3"/>
      <w:r>
        <w:rPr>
          <w:b/>
          <w:bCs/>
        </w:rPr>
        <w:t>5. Досудебный (внесудебный) порядок обжалования решений и действий (бездействия) администрации Торгунского сельского поселения, МФЦ, а также их должностных лиц, муниципальных служащих, работников</w:t>
      </w:r>
    </w:p>
    <w:p w:rsidR="00962C80" w:rsidRDefault="00962C80" w:rsidP="00B2445A">
      <w:pPr>
        <w:pStyle w:val="ConsPlusNormal"/>
        <w:jc w:val="both"/>
      </w:pPr>
    </w:p>
    <w:p w:rsidR="00962C80" w:rsidRDefault="00962C80" w:rsidP="00B2445A">
      <w:pPr>
        <w:pStyle w:val="ConsPlusNormal"/>
        <w:jc w:val="both"/>
      </w:pPr>
      <w:r>
        <w:t>5.1. Заявитель может обратиться с жалобой на решения и действия (бездействие) администрации Торгунского сельского поселения, МФЦ, а также их должностных лиц, муниципальных служащих, работников, участвующих в предоставлении муниципальной услуги, в том числе в следующих случаях:</w:t>
      </w:r>
    </w:p>
    <w:p w:rsidR="00962C80" w:rsidRDefault="00962C80" w:rsidP="00B2445A">
      <w:pPr>
        <w:pStyle w:val="ConsPlusNormal"/>
        <w:jc w:val="both"/>
      </w:pPr>
      <w: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 (далее – Федеральный закон         № 210-ФЗ);</w:t>
      </w:r>
    </w:p>
    <w:p w:rsidR="00962C80" w:rsidRDefault="00962C80" w:rsidP="00B2445A">
      <w:pPr>
        <w:pStyle w:val="ConsPlusNormal"/>
        <w:jc w:val="both"/>
      </w:pPr>
      <w: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962C80" w:rsidRDefault="00962C80" w:rsidP="00B2445A">
      <w:pPr>
        <w:pStyle w:val="ConsPlusNormal"/>
        <w:jc w:val="both"/>
      </w:pPr>
      <w: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для предоставления муниципальной услуги;</w:t>
      </w:r>
    </w:p>
    <w:p w:rsidR="00962C80" w:rsidRDefault="00962C80" w:rsidP="00B2445A">
      <w:pPr>
        <w:pStyle w:val="ConsPlusNormal"/>
        <w:jc w:val="both"/>
      </w:pPr>
      <w: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для предоставления муниципальной услуги, у заявителя;</w:t>
      </w:r>
    </w:p>
    <w:p w:rsidR="00962C80" w:rsidRDefault="00962C80" w:rsidP="00B2445A">
      <w:pPr>
        <w:pStyle w:val="ConsPlusNormal"/>
        <w:jc w:val="both"/>
      </w:pPr>
      <w: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Волгоградской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962C80" w:rsidRDefault="00962C80" w:rsidP="00B2445A">
      <w:pPr>
        <w:pStyle w:val="ConsPlusNormal"/>
        <w:jc w:val="both"/>
      </w:pPr>
      <w: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Волгоградской области, муниципальными правовыми актами; </w:t>
      </w:r>
    </w:p>
    <w:p w:rsidR="00962C80" w:rsidRDefault="00962C80" w:rsidP="00B2445A">
      <w:pPr>
        <w:pStyle w:val="ConsPlusNormal"/>
        <w:jc w:val="both"/>
      </w:pPr>
      <w:r>
        <w:t>7) отказ администрации Торгунского сельского поселения, должностного лица администрации Торгунского сельского поселения, многофункционального центра, ,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962C80" w:rsidRDefault="00962C80" w:rsidP="00B2445A">
      <w:pPr>
        <w:pStyle w:val="ConsPlusNormal"/>
        <w:jc w:val="both"/>
      </w:pPr>
      <w:r>
        <w:t>8) нарушение срока или порядка выдачи документов по результатам предоставления муниципальной услуги;</w:t>
      </w:r>
    </w:p>
    <w:p w:rsidR="00962C80" w:rsidRDefault="00962C80" w:rsidP="00B2445A">
      <w:pPr>
        <w:pStyle w:val="ConsPlusNormal"/>
        <w:jc w:val="both"/>
      </w:pPr>
      <w: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Волгоградской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962C80" w:rsidRDefault="00962C80" w:rsidP="00B2445A">
      <w:pPr>
        <w:pStyle w:val="ConsPlusNormal"/>
        <w:jc w:val="both"/>
      </w:pPr>
      <w: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 </w:t>
      </w:r>
    </w:p>
    <w:p w:rsidR="00962C80" w:rsidRDefault="00962C80" w:rsidP="00B2445A">
      <w:pPr>
        <w:pStyle w:val="ConsPlusNormal"/>
        <w:jc w:val="both"/>
      </w:pPr>
      <w:r>
        <w:t>5.2. Жалоба подается в письменной форме на бумажном носителе или в форме электронного документа в администрацию Торгунского сельского поселения, МФЦ, либо учредителю МФЦ.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субъекта Российской Федерации.</w:t>
      </w:r>
    </w:p>
    <w:p w:rsidR="00962C80" w:rsidRDefault="00962C80" w:rsidP="00B2445A">
      <w:pPr>
        <w:pStyle w:val="ConsPlusNormal"/>
        <w:jc w:val="both"/>
      </w:pPr>
      <w:r>
        <w:t>Жалоба может быть направлена по почте, через МФЦ, с использованием информационно-телекоммуникационной сети «Интернет», официального сайта администрации Торгунского сельского поселения, единого портала государственных и муниципальных услуг, портала государственных и муниципальных услуг (функций) Волгоградской области, а также может быть принята при личном приеме заявителя.</w:t>
      </w:r>
    </w:p>
    <w:p w:rsidR="00962C80" w:rsidRDefault="00962C80" w:rsidP="00B2445A">
      <w:pPr>
        <w:pStyle w:val="ConsPlusNormal"/>
        <w:jc w:val="both"/>
      </w:pPr>
      <w:r>
        <w:t>5.3. Жалобы на решения, принятые руководителем органа, предоставляющего муниципальную услугу, рассматриваются непосредственно руководителем органа, предоставляющего муниципальную услугу.</w:t>
      </w:r>
    </w:p>
    <w:p w:rsidR="00962C80" w:rsidRDefault="00962C80" w:rsidP="00B2445A">
      <w:pPr>
        <w:pStyle w:val="ConsPlusNormal"/>
        <w:jc w:val="both"/>
      </w:pPr>
      <w:r>
        <w:t>5.4. Жалоба должна содержать:</w:t>
      </w:r>
    </w:p>
    <w:p w:rsidR="00962C80" w:rsidRDefault="00962C80" w:rsidP="00B2445A">
      <w:pPr>
        <w:pStyle w:val="ConsPlusNormal"/>
        <w:jc w:val="both"/>
      </w:pPr>
      <w:r>
        <w:t>1) администрацию Торгунского сельского поселения, должностного лица администрации Торгунского сельского поселения, либо муниципального служащего, МФЦ, его руководителя и (или) работника решения и действия (бездействие) которых обжалуются;</w:t>
      </w:r>
    </w:p>
    <w:p w:rsidR="00962C80" w:rsidRDefault="00962C80" w:rsidP="00B2445A">
      <w:pPr>
        <w:pStyle w:val="ConsPlusNormal"/>
        <w:jc w:val="both"/>
      </w:pPr>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62C80" w:rsidRDefault="00962C80" w:rsidP="00B2445A">
      <w:pPr>
        <w:pStyle w:val="ConsPlusNormal"/>
        <w:jc w:val="both"/>
      </w:pPr>
      <w:r>
        <w:t>3) сведения об обжалуемых решениях и действиях (бездействии) администрации Торгунского сельского поселения, должностного лица администрации Торгунского сельского поселения, либо муниципального служащего, МФЦ, его руководителя и (или) работника;</w:t>
      </w:r>
    </w:p>
    <w:p w:rsidR="00962C80" w:rsidRDefault="00962C80" w:rsidP="00B2445A">
      <w:pPr>
        <w:pStyle w:val="ConsPlusNormal"/>
        <w:jc w:val="both"/>
      </w:pPr>
      <w:r>
        <w:t>4) доводы, на основании которых заявитель не согласен с решением и действиями (бездействием) администрации Торгунского сельского поселения, должностного лица администрации Торгунского сельского поселения, либо муниципального служащего, МФЦ, его руководителя и (или) работника. Заявителем могут быть представлены документы (при наличии), подтверждающие доводы заявителя, либо их копии.</w:t>
      </w:r>
    </w:p>
    <w:p w:rsidR="00962C80" w:rsidRDefault="00962C80" w:rsidP="00B2445A">
      <w:pPr>
        <w:pStyle w:val="ConsPlusNormal"/>
        <w:jc w:val="both"/>
      </w:pPr>
      <w:r>
        <w:t>Заявитель имеет право на получение информации и документов, необходимых для обоснования и рассмотрения жалобы.</w:t>
      </w:r>
    </w:p>
    <w:p w:rsidR="00962C80" w:rsidRDefault="00962C80" w:rsidP="00B2445A">
      <w:pPr>
        <w:pStyle w:val="ConsPlusNormal"/>
        <w:jc w:val="both"/>
      </w:pPr>
      <w:r>
        <w:t xml:space="preserve">5.5. Основанием для начала процедуры досудебного обжалования является поступление жалобы заявителя. Регистрация жалобы осуществляется уполномоченным должностным лицом администрации Торгунского сельского поселения в течение трех дней со дня его поступления. </w:t>
      </w:r>
    </w:p>
    <w:p w:rsidR="00962C80" w:rsidRDefault="00962C80" w:rsidP="00B2445A">
      <w:pPr>
        <w:pStyle w:val="ConsPlusNormal"/>
        <w:jc w:val="both"/>
      </w:pPr>
      <w:r>
        <w:t>Жалоба поступившая в администрацию Торгунского сельского поселения, МФЦ, учредителю МФЦ, подлежит рассмотрению в течение 15 рабочих дней со дня ее регистрации, а в случае обжалования отказа в администрации Торгунского сельского поселения,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962C80" w:rsidRDefault="00962C80" w:rsidP="00B2445A">
      <w:pPr>
        <w:pStyle w:val="ConsPlusNormal"/>
        <w:jc w:val="both"/>
      </w:pPr>
      <w:r>
        <w:t xml:space="preserve">5.6. В случае если в жалобе не указаны фамилия заявителя, направившего жалобу, и почтовый адрес, по которому должен быть направлен ответ, ответ на жалобу не дается. </w:t>
      </w:r>
    </w:p>
    <w:p w:rsidR="00962C80" w:rsidRDefault="00962C80" w:rsidP="00B2445A">
      <w:pPr>
        <w:pStyle w:val="ConsPlusNormal"/>
        <w:jc w:val="both"/>
      </w:pPr>
      <w:r>
        <w:t>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962C80" w:rsidRDefault="00962C80" w:rsidP="00B2445A">
      <w:pPr>
        <w:pStyle w:val="ConsPlusNormal"/>
        <w:jc w:val="both"/>
      </w:pPr>
      <w:r>
        <w:t>Должностное лицо, работник, наделенные полномочиями по рассмотрению жалоб в соответствии с пунктом 5.2 настоящего административного регламента,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о недопустимости злоупотребления правом.</w:t>
      </w:r>
    </w:p>
    <w:p w:rsidR="00962C80" w:rsidRDefault="00962C80" w:rsidP="00B2445A">
      <w:pPr>
        <w:pStyle w:val="ConsPlusNormal"/>
        <w:jc w:val="both"/>
      </w:pPr>
      <w:r>
        <w:t>В случае если текст жалобы не поддается прочтению, она оставляется без ответа, о чем в течение семи дней со дня регистрации жалобы сообщается заявителю, если его фамилия и почтовый адрес поддаются прочтению.</w:t>
      </w:r>
    </w:p>
    <w:p w:rsidR="00962C80" w:rsidRDefault="00962C80" w:rsidP="00B2445A">
      <w:pPr>
        <w:pStyle w:val="ConsPlusNormal"/>
        <w:jc w:val="both"/>
      </w:pPr>
      <w:r>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в течение семи дней со дня регистрации жалобы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962C80" w:rsidRDefault="00962C80" w:rsidP="00B2445A">
      <w:pPr>
        <w:pStyle w:val="ConsPlusNormal"/>
        <w:jc w:val="both"/>
      </w:pPr>
      <w:r>
        <w:t xml:space="preserve">В случае, если текст жалобы не позволяет определить суть обращения заявителя, ответ по существу жалобы не дается, о чем в течение семи дней со дня регистрации жалобы сообщается заявителю. </w:t>
      </w:r>
    </w:p>
    <w:p w:rsidR="00962C80" w:rsidRDefault="00962C80" w:rsidP="00B2445A">
      <w:pPr>
        <w:pStyle w:val="ConsPlusNormal"/>
        <w:jc w:val="both"/>
      </w:pPr>
      <w:r>
        <w:t>В случае если в жалобе обжалуется судебное решение, такая жалоба в течение семи дней со дня её регистрации возвращается заявителю, направившему жалобу, с разъяснением порядка обжалования данного судебного решения.</w:t>
      </w:r>
    </w:p>
    <w:p w:rsidR="00962C80" w:rsidRDefault="00962C80" w:rsidP="00B2445A">
      <w:pPr>
        <w:pStyle w:val="ConsPlusNormal"/>
        <w:jc w:val="both"/>
      </w:pPr>
      <w:r>
        <w:t xml:space="preserve">Если в жалобе содержится вопрос,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должностное лицо, работник, наделенные полномочиями по рассмотрению жалоб в соответствии с пунктом 5.2 настоящего административного регламента,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уполномоченный орган или одному и тому же должностному лицу. О данном решении уведомляется заявитель, направивший жалобу. </w:t>
      </w:r>
    </w:p>
    <w:p w:rsidR="00962C80" w:rsidRDefault="00962C80" w:rsidP="00B2445A">
      <w:pPr>
        <w:pStyle w:val="ConsPlusNormal"/>
        <w:jc w:val="both"/>
      </w:pPr>
      <w:r>
        <w:t>5.7. По результатам рассмотрения жалобы принимается одно из следующих решений:</w:t>
      </w:r>
    </w:p>
    <w:p w:rsidR="00962C80" w:rsidRDefault="00962C80" w:rsidP="00B2445A">
      <w:pPr>
        <w:pStyle w:val="ConsPlusNormal"/>
        <w:jc w:val="both"/>
      </w:pPr>
      <w: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w:t>
      </w:r>
    </w:p>
    <w:p w:rsidR="00962C80" w:rsidRDefault="00962C80" w:rsidP="00B2445A">
      <w:pPr>
        <w:pStyle w:val="ConsPlusNormal"/>
        <w:jc w:val="both"/>
      </w:pPr>
      <w:r>
        <w:t>2) в удовлетворении жалобы отказывается.</w:t>
      </w:r>
    </w:p>
    <w:p w:rsidR="00962C80" w:rsidRDefault="00962C80" w:rsidP="00B2445A">
      <w:pPr>
        <w:pStyle w:val="ConsPlusNormal"/>
        <w:jc w:val="both"/>
      </w:pPr>
      <w:r>
        <w:t xml:space="preserve">5.8. Основаниями для отказа в удовлетворении жалобы являются: </w:t>
      </w:r>
    </w:p>
    <w:p w:rsidR="00962C80" w:rsidRDefault="00962C80" w:rsidP="00B2445A">
      <w:pPr>
        <w:pStyle w:val="ConsPlusNormal"/>
        <w:jc w:val="both"/>
      </w:pPr>
      <w:r>
        <w:t>1) признание правомерными решения и (или) действий (бездействия) администрации Торгунского сельского поселения, должностных лиц, муниципальных служащих администрации Торгунского сельского поселения, МФЦ, работника МФЦ участвующих в предоставлении муниципальной услуги;</w:t>
      </w:r>
    </w:p>
    <w:p w:rsidR="00962C80" w:rsidRDefault="00962C80" w:rsidP="00B2445A">
      <w:pPr>
        <w:pStyle w:val="ConsPlusNormal"/>
        <w:jc w:val="both"/>
      </w:pPr>
      <w:r>
        <w:t>2) наличие вступившего в законную силу решения суда по жалобе о том же предмете и по тем же основаниям;</w:t>
      </w:r>
    </w:p>
    <w:p w:rsidR="00962C80" w:rsidRDefault="00962C80" w:rsidP="00B2445A">
      <w:pPr>
        <w:pStyle w:val="ConsPlusNormal"/>
        <w:jc w:val="both"/>
      </w:pPr>
      <w:r>
        <w:t>3) подача жалобы лицом, полномочия которого не подтверждены в порядке, установленном законодательством Российской Федерации.</w:t>
      </w:r>
    </w:p>
    <w:p w:rsidR="00962C80" w:rsidRDefault="00962C80" w:rsidP="00B2445A">
      <w:pPr>
        <w:pStyle w:val="ConsPlusNormal"/>
        <w:jc w:val="both"/>
      </w:pPr>
      <w:r>
        <w:t>5.9.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62C80" w:rsidRDefault="00962C80" w:rsidP="00B2445A">
      <w:pPr>
        <w:pStyle w:val="ConsPlusNormal"/>
        <w:jc w:val="both"/>
      </w:pPr>
      <w:r>
        <w:t>В случае признания жалобы подлежащей удовлетворению в ответе заявителю дается информация о действиях, осуществляемых уполномоченным органом,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962C80" w:rsidRDefault="00962C80" w:rsidP="00B2445A">
      <w:pPr>
        <w:pStyle w:val="ConsPlusNormal"/>
        <w:jc w:val="both"/>
      </w:pPr>
      <w: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962C80" w:rsidRDefault="00962C80" w:rsidP="00B2445A">
      <w:pPr>
        <w:pStyle w:val="ConsPlusNormal"/>
        <w:jc w:val="both"/>
      </w:pPr>
      <w:r>
        <w:t>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администрации Торгунского сельского поселения, наделенное полномочиями по рассмотрению жалоб, незамедлительно направляет имеющиеся материалы в органы прокуратуры.</w:t>
      </w:r>
    </w:p>
    <w:p w:rsidR="00962C80" w:rsidRDefault="00962C80" w:rsidP="00B2445A">
      <w:pPr>
        <w:pStyle w:val="ConsPlusNormal"/>
        <w:jc w:val="both"/>
      </w:pPr>
      <w:r>
        <w:t>5.11. Заявители вправе обжаловать решения, принятые при предоставлении муниципальной услуги, действия (бездействие) должностных лиц, муниципальных служащих администрации Торгунского сельского поселения, должностных лиц МФЦ в судебном порядке, в соответствии с законодательством Российской Федерации.</w:t>
      </w:r>
    </w:p>
    <w:p w:rsidR="00962C80" w:rsidRDefault="00962C80" w:rsidP="00B2445A">
      <w:pPr>
        <w:pStyle w:val="ConsPlusNormal"/>
        <w:jc w:val="both"/>
      </w:pPr>
      <w:r>
        <w:t>5.12. Положения настоящего раздела, устанавливающие порядок рассмотрения жалоб на нарушения прав граждан и организаций при предоставлении муниципальной услуги, не распространяются на отношения, регулируемые Федеральным законом от 02.05.2006 № 59-ФЗ «О порядке рассмотрения обращений граждан Российской Федерации».</w:t>
      </w:r>
    </w:p>
    <w:p w:rsidR="00962C80" w:rsidRDefault="00962C80" w:rsidP="00B2445A">
      <w:pPr>
        <w:pStyle w:val="ConsPlusNormal"/>
        <w:jc w:val="both"/>
      </w:pPr>
    </w:p>
    <w:p w:rsidR="00962C80" w:rsidRDefault="00962C80" w:rsidP="00B2445A">
      <w:pPr>
        <w:pStyle w:val="ConsPlusNormal"/>
        <w:jc w:val="both"/>
      </w:pPr>
    </w:p>
    <w:p w:rsidR="00962C80" w:rsidRDefault="00962C80" w:rsidP="00B2445A">
      <w:pPr>
        <w:pStyle w:val="ConsPlusNormal"/>
        <w:jc w:val="both"/>
      </w:pPr>
    </w:p>
    <w:p w:rsidR="00962C80" w:rsidRDefault="00962C80" w:rsidP="00B2445A">
      <w:pPr>
        <w:pStyle w:val="ConsPlusNormal"/>
        <w:jc w:val="both"/>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r>
        <w:t>Приложение 1</w:t>
      </w:r>
    </w:p>
    <w:p w:rsidR="00962C80" w:rsidRDefault="00962C80" w:rsidP="00B2445A">
      <w:pPr>
        <w:pStyle w:val="ConsPlusNormal"/>
        <w:jc w:val="right"/>
      </w:pPr>
      <w:r>
        <w:t>к административному регламенту</w:t>
      </w:r>
    </w:p>
    <w:p w:rsidR="00962C80" w:rsidRDefault="00962C80" w:rsidP="00B2445A">
      <w:pPr>
        <w:pStyle w:val="ConsPlusNormal"/>
        <w:jc w:val="both"/>
      </w:pPr>
    </w:p>
    <w:p w:rsidR="00962C80" w:rsidRDefault="00962C80" w:rsidP="00B2445A">
      <w:pPr>
        <w:pStyle w:val="ConsPlusNonformat"/>
        <w:jc w:val="both"/>
      </w:pPr>
      <w:r>
        <w:t xml:space="preserve">                                             Главе</w:t>
      </w:r>
    </w:p>
    <w:p w:rsidR="00962C80" w:rsidRDefault="00962C80" w:rsidP="00B2445A">
      <w:pPr>
        <w:pStyle w:val="ConsPlusNonformat"/>
        <w:jc w:val="both"/>
      </w:pPr>
      <w:r>
        <w:t xml:space="preserve">                                             Торгунского сельского </w:t>
      </w:r>
    </w:p>
    <w:p w:rsidR="00962C80" w:rsidRDefault="00962C80" w:rsidP="00B2445A">
      <w:pPr>
        <w:pStyle w:val="ConsPlusNonformat"/>
        <w:jc w:val="both"/>
      </w:pPr>
      <w:r>
        <w:t xml:space="preserve">                                             поселения</w:t>
      </w:r>
    </w:p>
    <w:p w:rsidR="00962C80" w:rsidRDefault="00962C80" w:rsidP="00B2445A">
      <w:pPr>
        <w:pStyle w:val="ConsPlusNonformat"/>
        <w:jc w:val="both"/>
      </w:pPr>
      <w:r>
        <w:t xml:space="preserve">                                         __________________________________</w:t>
      </w:r>
    </w:p>
    <w:p w:rsidR="00962C80" w:rsidRDefault="00962C80" w:rsidP="00B2445A">
      <w:pPr>
        <w:pStyle w:val="ConsPlusNonformat"/>
        <w:jc w:val="both"/>
      </w:pPr>
      <w:r>
        <w:t xml:space="preserve">                                                      (Ф.И.О.)</w:t>
      </w:r>
    </w:p>
    <w:p w:rsidR="00962C80" w:rsidRDefault="00962C80" w:rsidP="00B2445A">
      <w:pPr>
        <w:pStyle w:val="ConsPlusNonformat"/>
        <w:jc w:val="both"/>
      </w:pPr>
    </w:p>
    <w:p w:rsidR="00962C80" w:rsidRDefault="00962C80" w:rsidP="00B2445A">
      <w:pPr>
        <w:pStyle w:val="ConsPlusNonformat"/>
        <w:jc w:val="both"/>
      </w:pPr>
      <w:bookmarkStart w:id="4" w:name="P316"/>
      <w:bookmarkEnd w:id="4"/>
      <w:r>
        <w:t xml:space="preserve">                              ФОРМА ЗАЯВЛЕНИЯ</w:t>
      </w:r>
    </w:p>
    <w:p w:rsidR="00962C80" w:rsidRDefault="00962C80" w:rsidP="00B2445A">
      <w:pPr>
        <w:pStyle w:val="ConsPlusNonformat"/>
        <w:jc w:val="both"/>
      </w:pPr>
      <w:r>
        <w:t xml:space="preserve">                     (ИНДИВИДУАЛЬНЫХ ПРЕДПРИНИМАТЕЛЕЙ)</w:t>
      </w:r>
    </w:p>
    <w:p w:rsidR="00962C80" w:rsidRDefault="00962C80" w:rsidP="00B2445A">
      <w:pPr>
        <w:pStyle w:val="ConsPlusNonformat"/>
        <w:jc w:val="both"/>
      </w:pPr>
    </w:p>
    <w:p w:rsidR="00962C80" w:rsidRDefault="00962C80" w:rsidP="00B2445A">
      <w:pPr>
        <w:pStyle w:val="ConsPlusNonformat"/>
        <w:jc w:val="both"/>
      </w:pPr>
    </w:p>
    <w:p w:rsidR="00962C80" w:rsidRDefault="00962C80" w:rsidP="00B2445A">
      <w:pPr>
        <w:pStyle w:val="ConsPlusNonformat"/>
        <w:jc w:val="both"/>
      </w:pPr>
      <w:r>
        <w:t xml:space="preserve">    Данные заявителя (представителя заявителя)</w:t>
      </w:r>
    </w:p>
    <w:p w:rsidR="00962C80" w:rsidRDefault="00962C80" w:rsidP="00B2445A">
      <w:pPr>
        <w:pStyle w:val="ConsPlusNormal"/>
        <w:jc w:val="both"/>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2835"/>
        <w:gridCol w:w="6236"/>
      </w:tblGrid>
      <w:tr w:rsidR="00962C80" w:rsidRPr="003D713E">
        <w:tc>
          <w:tcPr>
            <w:tcW w:w="2835" w:type="dxa"/>
          </w:tcPr>
          <w:p w:rsidR="00962C80" w:rsidRDefault="00962C80">
            <w:pPr>
              <w:pStyle w:val="ConsPlusNormal"/>
              <w:spacing w:line="276" w:lineRule="auto"/>
            </w:pPr>
            <w:r>
              <w:t>Фамилия</w:t>
            </w:r>
          </w:p>
        </w:tc>
        <w:tc>
          <w:tcPr>
            <w:tcW w:w="6236" w:type="dxa"/>
          </w:tcPr>
          <w:p w:rsidR="00962C80" w:rsidRDefault="00962C80">
            <w:pPr>
              <w:pStyle w:val="ConsPlusNormal"/>
              <w:spacing w:line="276" w:lineRule="auto"/>
            </w:pPr>
          </w:p>
        </w:tc>
      </w:tr>
      <w:tr w:rsidR="00962C80" w:rsidRPr="003D713E">
        <w:tc>
          <w:tcPr>
            <w:tcW w:w="2835" w:type="dxa"/>
          </w:tcPr>
          <w:p w:rsidR="00962C80" w:rsidRDefault="00962C80">
            <w:pPr>
              <w:pStyle w:val="ConsPlusNormal"/>
              <w:spacing w:line="276" w:lineRule="auto"/>
            </w:pPr>
            <w:r>
              <w:t>Имя</w:t>
            </w:r>
          </w:p>
        </w:tc>
        <w:tc>
          <w:tcPr>
            <w:tcW w:w="6236" w:type="dxa"/>
          </w:tcPr>
          <w:p w:rsidR="00962C80" w:rsidRDefault="00962C80">
            <w:pPr>
              <w:pStyle w:val="ConsPlusNormal"/>
              <w:spacing w:line="276" w:lineRule="auto"/>
            </w:pPr>
          </w:p>
        </w:tc>
      </w:tr>
      <w:tr w:rsidR="00962C80" w:rsidRPr="003D713E">
        <w:tc>
          <w:tcPr>
            <w:tcW w:w="2835" w:type="dxa"/>
          </w:tcPr>
          <w:p w:rsidR="00962C80" w:rsidRDefault="00962C80">
            <w:pPr>
              <w:pStyle w:val="ConsPlusNormal"/>
              <w:spacing w:line="276" w:lineRule="auto"/>
            </w:pPr>
            <w:r>
              <w:t>Отчество (при наличии)</w:t>
            </w:r>
          </w:p>
        </w:tc>
        <w:tc>
          <w:tcPr>
            <w:tcW w:w="6236" w:type="dxa"/>
          </w:tcPr>
          <w:p w:rsidR="00962C80" w:rsidRDefault="00962C80">
            <w:pPr>
              <w:pStyle w:val="ConsPlusNormal"/>
              <w:spacing w:line="276" w:lineRule="auto"/>
            </w:pPr>
          </w:p>
        </w:tc>
      </w:tr>
      <w:tr w:rsidR="00962C80" w:rsidRPr="003D713E">
        <w:tc>
          <w:tcPr>
            <w:tcW w:w="2835" w:type="dxa"/>
          </w:tcPr>
          <w:p w:rsidR="00962C80" w:rsidRDefault="00962C80">
            <w:pPr>
              <w:pStyle w:val="ConsPlusNormal"/>
              <w:spacing w:line="276" w:lineRule="auto"/>
            </w:pPr>
            <w:r>
              <w:t>Дата рождения</w:t>
            </w:r>
          </w:p>
        </w:tc>
        <w:tc>
          <w:tcPr>
            <w:tcW w:w="6236" w:type="dxa"/>
          </w:tcPr>
          <w:p w:rsidR="00962C80" w:rsidRDefault="00962C80">
            <w:pPr>
              <w:pStyle w:val="ConsPlusNormal"/>
              <w:spacing w:line="276" w:lineRule="auto"/>
            </w:pPr>
          </w:p>
        </w:tc>
      </w:tr>
      <w:tr w:rsidR="00962C80" w:rsidRPr="003D713E">
        <w:tc>
          <w:tcPr>
            <w:tcW w:w="2835" w:type="dxa"/>
          </w:tcPr>
          <w:p w:rsidR="00962C80" w:rsidRDefault="00962C80">
            <w:pPr>
              <w:pStyle w:val="ConsPlusNormal"/>
              <w:spacing w:line="276" w:lineRule="auto"/>
            </w:pPr>
            <w:r>
              <w:t>ОГРНИП (для ИП)</w:t>
            </w:r>
          </w:p>
        </w:tc>
        <w:tc>
          <w:tcPr>
            <w:tcW w:w="6236" w:type="dxa"/>
          </w:tcPr>
          <w:p w:rsidR="00962C80" w:rsidRDefault="00962C80">
            <w:pPr>
              <w:pStyle w:val="ConsPlusNormal"/>
              <w:spacing w:line="276" w:lineRule="auto"/>
            </w:pPr>
          </w:p>
        </w:tc>
      </w:tr>
      <w:tr w:rsidR="00962C80" w:rsidRPr="003D713E">
        <w:tc>
          <w:tcPr>
            <w:tcW w:w="2835" w:type="dxa"/>
          </w:tcPr>
          <w:p w:rsidR="00962C80" w:rsidRDefault="00962C80">
            <w:pPr>
              <w:pStyle w:val="ConsPlusNormal"/>
              <w:spacing w:line="276" w:lineRule="auto"/>
            </w:pPr>
            <w:r>
              <w:t>ИНН (для ИП)</w:t>
            </w:r>
          </w:p>
        </w:tc>
        <w:tc>
          <w:tcPr>
            <w:tcW w:w="6236" w:type="dxa"/>
          </w:tcPr>
          <w:p w:rsidR="00962C80" w:rsidRDefault="00962C80">
            <w:pPr>
              <w:pStyle w:val="ConsPlusNormal"/>
              <w:spacing w:line="276" w:lineRule="auto"/>
            </w:pPr>
          </w:p>
        </w:tc>
      </w:tr>
    </w:tbl>
    <w:p w:rsidR="00962C80" w:rsidRDefault="00962C80" w:rsidP="00B2445A">
      <w:pPr>
        <w:pStyle w:val="ConsPlusNormal"/>
        <w:jc w:val="both"/>
      </w:pPr>
    </w:p>
    <w:p w:rsidR="00962C80" w:rsidRDefault="00962C80" w:rsidP="00B2445A">
      <w:pPr>
        <w:pStyle w:val="ConsPlusNonformat"/>
        <w:jc w:val="both"/>
      </w:pPr>
      <w:r>
        <w:t xml:space="preserve">    Документ, удостоверяющий личность заявителя</w:t>
      </w:r>
    </w:p>
    <w:p w:rsidR="00962C80" w:rsidRDefault="00962C80" w:rsidP="00B2445A">
      <w:pPr>
        <w:pStyle w:val="ConsPlusNormal"/>
        <w:jc w:val="both"/>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1077"/>
        <w:gridCol w:w="2721"/>
        <w:gridCol w:w="1020"/>
        <w:gridCol w:w="1701"/>
        <w:gridCol w:w="2551"/>
      </w:tblGrid>
      <w:tr w:rsidR="00962C80" w:rsidRPr="003D713E">
        <w:tc>
          <w:tcPr>
            <w:tcW w:w="1077" w:type="dxa"/>
          </w:tcPr>
          <w:p w:rsidR="00962C80" w:rsidRDefault="00962C80">
            <w:pPr>
              <w:pStyle w:val="ConsPlusNormal"/>
              <w:spacing w:line="276" w:lineRule="auto"/>
            </w:pPr>
            <w:r>
              <w:t>Вид</w:t>
            </w:r>
          </w:p>
        </w:tc>
        <w:tc>
          <w:tcPr>
            <w:tcW w:w="7993" w:type="dxa"/>
            <w:gridSpan w:val="4"/>
          </w:tcPr>
          <w:p w:rsidR="00962C80" w:rsidRDefault="00962C80">
            <w:pPr>
              <w:pStyle w:val="ConsPlusNormal"/>
              <w:spacing w:line="276" w:lineRule="auto"/>
            </w:pPr>
          </w:p>
        </w:tc>
      </w:tr>
      <w:tr w:rsidR="00962C80" w:rsidRPr="003D713E">
        <w:tc>
          <w:tcPr>
            <w:tcW w:w="1077" w:type="dxa"/>
          </w:tcPr>
          <w:p w:rsidR="00962C80" w:rsidRDefault="00962C80">
            <w:pPr>
              <w:pStyle w:val="ConsPlusNormal"/>
              <w:spacing w:line="276" w:lineRule="auto"/>
            </w:pPr>
            <w:r>
              <w:t>Серия</w:t>
            </w:r>
          </w:p>
        </w:tc>
        <w:tc>
          <w:tcPr>
            <w:tcW w:w="2721" w:type="dxa"/>
          </w:tcPr>
          <w:p w:rsidR="00962C80" w:rsidRDefault="00962C80">
            <w:pPr>
              <w:pStyle w:val="ConsPlusNormal"/>
              <w:spacing w:line="276" w:lineRule="auto"/>
            </w:pPr>
          </w:p>
        </w:tc>
        <w:tc>
          <w:tcPr>
            <w:tcW w:w="1020" w:type="dxa"/>
          </w:tcPr>
          <w:p w:rsidR="00962C80" w:rsidRDefault="00962C80">
            <w:pPr>
              <w:pStyle w:val="ConsPlusNormal"/>
              <w:spacing w:line="276" w:lineRule="auto"/>
            </w:pPr>
            <w:r>
              <w:t>Номер</w:t>
            </w:r>
          </w:p>
        </w:tc>
        <w:tc>
          <w:tcPr>
            <w:tcW w:w="4252" w:type="dxa"/>
            <w:gridSpan w:val="2"/>
          </w:tcPr>
          <w:p w:rsidR="00962C80" w:rsidRDefault="00962C80">
            <w:pPr>
              <w:pStyle w:val="ConsPlusNormal"/>
              <w:spacing w:line="276" w:lineRule="auto"/>
            </w:pPr>
          </w:p>
        </w:tc>
      </w:tr>
      <w:tr w:rsidR="00962C80" w:rsidRPr="003D713E">
        <w:tc>
          <w:tcPr>
            <w:tcW w:w="1077" w:type="dxa"/>
          </w:tcPr>
          <w:p w:rsidR="00962C80" w:rsidRDefault="00962C80">
            <w:pPr>
              <w:pStyle w:val="ConsPlusNormal"/>
              <w:spacing w:line="276" w:lineRule="auto"/>
            </w:pPr>
            <w:r>
              <w:t>Выдан</w:t>
            </w:r>
          </w:p>
        </w:tc>
        <w:tc>
          <w:tcPr>
            <w:tcW w:w="3741" w:type="dxa"/>
            <w:gridSpan w:val="2"/>
          </w:tcPr>
          <w:p w:rsidR="00962C80" w:rsidRDefault="00962C80">
            <w:pPr>
              <w:pStyle w:val="ConsPlusNormal"/>
              <w:spacing w:line="276" w:lineRule="auto"/>
            </w:pPr>
          </w:p>
        </w:tc>
        <w:tc>
          <w:tcPr>
            <w:tcW w:w="1701" w:type="dxa"/>
          </w:tcPr>
          <w:p w:rsidR="00962C80" w:rsidRDefault="00962C80">
            <w:pPr>
              <w:pStyle w:val="ConsPlusNormal"/>
              <w:spacing w:line="276" w:lineRule="auto"/>
            </w:pPr>
            <w:r>
              <w:t>Дата выдачи</w:t>
            </w:r>
          </w:p>
        </w:tc>
        <w:tc>
          <w:tcPr>
            <w:tcW w:w="2551" w:type="dxa"/>
          </w:tcPr>
          <w:p w:rsidR="00962C80" w:rsidRDefault="00962C80">
            <w:pPr>
              <w:pStyle w:val="ConsPlusNormal"/>
              <w:spacing w:line="276" w:lineRule="auto"/>
            </w:pPr>
          </w:p>
        </w:tc>
      </w:tr>
    </w:tbl>
    <w:p w:rsidR="00962C80" w:rsidRDefault="00962C80" w:rsidP="00B2445A">
      <w:pPr>
        <w:pStyle w:val="ConsPlusNormal"/>
        <w:jc w:val="both"/>
      </w:pPr>
    </w:p>
    <w:p w:rsidR="00962C80" w:rsidRDefault="00962C80" w:rsidP="00B2445A">
      <w:pPr>
        <w:pStyle w:val="ConsPlusNonformat"/>
        <w:jc w:val="both"/>
      </w:pPr>
      <w:r>
        <w:t xml:space="preserve">    Адрес места жительства заявителя/Почтовый адрес заявителя</w:t>
      </w:r>
    </w:p>
    <w:p w:rsidR="00962C80" w:rsidRDefault="00962C80" w:rsidP="00B2445A">
      <w:pPr>
        <w:pStyle w:val="ConsPlusNormal"/>
        <w:jc w:val="both"/>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1090"/>
        <w:gridCol w:w="2891"/>
        <w:gridCol w:w="1077"/>
        <w:gridCol w:w="1361"/>
        <w:gridCol w:w="1361"/>
        <w:gridCol w:w="1247"/>
      </w:tblGrid>
      <w:tr w:rsidR="00962C80" w:rsidRPr="003D713E">
        <w:tc>
          <w:tcPr>
            <w:tcW w:w="1090" w:type="dxa"/>
          </w:tcPr>
          <w:p w:rsidR="00962C80" w:rsidRDefault="00962C80">
            <w:pPr>
              <w:pStyle w:val="ConsPlusNormal"/>
              <w:spacing w:line="276" w:lineRule="auto"/>
            </w:pPr>
            <w:r>
              <w:t>Индекс</w:t>
            </w:r>
          </w:p>
        </w:tc>
        <w:tc>
          <w:tcPr>
            <w:tcW w:w="2891" w:type="dxa"/>
          </w:tcPr>
          <w:p w:rsidR="00962C80" w:rsidRDefault="00962C80">
            <w:pPr>
              <w:pStyle w:val="ConsPlusNormal"/>
              <w:spacing w:line="276" w:lineRule="auto"/>
            </w:pPr>
          </w:p>
        </w:tc>
        <w:tc>
          <w:tcPr>
            <w:tcW w:w="2438" w:type="dxa"/>
            <w:gridSpan w:val="2"/>
          </w:tcPr>
          <w:p w:rsidR="00962C80" w:rsidRDefault="00962C80">
            <w:pPr>
              <w:pStyle w:val="ConsPlusNormal"/>
              <w:spacing w:line="276" w:lineRule="auto"/>
            </w:pPr>
            <w:r>
              <w:t>Регион</w:t>
            </w:r>
          </w:p>
        </w:tc>
        <w:tc>
          <w:tcPr>
            <w:tcW w:w="2608" w:type="dxa"/>
            <w:gridSpan w:val="2"/>
          </w:tcPr>
          <w:p w:rsidR="00962C80" w:rsidRDefault="00962C80">
            <w:pPr>
              <w:pStyle w:val="ConsPlusNormal"/>
              <w:spacing w:line="276" w:lineRule="auto"/>
            </w:pPr>
          </w:p>
        </w:tc>
      </w:tr>
      <w:tr w:rsidR="00962C80" w:rsidRPr="003D713E">
        <w:tc>
          <w:tcPr>
            <w:tcW w:w="1090" w:type="dxa"/>
          </w:tcPr>
          <w:p w:rsidR="00962C80" w:rsidRDefault="00962C80">
            <w:pPr>
              <w:pStyle w:val="ConsPlusNormal"/>
              <w:spacing w:line="276" w:lineRule="auto"/>
            </w:pPr>
            <w:r>
              <w:t>Район</w:t>
            </w:r>
          </w:p>
        </w:tc>
        <w:tc>
          <w:tcPr>
            <w:tcW w:w="2891" w:type="dxa"/>
          </w:tcPr>
          <w:p w:rsidR="00962C80" w:rsidRDefault="00962C80">
            <w:pPr>
              <w:pStyle w:val="ConsPlusNormal"/>
              <w:spacing w:line="276" w:lineRule="auto"/>
            </w:pPr>
          </w:p>
        </w:tc>
        <w:tc>
          <w:tcPr>
            <w:tcW w:w="2438" w:type="dxa"/>
            <w:gridSpan w:val="2"/>
          </w:tcPr>
          <w:p w:rsidR="00962C80" w:rsidRDefault="00962C80">
            <w:pPr>
              <w:pStyle w:val="ConsPlusNormal"/>
              <w:spacing w:line="276" w:lineRule="auto"/>
            </w:pPr>
            <w:r>
              <w:t>Населенный пункт</w:t>
            </w:r>
          </w:p>
        </w:tc>
        <w:tc>
          <w:tcPr>
            <w:tcW w:w="2608" w:type="dxa"/>
            <w:gridSpan w:val="2"/>
          </w:tcPr>
          <w:p w:rsidR="00962C80" w:rsidRDefault="00962C80">
            <w:pPr>
              <w:pStyle w:val="ConsPlusNormal"/>
              <w:spacing w:line="276" w:lineRule="auto"/>
            </w:pPr>
          </w:p>
        </w:tc>
      </w:tr>
      <w:tr w:rsidR="00962C80" w:rsidRPr="003D713E">
        <w:tc>
          <w:tcPr>
            <w:tcW w:w="1090" w:type="dxa"/>
          </w:tcPr>
          <w:p w:rsidR="00962C80" w:rsidRDefault="00962C80">
            <w:pPr>
              <w:pStyle w:val="ConsPlusNormal"/>
              <w:spacing w:line="276" w:lineRule="auto"/>
            </w:pPr>
            <w:r>
              <w:t>Улица</w:t>
            </w:r>
          </w:p>
        </w:tc>
        <w:tc>
          <w:tcPr>
            <w:tcW w:w="7937" w:type="dxa"/>
            <w:gridSpan w:val="5"/>
          </w:tcPr>
          <w:p w:rsidR="00962C80" w:rsidRDefault="00962C80">
            <w:pPr>
              <w:pStyle w:val="ConsPlusNormal"/>
              <w:spacing w:line="276" w:lineRule="auto"/>
            </w:pPr>
          </w:p>
        </w:tc>
      </w:tr>
      <w:tr w:rsidR="00962C80" w:rsidRPr="003D713E">
        <w:tc>
          <w:tcPr>
            <w:tcW w:w="1090" w:type="dxa"/>
          </w:tcPr>
          <w:p w:rsidR="00962C80" w:rsidRDefault="00962C80">
            <w:pPr>
              <w:pStyle w:val="ConsPlusNormal"/>
              <w:spacing w:line="276" w:lineRule="auto"/>
            </w:pPr>
            <w:r>
              <w:t>Дом</w:t>
            </w:r>
          </w:p>
        </w:tc>
        <w:tc>
          <w:tcPr>
            <w:tcW w:w="2891" w:type="dxa"/>
          </w:tcPr>
          <w:p w:rsidR="00962C80" w:rsidRDefault="00962C80">
            <w:pPr>
              <w:pStyle w:val="ConsPlusNormal"/>
              <w:spacing w:line="276" w:lineRule="auto"/>
            </w:pPr>
          </w:p>
        </w:tc>
        <w:tc>
          <w:tcPr>
            <w:tcW w:w="1077" w:type="dxa"/>
          </w:tcPr>
          <w:p w:rsidR="00962C80" w:rsidRDefault="00962C80">
            <w:pPr>
              <w:pStyle w:val="ConsPlusNormal"/>
              <w:spacing w:line="276" w:lineRule="auto"/>
            </w:pPr>
            <w:r>
              <w:t>Корпус</w:t>
            </w:r>
          </w:p>
        </w:tc>
        <w:tc>
          <w:tcPr>
            <w:tcW w:w="1361" w:type="dxa"/>
          </w:tcPr>
          <w:p w:rsidR="00962C80" w:rsidRDefault="00962C80">
            <w:pPr>
              <w:pStyle w:val="ConsPlusNormal"/>
              <w:spacing w:line="276" w:lineRule="auto"/>
            </w:pPr>
          </w:p>
        </w:tc>
        <w:tc>
          <w:tcPr>
            <w:tcW w:w="1361" w:type="dxa"/>
          </w:tcPr>
          <w:p w:rsidR="00962C80" w:rsidRDefault="00962C80">
            <w:pPr>
              <w:pStyle w:val="ConsPlusNormal"/>
              <w:spacing w:line="276" w:lineRule="auto"/>
            </w:pPr>
            <w:r>
              <w:t>Квартира</w:t>
            </w:r>
          </w:p>
        </w:tc>
        <w:tc>
          <w:tcPr>
            <w:tcW w:w="1247" w:type="dxa"/>
          </w:tcPr>
          <w:p w:rsidR="00962C80" w:rsidRDefault="00962C80">
            <w:pPr>
              <w:pStyle w:val="ConsPlusNormal"/>
              <w:spacing w:line="276" w:lineRule="auto"/>
            </w:pPr>
          </w:p>
        </w:tc>
      </w:tr>
    </w:tbl>
    <w:p w:rsidR="00962C80" w:rsidRDefault="00962C80" w:rsidP="00B2445A">
      <w:pPr>
        <w:pStyle w:val="ConsPlusNormal"/>
        <w:jc w:val="both"/>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1701"/>
        <w:gridCol w:w="7370"/>
      </w:tblGrid>
      <w:tr w:rsidR="00962C80" w:rsidRPr="003D713E">
        <w:tc>
          <w:tcPr>
            <w:tcW w:w="1701" w:type="dxa"/>
            <w:vMerge w:val="restart"/>
          </w:tcPr>
          <w:p w:rsidR="00962C80" w:rsidRDefault="00962C80">
            <w:pPr>
              <w:pStyle w:val="ConsPlusNormal"/>
              <w:spacing w:line="276" w:lineRule="auto"/>
            </w:pPr>
            <w:r>
              <w:t>Контактные данные</w:t>
            </w:r>
          </w:p>
        </w:tc>
        <w:tc>
          <w:tcPr>
            <w:tcW w:w="7370" w:type="dxa"/>
          </w:tcPr>
          <w:p w:rsidR="00962C80" w:rsidRDefault="00962C80">
            <w:pPr>
              <w:pStyle w:val="ConsPlusNormal"/>
              <w:spacing w:line="276" w:lineRule="auto"/>
            </w:pPr>
            <w:r>
              <w:t>Мобильный телефон:</w:t>
            </w:r>
          </w:p>
        </w:tc>
      </w:tr>
      <w:tr w:rsidR="00962C80" w:rsidRPr="003D713E">
        <w:tc>
          <w:tcPr>
            <w:tcW w:w="1701" w:type="dxa"/>
            <w:vMerge/>
            <w:vAlign w:val="center"/>
          </w:tcPr>
          <w:p w:rsidR="00962C80" w:rsidRDefault="00962C80">
            <w:pPr>
              <w:spacing w:after="0" w:line="240" w:lineRule="auto"/>
              <w:rPr>
                <w:lang w:eastAsia="ru-RU"/>
              </w:rPr>
            </w:pPr>
          </w:p>
        </w:tc>
        <w:tc>
          <w:tcPr>
            <w:tcW w:w="7370" w:type="dxa"/>
          </w:tcPr>
          <w:p w:rsidR="00962C80" w:rsidRDefault="00962C80">
            <w:pPr>
              <w:pStyle w:val="ConsPlusNormal"/>
              <w:spacing w:line="276" w:lineRule="auto"/>
            </w:pPr>
            <w:r>
              <w:t>Адрес электронной почты:</w:t>
            </w:r>
          </w:p>
        </w:tc>
      </w:tr>
    </w:tbl>
    <w:p w:rsidR="00962C80" w:rsidRDefault="00962C80" w:rsidP="00B2445A">
      <w:pPr>
        <w:pStyle w:val="ConsPlusNormal"/>
        <w:jc w:val="both"/>
      </w:pPr>
    </w:p>
    <w:p w:rsidR="00962C80" w:rsidRDefault="00962C80" w:rsidP="00B2445A">
      <w:pPr>
        <w:pStyle w:val="ConsPlusNonformat"/>
        <w:jc w:val="both"/>
      </w:pPr>
      <w:r>
        <w:t xml:space="preserve">                                               1</w:t>
      </w:r>
    </w:p>
    <w:p w:rsidR="00962C80" w:rsidRDefault="00962C80" w:rsidP="00B2445A">
      <w:pPr>
        <w:pStyle w:val="ConsPlusNonformat"/>
        <w:jc w:val="both"/>
      </w:pPr>
      <w:r>
        <w:t xml:space="preserve">    Данные представителя (уполномоченного лица)</w:t>
      </w:r>
    </w:p>
    <w:p w:rsidR="00962C80" w:rsidRDefault="00962C80" w:rsidP="00B2445A">
      <w:pPr>
        <w:pStyle w:val="ConsPlusNormal"/>
        <w:jc w:val="both"/>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2835"/>
        <w:gridCol w:w="6236"/>
      </w:tblGrid>
      <w:tr w:rsidR="00962C80" w:rsidRPr="003D713E">
        <w:tc>
          <w:tcPr>
            <w:tcW w:w="2835" w:type="dxa"/>
          </w:tcPr>
          <w:p w:rsidR="00962C80" w:rsidRDefault="00962C80">
            <w:pPr>
              <w:pStyle w:val="ConsPlusNormal"/>
              <w:spacing w:line="276" w:lineRule="auto"/>
            </w:pPr>
            <w:r>
              <w:t>Фамилия</w:t>
            </w:r>
          </w:p>
        </w:tc>
        <w:tc>
          <w:tcPr>
            <w:tcW w:w="6236" w:type="dxa"/>
          </w:tcPr>
          <w:p w:rsidR="00962C80" w:rsidRDefault="00962C80">
            <w:pPr>
              <w:pStyle w:val="ConsPlusNormal"/>
              <w:spacing w:line="276" w:lineRule="auto"/>
            </w:pPr>
          </w:p>
        </w:tc>
      </w:tr>
      <w:tr w:rsidR="00962C80" w:rsidRPr="003D713E">
        <w:tc>
          <w:tcPr>
            <w:tcW w:w="2835" w:type="dxa"/>
          </w:tcPr>
          <w:p w:rsidR="00962C80" w:rsidRDefault="00962C80">
            <w:pPr>
              <w:pStyle w:val="ConsPlusNormal"/>
              <w:spacing w:line="276" w:lineRule="auto"/>
            </w:pPr>
            <w:r>
              <w:t>Имя</w:t>
            </w:r>
          </w:p>
        </w:tc>
        <w:tc>
          <w:tcPr>
            <w:tcW w:w="6236" w:type="dxa"/>
          </w:tcPr>
          <w:p w:rsidR="00962C80" w:rsidRDefault="00962C80">
            <w:pPr>
              <w:pStyle w:val="ConsPlusNormal"/>
              <w:spacing w:line="276" w:lineRule="auto"/>
            </w:pPr>
          </w:p>
        </w:tc>
      </w:tr>
      <w:tr w:rsidR="00962C80" w:rsidRPr="003D713E">
        <w:tc>
          <w:tcPr>
            <w:tcW w:w="2835" w:type="dxa"/>
          </w:tcPr>
          <w:p w:rsidR="00962C80" w:rsidRDefault="00962C80">
            <w:pPr>
              <w:pStyle w:val="ConsPlusNormal"/>
              <w:spacing w:line="276" w:lineRule="auto"/>
            </w:pPr>
            <w:r>
              <w:t>Отчество (при наличии)</w:t>
            </w:r>
          </w:p>
        </w:tc>
        <w:tc>
          <w:tcPr>
            <w:tcW w:w="6236" w:type="dxa"/>
          </w:tcPr>
          <w:p w:rsidR="00962C80" w:rsidRDefault="00962C80">
            <w:pPr>
              <w:pStyle w:val="ConsPlusNormal"/>
              <w:spacing w:line="276" w:lineRule="auto"/>
            </w:pPr>
          </w:p>
        </w:tc>
      </w:tr>
      <w:tr w:rsidR="00962C80" w:rsidRPr="003D713E">
        <w:tc>
          <w:tcPr>
            <w:tcW w:w="2835" w:type="dxa"/>
          </w:tcPr>
          <w:p w:rsidR="00962C80" w:rsidRDefault="00962C80">
            <w:pPr>
              <w:pStyle w:val="ConsPlusNormal"/>
              <w:spacing w:line="276" w:lineRule="auto"/>
            </w:pPr>
            <w:r>
              <w:t>Дата рождения</w:t>
            </w:r>
          </w:p>
        </w:tc>
        <w:tc>
          <w:tcPr>
            <w:tcW w:w="6236" w:type="dxa"/>
          </w:tcPr>
          <w:p w:rsidR="00962C80" w:rsidRDefault="00962C80">
            <w:pPr>
              <w:pStyle w:val="ConsPlusNormal"/>
              <w:spacing w:line="276" w:lineRule="auto"/>
            </w:pPr>
          </w:p>
        </w:tc>
      </w:tr>
    </w:tbl>
    <w:p w:rsidR="00962C80" w:rsidRDefault="00962C80" w:rsidP="00B2445A">
      <w:pPr>
        <w:pStyle w:val="ConsPlusNormal"/>
        <w:jc w:val="both"/>
      </w:pPr>
    </w:p>
    <w:p w:rsidR="00962C80" w:rsidRDefault="00962C80" w:rsidP="00B2445A">
      <w:pPr>
        <w:pStyle w:val="ConsPlusNonformat"/>
        <w:jc w:val="both"/>
      </w:pPr>
      <w:r>
        <w:t xml:space="preserve">    Документ, удостоверяющий личность представителя</w:t>
      </w:r>
    </w:p>
    <w:p w:rsidR="00962C80" w:rsidRDefault="00962C80" w:rsidP="00B2445A">
      <w:pPr>
        <w:pStyle w:val="ConsPlusNonformat"/>
        <w:jc w:val="both"/>
      </w:pPr>
      <w:r>
        <w:t xml:space="preserve">                          1</w:t>
      </w:r>
    </w:p>
    <w:p w:rsidR="00962C80" w:rsidRDefault="00962C80" w:rsidP="00B2445A">
      <w:pPr>
        <w:pStyle w:val="ConsPlusNonformat"/>
        <w:jc w:val="both"/>
      </w:pPr>
      <w:r>
        <w:t xml:space="preserve">    (уполномоченного лица)</w:t>
      </w:r>
    </w:p>
    <w:p w:rsidR="00962C80" w:rsidRDefault="00962C80" w:rsidP="00B2445A">
      <w:pPr>
        <w:pStyle w:val="ConsPlusNormal"/>
        <w:jc w:val="both"/>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1077"/>
        <w:gridCol w:w="2721"/>
        <w:gridCol w:w="1020"/>
        <w:gridCol w:w="1701"/>
        <w:gridCol w:w="2551"/>
      </w:tblGrid>
      <w:tr w:rsidR="00962C80" w:rsidRPr="003D713E">
        <w:tc>
          <w:tcPr>
            <w:tcW w:w="1077" w:type="dxa"/>
          </w:tcPr>
          <w:p w:rsidR="00962C80" w:rsidRDefault="00962C80">
            <w:pPr>
              <w:pStyle w:val="ConsPlusNormal"/>
              <w:spacing w:line="276" w:lineRule="auto"/>
            </w:pPr>
            <w:r>
              <w:t>Вид</w:t>
            </w:r>
          </w:p>
        </w:tc>
        <w:tc>
          <w:tcPr>
            <w:tcW w:w="7993" w:type="dxa"/>
            <w:gridSpan w:val="4"/>
          </w:tcPr>
          <w:p w:rsidR="00962C80" w:rsidRDefault="00962C80">
            <w:pPr>
              <w:pStyle w:val="ConsPlusNormal"/>
              <w:spacing w:line="276" w:lineRule="auto"/>
            </w:pPr>
          </w:p>
        </w:tc>
      </w:tr>
      <w:tr w:rsidR="00962C80" w:rsidRPr="003D713E">
        <w:tc>
          <w:tcPr>
            <w:tcW w:w="1077" w:type="dxa"/>
          </w:tcPr>
          <w:p w:rsidR="00962C80" w:rsidRDefault="00962C80">
            <w:pPr>
              <w:pStyle w:val="ConsPlusNormal"/>
              <w:spacing w:line="276" w:lineRule="auto"/>
            </w:pPr>
            <w:r>
              <w:t>Серия</w:t>
            </w:r>
          </w:p>
        </w:tc>
        <w:tc>
          <w:tcPr>
            <w:tcW w:w="2721" w:type="dxa"/>
          </w:tcPr>
          <w:p w:rsidR="00962C80" w:rsidRDefault="00962C80">
            <w:pPr>
              <w:pStyle w:val="ConsPlusNormal"/>
              <w:spacing w:line="276" w:lineRule="auto"/>
            </w:pPr>
          </w:p>
        </w:tc>
        <w:tc>
          <w:tcPr>
            <w:tcW w:w="1020" w:type="dxa"/>
          </w:tcPr>
          <w:p w:rsidR="00962C80" w:rsidRDefault="00962C80">
            <w:pPr>
              <w:pStyle w:val="ConsPlusNormal"/>
              <w:spacing w:line="276" w:lineRule="auto"/>
            </w:pPr>
            <w:r>
              <w:t>Номер</w:t>
            </w:r>
          </w:p>
        </w:tc>
        <w:tc>
          <w:tcPr>
            <w:tcW w:w="4252" w:type="dxa"/>
            <w:gridSpan w:val="2"/>
          </w:tcPr>
          <w:p w:rsidR="00962C80" w:rsidRDefault="00962C80">
            <w:pPr>
              <w:pStyle w:val="ConsPlusNormal"/>
              <w:spacing w:line="276" w:lineRule="auto"/>
            </w:pPr>
          </w:p>
        </w:tc>
      </w:tr>
      <w:tr w:rsidR="00962C80" w:rsidRPr="003D713E">
        <w:tc>
          <w:tcPr>
            <w:tcW w:w="1077" w:type="dxa"/>
          </w:tcPr>
          <w:p w:rsidR="00962C80" w:rsidRDefault="00962C80">
            <w:pPr>
              <w:pStyle w:val="ConsPlusNormal"/>
              <w:spacing w:line="276" w:lineRule="auto"/>
            </w:pPr>
            <w:r>
              <w:t>Выдан</w:t>
            </w:r>
          </w:p>
        </w:tc>
        <w:tc>
          <w:tcPr>
            <w:tcW w:w="3741" w:type="dxa"/>
            <w:gridSpan w:val="2"/>
          </w:tcPr>
          <w:p w:rsidR="00962C80" w:rsidRDefault="00962C80">
            <w:pPr>
              <w:pStyle w:val="ConsPlusNormal"/>
              <w:spacing w:line="276" w:lineRule="auto"/>
            </w:pPr>
          </w:p>
        </w:tc>
        <w:tc>
          <w:tcPr>
            <w:tcW w:w="1701" w:type="dxa"/>
          </w:tcPr>
          <w:p w:rsidR="00962C80" w:rsidRDefault="00962C80">
            <w:pPr>
              <w:pStyle w:val="ConsPlusNormal"/>
              <w:spacing w:line="276" w:lineRule="auto"/>
            </w:pPr>
            <w:r>
              <w:t>Дата выдачи</w:t>
            </w:r>
          </w:p>
        </w:tc>
        <w:tc>
          <w:tcPr>
            <w:tcW w:w="2551" w:type="dxa"/>
          </w:tcPr>
          <w:p w:rsidR="00962C80" w:rsidRDefault="00962C80">
            <w:pPr>
              <w:pStyle w:val="ConsPlusNormal"/>
              <w:spacing w:line="276" w:lineRule="auto"/>
            </w:pPr>
          </w:p>
        </w:tc>
      </w:tr>
    </w:tbl>
    <w:p w:rsidR="00962C80" w:rsidRDefault="00962C80" w:rsidP="00B2445A">
      <w:pPr>
        <w:pStyle w:val="ConsPlusNormal"/>
        <w:jc w:val="both"/>
      </w:pPr>
    </w:p>
    <w:p w:rsidR="00962C80" w:rsidRDefault="00962C80" w:rsidP="00B2445A">
      <w:pPr>
        <w:pStyle w:val="ConsPlusNonformat"/>
        <w:jc w:val="both"/>
      </w:pPr>
      <w:r>
        <w:t xml:space="preserve">                                                          1</w:t>
      </w:r>
    </w:p>
    <w:p w:rsidR="00962C80" w:rsidRDefault="00962C80" w:rsidP="00B2445A">
      <w:pPr>
        <w:pStyle w:val="ConsPlusNonformat"/>
        <w:jc w:val="both"/>
      </w:pPr>
      <w:r>
        <w:t xml:space="preserve">    Адрес регистрации представителя (уполномоченного лица)</w:t>
      </w:r>
    </w:p>
    <w:p w:rsidR="00962C80" w:rsidRDefault="00962C80" w:rsidP="00B2445A">
      <w:pPr>
        <w:pStyle w:val="ConsPlusNormal"/>
        <w:jc w:val="both"/>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1090"/>
        <w:gridCol w:w="2891"/>
        <w:gridCol w:w="1077"/>
        <w:gridCol w:w="1361"/>
        <w:gridCol w:w="1361"/>
        <w:gridCol w:w="1247"/>
      </w:tblGrid>
      <w:tr w:rsidR="00962C80" w:rsidRPr="003D713E">
        <w:tc>
          <w:tcPr>
            <w:tcW w:w="1090" w:type="dxa"/>
          </w:tcPr>
          <w:p w:rsidR="00962C80" w:rsidRDefault="00962C80">
            <w:pPr>
              <w:pStyle w:val="ConsPlusNormal"/>
              <w:spacing w:line="276" w:lineRule="auto"/>
            </w:pPr>
            <w:r>
              <w:t>Индекс</w:t>
            </w:r>
          </w:p>
        </w:tc>
        <w:tc>
          <w:tcPr>
            <w:tcW w:w="2891" w:type="dxa"/>
          </w:tcPr>
          <w:p w:rsidR="00962C80" w:rsidRDefault="00962C80">
            <w:pPr>
              <w:pStyle w:val="ConsPlusNormal"/>
              <w:spacing w:line="276" w:lineRule="auto"/>
            </w:pPr>
          </w:p>
        </w:tc>
        <w:tc>
          <w:tcPr>
            <w:tcW w:w="2438" w:type="dxa"/>
            <w:gridSpan w:val="2"/>
          </w:tcPr>
          <w:p w:rsidR="00962C80" w:rsidRDefault="00962C80">
            <w:pPr>
              <w:pStyle w:val="ConsPlusNormal"/>
              <w:spacing w:line="276" w:lineRule="auto"/>
            </w:pPr>
            <w:r>
              <w:t>Регион</w:t>
            </w:r>
          </w:p>
        </w:tc>
        <w:tc>
          <w:tcPr>
            <w:tcW w:w="2608" w:type="dxa"/>
            <w:gridSpan w:val="2"/>
          </w:tcPr>
          <w:p w:rsidR="00962C80" w:rsidRDefault="00962C80">
            <w:pPr>
              <w:pStyle w:val="ConsPlusNormal"/>
              <w:spacing w:line="276" w:lineRule="auto"/>
            </w:pPr>
          </w:p>
        </w:tc>
      </w:tr>
      <w:tr w:rsidR="00962C80" w:rsidRPr="003D713E">
        <w:tc>
          <w:tcPr>
            <w:tcW w:w="1090" w:type="dxa"/>
          </w:tcPr>
          <w:p w:rsidR="00962C80" w:rsidRDefault="00962C80">
            <w:pPr>
              <w:pStyle w:val="ConsPlusNormal"/>
              <w:spacing w:line="276" w:lineRule="auto"/>
            </w:pPr>
            <w:r>
              <w:t>Район</w:t>
            </w:r>
          </w:p>
        </w:tc>
        <w:tc>
          <w:tcPr>
            <w:tcW w:w="2891" w:type="dxa"/>
          </w:tcPr>
          <w:p w:rsidR="00962C80" w:rsidRDefault="00962C80">
            <w:pPr>
              <w:pStyle w:val="ConsPlusNormal"/>
              <w:spacing w:line="276" w:lineRule="auto"/>
            </w:pPr>
          </w:p>
        </w:tc>
        <w:tc>
          <w:tcPr>
            <w:tcW w:w="2438" w:type="dxa"/>
            <w:gridSpan w:val="2"/>
          </w:tcPr>
          <w:p w:rsidR="00962C80" w:rsidRDefault="00962C80">
            <w:pPr>
              <w:pStyle w:val="ConsPlusNormal"/>
              <w:spacing w:line="276" w:lineRule="auto"/>
            </w:pPr>
            <w:r>
              <w:t>Населенный пункт</w:t>
            </w:r>
          </w:p>
        </w:tc>
        <w:tc>
          <w:tcPr>
            <w:tcW w:w="2608" w:type="dxa"/>
            <w:gridSpan w:val="2"/>
          </w:tcPr>
          <w:p w:rsidR="00962C80" w:rsidRDefault="00962C80">
            <w:pPr>
              <w:pStyle w:val="ConsPlusNormal"/>
              <w:spacing w:line="276" w:lineRule="auto"/>
            </w:pPr>
          </w:p>
        </w:tc>
      </w:tr>
      <w:tr w:rsidR="00962C80" w:rsidRPr="003D713E">
        <w:tc>
          <w:tcPr>
            <w:tcW w:w="1090" w:type="dxa"/>
          </w:tcPr>
          <w:p w:rsidR="00962C80" w:rsidRDefault="00962C80">
            <w:pPr>
              <w:pStyle w:val="ConsPlusNormal"/>
              <w:spacing w:line="276" w:lineRule="auto"/>
            </w:pPr>
            <w:r>
              <w:t>Улица</w:t>
            </w:r>
          </w:p>
        </w:tc>
        <w:tc>
          <w:tcPr>
            <w:tcW w:w="7937" w:type="dxa"/>
            <w:gridSpan w:val="5"/>
          </w:tcPr>
          <w:p w:rsidR="00962C80" w:rsidRDefault="00962C80">
            <w:pPr>
              <w:pStyle w:val="ConsPlusNormal"/>
              <w:spacing w:line="276" w:lineRule="auto"/>
            </w:pPr>
          </w:p>
        </w:tc>
      </w:tr>
      <w:tr w:rsidR="00962C80" w:rsidRPr="003D713E">
        <w:tc>
          <w:tcPr>
            <w:tcW w:w="1090" w:type="dxa"/>
          </w:tcPr>
          <w:p w:rsidR="00962C80" w:rsidRDefault="00962C80">
            <w:pPr>
              <w:pStyle w:val="ConsPlusNormal"/>
              <w:spacing w:line="276" w:lineRule="auto"/>
            </w:pPr>
            <w:r>
              <w:t>Дом</w:t>
            </w:r>
          </w:p>
        </w:tc>
        <w:tc>
          <w:tcPr>
            <w:tcW w:w="2891" w:type="dxa"/>
          </w:tcPr>
          <w:p w:rsidR="00962C80" w:rsidRDefault="00962C80">
            <w:pPr>
              <w:pStyle w:val="ConsPlusNormal"/>
              <w:spacing w:line="276" w:lineRule="auto"/>
            </w:pPr>
          </w:p>
        </w:tc>
        <w:tc>
          <w:tcPr>
            <w:tcW w:w="1077" w:type="dxa"/>
          </w:tcPr>
          <w:p w:rsidR="00962C80" w:rsidRDefault="00962C80">
            <w:pPr>
              <w:pStyle w:val="ConsPlusNormal"/>
              <w:spacing w:line="276" w:lineRule="auto"/>
            </w:pPr>
            <w:r>
              <w:t>Корпус</w:t>
            </w:r>
          </w:p>
        </w:tc>
        <w:tc>
          <w:tcPr>
            <w:tcW w:w="1361" w:type="dxa"/>
          </w:tcPr>
          <w:p w:rsidR="00962C80" w:rsidRDefault="00962C80">
            <w:pPr>
              <w:pStyle w:val="ConsPlusNormal"/>
              <w:spacing w:line="276" w:lineRule="auto"/>
            </w:pPr>
          </w:p>
        </w:tc>
        <w:tc>
          <w:tcPr>
            <w:tcW w:w="1361" w:type="dxa"/>
          </w:tcPr>
          <w:p w:rsidR="00962C80" w:rsidRDefault="00962C80">
            <w:pPr>
              <w:pStyle w:val="ConsPlusNormal"/>
              <w:spacing w:line="276" w:lineRule="auto"/>
            </w:pPr>
            <w:r>
              <w:t>Квартира</w:t>
            </w:r>
          </w:p>
        </w:tc>
        <w:tc>
          <w:tcPr>
            <w:tcW w:w="1247" w:type="dxa"/>
          </w:tcPr>
          <w:p w:rsidR="00962C80" w:rsidRDefault="00962C80">
            <w:pPr>
              <w:pStyle w:val="ConsPlusNormal"/>
              <w:spacing w:line="276" w:lineRule="auto"/>
            </w:pPr>
          </w:p>
        </w:tc>
      </w:tr>
    </w:tbl>
    <w:p w:rsidR="00962C80" w:rsidRDefault="00962C80" w:rsidP="00B2445A">
      <w:pPr>
        <w:pStyle w:val="ConsPlusNormal"/>
        <w:jc w:val="both"/>
      </w:pPr>
    </w:p>
    <w:p w:rsidR="00962C80" w:rsidRDefault="00962C80" w:rsidP="00B2445A">
      <w:pPr>
        <w:pStyle w:val="ConsPlusNonformat"/>
        <w:jc w:val="both"/>
      </w:pPr>
      <w:r>
        <w:t xml:space="preserve">                                                               1</w:t>
      </w:r>
    </w:p>
    <w:p w:rsidR="00962C80" w:rsidRDefault="00962C80" w:rsidP="00B2445A">
      <w:pPr>
        <w:pStyle w:val="ConsPlusNonformat"/>
        <w:jc w:val="both"/>
      </w:pPr>
      <w:r>
        <w:t xml:space="preserve">    Адрес места жительства представителя (уполномоченного лица)</w:t>
      </w:r>
    </w:p>
    <w:p w:rsidR="00962C80" w:rsidRDefault="00962C80" w:rsidP="00B2445A">
      <w:pPr>
        <w:pStyle w:val="ConsPlusNonformat"/>
        <w:jc w:val="both"/>
      </w:pPr>
      <w:r>
        <w:t xml:space="preserve">    ________________________________</w:t>
      </w:r>
    </w:p>
    <w:p w:rsidR="00962C80" w:rsidRDefault="00962C80" w:rsidP="00B2445A">
      <w:pPr>
        <w:pStyle w:val="ConsPlusNonformat"/>
        <w:jc w:val="both"/>
      </w:pPr>
      <w:r>
        <w:t>1</w:t>
      </w:r>
    </w:p>
    <w:p w:rsidR="00962C80" w:rsidRDefault="00962C80" w:rsidP="00B2445A">
      <w:pPr>
        <w:pStyle w:val="ConsPlusNonformat"/>
        <w:jc w:val="both"/>
      </w:pPr>
      <w:r>
        <w:t xml:space="preserve"> Заполняется в случае обращения представителя заявителя</w:t>
      </w:r>
    </w:p>
    <w:p w:rsidR="00962C80" w:rsidRDefault="00962C80" w:rsidP="00B2445A">
      <w:pPr>
        <w:pStyle w:val="ConsPlusNormal"/>
        <w:jc w:val="both"/>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1090"/>
        <w:gridCol w:w="2891"/>
        <w:gridCol w:w="1077"/>
        <w:gridCol w:w="1361"/>
        <w:gridCol w:w="1361"/>
        <w:gridCol w:w="1247"/>
      </w:tblGrid>
      <w:tr w:rsidR="00962C80" w:rsidRPr="003D713E">
        <w:tc>
          <w:tcPr>
            <w:tcW w:w="1090" w:type="dxa"/>
          </w:tcPr>
          <w:p w:rsidR="00962C80" w:rsidRDefault="00962C80">
            <w:pPr>
              <w:pStyle w:val="ConsPlusNormal"/>
              <w:spacing w:line="276" w:lineRule="auto"/>
            </w:pPr>
            <w:r>
              <w:t>Индекс</w:t>
            </w:r>
          </w:p>
        </w:tc>
        <w:tc>
          <w:tcPr>
            <w:tcW w:w="2891" w:type="dxa"/>
          </w:tcPr>
          <w:p w:rsidR="00962C80" w:rsidRDefault="00962C80">
            <w:pPr>
              <w:pStyle w:val="ConsPlusNormal"/>
              <w:spacing w:line="276" w:lineRule="auto"/>
            </w:pPr>
          </w:p>
        </w:tc>
        <w:tc>
          <w:tcPr>
            <w:tcW w:w="2438" w:type="dxa"/>
            <w:gridSpan w:val="2"/>
          </w:tcPr>
          <w:p w:rsidR="00962C80" w:rsidRDefault="00962C80">
            <w:pPr>
              <w:pStyle w:val="ConsPlusNormal"/>
              <w:spacing w:line="276" w:lineRule="auto"/>
            </w:pPr>
            <w:r>
              <w:t>Регион</w:t>
            </w:r>
          </w:p>
        </w:tc>
        <w:tc>
          <w:tcPr>
            <w:tcW w:w="2608" w:type="dxa"/>
            <w:gridSpan w:val="2"/>
          </w:tcPr>
          <w:p w:rsidR="00962C80" w:rsidRDefault="00962C80">
            <w:pPr>
              <w:pStyle w:val="ConsPlusNormal"/>
              <w:spacing w:line="276" w:lineRule="auto"/>
            </w:pPr>
          </w:p>
        </w:tc>
      </w:tr>
      <w:tr w:rsidR="00962C80" w:rsidRPr="003D713E">
        <w:tc>
          <w:tcPr>
            <w:tcW w:w="1090" w:type="dxa"/>
          </w:tcPr>
          <w:p w:rsidR="00962C80" w:rsidRDefault="00962C80">
            <w:pPr>
              <w:pStyle w:val="ConsPlusNormal"/>
              <w:spacing w:line="276" w:lineRule="auto"/>
            </w:pPr>
            <w:r>
              <w:t>Район</w:t>
            </w:r>
          </w:p>
        </w:tc>
        <w:tc>
          <w:tcPr>
            <w:tcW w:w="2891" w:type="dxa"/>
          </w:tcPr>
          <w:p w:rsidR="00962C80" w:rsidRDefault="00962C80">
            <w:pPr>
              <w:pStyle w:val="ConsPlusNormal"/>
              <w:spacing w:line="276" w:lineRule="auto"/>
            </w:pPr>
          </w:p>
        </w:tc>
        <w:tc>
          <w:tcPr>
            <w:tcW w:w="2438" w:type="dxa"/>
            <w:gridSpan w:val="2"/>
          </w:tcPr>
          <w:p w:rsidR="00962C80" w:rsidRDefault="00962C80">
            <w:pPr>
              <w:pStyle w:val="ConsPlusNormal"/>
              <w:spacing w:line="276" w:lineRule="auto"/>
            </w:pPr>
            <w:r>
              <w:t>Населенный пункт</w:t>
            </w:r>
          </w:p>
        </w:tc>
        <w:tc>
          <w:tcPr>
            <w:tcW w:w="2608" w:type="dxa"/>
            <w:gridSpan w:val="2"/>
          </w:tcPr>
          <w:p w:rsidR="00962C80" w:rsidRDefault="00962C80">
            <w:pPr>
              <w:pStyle w:val="ConsPlusNormal"/>
              <w:spacing w:line="276" w:lineRule="auto"/>
            </w:pPr>
          </w:p>
        </w:tc>
      </w:tr>
      <w:tr w:rsidR="00962C80" w:rsidRPr="003D713E">
        <w:tc>
          <w:tcPr>
            <w:tcW w:w="1090" w:type="dxa"/>
          </w:tcPr>
          <w:p w:rsidR="00962C80" w:rsidRDefault="00962C80">
            <w:pPr>
              <w:pStyle w:val="ConsPlusNormal"/>
              <w:spacing w:line="276" w:lineRule="auto"/>
            </w:pPr>
            <w:r>
              <w:t>Улица</w:t>
            </w:r>
          </w:p>
        </w:tc>
        <w:tc>
          <w:tcPr>
            <w:tcW w:w="7937" w:type="dxa"/>
            <w:gridSpan w:val="5"/>
          </w:tcPr>
          <w:p w:rsidR="00962C80" w:rsidRDefault="00962C80">
            <w:pPr>
              <w:pStyle w:val="ConsPlusNormal"/>
              <w:spacing w:line="276" w:lineRule="auto"/>
            </w:pPr>
          </w:p>
        </w:tc>
      </w:tr>
      <w:tr w:rsidR="00962C80" w:rsidRPr="003D713E">
        <w:tc>
          <w:tcPr>
            <w:tcW w:w="1090" w:type="dxa"/>
          </w:tcPr>
          <w:p w:rsidR="00962C80" w:rsidRDefault="00962C80">
            <w:pPr>
              <w:pStyle w:val="ConsPlusNormal"/>
              <w:spacing w:line="276" w:lineRule="auto"/>
            </w:pPr>
            <w:r>
              <w:t>Дом</w:t>
            </w:r>
          </w:p>
        </w:tc>
        <w:tc>
          <w:tcPr>
            <w:tcW w:w="2891" w:type="dxa"/>
          </w:tcPr>
          <w:p w:rsidR="00962C80" w:rsidRDefault="00962C80">
            <w:pPr>
              <w:pStyle w:val="ConsPlusNormal"/>
              <w:spacing w:line="276" w:lineRule="auto"/>
            </w:pPr>
          </w:p>
        </w:tc>
        <w:tc>
          <w:tcPr>
            <w:tcW w:w="1077" w:type="dxa"/>
          </w:tcPr>
          <w:p w:rsidR="00962C80" w:rsidRDefault="00962C80">
            <w:pPr>
              <w:pStyle w:val="ConsPlusNormal"/>
              <w:spacing w:line="276" w:lineRule="auto"/>
            </w:pPr>
            <w:r>
              <w:t>Корпус</w:t>
            </w:r>
          </w:p>
        </w:tc>
        <w:tc>
          <w:tcPr>
            <w:tcW w:w="1361" w:type="dxa"/>
          </w:tcPr>
          <w:p w:rsidR="00962C80" w:rsidRDefault="00962C80">
            <w:pPr>
              <w:pStyle w:val="ConsPlusNormal"/>
              <w:spacing w:line="276" w:lineRule="auto"/>
            </w:pPr>
          </w:p>
        </w:tc>
        <w:tc>
          <w:tcPr>
            <w:tcW w:w="1361" w:type="dxa"/>
          </w:tcPr>
          <w:p w:rsidR="00962C80" w:rsidRDefault="00962C80">
            <w:pPr>
              <w:pStyle w:val="ConsPlusNormal"/>
              <w:spacing w:line="276" w:lineRule="auto"/>
            </w:pPr>
            <w:r>
              <w:t>Квартира</w:t>
            </w:r>
          </w:p>
        </w:tc>
        <w:tc>
          <w:tcPr>
            <w:tcW w:w="1247" w:type="dxa"/>
          </w:tcPr>
          <w:p w:rsidR="00962C80" w:rsidRDefault="00962C80">
            <w:pPr>
              <w:pStyle w:val="ConsPlusNormal"/>
              <w:spacing w:line="276" w:lineRule="auto"/>
            </w:pPr>
          </w:p>
        </w:tc>
      </w:tr>
    </w:tbl>
    <w:p w:rsidR="00962C80" w:rsidRDefault="00962C80" w:rsidP="00B2445A">
      <w:pPr>
        <w:pStyle w:val="ConsPlusNormal"/>
        <w:jc w:val="both"/>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1644"/>
        <w:gridCol w:w="7427"/>
      </w:tblGrid>
      <w:tr w:rsidR="00962C80" w:rsidRPr="003D713E">
        <w:tc>
          <w:tcPr>
            <w:tcW w:w="1644" w:type="dxa"/>
            <w:vMerge w:val="restart"/>
          </w:tcPr>
          <w:p w:rsidR="00962C80" w:rsidRDefault="00962C80">
            <w:pPr>
              <w:pStyle w:val="ConsPlusNormal"/>
              <w:spacing w:line="276" w:lineRule="auto"/>
            </w:pPr>
            <w:r>
              <w:t>Контактные данные</w:t>
            </w:r>
          </w:p>
        </w:tc>
        <w:tc>
          <w:tcPr>
            <w:tcW w:w="7427" w:type="dxa"/>
          </w:tcPr>
          <w:p w:rsidR="00962C80" w:rsidRDefault="00962C80">
            <w:pPr>
              <w:pStyle w:val="ConsPlusNormal"/>
              <w:spacing w:line="276" w:lineRule="auto"/>
            </w:pPr>
            <w:r>
              <w:t>Мобильный телефон:</w:t>
            </w:r>
          </w:p>
        </w:tc>
      </w:tr>
      <w:tr w:rsidR="00962C80" w:rsidRPr="003D713E">
        <w:tc>
          <w:tcPr>
            <w:tcW w:w="1644" w:type="dxa"/>
            <w:vMerge/>
            <w:vAlign w:val="center"/>
          </w:tcPr>
          <w:p w:rsidR="00962C80" w:rsidRDefault="00962C80">
            <w:pPr>
              <w:spacing w:after="0" w:line="240" w:lineRule="auto"/>
              <w:rPr>
                <w:lang w:eastAsia="ru-RU"/>
              </w:rPr>
            </w:pPr>
          </w:p>
        </w:tc>
        <w:tc>
          <w:tcPr>
            <w:tcW w:w="7427" w:type="dxa"/>
          </w:tcPr>
          <w:p w:rsidR="00962C80" w:rsidRDefault="00962C80">
            <w:pPr>
              <w:pStyle w:val="ConsPlusNormal"/>
              <w:spacing w:line="276" w:lineRule="auto"/>
            </w:pPr>
            <w:r>
              <w:t>Адрес электронной почты:</w:t>
            </w:r>
          </w:p>
        </w:tc>
      </w:tr>
    </w:tbl>
    <w:p w:rsidR="00962C80" w:rsidRDefault="00962C80" w:rsidP="00B2445A">
      <w:pPr>
        <w:pStyle w:val="ConsPlusNormal"/>
        <w:jc w:val="both"/>
      </w:pPr>
    </w:p>
    <w:p w:rsidR="00962C80" w:rsidRDefault="00962C80" w:rsidP="00B2445A">
      <w:pPr>
        <w:pStyle w:val="ConsPlusNonformat"/>
        <w:jc w:val="both"/>
      </w:pPr>
      <w:r>
        <w:t xml:space="preserve">                                 ЗАЯВЛЕНИЕ</w:t>
      </w:r>
    </w:p>
    <w:p w:rsidR="00962C80" w:rsidRDefault="00962C80" w:rsidP="00B2445A">
      <w:pPr>
        <w:pStyle w:val="ConsPlusNonformat"/>
        <w:jc w:val="both"/>
      </w:pPr>
    </w:p>
    <w:p w:rsidR="00962C80" w:rsidRDefault="00962C80" w:rsidP="00B2445A">
      <w:pPr>
        <w:pStyle w:val="ConsPlusNonformat"/>
        <w:jc w:val="both"/>
      </w:pPr>
      <w:r>
        <w:t xml:space="preserve">    Прошу   предоставить  сведения  об  объектах  муниципального  имущества</w:t>
      </w:r>
    </w:p>
    <w:p w:rsidR="00962C80" w:rsidRDefault="00962C80" w:rsidP="00B2445A">
      <w:pPr>
        <w:pStyle w:val="ConsPlusNonformat"/>
        <w:jc w:val="both"/>
      </w:pPr>
      <w:r>
        <w:t xml:space="preserve">Торгунского сельского поселения, свободного от прав третьих лиц (за </w:t>
      </w:r>
    </w:p>
    <w:p w:rsidR="00962C80" w:rsidRDefault="00962C80" w:rsidP="00B2445A">
      <w:pPr>
        <w:pStyle w:val="ConsPlusNonformat"/>
        <w:jc w:val="both"/>
      </w:pPr>
      <w:r>
        <w:t>исключением    имущественных    прав    субъектов    малого    и   среднего</w:t>
      </w:r>
    </w:p>
    <w:p w:rsidR="00962C80" w:rsidRDefault="00962C80" w:rsidP="00B2445A">
      <w:pPr>
        <w:pStyle w:val="ConsPlusNonformat"/>
        <w:jc w:val="both"/>
      </w:pPr>
      <w:r>
        <w:t>предпринимательства),  предназначенного  для  предоставления  во владение и</w:t>
      </w:r>
    </w:p>
    <w:p w:rsidR="00962C80" w:rsidRDefault="00962C80" w:rsidP="00B2445A">
      <w:pPr>
        <w:pStyle w:val="ConsPlusNonformat"/>
        <w:jc w:val="both"/>
      </w:pPr>
      <w:r>
        <w:t>(или)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62C80" w:rsidRDefault="00962C80" w:rsidP="00B2445A">
      <w:pPr>
        <w:pStyle w:val="ConsPlusNonformat"/>
        <w:jc w:val="both"/>
      </w:pPr>
    </w:p>
    <w:p w:rsidR="00962C80" w:rsidRDefault="00962C80" w:rsidP="00B2445A">
      <w:pPr>
        <w:pStyle w:val="ConsPlusNonformat"/>
        <w:jc w:val="both"/>
      </w:pPr>
      <w:r>
        <w:t xml:space="preserve">    Вышеуказанные сведения прошу предоставить в _______ экземпляре(ах).</w:t>
      </w:r>
    </w:p>
    <w:p w:rsidR="00962C80" w:rsidRDefault="00962C80" w:rsidP="00B2445A">
      <w:pPr>
        <w:pStyle w:val="ConsPlusNonformat"/>
        <w:jc w:val="both"/>
      </w:pPr>
    </w:p>
    <w:p w:rsidR="00962C80" w:rsidRDefault="00962C80" w:rsidP="00B2445A">
      <w:pPr>
        <w:pStyle w:val="ConsPlusNonformat"/>
        <w:jc w:val="both"/>
      </w:pPr>
    </w:p>
    <w:p w:rsidR="00962C80" w:rsidRDefault="00962C80" w:rsidP="00B2445A">
      <w:pPr>
        <w:pStyle w:val="ConsPlusNonformat"/>
        <w:jc w:val="both"/>
      </w:pPr>
      <w:r>
        <w:t xml:space="preserve">                     Представлены следующие документы</w:t>
      </w:r>
    </w:p>
    <w:p w:rsidR="00962C80" w:rsidRDefault="00962C80" w:rsidP="00B2445A">
      <w:pPr>
        <w:pStyle w:val="ConsPlusNormal"/>
        <w:jc w:val="both"/>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567"/>
        <w:gridCol w:w="8504"/>
      </w:tblGrid>
      <w:tr w:rsidR="00962C80" w:rsidRPr="003D713E">
        <w:tc>
          <w:tcPr>
            <w:tcW w:w="567" w:type="dxa"/>
          </w:tcPr>
          <w:p w:rsidR="00962C80" w:rsidRDefault="00962C80">
            <w:pPr>
              <w:pStyle w:val="ConsPlusNormal"/>
              <w:spacing w:line="276" w:lineRule="auto"/>
              <w:jc w:val="center"/>
            </w:pPr>
            <w:r>
              <w:t>1</w:t>
            </w:r>
          </w:p>
        </w:tc>
        <w:tc>
          <w:tcPr>
            <w:tcW w:w="8504" w:type="dxa"/>
          </w:tcPr>
          <w:p w:rsidR="00962C80" w:rsidRDefault="00962C80">
            <w:pPr>
              <w:pStyle w:val="ConsPlusNormal"/>
              <w:spacing w:line="276" w:lineRule="auto"/>
            </w:pPr>
          </w:p>
        </w:tc>
      </w:tr>
      <w:tr w:rsidR="00962C80" w:rsidRPr="003D713E">
        <w:tc>
          <w:tcPr>
            <w:tcW w:w="567" w:type="dxa"/>
          </w:tcPr>
          <w:p w:rsidR="00962C80" w:rsidRDefault="00962C80">
            <w:pPr>
              <w:pStyle w:val="ConsPlusNormal"/>
              <w:spacing w:line="276" w:lineRule="auto"/>
              <w:jc w:val="center"/>
            </w:pPr>
            <w:r>
              <w:t>2</w:t>
            </w:r>
          </w:p>
        </w:tc>
        <w:tc>
          <w:tcPr>
            <w:tcW w:w="8504" w:type="dxa"/>
          </w:tcPr>
          <w:p w:rsidR="00962C80" w:rsidRDefault="00962C80">
            <w:pPr>
              <w:pStyle w:val="ConsPlusNormal"/>
              <w:spacing w:line="276" w:lineRule="auto"/>
            </w:pPr>
          </w:p>
        </w:tc>
      </w:tr>
      <w:tr w:rsidR="00962C80" w:rsidRPr="003D713E">
        <w:tc>
          <w:tcPr>
            <w:tcW w:w="567" w:type="dxa"/>
          </w:tcPr>
          <w:p w:rsidR="00962C80" w:rsidRDefault="00962C80">
            <w:pPr>
              <w:pStyle w:val="ConsPlusNormal"/>
              <w:spacing w:line="276" w:lineRule="auto"/>
              <w:jc w:val="center"/>
            </w:pPr>
            <w:r>
              <w:t>3</w:t>
            </w:r>
          </w:p>
        </w:tc>
        <w:tc>
          <w:tcPr>
            <w:tcW w:w="8504" w:type="dxa"/>
          </w:tcPr>
          <w:p w:rsidR="00962C80" w:rsidRDefault="00962C80">
            <w:pPr>
              <w:pStyle w:val="ConsPlusNormal"/>
              <w:spacing w:line="276" w:lineRule="auto"/>
            </w:pPr>
          </w:p>
        </w:tc>
      </w:tr>
    </w:tbl>
    <w:p w:rsidR="00962C80" w:rsidRDefault="00962C80" w:rsidP="00B2445A">
      <w:pPr>
        <w:pStyle w:val="ConsPlusNormal"/>
        <w:jc w:val="both"/>
      </w:pPr>
    </w:p>
    <w:p w:rsidR="00962C80" w:rsidRDefault="00962C80" w:rsidP="00B2445A">
      <w:pPr>
        <w:pStyle w:val="ConsPlusNonformat"/>
        <w:jc w:val="both"/>
      </w:pPr>
      <w:r>
        <w:t xml:space="preserve">    Результат рассмотрения заявления прошу:</w:t>
      </w:r>
    </w:p>
    <w:p w:rsidR="00962C80" w:rsidRDefault="00962C80" w:rsidP="00B2445A">
      <w:pPr>
        <w:pStyle w:val="ConsPlusNormal"/>
        <w:jc w:val="both"/>
      </w:pPr>
    </w:p>
    <w:tbl>
      <w:tblPr>
        <w:tblW w:w="0" w:type="auto"/>
        <w:tblInd w:w="2" w:type="dxa"/>
        <w:tblBorders>
          <w:left w:val="single" w:sz="4" w:space="0" w:color="auto"/>
          <w:insideV w:val="single" w:sz="4" w:space="0" w:color="auto"/>
        </w:tblBorders>
        <w:tblLayout w:type="fixed"/>
        <w:tblCellMar>
          <w:top w:w="102" w:type="dxa"/>
          <w:left w:w="62" w:type="dxa"/>
          <w:bottom w:w="102" w:type="dxa"/>
          <w:right w:w="62" w:type="dxa"/>
        </w:tblCellMar>
        <w:tblLook w:val="00A0"/>
      </w:tblPr>
      <w:tblGrid>
        <w:gridCol w:w="510"/>
        <w:gridCol w:w="8561"/>
      </w:tblGrid>
      <w:tr w:rsidR="00962C80" w:rsidRPr="003D713E">
        <w:tc>
          <w:tcPr>
            <w:tcW w:w="510" w:type="dxa"/>
            <w:tcBorders>
              <w:top w:val="single" w:sz="4" w:space="0" w:color="auto"/>
              <w:bottom w:val="single" w:sz="4" w:space="0" w:color="auto"/>
            </w:tcBorders>
          </w:tcPr>
          <w:p w:rsidR="00962C80" w:rsidRDefault="00962C80">
            <w:pPr>
              <w:pStyle w:val="ConsPlusNormal"/>
              <w:spacing w:line="276" w:lineRule="auto"/>
            </w:pPr>
          </w:p>
        </w:tc>
        <w:tc>
          <w:tcPr>
            <w:tcW w:w="8561" w:type="dxa"/>
            <w:tcBorders>
              <w:top w:val="nil"/>
              <w:bottom w:val="nil"/>
              <w:right w:val="nil"/>
            </w:tcBorders>
          </w:tcPr>
          <w:p w:rsidR="00962C80" w:rsidRDefault="00962C80">
            <w:pPr>
              <w:pStyle w:val="ConsPlusNormal"/>
              <w:spacing w:line="276" w:lineRule="auto"/>
            </w:pPr>
            <w:r>
              <w:t>направить по почте</w:t>
            </w:r>
          </w:p>
        </w:tc>
      </w:tr>
      <w:tr w:rsidR="00962C80" w:rsidRPr="003D713E">
        <w:tc>
          <w:tcPr>
            <w:tcW w:w="510" w:type="dxa"/>
            <w:tcBorders>
              <w:top w:val="single" w:sz="4" w:space="0" w:color="auto"/>
              <w:bottom w:val="single" w:sz="4" w:space="0" w:color="auto"/>
            </w:tcBorders>
          </w:tcPr>
          <w:p w:rsidR="00962C80" w:rsidRDefault="00962C80">
            <w:pPr>
              <w:pStyle w:val="ConsPlusNormal"/>
              <w:spacing w:line="276" w:lineRule="auto"/>
            </w:pPr>
          </w:p>
        </w:tc>
        <w:tc>
          <w:tcPr>
            <w:tcW w:w="8561" w:type="dxa"/>
            <w:tcBorders>
              <w:top w:val="nil"/>
              <w:bottom w:val="nil"/>
              <w:right w:val="nil"/>
            </w:tcBorders>
          </w:tcPr>
          <w:p w:rsidR="00962C80" w:rsidRDefault="00962C80">
            <w:pPr>
              <w:pStyle w:val="ConsPlusNormal"/>
              <w:spacing w:line="276" w:lineRule="auto"/>
            </w:pPr>
            <w:r>
              <w:t>выдать на руки при личной явке в МФЦ</w:t>
            </w:r>
          </w:p>
        </w:tc>
      </w:tr>
    </w:tbl>
    <w:p w:rsidR="00962C80" w:rsidRDefault="00962C80" w:rsidP="00B2445A">
      <w:pPr>
        <w:pStyle w:val="ConsPlusNormal"/>
        <w:jc w:val="both"/>
      </w:pPr>
    </w:p>
    <w:p w:rsidR="00962C80" w:rsidRDefault="00962C80" w:rsidP="00B2445A">
      <w:pPr>
        <w:pStyle w:val="ConsPlusNonformat"/>
        <w:jc w:val="both"/>
      </w:pPr>
      <w:r>
        <w:t>____________________     ___________________________________</w:t>
      </w:r>
    </w:p>
    <w:p w:rsidR="00962C80" w:rsidRDefault="00962C80" w:rsidP="00B2445A">
      <w:pPr>
        <w:pStyle w:val="ConsPlusNonformat"/>
        <w:jc w:val="both"/>
      </w:pPr>
      <w:r>
        <w:t xml:space="preserve">        Дата                        Подпись/ФИО</w:t>
      </w:r>
    </w:p>
    <w:p w:rsidR="00962C80" w:rsidRDefault="00962C80" w:rsidP="00B2445A">
      <w:pPr>
        <w:pStyle w:val="ConsPlusNormal"/>
        <w:jc w:val="both"/>
      </w:pPr>
    </w:p>
    <w:p w:rsidR="00962C80" w:rsidRDefault="00962C80" w:rsidP="00B2445A">
      <w:pPr>
        <w:pStyle w:val="ConsPlusNormal"/>
        <w:jc w:val="both"/>
      </w:pPr>
    </w:p>
    <w:p w:rsidR="00962C80" w:rsidRDefault="00962C80" w:rsidP="00B2445A">
      <w:pPr>
        <w:pStyle w:val="ConsPlusNormal"/>
        <w:jc w:val="both"/>
      </w:pPr>
    </w:p>
    <w:p w:rsidR="00962C80" w:rsidRDefault="00962C80" w:rsidP="00B2445A">
      <w:pPr>
        <w:pStyle w:val="ConsPlusNormal"/>
        <w:jc w:val="both"/>
      </w:pPr>
    </w:p>
    <w:p w:rsidR="00962C80" w:rsidRDefault="00962C80" w:rsidP="00B2445A">
      <w:pPr>
        <w:pStyle w:val="ConsPlusNormal"/>
        <w:jc w:val="both"/>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r>
        <w:t>Приложение 2</w:t>
      </w:r>
    </w:p>
    <w:p w:rsidR="00962C80" w:rsidRDefault="00962C80" w:rsidP="00B2445A">
      <w:pPr>
        <w:pStyle w:val="ConsPlusNormal"/>
        <w:jc w:val="right"/>
      </w:pPr>
      <w:r>
        <w:t>к административному регламенту</w:t>
      </w:r>
    </w:p>
    <w:p w:rsidR="00962C80" w:rsidRDefault="00962C80" w:rsidP="00B2445A">
      <w:pPr>
        <w:pStyle w:val="ConsPlusNormal"/>
        <w:jc w:val="both"/>
      </w:pPr>
    </w:p>
    <w:p w:rsidR="00962C80" w:rsidRDefault="00962C80" w:rsidP="00B2445A">
      <w:pPr>
        <w:pStyle w:val="ConsPlusNonformat"/>
        <w:jc w:val="both"/>
      </w:pPr>
      <w:r>
        <w:t xml:space="preserve">                                         Главе</w:t>
      </w:r>
    </w:p>
    <w:p w:rsidR="00962C80" w:rsidRDefault="00962C80" w:rsidP="00B2445A">
      <w:pPr>
        <w:pStyle w:val="ConsPlusNonformat"/>
        <w:jc w:val="both"/>
      </w:pPr>
      <w:r>
        <w:t xml:space="preserve">                                         Торгунского сельского поселения</w:t>
      </w:r>
    </w:p>
    <w:p w:rsidR="00962C80" w:rsidRDefault="00962C80" w:rsidP="00B2445A">
      <w:pPr>
        <w:pStyle w:val="ConsPlusNonformat"/>
        <w:jc w:val="both"/>
      </w:pPr>
      <w:r>
        <w:t xml:space="preserve">                                         </w:t>
      </w:r>
    </w:p>
    <w:p w:rsidR="00962C80" w:rsidRDefault="00962C80" w:rsidP="00B2445A">
      <w:pPr>
        <w:pStyle w:val="ConsPlusNonformat"/>
        <w:jc w:val="both"/>
      </w:pPr>
      <w:r>
        <w:t xml:space="preserve">                                         __________________________________</w:t>
      </w:r>
    </w:p>
    <w:p w:rsidR="00962C80" w:rsidRDefault="00962C80" w:rsidP="00B2445A">
      <w:pPr>
        <w:pStyle w:val="ConsPlusNonformat"/>
        <w:jc w:val="both"/>
      </w:pPr>
      <w:r>
        <w:t xml:space="preserve">                                                     (Ф.И.О.)</w:t>
      </w:r>
    </w:p>
    <w:p w:rsidR="00962C80" w:rsidRDefault="00962C80" w:rsidP="00B2445A">
      <w:pPr>
        <w:pStyle w:val="ConsPlusNonformat"/>
        <w:jc w:val="both"/>
      </w:pPr>
      <w:bookmarkStart w:id="5" w:name="P504"/>
      <w:bookmarkEnd w:id="5"/>
      <w:r>
        <w:t xml:space="preserve">                              ФОРМА ЗАЯВЛЕНИЯ</w:t>
      </w:r>
    </w:p>
    <w:p w:rsidR="00962C80" w:rsidRDefault="00962C80" w:rsidP="00B2445A">
      <w:pPr>
        <w:pStyle w:val="ConsPlusNonformat"/>
        <w:jc w:val="both"/>
      </w:pPr>
      <w:r>
        <w:t xml:space="preserve">                           (ДЛЯ ЮРИДИЧЕСКИХ ЛИЦ)</w:t>
      </w:r>
    </w:p>
    <w:p w:rsidR="00962C80" w:rsidRDefault="00962C80" w:rsidP="00B2445A">
      <w:pPr>
        <w:pStyle w:val="ConsPlusNonformat"/>
        <w:jc w:val="both"/>
      </w:pPr>
    </w:p>
    <w:p w:rsidR="00962C80" w:rsidRDefault="00962C80" w:rsidP="00B2445A">
      <w:pPr>
        <w:pStyle w:val="ConsPlusNonformat"/>
        <w:jc w:val="both"/>
      </w:pPr>
      <w:r>
        <w:t xml:space="preserve">    Данные заявителя (юридического лица)</w:t>
      </w:r>
    </w:p>
    <w:p w:rsidR="00962C80" w:rsidRDefault="00962C80" w:rsidP="00B2445A">
      <w:pPr>
        <w:pStyle w:val="ConsPlusNormal"/>
        <w:jc w:val="both"/>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3118"/>
        <w:gridCol w:w="5953"/>
      </w:tblGrid>
      <w:tr w:rsidR="00962C80" w:rsidRPr="003D713E">
        <w:tc>
          <w:tcPr>
            <w:tcW w:w="3118" w:type="dxa"/>
          </w:tcPr>
          <w:p w:rsidR="00962C80" w:rsidRDefault="00962C80">
            <w:pPr>
              <w:pStyle w:val="ConsPlusNormal"/>
              <w:spacing w:line="276" w:lineRule="auto"/>
            </w:pPr>
            <w:r>
              <w:t>Полное наименование юридического лица (в соответствии с учредительными документами)</w:t>
            </w:r>
          </w:p>
        </w:tc>
        <w:tc>
          <w:tcPr>
            <w:tcW w:w="5953" w:type="dxa"/>
          </w:tcPr>
          <w:p w:rsidR="00962C80" w:rsidRDefault="00962C80">
            <w:pPr>
              <w:pStyle w:val="ConsPlusNormal"/>
              <w:spacing w:line="276" w:lineRule="auto"/>
            </w:pPr>
          </w:p>
        </w:tc>
      </w:tr>
      <w:tr w:rsidR="00962C80" w:rsidRPr="003D713E">
        <w:tc>
          <w:tcPr>
            <w:tcW w:w="3118" w:type="dxa"/>
          </w:tcPr>
          <w:p w:rsidR="00962C80" w:rsidRDefault="00962C80">
            <w:pPr>
              <w:pStyle w:val="ConsPlusNormal"/>
              <w:spacing w:line="276" w:lineRule="auto"/>
            </w:pPr>
            <w:r>
              <w:t>Организационно-правовая форма юридического лица</w:t>
            </w:r>
          </w:p>
        </w:tc>
        <w:tc>
          <w:tcPr>
            <w:tcW w:w="5953" w:type="dxa"/>
          </w:tcPr>
          <w:p w:rsidR="00962C80" w:rsidRDefault="00962C80">
            <w:pPr>
              <w:pStyle w:val="ConsPlusNormal"/>
              <w:spacing w:line="276" w:lineRule="auto"/>
            </w:pPr>
          </w:p>
        </w:tc>
      </w:tr>
      <w:tr w:rsidR="00962C80" w:rsidRPr="003D713E">
        <w:tc>
          <w:tcPr>
            <w:tcW w:w="3118" w:type="dxa"/>
          </w:tcPr>
          <w:p w:rsidR="00962C80" w:rsidRDefault="00962C80">
            <w:pPr>
              <w:pStyle w:val="ConsPlusNormal"/>
              <w:spacing w:line="276" w:lineRule="auto"/>
            </w:pPr>
            <w:r>
              <w:t>Фамилия, имя, отчество руководителя юридического лица</w:t>
            </w:r>
          </w:p>
        </w:tc>
        <w:tc>
          <w:tcPr>
            <w:tcW w:w="5953" w:type="dxa"/>
          </w:tcPr>
          <w:p w:rsidR="00962C80" w:rsidRDefault="00962C80">
            <w:pPr>
              <w:pStyle w:val="ConsPlusNormal"/>
              <w:spacing w:line="276" w:lineRule="auto"/>
            </w:pPr>
          </w:p>
        </w:tc>
      </w:tr>
      <w:tr w:rsidR="00962C80" w:rsidRPr="003D713E">
        <w:tc>
          <w:tcPr>
            <w:tcW w:w="3118" w:type="dxa"/>
          </w:tcPr>
          <w:p w:rsidR="00962C80" w:rsidRDefault="00962C80">
            <w:pPr>
              <w:pStyle w:val="ConsPlusNormal"/>
              <w:spacing w:line="276" w:lineRule="auto"/>
            </w:pPr>
            <w:r>
              <w:t>ОГРН</w:t>
            </w:r>
          </w:p>
        </w:tc>
        <w:tc>
          <w:tcPr>
            <w:tcW w:w="5953" w:type="dxa"/>
          </w:tcPr>
          <w:p w:rsidR="00962C80" w:rsidRDefault="00962C80">
            <w:pPr>
              <w:pStyle w:val="ConsPlusNormal"/>
              <w:spacing w:line="276" w:lineRule="auto"/>
            </w:pPr>
          </w:p>
        </w:tc>
      </w:tr>
    </w:tbl>
    <w:p w:rsidR="00962C80" w:rsidRDefault="00962C80" w:rsidP="00B2445A">
      <w:pPr>
        <w:pStyle w:val="ConsPlusNormal"/>
        <w:jc w:val="both"/>
      </w:pPr>
    </w:p>
    <w:p w:rsidR="00962C80" w:rsidRDefault="00962C80" w:rsidP="00B2445A">
      <w:pPr>
        <w:pStyle w:val="ConsPlusNonformat"/>
        <w:jc w:val="both"/>
      </w:pPr>
      <w:r>
        <w:t xml:space="preserve">    Юридический адрес</w:t>
      </w:r>
    </w:p>
    <w:p w:rsidR="00962C80" w:rsidRDefault="00962C80" w:rsidP="00B2445A">
      <w:pPr>
        <w:pStyle w:val="ConsPlusNormal"/>
        <w:jc w:val="both"/>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1090"/>
        <w:gridCol w:w="2891"/>
        <w:gridCol w:w="1077"/>
        <w:gridCol w:w="1361"/>
        <w:gridCol w:w="1361"/>
        <w:gridCol w:w="1247"/>
      </w:tblGrid>
      <w:tr w:rsidR="00962C80" w:rsidRPr="003D713E">
        <w:tc>
          <w:tcPr>
            <w:tcW w:w="1090" w:type="dxa"/>
          </w:tcPr>
          <w:p w:rsidR="00962C80" w:rsidRDefault="00962C80">
            <w:pPr>
              <w:pStyle w:val="ConsPlusNormal"/>
              <w:spacing w:line="276" w:lineRule="auto"/>
            </w:pPr>
            <w:r>
              <w:t>Индекс</w:t>
            </w:r>
          </w:p>
        </w:tc>
        <w:tc>
          <w:tcPr>
            <w:tcW w:w="2891" w:type="dxa"/>
          </w:tcPr>
          <w:p w:rsidR="00962C80" w:rsidRDefault="00962C80">
            <w:pPr>
              <w:pStyle w:val="ConsPlusNormal"/>
              <w:spacing w:line="276" w:lineRule="auto"/>
            </w:pPr>
          </w:p>
        </w:tc>
        <w:tc>
          <w:tcPr>
            <w:tcW w:w="2438" w:type="dxa"/>
            <w:gridSpan w:val="2"/>
          </w:tcPr>
          <w:p w:rsidR="00962C80" w:rsidRDefault="00962C80">
            <w:pPr>
              <w:pStyle w:val="ConsPlusNormal"/>
              <w:spacing w:line="276" w:lineRule="auto"/>
            </w:pPr>
            <w:r>
              <w:t>Регион</w:t>
            </w:r>
          </w:p>
        </w:tc>
        <w:tc>
          <w:tcPr>
            <w:tcW w:w="2608" w:type="dxa"/>
            <w:gridSpan w:val="2"/>
          </w:tcPr>
          <w:p w:rsidR="00962C80" w:rsidRDefault="00962C80">
            <w:pPr>
              <w:pStyle w:val="ConsPlusNormal"/>
              <w:spacing w:line="276" w:lineRule="auto"/>
            </w:pPr>
          </w:p>
        </w:tc>
      </w:tr>
      <w:tr w:rsidR="00962C80" w:rsidRPr="003D713E">
        <w:tc>
          <w:tcPr>
            <w:tcW w:w="1090" w:type="dxa"/>
          </w:tcPr>
          <w:p w:rsidR="00962C80" w:rsidRDefault="00962C80">
            <w:pPr>
              <w:pStyle w:val="ConsPlusNormal"/>
              <w:spacing w:line="276" w:lineRule="auto"/>
            </w:pPr>
            <w:r>
              <w:t>Район</w:t>
            </w:r>
          </w:p>
        </w:tc>
        <w:tc>
          <w:tcPr>
            <w:tcW w:w="2891" w:type="dxa"/>
          </w:tcPr>
          <w:p w:rsidR="00962C80" w:rsidRDefault="00962C80">
            <w:pPr>
              <w:pStyle w:val="ConsPlusNormal"/>
              <w:spacing w:line="276" w:lineRule="auto"/>
            </w:pPr>
          </w:p>
        </w:tc>
        <w:tc>
          <w:tcPr>
            <w:tcW w:w="2438" w:type="dxa"/>
            <w:gridSpan w:val="2"/>
          </w:tcPr>
          <w:p w:rsidR="00962C80" w:rsidRDefault="00962C80">
            <w:pPr>
              <w:pStyle w:val="ConsPlusNormal"/>
              <w:spacing w:line="276" w:lineRule="auto"/>
            </w:pPr>
            <w:r>
              <w:t>Населенный пункт</w:t>
            </w:r>
          </w:p>
        </w:tc>
        <w:tc>
          <w:tcPr>
            <w:tcW w:w="2608" w:type="dxa"/>
            <w:gridSpan w:val="2"/>
          </w:tcPr>
          <w:p w:rsidR="00962C80" w:rsidRDefault="00962C80">
            <w:pPr>
              <w:pStyle w:val="ConsPlusNormal"/>
              <w:spacing w:line="276" w:lineRule="auto"/>
            </w:pPr>
          </w:p>
        </w:tc>
      </w:tr>
      <w:tr w:rsidR="00962C80" w:rsidRPr="003D713E">
        <w:tc>
          <w:tcPr>
            <w:tcW w:w="1090" w:type="dxa"/>
          </w:tcPr>
          <w:p w:rsidR="00962C80" w:rsidRDefault="00962C80">
            <w:pPr>
              <w:pStyle w:val="ConsPlusNormal"/>
              <w:spacing w:line="276" w:lineRule="auto"/>
            </w:pPr>
            <w:r>
              <w:t>Улица</w:t>
            </w:r>
          </w:p>
        </w:tc>
        <w:tc>
          <w:tcPr>
            <w:tcW w:w="7937" w:type="dxa"/>
            <w:gridSpan w:val="5"/>
          </w:tcPr>
          <w:p w:rsidR="00962C80" w:rsidRDefault="00962C80">
            <w:pPr>
              <w:pStyle w:val="ConsPlusNormal"/>
              <w:spacing w:line="276" w:lineRule="auto"/>
            </w:pPr>
          </w:p>
        </w:tc>
      </w:tr>
      <w:tr w:rsidR="00962C80" w:rsidRPr="003D713E">
        <w:tc>
          <w:tcPr>
            <w:tcW w:w="1090" w:type="dxa"/>
          </w:tcPr>
          <w:p w:rsidR="00962C80" w:rsidRDefault="00962C80">
            <w:pPr>
              <w:pStyle w:val="ConsPlusNormal"/>
              <w:spacing w:line="276" w:lineRule="auto"/>
            </w:pPr>
            <w:r>
              <w:t>Дом</w:t>
            </w:r>
          </w:p>
        </w:tc>
        <w:tc>
          <w:tcPr>
            <w:tcW w:w="2891" w:type="dxa"/>
          </w:tcPr>
          <w:p w:rsidR="00962C80" w:rsidRDefault="00962C80">
            <w:pPr>
              <w:pStyle w:val="ConsPlusNormal"/>
              <w:spacing w:line="276" w:lineRule="auto"/>
            </w:pPr>
          </w:p>
        </w:tc>
        <w:tc>
          <w:tcPr>
            <w:tcW w:w="1077" w:type="dxa"/>
          </w:tcPr>
          <w:p w:rsidR="00962C80" w:rsidRDefault="00962C80">
            <w:pPr>
              <w:pStyle w:val="ConsPlusNormal"/>
              <w:spacing w:line="276" w:lineRule="auto"/>
            </w:pPr>
            <w:r>
              <w:t>Корпус</w:t>
            </w:r>
          </w:p>
        </w:tc>
        <w:tc>
          <w:tcPr>
            <w:tcW w:w="1361" w:type="dxa"/>
          </w:tcPr>
          <w:p w:rsidR="00962C80" w:rsidRDefault="00962C80">
            <w:pPr>
              <w:pStyle w:val="ConsPlusNormal"/>
              <w:spacing w:line="276" w:lineRule="auto"/>
            </w:pPr>
          </w:p>
        </w:tc>
        <w:tc>
          <w:tcPr>
            <w:tcW w:w="1361" w:type="dxa"/>
          </w:tcPr>
          <w:p w:rsidR="00962C80" w:rsidRDefault="00962C80">
            <w:pPr>
              <w:pStyle w:val="ConsPlusNormal"/>
              <w:spacing w:line="276" w:lineRule="auto"/>
            </w:pPr>
            <w:r>
              <w:t>Квартира</w:t>
            </w:r>
          </w:p>
        </w:tc>
        <w:tc>
          <w:tcPr>
            <w:tcW w:w="1247" w:type="dxa"/>
          </w:tcPr>
          <w:p w:rsidR="00962C80" w:rsidRDefault="00962C80">
            <w:pPr>
              <w:pStyle w:val="ConsPlusNormal"/>
              <w:spacing w:line="276" w:lineRule="auto"/>
            </w:pPr>
          </w:p>
        </w:tc>
      </w:tr>
    </w:tbl>
    <w:p w:rsidR="00962C80" w:rsidRDefault="00962C80" w:rsidP="00B2445A">
      <w:pPr>
        <w:pStyle w:val="ConsPlusNormal"/>
        <w:jc w:val="both"/>
      </w:pPr>
    </w:p>
    <w:p w:rsidR="00962C80" w:rsidRDefault="00962C80" w:rsidP="00B2445A">
      <w:pPr>
        <w:pStyle w:val="ConsPlusNonformat"/>
        <w:jc w:val="both"/>
      </w:pPr>
      <w:r>
        <w:t xml:space="preserve">    Почтовый адрес</w:t>
      </w:r>
    </w:p>
    <w:p w:rsidR="00962C80" w:rsidRDefault="00962C80" w:rsidP="00B2445A">
      <w:pPr>
        <w:pStyle w:val="ConsPlusNormal"/>
        <w:jc w:val="both"/>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1090"/>
        <w:gridCol w:w="2891"/>
        <w:gridCol w:w="1077"/>
        <w:gridCol w:w="1361"/>
        <w:gridCol w:w="1361"/>
        <w:gridCol w:w="1247"/>
      </w:tblGrid>
      <w:tr w:rsidR="00962C80" w:rsidRPr="003D713E">
        <w:tc>
          <w:tcPr>
            <w:tcW w:w="1090" w:type="dxa"/>
          </w:tcPr>
          <w:p w:rsidR="00962C80" w:rsidRDefault="00962C80">
            <w:pPr>
              <w:pStyle w:val="ConsPlusNormal"/>
              <w:spacing w:line="276" w:lineRule="auto"/>
            </w:pPr>
            <w:r>
              <w:t>Индекс</w:t>
            </w:r>
          </w:p>
        </w:tc>
        <w:tc>
          <w:tcPr>
            <w:tcW w:w="2891" w:type="dxa"/>
          </w:tcPr>
          <w:p w:rsidR="00962C80" w:rsidRDefault="00962C80">
            <w:pPr>
              <w:pStyle w:val="ConsPlusNormal"/>
              <w:spacing w:line="276" w:lineRule="auto"/>
            </w:pPr>
          </w:p>
        </w:tc>
        <w:tc>
          <w:tcPr>
            <w:tcW w:w="2438" w:type="dxa"/>
            <w:gridSpan w:val="2"/>
          </w:tcPr>
          <w:p w:rsidR="00962C80" w:rsidRDefault="00962C80">
            <w:pPr>
              <w:pStyle w:val="ConsPlusNormal"/>
              <w:spacing w:line="276" w:lineRule="auto"/>
            </w:pPr>
            <w:r>
              <w:t>Регион</w:t>
            </w:r>
          </w:p>
        </w:tc>
        <w:tc>
          <w:tcPr>
            <w:tcW w:w="2608" w:type="dxa"/>
            <w:gridSpan w:val="2"/>
          </w:tcPr>
          <w:p w:rsidR="00962C80" w:rsidRDefault="00962C80">
            <w:pPr>
              <w:pStyle w:val="ConsPlusNormal"/>
              <w:spacing w:line="276" w:lineRule="auto"/>
            </w:pPr>
          </w:p>
        </w:tc>
      </w:tr>
      <w:tr w:rsidR="00962C80" w:rsidRPr="003D713E">
        <w:tc>
          <w:tcPr>
            <w:tcW w:w="1090" w:type="dxa"/>
          </w:tcPr>
          <w:p w:rsidR="00962C80" w:rsidRDefault="00962C80">
            <w:pPr>
              <w:pStyle w:val="ConsPlusNormal"/>
              <w:spacing w:line="276" w:lineRule="auto"/>
            </w:pPr>
            <w:r>
              <w:t>Район</w:t>
            </w:r>
          </w:p>
        </w:tc>
        <w:tc>
          <w:tcPr>
            <w:tcW w:w="2891" w:type="dxa"/>
          </w:tcPr>
          <w:p w:rsidR="00962C80" w:rsidRDefault="00962C80">
            <w:pPr>
              <w:pStyle w:val="ConsPlusNormal"/>
              <w:spacing w:line="276" w:lineRule="auto"/>
            </w:pPr>
          </w:p>
        </w:tc>
        <w:tc>
          <w:tcPr>
            <w:tcW w:w="2438" w:type="dxa"/>
            <w:gridSpan w:val="2"/>
          </w:tcPr>
          <w:p w:rsidR="00962C80" w:rsidRDefault="00962C80">
            <w:pPr>
              <w:pStyle w:val="ConsPlusNormal"/>
              <w:spacing w:line="276" w:lineRule="auto"/>
            </w:pPr>
            <w:r>
              <w:t>Населенный пункт</w:t>
            </w:r>
          </w:p>
        </w:tc>
        <w:tc>
          <w:tcPr>
            <w:tcW w:w="2608" w:type="dxa"/>
            <w:gridSpan w:val="2"/>
          </w:tcPr>
          <w:p w:rsidR="00962C80" w:rsidRDefault="00962C80">
            <w:pPr>
              <w:pStyle w:val="ConsPlusNormal"/>
              <w:spacing w:line="276" w:lineRule="auto"/>
            </w:pPr>
          </w:p>
        </w:tc>
      </w:tr>
      <w:tr w:rsidR="00962C80" w:rsidRPr="003D713E">
        <w:tc>
          <w:tcPr>
            <w:tcW w:w="1090" w:type="dxa"/>
          </w:tcPr>
          <w:p w:rsidR="00962C80" w:rsidRDefault="00962C80">
            <w:pPr>
              <w:pStyle w:val="ConsPlusNormal"/>
              <w:spacing w:line="276" w:lineRule="auto"/>
            </w:pPr>
            <w:r>
              <w:t>Улица</w:t>
            </w:r>
          </w:p>
        </w:tc>
        <w:tc>
          <w:tcPr>
            <w:tcW w:w="7937" w:type="dxa"/>
            <w:gridSpan w:val="5"/>
          </w:tcPr>
          <w:p w:rsidR="00962C80" w:rsidRDefault="00962C80">
            <w:pPr>
              <w:pStyle w:val="ConsPlusNormal"/>
              <w:spacing w:line="276" w:lineRule="auto"/>
            </w:pPr>
          </w:p>
        </w:tc>
      </w:tr>
      <w:tr w:rsidR="00962C80" w:rsidRPr="003D713E">
        <w:tc>
          <w:tcPr>
            <w:tcW w:w="1090" w:type="dxa"/>
          </w:tcPr>
          <w:p w:rsidR="00962C80" w:rsidRDefault="00962C80">
            <w:pPr>
              <w:pStyle w:val="ConsPlusNormal"/>
              <w:spacing w:line="276" w:lineRule="auto"/>
            </w:pPr>
            <w:r>
              <w:t>Дом</w:t>
            </w:r>
          </w:p>
        </w:tc>
        <w:tc>
          <w:tcPr>
            <w:tcW w:w="2891" w:type="dxa"/>
          </w:tcPr>
          <w:p w:rsidR="00962C80" w:rsidRDefault="00962C80">
            <w:pPr>
              <w:pStyle w:val="ConsPlusNormal"/>
              <w:spacing w:line="276" w:lineRule="auto"/>
            </w:pPr>
          </w:p>
        </w:tc>
        <w:tc>
          <w:tcPr>
            <w:tcW w:w="1077" w:type="dxa"/>
          </w:tcPr>
          <w:p w:rsidR="00962C80" w:rsidRDefault="00962C80">
            <w:pPr>
              <w:pStyle w:val="ConsPlusNormal"/>
              <w:spacing w:line="276" w:lineRule="auto"/>
            </w:pPr>
            <w:r>
              <w:t>Корпус</w:t>
            </w:r>
          </w:p>
        </w:tc>
        <w:tc>
          <w:tcPr>
            <w:tcW w:w="1361" w:type="dxa"/>
          </w:tcPr>
          <w:p w:rsidR="00962C80" w:rsidRDefault="00962C80">
            <w:pPr>
              <w:pStyle w:val="ConsPlusNormal"/>
              <w:spacing w:line="276" w:lineRule="auto"/>
            </w:pPr>
          </w:p>
        </w:tc>
        <w:tc>
          <w:tcPr>
            <w:tcW w:w="1361" w:type="dxa"/>
          </w:tcPr>
          <w:p w:rsidR="00962C80" w:rsidRDefault="00962C80">
            <w:pPr>
              <w:pStyle w:val="ConsPlusNormal"/>
              <w:spacing w:line="276" w:lineRule="auto"/>
            </w:pPr>
            <w:r>
              <w:t>Квартира</w:t>
            </w:r>
          </w:p>
        </w:tc>
        <w:tc>
          <w:tcPr>
            <w:tcW w:w="1247" w:type="dxa"/>
          </w:tcPr>
          <w:p w:rsidR="00962C80" w:rsidRDefault="00962C80">
            <w:pPr>
              <w:pStyle w:val="ConsPlusNormal"/>
              <w:spacing w:line="276" w:lineRule="auto"/>
            </w:pPr>
          </w:p>
        </w:tc>
      </w:tr>
    </w:tbl>
    <w:p w:rsidR="00962C80" w:rsidRDefault="00962C80" w:rsidP="00B2445A">
      <w:pPr>
        <w:pStyle w:val="ConsPlusNormal"/>
        <w:jc w:val="both"/>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1644"/>
        <w:gridCol w:w="7427"/>
      </w:tblGrid>
      <w:tr w:rsidR="00962C80" w:rsidRPr="003D713E">
        <w:tc>
          <w:tcPr>
            <w:tcW w:w="1644" w:type="dxa"/>
            <w:vMerge w:val="restart"/>
          </w:tcPr>
          <w:p w:rsidR="00962C80" w:rsidRDefault="00962C80">
            <w:pPr>
              <w:pStyle w:val="ConsPlusNormal"/>
              <w:spacing w:line="276" w:lineRule="auto"/>
              <w:jc w:val="both"/>
            </w:pPr>
            <w:r>
              <w:t>Контактные данные</w:t>
            </w:r>
          </w:p>
        </w:tc>
        <w:tc>
          <w:tcPr>
            <w:tcW w:w="7427" w:type="dxa"/>
          </w:tcPr>
          <w:p w:rsidR="00962C80" w:rsidRDefault="00962C80">
            <w:pPr>
              <w:pStyle w:val="ConsPlusNormal"/>
              <w:spacing w:line="276" w:lineRule="auto"/>
            </w:pPr>
            <w:r>
              <w:t>Мобильный телефон:</w:t>
            </w:r>
          </w:p>
        </w:tc>
      </w:tr>
      <w:tr w:rsidR="00962C80" w:rsidRPr="003D713E">
        <w:tc>
          <w:tcPr>
            <w:tcW w:w="1644" w:type="dxa"/>
            <w:vMerge/>
            <w:vAlign w:val="center"/>
          </w:tcPr>
          <w:p w:rsidR="00962C80" w:rsidRDefault="00962C80">
            <w:pPr>
              <w:spacing w:after="0" w:line="240" w:lineRule="auto"/>
              <w:rPr>
                <w:lang w:eastAsia="ru-RU"/>
              </w:rPr>
            </w:pPr>
          </w:p>
        </w:tc>
        <w:tc>
          <w:tcPr>
            <w:tcW w:w="7427" w:type="dxa"/>
          </w:tcPr>
          <w:p w:rsidR="00962C80" w:rsidRDefault="00962C80">
            <w:pPr>
              <w:pStyle w:val="ConsPlusNormal"/>
              <w:spacing w:line="276" w:lineRule="auto"/>
            </w:pPr>
            <w:r>
              <w:t>Адрес электронной почты:</w:t>
            </w:r>
          </w:p>
        </w:tc>
      </w:tr>
    </w:tbl>
    <w:p w:rsidR="00962C80" w:rsidRDefault="00962C80" w:rsidP="00B2445A">
      <w:pPr>
        <w:pStyle w:val="ConsPlusNormal"/>
        <w:jc w:val="both"/>
      </w:pPr>
    </w:p>
    <w:p w:rsidR="00962C80" w:rsidRDefault="00962C80" w:rsidP="00B2445A">
      <w:pPr>
        <w:pStyle w:val="ConsPlusNonformat"/>
        <w:jc w:val="both"/>
      </w:pPr>
      <w:r>
        <w:t xml:space="preserve">    Данные представителя (уполномоченного лица)</w:t>
      </w:r>
    </w:p>
    <w:p w:rsidR="00962C80" w:rsidRDefault="00962C80" w:rsidP="00B2445A">
      <w:pPr>
        <w:pStyle w:val="ConsPlusNormal"/>
        <w:jc w:val="both"/>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2835"/>
        <w:gridCol w:w="6236"/>
      </w:tblGrid>
      <w:tr w:rsidR="00962C80" w:rsidRPr="003D713E">
        <w:tc>
          <w:tcPr>
            <w:tcW w:w="2835" w:type="dxa"/>
          </w:tcPr>
          <w:p w:rsidR="00962C80" w:rsidRDefault="00962C80">
            <w:pPr>
              <w:pStyle w:val="ConsPlusNormal"/>
              <w:spacing w:line="276" w:lineRule="auto"/>
              <w:jc w:val="both"/>
            </w:pPr>
            <w:r>
              <w:t>Фамилия</w:t>
            </w:r>
          </w:p>
        </w:tc>
        <w:tc>
          <w:tcPr>
            <w:tcW w:w="6236" w:type="dxa"/>
          </w:tcPr>
          <w:p w:rsidR="00962C80" w:rsidRDefault="00962C80">
            <w:pPr>
              <w:pStyle w:val="ConsPlusNormal"/>
              <w:spacing w:line="276" w:lineRule="auto"/>
            </w:pPr>
          </w:p>
        </w:tc>
      </w:tr>
      <w:tr w:rsidR="00962C80" w:rsidRPr="003D713E">
        <w:tc>
          <w:tcPr>
            <w:tcW w:w="2835" w:type="dxa"/>
          </w:tcPr>
          <w:p w:rsidR="00962C80" w:rsidRDefault="00962C80">
            <w:pPr>
              <w:pStyle w:val="ConsPlusNormal"/>
              <w:spacing w:line="276" w:lineRule="auto"/>
              <w:jc w:val="both"/>
            </w:pPr>
            <w:r>
              <w:t>Имя</w:t>
            </w:r>
          </w:p>
        </w:tc>
        <w:tc>
          <w:tcPr>
            <w:tcW w:w="6236" w:type="dxa"/>
          </w:tcPr>
          <w:p w:rsidR="00962C80" w:rsidRDefault="00962C80">
            <w:pPr>
              <w:pStyle w:val="ConsPlusNormal"/>
              <w:spacing w:line="276" w:lineRule="auto"/>
            </w:pPr>
          </w:p>
        </w:tc>
      </w:tr>
      <w:tr w:rsidR="00962C80" w:rsidRPr="003D713E">
        <w:tc>
          <w:tcPr>
            <w:tcW w:w="2835" w:type="dxa"/>
          </w:tcPr>
          <w:p w:rsidR="00962C80" w:rsidRDefault="00962C80">
            <w:pPr>
              <w:pStyle w:val="ConsPlusNormal"/>
              <w:spacing w:line="276" w:lineRule="auto"/>
              <w:jc w:val="both"/>
            </w:pPr>
            <w:r>
              <w:t>Отчество</w:t>
            </w:r>
          </w:p>
        </w:tc>
        <w:tc>
          <w:tcPr>
            <w:tcW w:w="6236" w:type="dxa"/>
          </w:tcPr>
          <w:p w:rsidR="00962C80" w:rsidRDefault="00962C80">
            <w:pPr>
              <w:pStyle w:val="ConsPlusNormal"/>
              <w:spacing w:line="276" w:lineRule="auto"/>
            </w:pPr>
          </w:p>
        </w:tc>
      </w:tr>
      <w:tr w:rsidR="00962C80" w:rsidRPr="003D713E">
        <w:tc>
          <w:tcPr>
            <w:tcW w:w="2835" w:type="dxa"/>
          </w:tcPr>
          <w:p w:rsidR="00962C80" w:rsidRDefault="00962C80">
            <w:pPr>
              <w:pStyle w:val="ConsPlusNormal"/>
              <w:spacing w:line="276" w:lineRule="auto"/>
              <w:jc w:val="both"/>
            </w:pPr>
            <w:r>
              <w:t>Дата рождения</w:t>
            </w:r>
          </w:p>
        </w:tc>
        <w:tc>
          <w:tcPr>
            <w:tcW w:w="6236" w:type="dxa"/>
          </w:tcPr>
          <w:p w:rsidR="00962C80" w:rsidRDefault="00962C80">
            <w:pPr>
              <w:pStyle w:val="ConsPlusNormal"/>
              <w:spacing w:line="276" w:lineRule="auto"/>
            </w:pPr>
          </w:p>
        </w:tc>
      </w:tr>
    </w:tbl>
    <w:p w:rsidR="00962C80" w:rsidRDefault="00962C80" w:rsidP="00B2445A">
      <w:pPr>
        <w:pStyle w:val="ConsPlusNormal"/>
        <w:jc w:val="both"/>
      </w:pPr>
    </w:p>
    <w:p w:rsidR="00962C80" w:rsidRDefault="00962C80" w:rsidP="00B2445A">
      <w:pPr>
        <w:pStyle w:val="ConsPlusNonformat"/>
        <w:jc w:val="both"/>
      </w:pPr>
      <w:r>
        <w:t xml:space="preserve">    Документ, удостоверяющий личность представителя</w:t>
      </w:r>
    </w:p>
    <w:p w:rsidR="00962C80" w:rsidRDefault="00962C80" w:rsidP="00B2445A">
      <w:pPr>
        <w:pStyle w:val="ConsPlusNonformat"/>
        <w:jc w:val="both"/>
      </w:pPr>
      <w:r>
        <w:t xml:space="preserve">    (уполномоченного лица)</w:t>
      </w:r>
    </w:p>
    <w:p w:rsidR="00962C80" w:rsidRDefault="00962C80" w:rsidP="00B2445A">
      <w:pPr>
        <w:pStyle w:val="ConsPlusNormal"/>
        <w:jc w:val="both"/>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1077"/>
        <w:gridCol w:w="2721"/>
        <w:gridCol w:w="1020"/>
        <w:gridCol w:w="1701"/>
        <w:gridCol w:w="2551"/>
      </w:tblGrid>
      <w:tr w:rsidR="00962C80" w:rsidRPr="003D713E">
        <w:tc>
          <w:tcPr>
            <w:tcW w:w="1077" w:type="dxa"/>
          </w:tcPr>
          <w:p w:rsidR="00962C80" w:rsidRDefault="00962C80">
            <w:pPr>
              <w:pStyle w:val="ConsPlusNormal"/>
              <w:spacing w:line="276" w:lineRule="auto"/>
            </w:pPr>
            <w:r>
              <w:t>Вид</w:t>
            </w:r>
          </w:p>
        </w:tc>
        <w:tc>
          <w:tcPr>
            <w:tcW w:w="7993" w:type="dxa"/>
            <w:gridSpan w:val="4"/>
          </w:tcPr>
          <w:p w:rsidR="00962C80" w:rsidRDefault="00962C80">
            <w:pPr>
              <w:pStyle w:val="ConsPlusNormal"/>
              <w:spacing w:line="276" w:lineRule="auto"/>
            </w:pPr>
          </w:p>
        </w:tc>
      </w:tr>
      <w:tr w:rsidR="00962C80" w:rsidRPr="003D713E">
        <w:tc>
          <w:tcPr>
            <w:tcW w:w="1077" w:type="dxa"/>
          </w:tcPr>
          <w:p w:rsidR="00962C80" w:rsidRDefault="00962C80">
            <w:pPr>
              <w:pStyle w:val="ConsPlusNormal"/>
              <w:spacing w:line="276" w:lineRule="auto"/>
            </w:pPr>
            <w:r>
              <w:t>Серия</w:t>
            </w:r>
          </w:p>
        </w:tc>
        <w:tc>
          <w:tcPr>
            <w:tcW w:w="2721" w:type="dxa"/>
          </w:tcPr>
          <w:p w:rsidR="00962C80" w:rsidRDefault="00962C80">
            <w:pPr>
              <w:pStyle w:val="ConsPlusNormal"/>
              <w:spacing w:line="276" w:lineRule="auto"/>
            </w:pPr>
          </w:p>
        </w:tc>
        <w:tc>
          <w:tcPr>
            <w:tcW w:w="1020" w:type="dxa"/>
          </w:tcPr>
          <w:p w:rsidR="00962C80" w:rsidRDefault="00962C80">
            <w:pPr>
              <w:pStyle w:val="ConsPlusNormal"/>
              <w:spacing w:line="276" w:lineRule="auto"/>
            </w:pPr>
            <w:r>
              <w:t>Номер</w:t>
            </w:r>
          </w:p>
        </w:tc>
        <w:tc>
          <w:tcPr>
            <w:tcW w:w="4252" w:type="dxa"/>
            <w:gridSpan w:val="2"/>
          </w:tcPr>
          <w:p w:rsidR="00962C80" w:rsidRDefault="00962C80">
            <w:pPr>
              <w:pStyle w:val="ConsPlusNormal"/>
              <w:spacing w:line="276" w:lineRule="auto"/>
            </w:pPr>
          </w:p>
        </w:tc>
      </w:tr>
      <w:tr w:rsidR="00962C80" w:rsidRPr="003D713E">
        <w:tc>
          <w:tcPr>
            <w:tcW w:w="1077" w:type="dxa"/>
          </w:tcPr>
          <w:p w:rsidR="00962C80" w:rsidRDefault="00962C80">
            <w:pPr>
              <w:pStyle w:val="ConsPlusNormal"/>
              <w:spacing w:line="276" w:lineRule="auto"/>
            </w:pPr>
            <w:r>
              <w:t>Выдан</w:t>
            </w:r>
          </w:p>
        </w:tc>
        <w:tc>
          <w:tcPr>
            <w:tcW w:w="3741" w:type="dxa"/>
            <w:gridSpan w:val="2"/>
          </w:tcPr>
          <w:p w:rsidR="00962C80" w:rsidRDefault="00962C80">
            <w:pPr>
              <w:pStyle w:val="ConsPlusNormal"/>
              <w:spacing w:line="276" w:lineRule="auto"/>
            </w:pPr>
          </w:p>
        </w:tc>
        <w:tc>
          <w:tcPr>
            <w:tcW w:w="1701" w:type="dxa"/>
          </w:tcPr>
          <w:p w:rsidR="00962C80" w:rsidRDefault="00962C80">
            <w:pPr>
              <w:pStyle w:val="ConsPlusNormal"/>
              <w:spacing w:line="276" w:lineRule="auto"/>
            </w:pPr>
            <w:r>
              <w:t>Дата выдачи</w:t>
            </w:r>
          </w:p>
        </w:tc>
        <w:tc>
          <w:tcPr>
            <w:tcW w:w="2551" w:type="dxa"/>
          </w:tcPr>
          <w:p w:rsidR="00962C80" w:rsidRDefault="00962C80">
            <w:pPr>
              <w:pStyle w:val="ConsPlusNormal"/>
              <w:spacing w:line="276" w:lineRule="auto"/>
            </w:pPr>
          </w:p>
        </w:tc>
      </w:tr>
    </w:tbl>
    <w:p w:rsidR="00962C80" w:rsidRDefault="00962C80" w:rsidP="00B2445A">
      <w:pPr>
        <w:pStyle w:val="ConsPlusNormal"/>
        <w:jc w:val="both"/>
      </w:pPr>
    </w:p>
    <w:p w:rsidR="00962C80" w:rsidRDefault="00962C80" w:rsidP="00B2445A">
      <w:pPr>
        <w:pStyle w:val="ConsPlusNonformat"/>
        <w:jc w:val="both"/>
      </w:pPr>
      <w:r>
        <w:t xml:space="preserve">    Адрес регистрации представителя (уполномоченного лица)</w:t>
      </w:r>
    </w:p>
    <w:p w:rsidR="00962C80" w:rsidRDefault="00962C80" w:rsidP="00B2445A">
      <w:pPr>
        <w:pStyle w:val="ConsPlusNormal"/>
        <w:jc w:val="both"/>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1090"/>
        <w:gridCol w:w="2891"/>
        <w:gridCol w:w="1077"/>
        <w:gridCol w:w="1361"/>
        <w:gridCol w:w="1361"/>
        <w:gridCol w:w="1247"/>
      </w:tblGrid>
      <w:tr w:rsidR="00962C80" w:rsidRPr="003D713E">
        <w:tc>
          <w:tcPr>
            <w:tcW w:w="1090" w:type="dxa"/>
          </w:tcPr>
          <w:p w:rsidR="00962C80" w:rsidRDefault="00962C80">
            <w:pPr>
              <w:pStyle w:val="ConsPlusNormal"/>
              <w:spacing w:line="276" w:lineRule="auto"/>
              <w:jc w:val="both"/>
            </w:pPr>
            <w:r>
              <w:t>Индекс</w:t>
            </w:r>
          </w:p>
        </w:tc>
        <w:tc>
          <w:tcPr>
            <w:tcW w:w="2891" w:type="dxa"/>
          </w:tcPr>
          <w:p w:rsidR="00962C80" w:rsidRDefault="00962C80">
            <w:pPr>
              <w:pStyle w:val="ConsPlusNormal"/>
              <w:spacing w:line="276" w:lineRule="auto"/>
            </w:pPr>
          </w:p>
        </w:tc>
        <w:tc>
          <w:tcPr>
            <w:tcW w:w="2438" w:type="dxa"/>
            <w:gridSpan w:val="2"/>
          </w:tcPr>
          <w:p w:rsidR="00962C80" w:rsidRDefault="00962C80">
            <w:pPr>
              <w:pStyle w:val="ConsPlusNormal"/>
              <w:spacing w:line="276" w:lineRule="auto"/>
              <w:jc w:val="both"/>
            </w:pPr>
            <w:r>
              <w:t>Регион</w:t>
            </w:r>
          </w:p>
        </w:tc>
        <w:tc>
          <w:tcPr>
            <w:tcW w:w="2608" w:type="dxa"/>
            <w:gridSpan w:val="2"/>
          </w:tcPr>
          <w:p w:rsidR="00962C80" w:rsidRDefault="00962C80">
            <w:pPr>
              <w:pStyle w:val="ConsPlusNormal"/>
              <w:spacing w:line="276" w:lineRule="auto"/>
            </w:pPr>
          </w:p>
        </w:tc>
      </w:tr>
      <w:tr w:rsidR="00962C80" w:rsidRPr="003D713E">
        <w:tc>
          <w:tcPr>
            <w:tcW w:w="1090" w:type="dxa"/>
          </w:tcPr>
          <w:p w:rsidR="00962C80" w:rsidRDefault="00962C80">
            <w:pPr>
              <w:pStyle w:val="ConsPlusNormal"/>
              <w:spacing w:line="276" w:lineRule="auto"/>
              <w:jc w:val="both"/>
            </w:pPr>
            <w:r>
              <w:t>Район</w:t>
            </w:r>
          </w:p>
        </w:tc>
        <w:tc>
          <w:tcPr>
            <w:tcW w:w="2891" w:type="dxa"/>
          </w:tcPr>
          <w:p w:rsidR="00962C80" w:rsidRDefault="00962C80">
            <w:pPr>
              <w:pStyle w:val="ConsPlusNormal"/>
              <w:spacing w:line="276" w:lineRule="auto"/>
            </w:pPr>
          </w:p>
        </w:tc>
        <w:tc>
          <w:tcPr>
            <w:tcW w:w="2438" w:type="dxa"/>
            <w:gridSpan w:val="2"/>
          </w:tcPr>
          <w:p w:rsidR="00962C80" w:rsidRDefault="00962C80">
            <w:pPr>
              <w:pStyle w:val="ConsPlusNormal"/>
              <w:spacing w:line="276" w:lineRule="auto"/>
              <w:jc w:val="both"/>
            </w:pPr>
            <w:r>
              <w:t>Населенный пункт</w:t>
            </w:r>
          </w:p>
        </w:tc>
        <w:tc>
          <w:tcPr>
            <w:tcW w:w="2608" w:type="dxa"/>
            <w:gridSpan w:val="2"/>
          </w:tcPr>
          <w:p w:rsidR="00962C80" w:rsidRDefault="00962C80">
            <w:pPr>
              <w:pStyle w:val="ConsPlusNormal"/>
              <w:spacing w:line="276" w:lineRule="auto"/>
            </w:pPr>
          </w:p>
        </w:tc>
      </w:tr>
      <w:tr w:rsidR="00962C80" w:rsidRPr="003D713E">
        <w:tc>
          <w:tcPr>
            <w:tcW w:w="1090" w:type="dxa"/>
          </w:tcPr>
          <w:p w:rsidR="00962C80" w:rsidRDefault="00962C80">
            <w:pPr>
              <w:pStyle w:val="ConsPlusNormal"/>
              <w:spacing w:line="276" w:lineRule="auto"/>
              <w:jc w:val="both"/>
            </w:pPr>
            <w:r>
              <w:t>Улица</w:t>
            </w:r>
          </w:p>
        </w:tc>
        <w:tc>
          <w:tcPr>
            <w:tcW w:w="7937" w:type="dxa"/>
            <w:gridSpan w:val="5"/>
          </w:tcPr>
          <w:p w:rsidR="00962C80" w:rsidRDefault="00962C80">
            <w:pPr>
              <w:pStyle w:val="ConsPlusNormal"/>
              <w:spacing w:line="276" w:lineRule="auto"/>
            </w:pPr>
          </w:p>
        </w:tc>
      </w:tr>
      <w:tr w:rsidR="00962C80" w:rsidRPr="003D713E">
        <w:tc>
          <w:tcPr>
            <w:tcW w:w="1090" w:type="dxa"/>
          </w:tcPr>
          <w:p w:rsidR="00962C80" w:rsidRDefault="00962C80">
            <w:pPr>
              <w:pStyle w:val="ConsPlusNormal"/>
              <w:spacing w:line="276" w:lineRule="auto"/>
              <w:jc w:val="both"/>
            </w:pPr>
            <w:r>
              <w:t>Дом</w:t>
            </w:r>
          </w:p>
        </w:tc>
        <w:tc>
          <w:tcPr>
            <w:tcW w:w="2891" w:type="dxa"/>
          </w:tcPr>
          <w:p w:rsidR="00962C80" w:rsidRDefault="00962C80">
            <w:pPr>
              <w:pStyle w:val="ConsPlusNormal"/>
              <w:spacing w:line="276" w:lineRule="auto"/>
            </w:pPr>
          </w:p>
        </w:tc>
        <w:tc>
          <w:tcPr>
            <w:tcW w:w="1077" w:type="dxa"/>
          </w:tcPr>
          <w:p w:rsidR="00962C80" w:rsidRDefault="00962C80">
            <w:pPr>
              <w:pStyle w:val="ConsPlusNormal"/>
              <w:spacing w:line="276" w:lineRule="auto"/>
              <w:jc w:val="both"/>
            </w:pPr>
            <w:r>
              <w:t>Корпус</w:t>
            </w:r>
          </w:p>
        </w:tc>
        <w:tc>
          <w:tcPr>
            <w:tcW w:w="1361" w:type="dxa"/>
          </w:tcPr>
          <w:p w:rsidR="00962C80" w:rsidRDefault="00962C80">
            <w:pPr>
              <w:pStyle w:val="ConsPlusNormal"/>
              <w:spacing w:line="276" w:lineRule="auto"/>
            </w:pPr>
          </w:p>
        </w:tc>
        <w:tc>
          <w:tcPr>
            <w:tcW w:w="1361" w:type="dxa"/>
          </w:tcPr>
          <w:p w:rsidR="00962C80" w:rsidRDefault="00962C80">
            <w:pPr>
              <w:pStyle w:val="ConsPlusNormal"/>
              <w:spacing w:line="276" w:lineRule="auto"/>
              <w:jc w:val="both"/>
            </w:pPr>
            <w:r>
              <w:t>Квартира</w:t>
            </w:r>
          </w:p>
        </w:tc>
        <w:tc>
          <w:tcPr>
            <w:tcW w:w="1247" w:type="dxa"/>
          </w:tcPr>
          <w:p w:rsidR="00962C80" w:rsidRDefault="00962C80">
            <w:pPr>
              <w:pStyle w:val="ConsPlusNormal"/>
              <w:spacing w:line="276" w:lineRule="auto"/>
            </w:pPr>
          </w:p>
        </w:tc>
      </w:tr>
    </w:tbl>
    <w:p w:rsidR="00962C80" w:rsidRDefault="00962C80" w:rsidP="00B2445A">
      <w:pPr>
        <w:pStyle w:val="ConsPlusNormal"/>
        <w:jc w:val="both"/>
      </w:pPr>
    </w:p>
    <w:p w:rsidR="00962C80" w:rsidRDefault="00962C80" w:rsidP="00B2445A">
      <w:pPr>
        <w:pStyle w:val="ConsPlusNonformat"/>
        <w:jc w:val="both"/>
      </w:pPr>
      <w:r>
        <w:t xml:space="preserve">    Адрес места жительства представителя (уполномоченного лица)</w:t>
      </w:r>
    </w:p>
    <w:p w:rsidR="00962C80" w:rsidRDefault="00962C80" w:rsidP="00B2445A">
      <w:pPr>
        <w:pStyle w:val="ConsPlusNormal"/>
        <w:jc w:val="both"/>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1090"/>
        <w:gridCol w:w="2891"/>
        <w:gridCol w:w="1077"/>
        <w:gridCol w:w="1361"/>
        <w:gridCol w:w="1361"/>
        <w:gridCol w:w="1247"/>
      </w:tblGrid>
      <w:tr w:rsidR="00962C80" w:rsidRPr="003D713E">
        <w:tc>
          <w:tcPr>
            <w:tcW w:w="1090" w:type="dxa"/>
          </w:tcPr>
          <w:p w:rsidR="00962C80" w:rsidRDefault="00962C80">
            <w:pPr>
              <w:pStyle w:val="ConsPlusNormal"/>
              <w:spacing w:line="276" w:lineRule="auto"/>
              <w:jc w:val="both"/>
            </w:pPr>
            <w:r>
              <w:t>Индекс</w:t>
            </w:r>
          </w:p>
        </w:tc>
        <w:tc>
          <w:tcPr>
            <w:tcW w:w="2891" w:type="dxa"/>
          </w:tcPr>
          <w:p w:rsidR="00962C80" w:rsidRDefault="00962C80">
            <w:pPr>
              <w:pStyle w:val="ConsPlusNormal"/>
              <w:spacing w:line="276" w:lineRule="auto"/>
            </w:pPr>
          </w:p>
        </w:tc>
        <w:tc>
          <w:tcPr>
            <w:tcW w:w="2438" w:type="dxa"/>
            <w:gridSpan w:val="2"/>
          </w:tcPr>
          <w:p w:rsidR="00962C80" w:rsidRDefault="00962C80">
            <w:pPr>
              <w:pStyle w:val="ConsPlusNormal"/>
              <w:spacing w:line="276" w:lineRule="auto"/>
              <w:jc w:val="both"/>
            </w:pPr>
            <w:r>
              <w:t>Регион</w:t>
            </w:r>
          </w:p>
        </w:tc>
        <w:tc>
          <w:tcPr>
            <w:tcW w:w="2608" w:type="dxa"/>
            <w:gridSpan w:val="2"/>
          </w:tcPr>
          <w:p w:rsidR="00962C80" w:rsidRDefault="00962C80">
            <w:pPr>
              <w:pStyle w:val="ConsPlusNormal"/>
              <w:spacing w:line="276" w:lineRule="auto"/>
            </w:pPr>
          </w:p>
        </w:tc>
      </w:tr>
      <w:tr w:rsidR="00962C80" w:rsidRPr="003D713E">
        <w:tc>
          <w:tcPr>
            <w:tcW w:w="1090" w:type="dxa"/>
          </w:tcPr>
          <w:p w:rsidR="00962C80" w:rsidRDefault="00962C80">
            <w:pPr>
              <w:pStyle w:val="ConsPlusNormal"/>
              <w:spacing w:line="276" w:lineRule="auto"/>
              <w:jc w:val="both"/>
            </w:pPr>
            <w:r>
              <w:t>Район</w:t>
            </w:r>
          </w:p>
        </w:tc>
        <w:tc>
          <w:tcPr>
            <w:tcW w:w="2891" w:type="dxa"/>
          </w:tcPr>
          <w:p w:rsidR="00962C80" w:rsidRDefault="00962C80">
            <w:pPr>
              <w:pStyle w:val="ConsPlusNormal"/>
              <w:spacing w:line="276" w:lineRule="auto"/>
            </w:pPr>
          </w:p>
        </w:tc>
        <w:tc>
          <w:tcPr>
            <w:tcW w:w="2438" w:type="dxa"/>
            <w:gridSpan w:val="2"/>
          </w:tcPr>
          <w:p w:rsidR="00962C80" w:rsidRDefault="00962C80">
            <w:pPr>
              <w:pStyle w:val="ConsPlusNormal"/>
              <w:spacing w:line="276" w:lineRule="auto"/>
              <w:jc w:val="both"/>
            </w:pPr>
            <w:r>
              <w:t>Населенный пункт</w:t>
            </w:r>
          </w:p>
        </w:tc>
        <w:tc>
          <w:tcPr>
            <w:tcW w:w="2608" w:type="dxa"/>
            <w:gridSpan w:val="2"/>
          </w:tcPr>
          <w:p w:rsidR="00962C80" w:rsidRDefault="00962C80">
            <w:pPr>
              <w:pStyle w:val="ConsPlusNormal"/>
              <w:spacing w:line="276" w:lineRule="auto"/>
            </w:pPr>
          </w:p>
        </w:tc>
      </w:tr>
      <w:tr w:rsidR="00962C80" w:rsidRPr="003D713E">
        <w:tc>
          <w:tcPr>
            <w:tcW w:w="1090" w:type="dxa"/>
          </w:tcPr>
          <w:p w:rsidR="00962C80" w:rsidRDefault="00962C80">
            <w:pPr>
              <w:pStyle w:val="ConsPlusNormal"/>
              <w:spacing w:line="276" w:lineRule="auto"/>
              <w:jc w:val="both"/>
            </w:pPr>
            <w:r>
              <w:t>Улица</w:t>
            </w:r>
          </w:p>
        </w:tc>
        <w:tc>
          <w:tcPr>
            <w:tcW w:w="7937" w:type="dxa"/>
            <w:gridSpan w:val="5"/>
          </w:tcPr>
          <w:p w:rsidR="00962C80" w:rsidRDefault="00962C80">
            <w:pPr>
              <w:pStyle w:val="ConsPlusNormal"/>
              <w:spacing w:line="276" w:lineRule="auto"/>
            </w:pPr>
          </w:p>
        </w:tc>
      </w:tr>
      <w:tr w:rsidR="00962C80" w:rsidRPr="003D713E">
        <w:tc>
          <w:tcPr>
            <w:tcW w:w="1090" w:type="dxa"/>
          </w:tcPr>
          <w:p w:rsidR="00962C80" w:rsidRDefault="00962C80">
            <w:pPr>
              <w:pStyle w:val="ConsPlusNormal"/>
              <w:spacing w:line="276" w:lineRule="auto"/>
              <w:jc w:val="both"/>
            </w:pPr>
            <w:r>
              <w:t>Дом</w:t>
            </w:r>
          </w:p>
        </w:tc>
        <w:tc>
          <w:tcPr>
            <w:tcW w:w="2891" w:type="dxa"/>
          </w:tcPr>
          <w:p w:rsidR="00962C80" w:rsidRDefault="00962C80">
            <w:pPr>
              <w:pStyle w:val="ConsPlusNormal"/>
              <w:spacing w:line="276" w:lineRule="auto"/>
            </w:pPr>
          </w:p>
        </w:tc>
        <w:tc>
          <w:tcPr>
            <w:tcW w:w="1077" w:type="dxa"/>
          </w:tcPr>
          <w:p w:rsidR="00962C80" w:rsidRDefault="00962C80">
            <w:pPr>
              <w:pStyle w:val="ConsPlusNormal"/>
              <w:spacing w:line="276" w:lineRule="auto"/>
              <w:jc w:val="both"/>
            </w:pPr>
            <w:r>
              <w:t>Корпус</w:t>
            </w:r>
          </w:p>
        </w:tc>
        <w:tc>
          <w:tcPr>
            <w:tcW w:w="1361" w:type="dxa"/>
          </w:tcPr>
          <w:p w:rsidR="00962C80" w:rsidRDefault="00962C80">
            <w:pPr>
              <w:pStyle w:val="ConsPlusNormal"/>
              <w:spacing w:line="276" w:lineRule="auto"/>
            </w:pPr>
          </w:p>
        </w:tc>
        <w:tc>
          <w:tcPr>
            <w:tcW w:w="1361" w:type="dxa"/>
          </w:tcPr>
          <w:p w:rsidR="00962C80" w:rsidRDefault="00962C80">
            <w:pPr>
              <w:pStyle w:val="ConsPlusNormal"/>
              <w:spacing w:line="276" w:lineRule="auto"/>
              <w:jc w:val="both"/>
            </w:pPr>
            <w:r>
              <w:t>Квартира</w:t>
            </w:r>
          </w:p>
        </w:tc>
        <w:tc>
          <w:tcPr>
            <w:tcW w:w="1247" w:type="dxa"/>
          </w:tcPr>
          <w:p w:rsidR="00962C80" w:rsidRDefault="00962C80">
            <w:pPr>
              <w:pStyle w:val="ConsPlusNormal"/>
              <w:spacing w:line="276" w:lineRule="auto"/>
            </w:pPr>
          </w:p>
        </w:tc>
      </w:tr>
    </w:tbl>
    <w:p w:rsidR="00962C80" w:rsidRDefault="00962C80" w:rsidP="00B2445A">
      <w:pPr>
        <w:pStyle w:val="ConsPlusNormal"/>
        <w:jc w:val="both"/>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1644"/>
        <w:gridCol w:w="7427"/>
      </w:tblGrid>
      <w:tr w:rsidR="00962C80" w:rsidRPr="003D713E">
        <w:tc>
          <w:tcPr>
            <w:tcW w:w="1644" w:type="dxa"/>
            <w:vMerge w:val="restart"/>
          </w:tcPr>
          <w:p w:rsidR="00962C80" w:rsidRDefault="00962C80">
            <w:pPr>
              <w:pStyle w:val="ConsPlusNormal"/>
              <w:spacing w:line="276" w:lineRule="auto"/>
              <w:jc w:val="both"/>
            </w:pPr>
            <w:r>
              <w:t>Контактные данные</w:t>
            </w:r>
          </w:p>
        </w:tc>
        <w:tc>
          <w:tcPr>
            <w:tcW w:w="7427" w:type="dxa"/>
          </w:tcPr>
          <w:p w:rsidR="00962C80" w:rsidRDefault="00962C80">
            <w:pPr>
              <w:pStyle w:val="ConsPlusNormal"/>
              <w:spacing w:line="276" w:lineRule="auto"/>
            </w:pPr>
            <w:r>
              <w:t>Мобильный телефон:</w:t>
            </w:r>
          </w:p>
        </w:tc>
      </w:tr>
      <w:tr w:rsidR="00962C80" w:rsidRPr="003D713E">
        <w:tc>
          <w:tcPr>
            <w:tcW w:w="1644" w:type="dxa"/>
            <w:vMerge/>
            <w:vAlign w:val="center"/>
          </w:tcPr>
          <w:p w:rsidR="00962C80" w:rsidRDefault="00962C80">
            <w:pPr>
              <w:spacing w:after="0" w:line="240" w:lineRule="auto"/>
              <w:rPr>
                <w:lang w:eastAsia="ru-RU"/>
              </w:rPr>
            </w:pPr>
          </w:p>
        </w:tc>
        <w:tc>
          <w:tcPr>
            <w:tcW w:w="7427" w:type="dxa"/>
          </w:tcPr>
          <w:p w:rsidR="00962C80" w:rsidRDefault="00962C80">
            <w:pPr>
              <w:pStyle w:val="ConsPlusNormal"/>
              <w:spacing w:line="276" w:lineRule="auto"/>
            </w:pPr>
            <w:r>
              <w:t>Адрес электронной почты:</w:t>
            </w:r>
          </w:p>
        </w:tc>
      </w:tr>
    </w:tbl>
    <w:p w:rsidR="00962C80" w:rsidRDefault="00962C80" w:rsidP="00B2445A">
      <w:pPr>
        <w:pStyle w:val="ConsPlusNormal"/>
        <w:jc w:val="both"/>
      </w:pPr>
    </w:p>
    <w:p w:rsidR="00962C80" w:rsidRDefault="00962C80" w:rsidP="00B2445A">
      <w:pPr>
        <w:pStyle w:val="ConsPlusNonformat"/>
        <w:jc w:val="both"/>
      </w:pPr>
      <w:r>
        <w:t xml:space="preserve">                                 ЗАЯВЛЕНИЕ</w:t>
      </w:r>
    </w:p>
    <w:p w:rsidR="00962C80" w:rsidRDefault="00962C80" w:rsidP="00B2445A">
      <w:pPr>
        <w:pStyle w:val="ConsPlusNonformat"/>
        <w:jc w:val="both"/>
      </w:pPr>
    </w:p>
    <w:p w:rsidR="00962C80" w:rsidRDefault="00962C80" w:rsidP="00B2445A">
      <w:pPr>
        <w:pStyle w:val="ConsPlusNonformat"/>
        <w:jc w:val="both"/>
      </w:pPr>
      <w:r>
        <w:t xml:space="preserve">    Прошу   предоставить  сведения  об  объектах  муниципального  имущества</w:t>
      </w:r>
    </w:p>
    <w:p w:rsidR="00962C80" w:rsidRDefault="00962C80" w:rsidP="00B2445A">
      <w:pPr>
        <w:pStyle w:val="ConsPlusNonformat"/>
        <w:jc w:val="both"/>
      </w:pPr>
      <w:r>
        <w:t>Торгунского сельского поселения, свободного от прав третьих лиц (за</w:t>
      </w:r>
    </w:p>
    <w:p w:rsidR="00962C80" w:rsidRDefault="00962C80" w:rsidP="00B2445A">
      <w:pPr>
        <w:pStyle w:val="ConsPlusNonformat"/>
        <w:jc w:val="both"/>
      </w:pPr>
      <w:r>
        <w:t>исключением    имущественных    прав    субъектов    малого    и   среднего</w:t>
      </w:r>
    </w:p>
    <w:p w:rsidR="00962C80" w:rsidRDefault="00962C80" w:rsidP="00B2445A">
      <w:pPr>
        <w:pStyle w:val="ConsPlusNonformat"/>
        <w:jc w:val="both"/>
      </w:pPr>
      <w:r>
        <w:t>предпринимательства),  предназначенного  для  предоставления  во владение и</w:t>
      </w:r>
    </w:p>
    <w:p w:rsidR="00962C80" w:rsidRDefault="00962C80" w:rsidP="00B2445A">
      <w:pPr>
        <w:pStyle w:val="ConsPlusNonformat"/>
        <w:jc w:val="both"/>
      </w:pPr>
      <w:r>
        <w:t>(или)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62C80" w:rsidRDefault="00962C80" w:rsidP="00B2445A">
      <w:pPr>
        <w:pStyle w:val="ConsPlusNonformat"/>
        <w:jc w:val="both"/>
      </w:pPr>
      <w:r>
        <w:t xml:space="preserve">    Вышеуказанные сведения прошу предоставить в _______ экземпляре(ах).</w:t>
      </w:r>
    </w:p>
    <w:p w:rsidR="00962C80" w:rsidRDefault="00962C80" w:rsidP="00B2445A">
      <w:pPr>
        <w:pStyle w:val="ConsPlusNonformat"/>
        <w:jc w:val="both"/>
      </w:pPr>
    </w:p>
    <w:p w:rsidR="00962C80" w:rsidRDefault="00962C80" w:rsidP="00B2445A">
      <w:pPr>
        <w:pStyle w:val="ConsPlusNonformat"/>
        <w:jc w:val="both"/>
      </w:pPr>
      <w:r>
        <w:t xml:space="preserve">                     Представлены следующие документы</w:t>
      </w:r>
    </w:p>
    <w:p w:rsidR="00962C80" w:rsidRDefault="00962C80" w:rsidP="00B2445A">
      <w:pPr>
        <w:pStyle w:val="ConsPlusNormal"/>
        <w:jc w:val="both"/>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567"/>
        <w:gridCol w:w="8504"/>
      </w:tblGrid>
      <w:tr w:rsidR="00962C80" w:rsidRPr="003D713E">
        <w:tc>
          <w:tcPr>
            <w:tcW w:w="567" w:type="dxa"/>
          </w:tcPr>
          <w:p w:rsidR="00962C80" w:rsidRDefault="00962C80">
            <w:pPr>
              <w:pStyle w:val="ConsPlusNormal"/>
              <w:spacing w:line="276" w:lineRule="auto"/>
              <w:jc w:val="center"/>
            </w:pPr>
            <w:r>
              <w:t>1</w:t>
            </w:r>
          </w:p>
        </w:tc>
        <w:tc>
          <w:tcPr>
            <w:tcW w:w="8504" w:type="dxa"/>
          </w:tcPr>
          <w:p w:rsidR="00962C80" w:rsidRDefault="00962C80">
            <w:pPr>
              <w:pStyle w:val="ConsPlusNormal"/>
              <w:spacing w:line="276" w:lineRule="auto"/>
            </w:pPr>
          </w:p>
        </w:tc>
      </w:tr>
      <w:tr w:rsidR="00962C80" w:rsidRPr="003D713E">
        <w:tc>
          <w:tcPr>
            <w:tcW w:w="567" w:type="dxa"/>
          </w:tcPr>
          <w:p w:rsidR="00962C80" w:rsidRDefault="00962C80">
            <w:pPr>
              <w:pStyle w:val="ConsPlusNormal"/>
              <w:spacing w:line="276" w:lineRule="auto"/>
              <w:jc w:val="center"/>
            </w:pPr>
            <w:r>
              <w:t>2</w:t>
            </w:r>
          </w:p>
        </w:tc>
        <w:tc>
          <w:tcPr>
            <w:tcW w:w="8504" w:type="dxa"/>
          </w:tcPr>
          <w:p w:rsidR="00962C80" w:rsidRDefault="00962C80">
            <w:pPr>
              <w:pStyle w:val="ConsPlusNormal"/>
              <w:spacing w:line="276" w:lineRule="auto"/>
            </w:pPr>
          </w:p>
        </w:tc>
      </w:tr>
      <w:tr w:rsidR="00962C80" w:rsidRPr="003D713E">
        <w:tc>
          <w:tcPr>
            <w:tcW w:w="567" w:type="dxa"/>
          </w:tcPr>
          <w:p w:rsidR="00962C80" w:rsidRDefault="00962C80">
            <w:pPr>
              <w:pStyle w:val="ConsPlusNormal"/>
              <w:spacing w:line="276" w:lineRule="auto"/>
              <w:jc w:val="center"/>
            </w:pPr>
            <w:r>
              <w:t>3</w:t>
            </w:r>
          </w:p>
        </w:tc>
        <w:tc>
          <w:tcPr>
            <w:tcW w:w="8504" w:type="dxa"/>
          </w:tcPr>
          <w:p w:rsidR="00962C80" w:rsidRDefault="00962C80">
            <w:pPr>
              <w:pStyle w:val="ConsPlusNormal"/>
              <w:spacing w:line="276" w:lineRule="auto"/>
            </w:pPr>
          </w:p>
        </w:tc>
      </w:tr>
    </w:tbl>
    <w:p w:rsidR="00962C80" w:rsidRDefault="00962C80" w:rsidP="00B2445A">
      <w:pPr>
        <w:pStyle w:val="ConsPlusNormal"/>
        <w:jc w:val="both"/>
      </w:pPr>
    </w:p>
    <w:p w:rsidR="00962C80" w:rsidRDefault="00962C80" w:rsidP="00B2445A">
      <w:pPr>
        <w:pStyle w:val="ConsPlusNonformat"/>
        <w:jc w:val="both"/>
      </w:pPr>
      <w:r>
        <w:t xml:space="preserve">    Результат рассмотрения заявления прошу:</w:t>
      </w:r>
    </w:p>
    <w:p w:rsidR="00962C80" w:rsidRDefault="00962C80" w:rsidP="00B2445A">
      <w:pPr>
        <w:pStyle w:val="ConsPlusNormal"/>
        <w:jc w:val="both"/>
      </w:pPr>
    </w:p>
    <w:tbl>
      <w:tblPr>
        <w:tblW w:w="0" w:type="auto"/>
        <w:tblInd w:w="2" w:type="dxa"/>
        <w:tblBorders>
          <w:left w:val="single" w:sz="4" w:space="0" w:color="auto"/>
          <w:insideV w:val="single" w:sz="4" w:space="0" w:color="auto"/>
        </w:tblBorders>
        <w:tblLayout w:type="fixed"/>
        <w:tblCellMar>
          <w:top w:w="102" w:type="dxa"/>
          <w:left w:w="62" w:type="dxa"/>
          <w:bottom w:w="102" w:type="dxa"/>
          <w:right w:w="62" w:type="dxa"/>
        </w:tblCellMar>
        <w:tblLook w:val="00A0"/>
      </w:tblPr>
      <w:tblGrid>
        <w:gridCol w:w="510"/>
        <w:gridCol w:w="8561"/>
      </w:tblGrid>
      <w:tr w:rsidR="00962C80" w:rsidRPr="003D713E">
        <w:tc>
          <w:tcPr>
            <w:tcW w:w="510" w:type="dxa"/>
            <w:tcBorders>
              <w:top w:val="single" w:sz="4" w:space="0" w:color="auto"/>
              <w:bottom w:val="single" w:sz="4" w:space="0" w:color="auto"/>
            </w:tcBorders>
          </w:tcPr>
          <w:p w:rsidR="00962C80" w:rsidRDefault="00962C80">
            <w:pPr>
              <w:pStyle w:val="ConsPlusNormal"/>
              <w:spacing w:line="276" w:lineRule="auto"/>
            </w:pPr>
          </w:p>
        </w:tc>
        <w:tc>
          <w:tcPr>
            <w:tcW w:w="8561" w:type="dxa"/>
            <w:tcBorders>
              <w:top w:val="nil"/>
              <w:bottom w:val="nil"/>
              <w:right w:val="nil"/>
            </w:tcBorders>
            <w:vAlign w:val="center"/>
          </w:tcPr>
          <w:p w:rsidR="00962C80" w:rsidRDefault="00962C80">
            <w:pPr>
              <w:pStyle w:val="ConsPlusNormal"/>
              <w:spacing w:line="276" w:lineRule="auto"/>
            </w:pPr>
            <w:r>
              <w:t>направить по почте</w:t>
            </w:r>
          </w:p>
        </w:tc>
      </w:tr>
      <w:tr w:rsidR="00962C80" w:rsidRPr="003D713E">
        <w:tc>
          <w:tcPr>
            <w:tcW w:w="510" w:type="dxa"/>
            <w:tcBorders>
              <w:top w:val="single" w:sz="4" w:space="0" w:color="auto"/>
              <w:bottom w:val="single" w:sz="4" w:space="0" w:color="auto"/>
            </w:tcBorders>
          </w:tcPr>
          <w:p w:rsidR="00962C80" w:rsidRDefault="00962C80">
            <w:pPr>
              <w:pStyle w:val="ConsPlusNormal"/>
              <w:spacing w:line="276" w:lineRule="auto"/>
            </w:pPr>
          </w:p>
        </w:tc>
        <w:tc>
          <w:tcPr>
            <w:tcW w:w="8561" w:type="dxa"/>
            <w:tcBorders>
              <w:top w:val="nil"/>
              <w:bottom w:val="nil"/>
              <w:right w:val="nil"/>
            </w:tcBorders>
            <w:vAlign w:val="center"/>
          </w:tcPr>
          <w:p w:rsidR="00962C80" w:rsidRDefault="00962C80">
            <w:pPr>
              <w:pStyle w:val="ConsPlusNormal"/>
              <w:spacing w:line="276" w:lineRule="auto"/>
            </w:pPr>
            <w:r>
              <w:t>выдать на руки при личной явке в МФЦ</w:t>
            </w:r>
          </w:p>
        </w:tc>
      </w:tr>
    </w:tbl>
    <w:p w:rsidR="00962C80" w:rsidRDefault="00962C80" w:rsidP="00B2445A">
      <w:pPr>
        <w:pStyle w:val="ConsPlusNormal"/>
        <w:jc w:val="both"/>
      </w:pPr>
    </w:p>
    <w:p w:rsidR="00962C80" w:rsidRDefault="00962C80" w:rsidP="00B2445A">
      <w:pPr>
        <w:pStyle w:val="ConsPlusNonformat"/>
        <w:jc w:val="both"/>
      </w:pPr>
      <w:r>
        <w:t>____________________    ___________________________________</w:t>
      </w:r>
    </w:p>
    <w:p w:rsidR="00962C80" w:rsidRDefault="00962C80" w:rsidP="00B2445A">
      <w:pPr>
        <w:pStyle w:val="ConsPlusNonformat"/>
        <w:jc w:val="both"/>
      </w:pPr>
      <w:r>
        <w:t xml:space="preserve">        Дата                       Подпись/ФИО</w:t>
      </w:r>
    </w:p>
    <w:p w:rsidR="00962C80" w:rsidRDefault="00962C80" w:rsidP="00B2445A">
      <w:pPr>
        <w:pStyle w:val="ConsPlusNormal"/>
        <w:jc w:val="both"/>
      </w:pPr>
    </w:p>
    <w:p w:rsidR="00962C80" w:rsidRDefault="00962C80" w:rsidP="00B2445A">
      <w:pPr>
        <w:pStyle w:val="ConsPlusNormal"/>
        <w:jc w:val="both"/>
      </w:pPr>
    </w:p>
    <w:p w:rsidR="00962C80" w:rsidRDefault="00962C80" w:rsidP="00B2445A">
      <w:pPr>
        <w:pStyle w:val="ConsPlusNormal"/>
        <w:jc w:val="both"/>
      </w:pPr>
    </w:p>
    <w:p w:rsidR="00962C80" w:rsidRDefault="00962C80" w:rsidP="00B2445A">
      <w:pPr>
        <w:pStyle w:val="ConsPlusNormal"/>
        <w:jc w:val="both"/>
      </w:pPr>
    </w:p>
    <w:p w:rsidR="00962C80" w:rsidRDefault="00962C80" w:rsidP="00B2445A">
      <w:pPr>
        <w:pStyle w:val="ConsPlusNormal"/>
        <w:jc w:val="both"/>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r>
        <w:t>Приложение 3</w:t>
      </w:r>
    </w:p>
    <w:p w:rsidR="00962C80" w:rsidRDefault="00962C80" w:rsidP="00B2445A">
      <w:pPr>
        <w:pStyle w:val="ConsPlusNormal"/>
        <w:jc w:val="right"/>
      </w:pPr>
      <w:r>
        <w:t>к административному регламенту</w:t>
      </w:r>
    </w:p>
    <w:p w:rsidR="00962C80" w:rsidRDefault="00962C80" w:rsidP="00B2445A">
      <w:pPr>
        <w:pStyle w:val="ConsPlusNormal"/>
        <w:jc w:val="right"/>
      </w:pPr>
      <w:r>
        <w:t>"</w:t>
      </w:r>
    </w:p>
    <w:p w:rsidR="00962C80" w:rsidRDefault="00962C80" w:rsidP="00B2445A">
      <w:pPr>
        <w:pStyle w:val="ConsPlusNormal"/>
        <w:jc w:val="both"/>
      </w:pPr>
    </w:p>
    <w:p w:rsidR="00962C80" w:rsidRDefault="00962C80" w:rsidP="00B2445A">
      <w:pPr>
        <w:pStyle w:val="ConsPlusNonformat"/>
        <w:jc w:val="both"/>
      </w:pPr>
      <w:r>
        <w:t xml:space="preserve">                                             Наименование и адрес заявителя</w:t>
      </w:r>
    </w:p>
    <w:p w:rsidR="00962C80" w:rsidRDefault="00962C80" w:rsidP="00B2445A">
      <w:pPr>
        <w:pStyle w:val="ConsPlusNonformat"/>
        <w:jc w:val="both"/>
      </w:pPr>
    </w:p>
    <w:p w:rsidR="00962C80" w:rsidRDefault="00962C80" w:rsidP="00B2445A">
      <w:pPr>
        <w:pStyle w:val="ConsPlusNonformat"/>
        <w:jc w:val="center"/>
      </w:pPr>
      <w:bookmarkStart w:id="6" w:name="P681"/>
      <w:bookmarkEnd w:id="6"/>
      <w:r>
        <w:t>СВЕДЕНИЯ</w:t>
      </w:r>
    </w:p>
    <w:p w:rsidR="00962C80" w:rsidRDefault="00962C80" w:rsidP="00B2445A">
      <w:pPr>
        <w:pStyle w:val="ConsPlusNonformat"/>
        <w:jc w:val="center"/>
      </w:pPr>
      <w:r>
        <w:t>об объектах муниципального имущества Торгунского сельского поселения, свободного от прав третьих лиц (за исключением имущественных прав</w:t>
      </w:r>
    </w:p>
    <w:p w:rsidR="00962C80" w:rsidRDefault="00962C80" w:rsidP="00B2445A">
      <w:pPr>
        <w:pStyle w:val="ConsPlusNonformat"/>
        <w:jc w:val="center"/>
      </w:pPr>
      <w:r>
        <w:t>субъектов малого и среднего предпринимательства), предназначенного для</w:t>
      </w:r>
    </w:p>
    <w:p w:rsidR="00962C80" w:rsidRDefault="00962C80" w:rsidP="00B2445A">
      <w:pPr>
        <w:pStyle w:val="ConsPlusNonformat"/>
        <w:jc w:val="center"/>
      </w:pPr>
      <w:r>
        <w:t>предоставления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62C80" w:rsidRDefault="00962C80" w:rsidP="00B2445A">
      <w:pPr>
        <w:pStyle w:val="ConsPlusNonformat"/>
        <w:jc w:val="both"/>
      </w:pPr>
    </w:p>
    <w:p w:rsidR="00962C80" w:rsidRDefault="00962C80" w:rsidP="00B2445A">
      <w:pPr>
        <w:pStyle w:val="ConsPlusNonformat"/>
        <w:jc w:val="both"/>
      </w:pPr>
      <w:r>
        <w:t xml:space="preserve">    Администрация   Торгунского сельского поселения,   рассмотрев   заявление   (вх.   N   ____________   от _________)</w:t>
      </w:r>
    </w:p>
    <w:p w:rsidR="00962C80" w:rsidRDefault="00962C80" w:rsidP="00B2445A">
      <w:pPr>
        <w:pStyle w:val="ConsPlusNonformat"/>
        <w:jc w:val="both"/>
      </w:pPr>
      <w:r>
        <w:t>__________________________________________________________________________,</w:t>
      </w:r>
    </w:p>
    <w:p w:rsidR="00962C80" w:rsidRDefault="00962C80" w:rsidP="00B2445A">
      <w:pPr>
        <w:pStyle w:val="ConsPlusNonformat"/>
        <w:jc w:val="both"/>
      </w:pPr>
      <w:r>
        <w:t xml:space="preserve">   (фамилия, имя, отчество и дата рождения заявителя; либо наименование</w:t>
      </w:r>
    </w:p>
    <w:p w:rsidR="00962C80" w:rsidRDefault="00962C80" w:rsidP="00B2445A">
      <w:pPr>
        <w:pStyle w:val="ConsPlusNonformat"/>
        <w:jc w:val="both"/>
      </w:pPr>
      <w:r>
        <w:t xml:space="preserve">                         юридического лица, ОГРН)</w:t>
      </w:r>
    </w:p>
    <w:p w:rsidR="00962C80" w:rsidRDefault="00962C80" w:rsidP="00B2445A">
      <w:pPr>
        <w:pStyle w:val="ConsPlusNonformat"/>
        <w:jc w:val="both"/>
      </w:pPr>
      <w:r>
        <w:t xml:space="preserve">    о   предоставлении  информации  об  объектах  муниципального  имущества</w:t>
      </w:r>
    </w:p>
    <w:p w:rsidR="00962C80" w:rsidRDefault="00962C80" w:rsidP="00B2445A">
      <w:pPr>
        <w:pStyle w:val="ConsPlusNonformat"/>
        <w:jc w:val="both"/>
      </w:pPr>
      <w:r>
        <w:t>Старополтавского  муниципального района, свободного от прав третьих лиц (за</w:t>
      </w:r>
    </w:p>
    <w:p w:rsidR="00962C80" w:rsidRDefault="00962C80" w:rsidP="00B2445A">
      <w:pPr>
        <w:pStyle w:val="ConsPlusNonformat"/>
        <w:jc w:val="both"/>
      </w:pPr>
      <w:r>
        <w:t>исключением    имущественных    прав    субъектов    малого    и   среднего</w:t>
      </w:r>
    </w:p>
    <w:p w:rsidR="00962C80" w:rsidRDefault="00962C80" w:rsidP="00B2445A">
      <w:pPr>
        <w:pStyle w:val="ConsPlusNonformat"/>
        <w:jc w:val="both"/>
      </w:pPr>
      <w:r>
        <w:t>предпринимательства),  предназначенного  для  предоставления  во владение и</w:t>
      </w:r>
    </w:p>
    <w:p w:rsidR="00962C80" w:rsidRDefault="00962C80" w:rsidP="00B2445A">
      <w:pPr>
        <w:pStyle w:val="ConsPlusNonformat"/>
        <w:jc w:val="both"/>
      </w:pPr>
      <w:r>
        <w:t>(или)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расположенных     на     территории _____________________________________________</w:t>
      </w:r>
    </w:p>
    <w:p w:rsidR="00962C80" w:rsidRDefault="00962C80" w:rsidP="00B2445A">
      <w:pPr>
        <w:pStyle w:val="ConsPlusNonformat"/>
        <w:jc w:val="both"/>
      </w:pPr>
      <w:r>
        <w:t xml:space="preserve">                 (указывается наименование населенного пункта)</w:t>
      </w:r>
    </w:p>
    <w:p w:rsidR="00962C80" w:rsidRDefault="00962C80" w:rsidP="00B2445A">
      <w:pPr>
        <w:pStyle w:val="ConsPlusNonformat"/>
        <w:jc w:val="both"/>
      </w:pPr>
      <w:r>
        <w:t>Торгунского сельского поселения,   предоставляет   запрашиваемую</w:t>
      </w:r>
    </w:p>
    <w:p w:rsidR="00962C80" w:rsidRDefault="00962C80" w:rsidP="00B2445A">
      <w:pPr>
        <w:pStyle w:val="ConsPlusNonformat"/>
        <w:jc w:val="both"/>
      </w:pPr>
      <w:r>
        <w:t>информацию:</w:t>
      </w:r>
    </w:p>
    <w:p w:rsidR="00962C80" w:rsidRDefault="00962C80" w:rsidP="00B2445A">
      <w:pPr>
        <w:pStyle w:val="ConsPlusNormal"/>
        <w:jc w:val="both"/>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794"/>
        <w:gridCol w:w="1984"/>
        <w:gridCol w:w="2324"/>
        <w:gridCol w:w="1764"/>
        <w:gridCol w:w="2205"/>
      </w:tblGrid>
      <w:tr w:rsidR="00962C80" w:rsidRPr="003D713E">
        <w:tc>
          <w:tcPr>
            <w:tcW w:w="794" w:type="dxa"/>
          </w:tcPr>
          <w:p w:rsidR="00962C80" w:rsidRPr="003D713E" w:rsidRDefault="00962C80">
            <w:r w:rsidRPr="003D713E">
              <w:t>№ п/п</w:t>
            </w:r>
          </w:p>
        </w:tc>
        <w:tc>
          <w:tcPr>
            <w:tcW w:w="1984" w:type="dxa"/>
          </w:tcPr>
          <w:p w:rsidR="00962C80" w:rsidRPr="003D713E" w:rsidRDefault="00962C80">
            <w:r w:rsidRPr="003D713E">
              <w:t>Наименование объекта</w:t>
            </w:r>
          </w:p>
        </w:tc>
        <w:tc>
          <w:tcPr>
            <w:tcW w:w="2324" w:type="dxa"/>
          </w:tcPr>
          <w:p w:rsidR="00962C80" w:rsidRPr="003D713E" w:rsidRDefault="00962C80">
            <w:r w:rsidRPr="003D713E">
              <w:t>Идентификационные характеристики</w:t>
            </w:r>
          </w:p>
        </w:tc>
        <w:tc>
          <w:tcPr>
            <w:tcW w:w="1764" w:type="dxa"/>
          </w:tcPr>
          <w:p w:rsidR="00962C80" w:rsidRPr="003D713E" w:rsidRDefault="00962C80">
            <w:r w:rsidRPr="003D713E">
              <w:t xml:space="preserve">Адрес (местонахождение) объекта </w:t>
            </w:r>
          </w:p>
        </w:tc>
        <w:tc>
          <w:tcPr>
            <w:tcW w:w="2205" w:type="dxa"/>
          </w:tcPr>
          <w:p w:rsidR="00962C80" w:rsidRPr="003D713E" w:rsidRDefault="00962C80">
            <w:r w:rsidRPr="003D713E">
              <w:t>Фактическое и/или предполагаемое использование объекта</w:t>
            </w:r>
          </w:p>
        </w:tc>
      </w:tr>
      <w:tr w:rsidR="00962C80" w:rsidRPr="003D713E">
        <w:tc>
          <w:tcPr>
            <w:tcW w:w="794" w:type="dxa"/>
          </w:tcPr>
          <w:p w:rsidR="00962C80" w:rsidRDefault="00962C80">
            <w:pPr>
              <w:pStyle w:val="ConsPlusNormal"/>
              <w:spacing w:line="276" w:lineRule="auto"/>
              <w:jc w:val="center"/>
            </w:pPr>
            <w:r>
              <w:t>1.</w:t>
            </w:r>
          </w:p>
        </w:tc>
        <w:tc>
          <w:tcPr>
            <w:tcW w:w="1984" w:type="dxa"/>
          </w:tcPr>
          <w:p w:rsidR="00962C80" w:rsidRDefault="00962C80">
            <w:pPr>
              <w:pStyle w:val="ConsPlusNormal"/>
              <w:spacing w:line="276" w:lineRule="auto"/>
            </w:pPr>
          </w:p>
        </w:tc>
        <w:tc>
          <w:tcPr>
            <w:tcW w:w="2324" w:type="dxa"/>
          </w:tcPr>
          <w:p w:rsidR="00962C80" w:rsidRDefault="00962C80">
            <w:pPr>
              <w:pStyle w:val="ConsPlusNormal"/>
              <w:spacing w:line="276" w:lineRule="auto"/>
            </w:pPr>
          </w:p>
        </w:tc>
        <w:tc>
          <w:tcPr>
            <w:tcW w:w="1764" w:type="dxa"/>
          </w:tcPr>
          <w:p w:rsidR="00962C80" w:rsidRDefault="00962C80">
            <w:pPr>
              <w:pStyle w:val="ConsPlusNormal"/>
              <w:spacing w:line="276" w:lineRule="auto"/>
            </w:pPr>
          </w:p>
        </w:tc>
        <w:tc>
          <w:tcPr>
            <w:tcW w:w="2205" w:type="dxa"/>
          </w:tcPr>
          <w:p w:rsidR="00962C80" w:rsidRDefault="00962C80">
            <w:pPr>
              <w:pStyle w:val="ConsPlusNormal"/>
              <w:spacing w:line="276" w:lineRule="auto"/>
            </w:pPr>
          </w:p>
        </w:tc>
      </w:tr>
      <w:tr w:rsidR="00962C80" w:rsidRPr="003D713E">
        <w:tc>
          <w:tcPr>
            <w:tcW w:w="794" w:type="dxa"/>
          </w:tcPr>
          <w:p w:rsidR="00962C80" w:rsidRDefault="00962C80">
            <w:pPr>
              <w:pStyle w:val="ConsPlusNormal"/>
              <w:spacing w:line="276" w:lineRule="auto"/>
              <w:jc w:val="center"/>
            </w:pPr>
            <w:r>
              <w:t>.......</w:t>
            </w:r>
          </w:p>
        </w:tc>
        <w:tc>
          <w:tcPr>
            <w:tcW w:w="1984" w:type="dxa"/>
          </w:tcPr>
          <w:p w:rsidR="00962C80" w:rsidRDefault="00962C80">
            <w:pPr>
              <w:pStyle w:val="ConsPlusNormal"/>
              <w:spacing w:line="276" w:lineRule="auto"/>
            </w:pPr>
          </w:p>
        </w:tc>
        <w:tc>
          <w:tcPr>
            <w:tcW w:w="2324" w:type="dxa"/>
          </w:tcPr>
          <w:p w:rsidR="00962C80" w:rsidRDefault="00962C80">
            <w:pPr>
              <w:pStyle w:val="ConsPlusNormal"/>
              <w:spacing w:line="276" w:lineRule="auto"/>
            </w:pPr>
          </w:p>
        </w:tc>
        <w:tc>
          <w:tcPr>
            <w:tcW w:w="1764" w:type="dxa"/>
          </w:tcPr>
          <w:p w:rsidR="00962C80" w:rsidRDefault="00962C80">
            <w:pPr>
              <w:pStyle w:val="ConsPlusNormal"/>
              <w:spacing w:line="276" w:lineRule="auto"/>
            </w:pPr>
          </w:p>
        </w:tc>
        <w:tc>
          <w:tcPr>
            <w:tcW w:w="2205" w:type="dxa"/>
          </w:tcPr>
          <w:p w:rsidR="00962C80" w:rsidRDefault="00962C80">
            <w:pPr>
              <w:pStyle w:val="ConsPlusNormal"/>
              <w:spacing w:line="276" w:lineRule="auto"/>
            </w:pPr>
          </w:p>
        </w:tc>
      </w:tr>
    </w:tbl>
    <w:p w:rsidR="00962C80" w:rsidRDefault="00962C80" w:rsidP="00B2445A">
      <w:pPr>
        <w:pStyle w:val="ConsPlusNormal"/>
        <w:jc w:val="both"/>
      </w:pPr>
    </w:p>
    <w:p w:rsidR="00962C80" w:rsidRDefault="00962C80" w:rsidP="00B2445A">
      <w:pPr>
        <w:pStyle w:val="ConsPlusNonformat"/>
        <w:jc w:val="both"/>
      </w:pPr>
      <w:r>
        <w:t xml:space="preserve">Глава Торгунского </w:t>
      </w:r>
    </w:p>
    <w:p w:rsidR="00962C80" w:rsidRDefault="00962C80" w:rsidP="00B2445A">
      <w:pPr>
        <w:pStyle w:val="ConsPlusNonformat"/>
        <w:jc w:val="both"/>
      </w:pPr>
      <w:r>
        <w:t>сельского поселения                    ________________/________________/</w:t>
      </w:r>
    </w:p>
    <w:p w:rsidR="00962C80" w:rsidRDefault="00962C80" w:rsidP="00B2445A">
      <w:pPr>
        <w:pStyle w:val="ConsPlusNonformat"/>
        <w:jc w:val="both"/>
      </w:pPr>
    </w:p>
    <w:p w:rsidR="00962C80" w:rsidRDefault="00962C80" w:rsidP="00B2445A">
      <w:pPr>
        <w:pStyle w:val="ConsPlusNonformat"/>
        <w:jc w:val="both"/>
      </w:pPr>
      <w:r>
        <w:t>Исполнитель: _______________ (ФИО, телефон)</w:t>
      </w:r>
    </w:p>
    <w:p w:rsidR="00962C80" w:rsidRDefault="00962C80" w:rsidP="00B2445A">
      <w:pPr>
        <w:pStyle w:val="ConsPlusNormal"/>
        <w:jc w:val="both"/>
      </w:pPr>
    </w:p>
    <w:p w:rsidR="00962C80" w:rsidRDefault="00962C80" w:rsidP="00B2445A">
      <w:pPr>
        <w:pStyle w:val="ConsPlusNormal"/>
        <w:jc w:val="both"/>
      </w:pPr>
    </w:p>
    <w:p w:rsidR="00962C80" w:rsidRDefault="00962C80" w:rsidP="00B2445A">
      <w:pPr>
        <w:pStyle w:val="ConsPlusNormal"/>
        <w:jc w:val="both"/>
      </w:pPr>
    </w:p>
    <w:p w:rsidR="00962C80" w:rsidRDefault="00962C80" w:rsidP="00B2445A">
      <w:pPr>
        <w:pStyle w:val="ConsPlusNormal"/>
        <w:jc w:val="both"/>
      </w:pPr>
    </w:p>
    <w:p w:rsidR="00962C80" w:rsidRDefault="00962C80" w:rsidP="00B2445A">
      <w:pPr>
        <w:pStyle w:val="ConsPlusNormal"/>
        <w:jc w:val="both"/>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r>
        <w:t>Приложение 4</w:t>
      </w:r>
    </w:p>
    <w:p w:rsidR="00962C80" w:rsidRDefault="00962C80" w:rsidP="00B2445A">
      <w:pPr>
        <w:pStyle w:val="ConsPlusNormal"/>
        <w:jc w:val="right"/>
      </w:pPr>
      <w:r>
        <w:t>к административному регламенту</w:t>
      </w:r>
    </w:p>
    <w:p w:rsidR="00962C80" w:rsidRDefault="00962C80" w:rsidP="00B2445A">
      <w:pPr>
        <w:pStyle w:val="ConsPlusNormal"/>
        <w:jc w:val="both"/>
      </w:pPr>
    </w:p>
    <w:p w:rsidR="00962C80" w:rsidRDefault="00962C80" w:rsidP="00B2445A">
      <w:pPr>
        <w:pStyle w:val="ConsPlusTitle"/>
        <w:jc w:val="center"/>
      </w:pPr>
      <w:bookmarkStart w:id="7" w:name="P753"/>
      <w:bookmarkEnd w:id="7"/>
      <w:r>
        <w:t>ИНФОРМАЦИЯ</w:t>
      </w:r>
    </w:p>
    <w:p w:rsidR="00962C80" w:rsidRDefault="00962C80" w:rsidP="00B2445A">
      <w:pPr>
        <w:pStyle w:val="ConsPlusTitle"/>
        <w:jc w:val="center"/>
      </w:pPr>
      <w:r>
        <w:t>ОБ ОРГАНИЗАЦИЯХ, УЧАСТВУЮЩИХ В ПРЕДОСТАВЛЕНИИ МУНИЦИПАЛЬНОЙ</w:t>
      </w:r>
    </w:p>
    <w:p w:rsidR="00962C80" w:rsidRDefault="00962C80" w:rsidP="00B2445A">
      <w:pPr>
        <w:pStyle w:val="ConsPlusTitle"/>
        <w:jc w:val="center"/>
      </w:pPr>
      <w:r>
        <w:t>УСЛУГИ "ПРЕДОСТАВЛЕНИЕ СВЕДЕНИЙ ОБ ОБЪЕКТАХ МУНИЦИПАЛЬНОГО</w:t>
      </w:r>
    </w:p>
    <w:p w:rsidR="00962C80" w:rsidRDefault="00962C80" w:rsidP="00B2445A">
      <w:pPr>
        <w:pStyle w:val="ConsPlusTitle"/>
        <w:jc w:val="center"/>
      </w:pPr>
      <w:r>
        <w:t>ИМУЩЕСТВА ТОРГУНСКОГО СЕЛЬСКОГО ПРОСЕЛЕНИЯ, СВОБОДНОГО</w:t>
      </w:r>
    </w:p>
    <w:p w:rsidR="00962C80" w:rsidRDefault="00962C80" w:rsidP="00B2445A">
      <w:pPr>
        <w:pStyle w:val="ConsPlusTitle"/>
        <w:jc w:val="center"/>
      </w:pPr>
      <w:r>
        <w:t>ОТ ПРАВ ТРЕТЬИХ ЛИЦ (ЗА ИСКЛЮЧЕНИЕМ ИМУЩЕСТВЕННЫХ ПРАВ</w:t>
      </w:r>
    </w:p>
    <w:p w:rsidR="00962C80" w:rsidRDefault="00962C80" w:rsidP="00B2445A">
      <w:pPr>
        <w:pStyle w:val="ConsPlusTitle"/>
        <w:jc w:val="center"/>
      </w:pPr>
      <w:r>
        <w:t>СУБЪЕКТОВ МАЛОГО И СРЕДНЕГО ПРЕДПРИНИМАТЕЛЬСТВА),</w:t>
      </w:r>
    </w:p>
    <w:p w:rsidR="00962C80" w:rsidRDefault="00962C80" w:rsidP="00B2445A">
      <w:pPr>
        <w:pStyle w:val="ConsPlusTitle"/>
        <w:jc w:val="center"/>
      </w:pPr>
      <w:r>
        <w:t>ПРЕДНАЗНАЧЕННОГО ДЛЯ ПРЕДОСТАВЛЕНИЯ ВО ВЛАДЕНИЕ И (ИЛИ)</w:t>
      </w:r>
    </w:p>
    <w:p w:rsidR="00962C80" w:rsidRDefault="00962C80" w:rsidP="00B2445A">
      <w:pPr>
        <w:pStyle w:val="ConsPlusTitle"/>
        <w:jc w:val="center"/>
      </w:pPr>
      <w:r>
        <w:t>В ПОЛЬЗОВАНИЕ НА ДОЛГОСРОЧНОЙ ОСНОВЕ СУБЪЕКТАМ МАЛОГО И СРЕДНЕГО</w:t>
      </w:r>
    </w:p>
    <w:p w:rsidR="00962C80" w:rsidRDefault="00962C80" w:rsidP="00B2445A">
      <w:pPr>
        <w:pStyle w:val="ConsPlusTitle"/>
        <w:jc w:val="center"/>
      </w:pPr>
      <w:r>
        <w:t>ПРЕДПРИНИМАТЕЛЬСТВА И ОРГАНИЗАЦИЯМ, ОБРАЗУЮЩИМ</w:t>
      </w:r>
    </w:p>
    <w:p w:rsidR="00962C80" w:rsidRDefault="00962C80" w:rsidP="00B2445A">
      <w:pPr>
        <w:pStyle w:val="ConsPlusTitle"/>
        <w:jc w:val="center"/>
      </w:pPr>
      <w:r>
        <w:t>ИНФРАСТРУКТУРУ ПОДДЕРЖКИ СУБЪЕКТОВ МАЛОГО И СРЕДНЕГО</w:t>
      </w:r>
    </w:p>
    <w:p w:rsidR="00962C80" w:rsidRDefault="00962C80" w:rsidP="00B2445A">
      <w:pPr>
        <w:pStyle w:val="ConsPlusTitle"/>
        <w:jc w:val="center"/>
      </w:pPr>
      <w:r>
        <w:t>ПРЕДПРИНИМАТЕЛЬСТВА"</w:t>
      </w:r>
    </w:p>
    <w:p w:rsidR="00962C80" w:rsidRDefault="00962C80" w:rsidP="00B2445A">
      <w:pPr>
        <w:pStyle w:val="ConsPlusNormal"/>
        <w:jc w:val="both"/>
      </w:pPr>
    </w:p>
    <w:p w:rsidR="00962C80" w:rsidRDefault="00962C80" w:rsidP="00B2445A">
      <w:pPr>
        <w:pStyle w:val="ConsPlusNormal"/>
        <w:ind w:firstLine="540"/>
        <w:jc w:val="both"/>
      </w:pPr>
      <w:r>
        <w:t>1. Администрацией</w:t>
      </w:r>
      <w:bookmarkStart w:id="8" w:name="_GoBack"/>
      <w:bookmarkEnd w:id="8"/>
      <w:r>
        <w:t xml:space="preserve"> Торгунского сельского поселения  осуществляется непосредственно предоставление муниципальной услуги.</w:t>
      </w:r>
    </w:p>
    <w:p w:rsidR="00962C80" w:rsidRDefault="00962C80" w:rsidP="00B2445A">
      <w:pPr>
        <w:pStyle w:val="ConsPlusNormal"/>
        <w:spacing w:before="220"/>
        <w:ind w:firstLine="540"/>
        <w:jc w:val="both"/>
      </w:pPr>
      <w:r>
        <w:t>2. Филиал по работе с заявителями Старополтавского муниципального района Волгоградской области ГКУ ВО "МФЦ" осуществляет функции многофункционального центра предоставления государственных и муниципальных услуг:</w:t>
      </w:r>
    </w:p>
    <w:p w:rsidR="00962C80" w:rsidRDefault="00962C80" w:rsidP="00B2445A">
      <w:pPr>
        <w:pStyle w:val="ConsPlusNormal"/>
        <w:spacing w:before="220"/>
        <w:ind w:firstLine="540"/>
        <w:jc w:val="both"/>
      </w:pPr>
      <w:r>
        <w:t>- информирует заявителей об условиях предоставления муниципальной услуги;</w:t>
      </w:r>
    </w:p>
    <w:p w:rsidR="00962C80" w:rsidRDefault="00962C80" w:rsidP="00B2445A">
      <w:pPr>
        <w:pStyle w:val="ConsPlusNormal"/>
        <w:spacing w:before="220"/>
        <w:ind w:firstLine="540"/>
        <w:jc w:val="both"/>
      </w:pPr>
      <w:r>
        <w:t>- принимает заявления и документы, необходимые для предоставления муниципальной услуги, с целью их дальнейшей передачи в администрацию Торгунского сельского поселения  для принятия решения о предоставлении муниципальной услуги;</w:t>
      </w:r>
    </w:p>
    <w:p w:rsidR="00962C80" w:rsidRDefault="00962C80" w:rsidP="00B2445A">
      <w:pPr>
        <w:pStyle w:val="ConsPlusNormal"/>
        <w:spacing w:before="220"/>
        <w:ind w:firstLine="540"/>
        <w:jc w:val="both"/>
      </w:pPr>
      <w:r>
        <w:t>- информирует заявителя о результатах предоставления муниципальной услуги в соответствии со способом, определенным при приеме документов (в устной или письменной форме).</w:t>
      </w:r>
    </w:p>
    <w:p w:rsidR="00962C80" w:rsidRDefault="00962C80" w:rsidP="00B2445A">
      <w:pPr>
        <w:pStyle w:val="ConsPlusNormal"/>
        <w:jc w:val="both"/>
      </w:pPr>
    </w:p>
    <w:p w:rsidR="00962C80" w:rsidRDefault="00962C80" w:rsidP="00B2445A">
      <w:pPr>
        <w:pStyle w:val="ConsPlusNormal"/>
        <w:jc w:val="both"/>
      </w:pPr>
    </w:p>
    <w:p w:rsidR="00962C80" w:rsidRDefault="00962C80" w:rsidP="00B2445A">
      <w:pPr>
        <w:pStyle w:val="ConsPlusNormal"/>
        <w:jc w:val="both"/>
      </w:pPr>
    </w:p>
    <w:p w:rsidR="00962C80" w:rsidRDefault="00962C80" w:rsidP="00B2445A">
      <w:pPr>
        <w:pStyle w:val="ConsPlusNormal"/>
        <w:jc w:val="both"/>
      </w:pPr>
    </w:p>
    <w:p w:rsidR="00962C80" w:rsidRDefault="00962C80" w:rsidP="00B2445A">
      <w:pPr>
        <w:pStyle w:val="ConsPlusNormal"/>
        <w:jc w:val="both"/>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r>
        <w:t>Приложение 5</w:t>
      </w:r>
    </w:p>
    <w:p w:rsidR="00962C80" w:rsidRDefault="00962C80" w:rsidP="00B2445A">
      <w:pPr>
        <w:pStyle w:val="ConsPlusNormal"/>
        <w:jc w:val="right"/>
      </w:pPr>
      <w:r>
        <w:t>к административному регламенту</w:t>
      </w:r>
    </w:p>
    <w:p w:rsidR="00962C80" w:rsidRDefault="00962C80" w:rsidP="00B2445A">
      <w:pPr>
        <w:pStyle w:val="ConsPlusNormal"/>
        <w:jc w:val="both"/>
      </w:pPr>
    </w:p>
    <w:p w:rsidR="00962C80" w:rsidRDefault="00962C80" w:rsidP="00B2445A">
      <w:pPr>
        <w:pStyle w:val="ConsPlusTitle"/>
        <w:jc w:val="center"/>
      </w:pPr>
      <w:bookmarkStart w:id="9" w:name="P793"/>
      <w:bookmarkEnd w:id="9"/>
      <w:r>
        <w:t>ИНФОРМАЦИЯ</w:t>
      </w:r>
    </w:p>
    <w:p w:rsidR="00962C80" w:rsidRDefault="00962C80" w:rsidP="00B2445A">
      <w:pPr>
        <w:pStyle w:val="ConsPlusTitle"/>
        <w:jc w:val="center"/>
      </w:pPr>
      <w:r>
        <w:t>О МЕСТЕ И ГРАФИКЕ ПРИЕМА ЗАЯВИТЕЛЕЙ СПЕЦИАЛИСТАМИ</w:t>
      </w:r>
    </w:p>
    <w:p w:rsidR="00962C80" w:rsidRDefault="00962C80" w:rsidP="00B2445A">
      <w:pPr>
        <w:pStyle w:val="ConsPlusNormal"/>
        <w:jc w:val="both"/>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3685"/>
        <w:gridCol w:w="1928"/>
        <w:gridCol w:w="3458"/>
      </w:tblGrid>
      <w:tr w:rsidR="00962C80" w:rsidRPr="003D713E">
        <w:tc>
          <w:tcPr>
            <w:tcW w:w="3685" w:type="dxa"/>
          </w:tcPr>
          <w:p w:rsidR="00962C80" w:rsidRDefault="00962C80">
            <w:pPr>
              <w:pStyle w:val="ConsPlusNormal"/>
              <w:spacing w:line="276" w:lineRule="auto"/>
              <w:jc w:val="center"/>
            </w:pPr>
            <w:r>
              <w:t>Наименование специалистов, осуществляющих прием заявителей</w:t>
            </w:r>
          </w:p>
        </w:tc>
        <w:tc>
          <w:tcPr>
            <w:tcW w:w="1928" w:type="dxa"/>
          </w:tcPr>
          <w:p w:rsidR="00962C80" w:rsidRDefault="00962C80">
            <w:pPr>
              <w:pStyle w:val="ConsPlusNormal"/>
              <w:spacing w:line="276" w:lineRule="auto"/>
              <w:jc w:val="center"/>
            </w:pPr>
            <w:r>
              <w:t>Телефоны</w:t>
            </w:r>
          </w:p>
        </w:tc>
        <w:tc>
          <w:tcPr>
            <w:tcW w:w="3458" w:type="dxa"/>
          </w:tcPr>
          <w:p w:rsidR="00962C80" w:rsidRDefault="00962C80">
            <w:pPr>
              <w:pStyle w:val="ConsPlusNormal"/>
              <w:spacing w:line="276" w:lineRule="auto"/>
              <w:jc w:val="center"/>
            </w:pPr>
            <w:r>
              <w:t>График приема</w:t>
            </w:r>
          </w:p>
        </w:tc>
      </w:tr>
      <w:tr w:rsidR="00962C80" w:rsidRPr="003D713E">
        <w:tc>
          <w:tcPr>
            <w:tcW w:w="3685" w:type="dxa"/>
          </w:tcPr>
          <w:p w:rsidR="00962C80" w:rsidRDefault="00962C80">
            <w:pPr>
              <w:pStyle w:val="ConsPlusNormal"/>
              <w:spacing w:line="276" w:lineRule="auto"/>
              <w:jc w:val="center"/>
            </w:pPr>
            <w:r>
              <w:t>1</w:t>
            </w:r>
          </w:p>
        </w:tc>
        <w:tc>
          <w:tcPr>
            <w:tcW w:w="1928" w:type="dxa"/>
          </w:tcPr>
          <w:p w:rsidR="00962C80" w:rsidRDefault="00962C80">
            <w:pPr>
              <w:pStyle w:val="ConsPlusNormal"/>
              <w:spacing w:line="276" w:lineRule="auto"/>
              <w:jc w:val="center"/>
            </w:pPr>
            <w:r>
              <w:t>2</w:t>
            </w:r>
          </w:p>
        </w:tc>
        <w:tc>
          <w:tcPr>
            <w:tcW w:w="3458" w:type="dxa"/>
          </w:tcPr>
          <w:p w:rsidR="00962C80" w:rsidRDefault="00962C80">
            <w:pPr>
              <w:pStyle w:val="ConsPlusNormal"/>
              <w:spacing w:line="276" w:lineRule="auto"/>
              <w:jc w:val="center"/>
            </w:pPr>
            <w:r>
              <w:t>3</w:t>
            </w:r>
          </w:p>
        </w:tc>
      </w:tr>
      <w:tr w:rsidR="00962C80" w:rsidRPr="003D713E">
        <w:tc>
          <w:tcPr>
            <w:tcW w:w="3685" w:type="dxa"/>
          </w:tcPr>
          <w:p w:rsidR="00962C80" w:rsidRDefault="00962C80">
            <w:pPr>
              <w:pStyle w:val="ConsPlusNormal"/>
              <w:spacing w:line="276" w:lineRule="auto"/>
            </w:pPr>
            <w:r>
              <w:t xml:space="preserve">Специалисты администрации Торгунского сельского поселения  </w:t>
            </w:r>
          </w:p>
        </w:tc>
        <w:tc>
          <w:tcPr>
            <w:tcW w:w="1928" w:type="dxa"/>
          </w:tcPr>
          <w:p w:rsidR="00962C80" w:rsidRDefault="00962C80">
            <w:pPr>
              <w:pStyle w:val="ConsPlusNormal"/>
              <w:spacing w:line="276" w:lineRule="auto"/>
            </w:pPr>
            <w:r>
              <w:t>(84493) 4-63-53</w:t>
            </w:r>
          </w:p>
          <w:p w:rsidR="00962C80" w:rsidRDefault="00962C80">
            <w:pPr>
              <w:pStyle w:val="ConsPlusNormal"/>
              <w:spacing w:line="276" w:lineRule="auto"/>
            </w:pPr>
          </w:p>
        </w:tc>
        <w:tc>
          <w:tcPr>
            <w:tcW w:w="3458" w:type="dxa"/>
          </w:tcPr>
          <w:p w:rsidR="00962C80" w:rsidRDefault="00962C80">
            <w:pPr>
              <w:pStyle w:val="ConsPlusNormal"/>
              <w:spacing w:line="276" w:lineRule="auto"/>
            </w:pPr>
            <w:r>
              <w:t>понедельник - пятница</w:t>
            </w:r>
          </w:p>
          <w:p w:rsidR="00962C80" w:rsidRDefault="00962C80">
            <w:pPr>
              <w:pStyle w:val="ConsPlusNormal"/>
              <w:spacing w:line="276" w:lineRule="auto"/>
            </w:pPr>
            <w:r>
              <w:t>с 8.00 до 12.00 час.,</w:t>
            </w:r>
          </w:p>
          <w:p w:rsidR="00962C80" w:rsidRDefault="00962C80">
            <w:pPr>
              <w:pStyle w:val="ConsPlusNormal"/>
              <w:spacing w:line="276" w:lineRule="auto"/>
            </w:pPr>
            <w:r>
              <w:t>с 13.00 до 17.00 час.</w:t>
            </w:r>
          </w:p>
          <w:p w:rsidR="00962C80" w:rsidRDefault="00962C80">
            <w:pPr>
              <w:pStyle w:val="ConsPlusNormal"/>
              <w:spacing w:line="276" w:lineRule="auto"/>
            </w:pPr>
            <w:r>
              <w:t>суббота, воскресенье - выходной</w:t>
            </w:r>
          </w:p>
        </w:tc>
      </w:tr>
      <w:tr w:rsidR="00962C80" w:rsidRPr="003D713E">
        <w:tc>
          <w:tcPr>
            <w:tcW w:w="3685" w:type="dxa"/>
          </w:tcPr>
          <w:p w:rsidR="00962C80" w:rsidRDefault="00962C80">
            <w:pPr>
              <w:pStyle w:val="ConsPlusNormal"/>
              <w:spacing w:line="276" w:lineRule="auto"/>
            </w:pPr>
            <w:r>
              <w:t>Специалисты Филиала по работе с заявителями Старополтавского муниципального района Волгоградской области ГКУ ВО "МФЦ"</w:t>
            </w:r>
          </w:p>
        </w:tc>
        <w:tc>
          <w:tcPr>
            <w:tcW w:w="1928" w:type="dxa"/>
          </w:tcPr>
          <w:p w:rsidR="00962C80" w:rsidRDefault="00962C80">
            <w:pPr>
              <w:pStyle w:val="ConsPlusNormal"/>
              <w:spacing w:line="276" w:lineRule="auto"/>
            </w:pPr>
            <w:r>
              <w:t>(84493) 4-43-86</w:t>
            </w:r>
          </w:p>
          <w:p w:rsidR="00962C80" w:rsidRDefault="00962C80">
            <w:pPr>
              <w:pStyle w:val="ConsPlusNormal"/>
              <w:spacing w:line="276" w:lineRule="auto"/>
            </w:pPr>
            <w:r>
              <w:t>(84493) 4-43-87</w:t>
            </w:r>
          </w:p>
        </w:tc>
        <w:tc>
          <w:tcPr>
            <w:tcW w:w="3458" w:type="dxa"/>
          </w:tcPr>
          <w:p w:rsidR="00962C80" w:rsidRDefault="00962C80">
            <w:pPr>
              <w:pStyle w:val="ConsPlusNormal"/>
              <w:spacing w:line="276" w:lineRule="auto"/>
            </w:pPr>
            <w:r>
              <w:t>Понедельник</w:t>
            </w:r>
          </w:p>
          <w:p w:rsidR="00962C80" w:rsidRDefault="00962C80">
            <w:pPr>
              <w:pStyle w:val="ConsPlusNormal"/>
              <w:spacing w:line="276" w:lineRule="auto"/>
            </w:pPr>
            <w:r>
              <w:t>с 8.00 до 20.00 час.,</w:t>
            </w:r>
          </w:p>
          <w:p w:rsidR="00962C80" w:rsidRDefault="00962C80">
            <w:pPr>
              <w:pStyle w:val="ConsPlusNormal"/>
              <w:spacing w:line="276" w:lineRule="auto"/>
            </w:pPr>
            <w:r>
              <w:t>вторник - пятница</w:t>
            </w:r>
          </w:p>
          <w:p w:rsidR="00962C80" w:rsidRDefault="00962C80">
            <w:pPr>
              <w:pStyle w:val="ConsPlusNormal"/>
              <w:spacing w:line="276" w:lineRule="auto"/>
            </w:pPr>
            <w:r>
              <w:t>с 8.00 до 18.00 час.,</w:t>
            </w:r>
          </w:p>
          <w:p w:rsidR="00962C80" w:rsidRDefault="00962C80">
            <w:pPr>
              <w:pStyle w:val="ConsPlusNormal"/>
              <w:spacing w:line="276" w:lineRule="auto"/>
            </w:pPr>
            <w:r>
              <w:t>суббота с 8.00 до 14.00 час.,</w:t>
            </w:r>
          </w:p>
          <w:p w:rsidR="00962C80" w:rsidRDefault="00962C80">
            <w:pPr>
              <w:pStyle w:val="ConsPlusNormal"/>
              <w:spacing w:line="276" w:lineRule="auto"/>
            </w:pPr>
            <w:r>
              <w:t>воскресенье - выходной</w:t>
            </w:r>
          </w:p>
        </w:tc>
      </w:tr>
    </w:tbl>
    <w:p w:rsidR="00962C80" w:rsidRDefault="00962C80" w:rsidP="00B2445A">
      <w:pPr>
        <w:pStyle w:val="ConsPlusNormal"/>
        <w:jc w:val="both"/>
      </w:pPr>
    </w:p>
    <w:p w:rsidR="00962C80" w:rsidRDefault="00962C80" w:rsidP="00B2445A">
      <w:pPr>
        <w:pStyle w:val="ConsPlusNormal"/>
        <w:jc w:val="both"/>
      </w:pPr>
    </w:p>
    <w:p w:rsidR="00962C80" w:rsidRDefault="00962C80" w:rsidP="00B2445A">
      <w:pPr>
        <w:pStyle w:val="ConsPlusNormal"/>
        <w:jc w:val="both"/>
      </w:pPr>
    </w:p>
    <w:p w:rsidR="00962C80" w:rsidRDefault="00962C80" w:rsidP="00B2445A">
      <w:pPr>
        <w:pStyle w:val="ConsPlusNormal"/>
        <w:jc w:val="both"/>
      </w:pPr>
    </w:p>
    <w:p w:rsidR="00962C80" w:rsidRDefault="00962C80" w:rsidP="00B2445A">
      <w:pPr>
        <w:pStyle w:val="ConsPlusNormal"/>
        <w:jc w:val="both"/>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r>
        <w:t>Приложение 6</w:t>
      </w:r>
    </w:p>
    <w:p w:rsidR="00962C80" w:rsidRDefault="00962C80" w:rsidP="00B2445A">
      <w:pPr>
        <w:pStyle w:val="ConsPlusNormal"/>
        <w:jc w:val="right"/>
      </w:pPr>
      <w:r>
        <w:t>к административному регламенту</w:t>
      </w:r>
    </w:p>
    <w:p w:rsidR="00962C80" w:rsidRDefault="00962C80" w:rsidP="00B2445A">
      <w:pPr>
        <w:pStyle w:val="ConsPlusNormal"/>
        <w:jc w:val="both"/>
      </w:pPr>
    </w:p>
    <w:p w:rsidR="00962C80" w:rsidRDefault="00962C80" w:rsidP="00B2445A">
      <w:pPr>
        <w:pStyle w:val="ConsPlusNonformat"/>
        <w:jc w:val="both"/>
      </w:pPr>
      <w:bookmarkStart w:id="10" w:name="P841"/>
      <w:bookmarkEnd w:id="10"/>
      <w:r>
        <w:t xml:space="preserve">                                  ЖУРНАЛ</w:t>
      </w:r>
    </w:p>
    <w:p w:rsidR="00962C80" w:rsidRDefault="00962C80" w:rsidP="00B2445A">
      <w:pPr>
        <w:pStyle w:val="ConsPlusNonformat"/>
        <w:jc w:val="both"/>
      </w:pPr>
      <w:r>
        <w:t xml:space="preserve">       регистрации заявлений по предоставлению муниципальной услуги</w:t>
      </w:r>
    </w:p>
    <w:p w:rsidR="00962C80" w:rsidRDefault="00962C80" w:rsidP="00B2445A">
      <w:pPr>
        <w:pStyle w:val="ConsPlusNonformat"/>
        <w:jc w:val="both"/>
      </w:pPr>
      <w:r>
        <w:t xml:space="preserve">       "Предоставление сведений об объектах муниципального имущества</w:t>
      </w:r>
    </w:p>
    <w:p w:rsidR="00962C80" w:rsidRDefault="00962C80" w:rsidP="00B2445A">
      <w:pPr>
        <w:pStyle w:val="ConsPlusNonformat"/>
        <w:jc w:val="both"/>
      </w:pPr>
      <w:r>
        <w:t xml:space="preserve">  Торгунского сельского поселения, свободного от прав третьих лиц</w:t>
      </w:r>
    </w:p>
    <w:p w:rsidR="00962C80" w:rsidRDefault="00962C80" w:rsidP="00B2445A">
      <w:pPr>
        <w:pStyle w:val="ConsPlusNonformat"/>
        <w:jc w:val="both"/>
      </w:pPr>
      <w:r>
        <w:t xml:space="preserve">      (за исключением имущественных прав субъектов малого и среднего</w:t>
      </w:r>
    </w:p>
    <w:p w:rsidR="00962C80" w:rsidRDefault="00962C80" w:rsidP="00B2445A">
      <w:pPr>
        <w:pStyle w:val="ConsPlusNonformat"/>
        <w:jc w:val="both"/>
      </w:pPr>
      <w:r>
        <w:t xml:space="preserve">  Предпринимательства), предназначенного для предоставления во владение и</w:t>
      </w:r>
    </w:p>
    <w:p w:rsidR="00962C80" w:rsidRDefault="00962C80" w:rsidP="00B2445A">
      <w:pPr>
        <w:pStyle w:val="ConsPlusNonformat"/>
        <w:jc w:val="both"/>
      </w:pPr>
      <w:r>
        <w:t xml:space="preserve">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62C80" w:rsidRDefault="00962C80" w:rsidP="00B2445A">
      <w:pPr>
        <w:pStyle w:val="ConsPlusNormal"/>
        <w:jc w:val="both"/>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561"/>
        <w:gridCol w:w="1191"/>
        <w:gridCol w:w="1757"/>
        <w:gridCol w:w="1361"/>
        <w:gridCol w:w="1474"/>
        <w:gridCol w:w="1247"/>
        <w:gridCol w:w="1474"/>
      </w:tblGrid>
      <w:tr w:rsidR="00962C80" w:rsidRPr="003D713E">
        <w:tc>
          <w:tcPr>
            <w:tcW w:w="561" w:type="dxa"/>
          </w:tcPr>
          <w:p w:rsidR="00962C80" w:rsidRDefault="00962C80">
            <w:pPr>
              <w:pStyle w:val="ConsPlusNormal"/>
              <w:spacing w:line="276" w:lineRule="auto"/>
              <w:jc w:val="center"/>
            </w:pPr>
            <w:r>
              <w:t>N</w:t>
            </w:r>
          </w:p>
          <w:p w:rsidR="00962C80" w:rsidRDefault="00962C80">
            <w:pPr>
              <w:pStyle w:val="ConsPlusNormal"/>
              <w:spacing w:line="276" w:lineRule="auto"/>
              <w:jc w:val="center"/>
            </w:pPr>
            <w:r>
              <w:t>п/п</w:t>
            </w:r>
          </w:p>
        </w:tc>
        <w:tc>
          <w:tcPr>
            <w:tcW w:w="1191" w:type="dxa"/>
          </w:tcPr>
          <w:p w:rsidR="00962C80" w:rsidRDefault="00962C80">
            <w:pPr>
              <w:pStyle w:val="ConsPlusNormal"/>
              <w:spacing w:line="276" w:lineRule="auto"/>
              <w:jc w:val="center"/>
            </w:pPr>
            <w:r>
              <w:t>Дата поступления заявления</w:t>
            </w:r>
          </w:p>
        </w:tc>
        <w:tc>
          <w:tcPr>
            <w:tcW w:w="1757" w:type="dxa"/>
          </w:tcPr>
          <w:p w:rsidR="00962C80" w:rsidRDefault="00962C80">
            <w:pPr>
              <w:pStyle w:val="ConsPlusNormal"/>
              <w:spacing w:line="276" w:lineRule="auto"/>
              <w:jc w:val="center"/>
            </w:pPr>
            <w:r>
              <w:t>Наименование субъекта малого и среднего предпринимательства, подавшего заявление</w:t>
            </w:r>
          </w:p>
        </w:tc>
        <w:tc>
          <w:tcPr>
            <w:tcW w:w="1361" w:type="dxa"/>
          </w:tcPr>
          <w:p w:rsidR="00962C80" w:rsidRDefault="00962C80">
            <w:pPr>
              <w:pStyle w:val="ConsPlusNormal"/>
              <w:spacing w:line="276" w:lineRule="auto"/>
              <w:jc w:val="center"/>
            </w:pPr>
            <w:r>
              <w:t>Адрес места жительства</w:t>
            </w:r>
          </w:p>
        </w:tc>
        <w:tc>
          <w:tcPr>
            <w:tcW w:w="1474" w:type="dxa"/>
          </w:tcPr>
          <w:p w:rsidR="00962C80" w:rsidRDefault="00962C80">
            <w:pPr>
              <w:pStyle w:val="ConsPlusNormal"/>
              <w:spacing w:line="276" w:lineRule="auto"/>
              <w:jc w:val="center"/>
            </w:pPr>
            <w:r>
              <w:t>Результат предоставления муниципальной услуги</w:t>
            </w:r>
          </w:p>
        </w:tc>
        <w:tc>
          <w:tcPr>
            <w:tcW w:w="1247" w:type="dxa"/>
          </w:tcPr>
          <w:p w:rsidR="00962C80" w:rsidRDefault="00962C80">
            <w:pPr>
              <w:pStyle w:val="ConsPlusNormal"/>
              <w:spacing w:line="276" w:lineRule="auto"/>
              <w:jc w:val="center"/>
            </w:pPr>
            <w:r>
              <w:t>Фактический срок предоставления услуги</w:t>
            </w:r>
          </w:p>
        </w:tc>
        <w:tc>
          <w:tcPr>
            <w:tcW w:w="1474" w:type="dxa"/>
          </w:tcPr>
          <w:p w:rsidR="00962C80" w:rsidRDefault="00962C80">
            <w:pPr>
              <w:pStyle w:val="ConsPlusNormal"/>
              <w:spacing w:line="276" w:lineRule="auto"/>
              <w:jc w:val="center"/>
            </w:pPr>
            <w:r>
              <w:t>Сведения о направлении результата предоставления услуги</w:t>
            </w:r>
          </w:p>
        </w:tc>
      </w:tr>
      <w:tr w:rsidR="00962C80" w:rsidRPr="003D713E">
        <w:tc>
          <w:tcPr>
            <w:tcW w:w="561" w:type="dxa"/>
          </w:tcPr>
          <w:p w:rsidR="00962C80" w:rsidRDefault="00962C80">
            <w:pPr>
              <w:pStyle w:val="ConsPlusNormal"/>
              <w:spacing w:line="276" w:lineRule="auto"/>
              <w:jc w:val="center"/>
            </w:pPr>
            <w:r>
              <w:t>1</w:t>
            </w:r>
          </w:p>
        </w:tc>
        <w:tc>
          <w:tcPr>
            <w:tcW w:w="1191" w:type="dxa"/>
          </w:tcPr>
          <w:p w:rsidR="00962C80" w:rsidRDefault="00962C80">
            <w:pPr>
              <w:pStyle w:val="ConsPlusNormal"/>
              <w:spacing w:line="276" w:lineRule="auto"/>
              <w:jc w:val="center"/>
            </w:pPr>
            <w:r>
              <w:t>2</w:t>
            </w:r>
          </w:p>
        </w:tc>
        <w:tc>
          <w:tcPr>
            <w:tcW w:w="1757" w:type="dxa"/>
          </w:tcPr>
          <w:p w:rsidR="00962C80" w:rsidRDefault="00962C80">
            <w:pPr>
              <w:pStyle w:val="ConsPlusNormal"/>
              <w:spacing w:line="276" w:lineRule="auto"/>
              <w:jc w:val="center"/>
            </w:pPr>
            <w:r>
              <w:t>3</w:t>
            </w:r>
          </w:p>
        </w:tc>
        <w:tc>
          <w:tcPr>
            <w:tcW w:w="1361" w:type="dxa"/>
          </w:tcPr>
          <w:p w:rsidR="00962C80" w:rsidRDefault="00962C80">
            <w:pPr>
              <w:pStyle w:val="ConsPlusNormal"/>
              <w:spacing w:line="276" w:lineRule="auto"/>
              <w:jc w:val="center"/>
            </w:pPr>
            <w:r>
              <w:t>5</w:t>
            </w:r>
          </w:p>
        </w:tc>
        <w:tc>
          <w:tcPr>
            <w:tcW w:w="1474" w:type="dxa"/>
          </w:tcPr>
          <w:p w:rsidR="00962C80" w:rsidRDefault="00962C80">
            <w:pPr>
              <w:pStyle w:val="ConsPlusNormal"/>
              <w:spacing w:line="276" w:lineRule="auto"/>
              <w:jc w:val="center"/>
            </w:pPr>
            <w:r>
              <w:t>6</w:t>
            </w:r>
          </w:p>
        </w:tc>
        <w:tc>
          <w:tcPr>
            <w:tcW w:w="1247" w:type="dxa"/>
          </w:tcPr>
          <w:p w:rsidR="00962C80" w:rsidRDefault="00962C80">
            <w:pPr>
              <w:pStyle w:val="ConsPlusNormal"/>
              <w:spacing w:line="276" w:lineRule="auto"/>
              <w:jc w:val="center"/>
            </w:pPr>
            <w:r>
              <w:t>7</w:t>
            </w:r>
          </w:p>
        </w:tc>
        <w:tc>
          <w:tcPr>
            <w:tcW w:w="1474" w:type="dxa"/>
          </w:tcPr>
          <w:p w:rsidR="00962C80" w:rsidRDefault="00962C80">
            <w:pPr>
              <w:pStyle w:val="ConsPlusNormal"/>
              <w:spacing w:line="276" w:lineRule="auto"/>
              <w:jc w:val="center"/>
            </w:pPr>
            <w:r>
              <w:t>8</w:t>
            </w:r>
          </w:p>
        </w:tc>
      </w:tr>
      <w:tr w:rsidR="00962C80" w:rsidRPr="003D713E">
        <w:tc>
          <w:tcPr>
            <w:tcW w:w="561" w:type="dxa"/>
          </w:tcPr>
          <w:p w:rsidR="00962C80" w:rsidRDefault="00962C80">
            <w:pPr>
              <w:pStyle w:val="ConsPlusNormal"/>
              <w:spacing w:line="276" w:lineRule="auto"/>
            </w:pPr>
          </w:p>
        </w:tc>
        <w:tc>
          <w:tcPr>
            <w:tcW w:w="1191" w:type="dxa"/>
          </w:tcPr>
          <w:p w:rsidR="00962C80" w:rsidRDefault="00962C80">
            <w:pPr>
              <w:pStyle w:val="ConsPlusNormal"/>
              <w:spacing w:line="276" w:lineRule="auto"/>
            </w:pPr>
          </w:p>
        </w:tc>
        <w:tc>
          <w:tcPr>
            <w:tcW w:w="1757" w:type="dxa"/>
          </w:tcPr>
          <w:p w:rsidR="00962C80" w:rsidRDefault="00962C80">
            <w:pPr>
              <w:pStyle w:val="ConsPlusNormal"/>
              <w:spacing w:line="276" w:lineRule="auto"/>
            </w:pPr>
          </w:p>
        </w:tc>
        <w:tc>
          <w:tcPr>
            <w:tcW w:w="1361" w:type="dxa"/>
          </w:tcPr>
          <w:p w:rsidR="00962C80" w:rsidRDefault="00962C80">
            <w:pPr>
              <w:pStyle w:val="ConsPlusNormal"/>
              <w:spacing w:line="276" w:lineRule="auto"/>
            </w:pPr>
          </w:p>
        </w:tc>
        <w:tc>
          <w:tcPr>
            <w:tcW w:w="1474" w:type="dxa"/>
          </w:tcPr>
          <w:p w:rsidR="00962C80" w:rsidRDefault="00962C80">
            <w:pPr>
              <w:pStyle w:val="ConsPlusNormal"/>
              <w:spacing w:line="276" w:lineRule="auto"/>
            </w:pPr>
          </w:p>
        </w:tc>
        <w:tc>
          <w:tcPr>
            <w:tcW w:w="1247" w:type="dxa"/>
          </w:tcPr>
          <w:p w:rsidR="00962C80" w:rsidRDefault="00962C80">
            <w:pPr>
              <w:pStyle w:val="ConsPlusNormal"/>
              <w:spacing w:line="276" w:lineRule="auto"/>
            </w:pPr>
          </w:p>
        </w:tc>
        <w:tc>
          <w:tcPr>
            <w:tcW w:w="1474" w:type="dxa"/>
          </w:tcPr>
          <w:p w:rsidR="00962C80" w:rsidRDefault="00962C80">
            <w:pPr>
              <w:pStyle w:val="ConsPlusNormal"/>
              <w:spacing w:line="276" w:lineRule="auto"/>
            </w:pPr>
          </w:p>
        </w:tc>
      </w:tr>
      <w:tr w:rsidR="00962C80" w:rsidRPr="003D713E">
        <w:tc>
          <w:tcPr>
            <w:tcW w:w="561" w:type="dxa"/>
          </w:tcPr>
          <w:p w:rsidR="00962C80" w:rsidRDefault="00962C80">
            <w:pPr>
              <w:pStyle w:val="ConsPlusNormal"/>
              <w:spacing w:line="276" w:lineRule="auto"/>
            </w:pPr>
          </w:p>
        </w:tc>
        <w:tc>
          <w:tcPr>
            <w:tcW w:w="1191" w:type="dxa"/>
          </w:tcPr>
          <w:p w:rsidR="00962C80" w:rsidRDefault="00962C80">
            <w:pPr>
              <w:pStyle w:val="ConsPlusNormal"/>
              <w:spacing w:line="276" w:lineRule="auto"/>
            </w:pPr>
          </w:p>
        </w:tc>
        <w:tc>
          <w:tcPr>
            <w:tcW w:w="1757" w:type="dxa"/>
          </w:tcPr>
          <w:p w:rsidR="00962C80" w:rsidRDefault="00962C80">
            <w:pPr>
              <w:pStyle w:val="ConsPlusNormal"/>
              <w:spacing w:line="276" w:lineRule="auto"/>
            </w:pPr>
          </w:p>
        </w:tc>
        <w:tc>
          <w:tcPr>
            <w:tcW w:w="1361" w:type="dxa"/>
          </w:tcPr>
          <w:p w:rsidR="00962C80" w:rsidRDefault="00962C80">
            <w:pPr>
              <w:pStyle w:val="ConsPlusNormal"/>
              <w:spacing w:line="276" w:lineRule="auto"/>
            </w:pPr>
          </w:p>
        </w:tc>
        <w:tc>
          <w:tcPr>
            <w:tcW w:w="1474" w:type="dxa"/>
          </w:tcPr>
          <w:p w:rsidR="00962C80" w:rsidRDefault="00962C80">
            <w:pPr>
              <w:pStyle w:val="ConsPlusNormal"/>
              <w:spacing w:line="276" w:lineRule="auto"/>
            </w:pPr>
          </w:p>
        </w:tc>
        <w:tc>
          <w:tcPr>
            <w:tcW w:w="1247" w:type="dxa"/>
          </w:tcPr>
          <w:p w:rsidR="00962C80" w:rsidRDefault="00962C80">
            <w:pPr>
              <w:pStyle w:val="ConsPlusNormal"/>
              <w:spacing w:line="276" w:lineRule="auto"/>
            </w:pPr>
          </w:p>
        </w:tc>
        <w:tc>
          <w:tcPr>
            <w:tcW w:w="1474" w:type="dxa"/>
          </w:tcPr>
          <w:p w:rsidR="00962C80" w:rsidRDefault="00962C80">
            <w:pPr>
              <w:pStyle w:val="ConsPlusNormal"/>
              <w:spacing w:line="276" w:lineRule="auto"/>
            </w:pPr>
          </w:p>
        </w:tc>
      </w:tr>
    </w:tbl>
    <w:p w:rsidR="00962C80" w:rsidRDefault="00962C80" w:rsidP="00B2445A">
      <w:pPr>
        <w:pStyle w:val="ConsPlusNormal"/>
        <w:jc w:val="both"/>
      </w:pPr>
    </w:p>
    <w:p w:rsidR="00962C80" w:rsidRDefault="00962C80" w:rsidP="00B2445A">
      <w:pPr>
        <w:pStyle w:val="ConsPlusNormal"/>
        <w:jc w:val="both"/>
      </w:pPr>
    </w:p>
    <w:p w:rsidR="00962C80" w:rsidRDefault="00962C80" w:rsidP="00B2445A">
      <w:pPr>
        <w:pStyle w:val="ConsPlusNormal"/>
        <w:jc w:val="both"/>
      </w:pPr>
    </w:p>
    <w:p w:rsidR="00962C80" w:rsidRDefault="00962C80" w:rsidP="00B2445A">
      <w:pPr>
        <w:pStyle w:val="ConsPlusNormal"/>
        <w:jc w:val="both"/>
      </w:pPr>
    </w:p>
    <w:p w:rsidR="00962C80" w:rsidRDefault="00962C80" w:rsidP="00B2445A">
      <w:pPr>
        <w:pStyle w:val="ConsPlusNormal"/>
        <w:jc w:val="both"/>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p>
    <w:p w:rsidR="00962C80" w:rsidRDefault="00962C80" w:rsidP="00B2445A">
      <w:pPr>
        <w:pStyle w:val="ConsPlusNormal"/>
        <w:jc w:val="right"/>
        <w:outlineLvl w:val="1"/>
      </w:pPr>
      <w:r>
        <w:t>Приложение 7</w:t>
      </w:r>
    </w:p>
    <w:p w:rsidR="00962C80" w:rsidRDefault="00962C80" w:rsidP="00B2445A">
      <w:pPr>
        <w:pStyle w:val="ConsPlusNormal"/>
        <w:jc w:val="right"/>
      </w:pPr>
      <w:r>
        <w:t>к административному регламенту</w:t>
      </w:r>
    </w:p>
    <w:p w:rsidR="00962C80" w:rsidRDefault="00962C80" w:rsidP="00B2445A">
      <w:pPr>
        <w:pStyle w:val="ConsPlusNormal"/>
        <w:jc w:val="both"/>
      </w:pPr>
    </w:p>
    <w:p w:rsidR="00962C80" w:rsidRDefault="00962C80" w:rsidP="00B2445A">
      <w:pPr>
        <w:pStyle w:val="ConsPlusTitle"/>
        <w:jc w:val="center"/>
      </w:pPr>
      <w:bookmarkStart w:id="11" w:name="P903"/>
      <w:bookmarkEnd w:id="11"/>
      <w:r>
        <w:t>БЛОК-СХЕМА</w:t>
      </w:r>
    </w:p>
    <w:p w:rsidR="00962C80" w:rsidRDefault="00962C80" w:rsidP="00B2445A">
      <w:pPr>
        <w:pStyle w:val="ConsPlusTitle"/>
        <w:jc w:val="center"/>
      </w:pPr>
      <w:r>
        <w:t>ПОСЛЕДОВАТЕЛЬНОСТИ АДМИНИСТРАТИВНЫХ ПРОЦЕДУР</w:t>
      </w:r>
    </w:p>
    <w:p w:rsidR="00962C80" w:rsidRDefault="00962C80" w:rsidP="00B2445A">
      <w:pPr>
        <w:pStyle w:val="ConsPlusTitle"/>
        <w:jc w:val="center"/>
      </w:pPr>
      <w:r>
        <w:t>ПРИ ПРЕДОСТАВЛЕНИИ МУНИЦИПАЛЬНОЙ УСЛУГИ</w:t>
      </w:r>
    </w:p>
    <w:p w:rsidR="00962C80" w:rsidRDefault="00962C80" w:rsidP="00B2445A">
      <w:pPr>
        <w:pStyle w:val="ConsPlusNonformat"/>
        <w:jc w:val="both"/>
      </w:pPr>
      <w:r>
        <w:t>┌─────────────────────────────────────────────────────────────────────────┐</w:t>
      </w:r>
    </w:p>
    <w:p w:rsidR="00962C80" w:rsidRDefault="00962C80" w:rsidP="00B2445A">
      <w:pPr>
        <w:pStyle w:val="ConsPlusNonformat"/>
        <w:jc w:val="both"/>
      </w:pPr>
      <w:r>
        <w:t>│       Обращение заявителя за предоставлением муниципальной услуги       │</w:t>
      </w:r>
    </w:p>
    <w:p w:rsidR="00962C80" w:rsidRDefault="00962C80" w:rsidP="00B2445A">
      <w:pPr>
        <w:pStyle w:val="ConsPlusNonformat"/>
        <w:jc w:val="both"/>
      </w:pPr>
      <w:r>
        <w:t>└───────────┬────────────────────────┬─────────────────────────────┬──────┘</w:t>
      </w:r>
    </w:p>
    <w:p w:rsidR="00962C80" w:rsidRDefault="00962C80" w:rsidP="00B2445A">
      <w:pPr>
        <w:pStyle w:val="ConsPlusNonformat"/>
        <w:jc w:val="both"/>
      </w:pPr>
      <w:r>
        <w:t xml:space="preserve">           \/                       \/                            \/</w:t>
      </w:r>
    </w:p>
    <w:p w:rsidR="00962C80" w:rsidRDefault="00962C80" w:rsidP="00B2445A">
      <w:pPr>
        <w:pStyle w:val="ConsPlusNonformat"/>
        <w:jc w:val="both"/>
      </w:pPr>
      <w:r>
        <w:t>┌────────────────────┐   ┌─────────────────────┐            ┌─────────────┐</w:t>
      </w:r>
    </w:p>
    <w:p w:rsidR="00962C80" w:rsidRDefault="00962C80" w:rsidP="00B2445A">
      <w:pPr>
        <w:pStyle w:val="ConsPlusNonformat"/>
        <w:jc w:val="both"/>
      </w:pPr>
      <w:r>
        <w:t>│   Администрация    │   │     По почте в      │            │     МФЦ     │</w:t>
      </w:r>
    </w:p>
    <w:p w:rsidR="00962C80" w:rsidRDefault="00962C80" w:rsidP="00B2445A">
      <w:pPr>
        <w:pStyle w:val="ConsPlusNonformat"/>
        <w:jc w:val="both"/>
      </w:pPr>
      <w:r>
        <w:t>│                    │   │    Администрацию    │            │             │</w:t>
      </w:r>
    </w:p>
    <w:p w:rsidR="00962C80" w:rsidRDefault="00962C80" w:rsidP="00B2445A">
      <w:pPr>
        <w:pStyle w:val="ConsPlusNonformat"/>
        <w:jc w:val="both"/>
      </w:pPr>
      <w:r>
        <w:t>│                    │   └───────────┬─────────┘            └──────┬──────┘</w:t>
      </w:r>
    </w:p>
    <w:p w:rsidR="00962C80" w:rsidRDefault="00962C80" w:rsidP="00B2445A">
      <w:pPr>
        <w:pStyle w:val="ConsPlusNonformat"/>
        <w:jc w:val="both"/>
      </w:pPr>
      <w:r>
        <w:t>│                    │              \/                            \/</w:t>
      </w:r>
    </w:p>
    <w:p w:rsidR="00962C80" w:rsidRDefault="00962C80" w:rsidP="00B2445A">
      <w:pPr>
        <w:pStyle w:val="ConsPlusNonformat"/>
        <w:jc w:val="both"/>
      </w:pPr>
      <w:r>
        <w:t>│                    │   ┌────────────────────────────────────────────────┐</w:t>
      </w:r>
    </w:p>
    <w:p w:rsidR="00962C80" w:rsidRDefault="00962C80" w:rsidP="00B2445A">
      <w:pPr>
        <w:pStyle w:val="ConsPlusNonformat"/>
        <w:jc w:val="both"/>
      </w:pPr>
      <w:r>
        <w:t>│                    │   │ Передача заявления и прилагаемых документов к  │</w:t>
      </w:r>
    </w:p>
    <w:p w:rsidR="00962C80" w:rsidRDefault="00962C80" w:rsidP="00B2445A">
      <w:pPr>
        <w:pStyle w:val="ConsPlusNonformat"/>
        <w:jc w:val="both"/>
      </w:pPr>
      <w:r>
        <w:t>│                    │   │              нему в администрацию              │</w:t>
      </w:r>
    </w:p>
    <w:p w:rsidR="00962C80" w:rsidRDefault="00962C80" w:rsidP="00B2445A">
      <w:pPr>
        <w:pStyle w:val="ConsPlusNonformat"/>
        <w:jc w:val="both"/>
      </w:pPr>
      <w:r>
        <w:t>└───────────┬────────┘   └───────────┬─────────────────────────────┬──────┘</w:t>
      </w:r>
    </w:p>
    <w:p w:rsidR="00962C80" w:rsidRDefault="00962C80" w:rsidP="00B2445A">
      <w:pPr>
        <w:pStyle w:val="ConsPlusNonformat"/>
        <w:jc w:val="both"/>
      </w:pPr>
      <w:r>
        <w:t xml:space="preserve">           \/                       \/                            \/</w:t>
      </w:r>
    </w:p>
    <w:p w:rsidR="00962C80" w:rsidRDefault="00962C80" w:rsidP="00B2445A">
      <w:pPr>
        <w:pStyle w:val="ConsPlusNonformat"/>
        <w:jc w:val="both"/>
      </w:pPr>
      <w:r>
        <w:t>┌─────────────────────────────────────────────────────────────────────────┐</w:t>
      </w:r>
    </w:p>
    <w:p w:rsidR="00962C80" w:rsidRDefault="00962C80" w:rsidP="00B2445A">
      <w:pPr>
        <w:pStyle w:val="ConsPlusNonformat"/>
        <w:jc w:val="both"/>
      </w:pPr>
      <w:r>
        <w:t>│          Регистрация заявления и прилагаемых к нему документов          │</w:t>
      </w:r>
    </w:p>
    <w:p w:rsidR="00962C80" w:rsidRDefault="00962C80" w:rsidP="00B2445A">
      <w:pPr>
        <w:pStyle w:val="ConsPlusNonformat"/>
        <w:jc w:val="both"/>
      </w:pPr>
      <w:r>
        <w:t>└─────────────────────────────────────┬───────────────────────────────────┘</w:t>
      </w:r>
    </w:p>
    <w:p w:rsidR="00962C80" w:rsidRDefault="00962C80" w:rsidP="00B2445A">
      <w:pPr>
        <w:pStyle w:val="ConsPlusNonformat"/>
        <w:jc w:val="both"/>
      </w:pPr>
      <w:r>
        <w:t xml:space="preserve">                                     \/</w:t>
      </w:r>
    </w:p>
    <w:p w:rsidR="00962C80" w:rsidRDefault="00962C80" w:rsidP="00B2445A">
      <w:pPr>
        <w:pStyle w:val="ConsPlusNonformat"/>
        <w:jc w:val="both"/>
      </w:pPr>
      <w:r>
        <w:t>┌─────────────────────────────────────────────────────────────────────────┐</w:t>
      </w:r>
    </w:p>
    <w:p w:rsidR="00962C80" w:rsidRDefault="00962C80" w:rsidP="00B2445A">
      <w:pPr>
        <w:pStyle w:val="ConsPlusNonformat"/>
        <w:jc w:val="both"/>
      </w:pPr>
      <w:r>
        <w:t>│                  Проверка документов на комплектность                   │</w:t>
      </w:r>
    </w:p>
    <w:p w:rsidR="00962C80" w:rsidRDefault="00962C80" w:rsidP="00B2445A">
      <w:pPr>
        <w:pStyle w:val="ConsPlusNonformat"/>
        <w:jc w:val="both"/>
      </w:pPr>
      <w:r>
        <w:t>└───────────────────────┬─────────────────────────────────────────────────┘</w:t>
      </w:r>
    </w:p>
    <w:p w:rsidR="00962C80" w:rsidRDefault="00962C80" w:rsidP="00B2445A">
      <w:pPr>
        <w:pStyle w:val="ConsPlusNonformat"/>
        <w:jc w:val="both"/>
      </w:pPr>
      <w:r>
        <w:t xml:space="preserve">            ┌───────────┴────────────────┐</w:t>
      </w:r>
    </w:p>
    <w:p w:rsidR="00962C80" w:rsidRDefault="00962C80" w:rsidP="00B2445A">
      <w:pPr>
        <w:pStyle w:val="ConsPlusNonformat"/>
        <w:jc w:val="both"/>
      </w:pPr>
      <w:r>
        <w:t xml:space="preserve">           \/                           \/</w:t>
      </w:r>
    </w:p>
    <w:p w:rsidR="00962C80" w:rsidRDefault="00962C80" w:rsidP="00B2445A">
      <w:pPr>
        <w:pStyle w:val="ConsPlusNonformat"/>
        <w:jc w:val="both"/>
      </w:pPr>
      <w:r>
        <w:t>┌──────────────────────┐ ┌────────────────────────────────────────────────┐</w:t>
      </w:r>
    </w:p>
    <w:p w:rsidR="00962C80" w:rsidRDefault="00962C80" w:rsidP="00B2445A">
      <w:pPr>
        <w:pStyle w:val="ConsPlusNonformat"/>
        <w:jc w:val="both"/>
      </w:pPr>
      <w:r>
        <w:t>│Документы представлены│ │        Документы поданы в полном объеме        │</w:t>
      </w:r>
    </w:p>
    <w:p w:rsidR="00962C80" w:rsidRDefault="00962C80" w:rsidP="00B2445A">
      <w:pPr>
        <w:pStyle w:val="ConsPlusNonformat"/>
        <w:jc w:val="both"/>
      </w:pPr>
      <w:r>
        <w:t>│  не в полном объеме  │ └────────────────────────┬───────────────────────┘</w:t>
      </w:r>
    </w:p>
    <w:p w:rsidR="00962C80" w:rsidRDefault="00962C80" w:rsidP="00B2445A">
      <w:pPr>
        <w:pStyle w:val="ConsPlusNonformat"/>
        <w:jc w:val="both"/>
      </w:pPr>
      <w:r>
        <w:t>└───────┬──────────────┘                         \/</w:t>
      </w:r>
    </w:p>
    <w:p w:rsidR="00962C80" w:rsidRDefault="00962C80" w:rsidP="00B2445A">
      <w:pPr>
        <w:pStyle w:val="ConsPlusNonformat"/>
        <w:jc w:val="both"/>
      </w:pPr>
      <w:r>
        <w:t xml:space="preserve">        │                ┌────────────────────────────────────────────────┐</w:t>
      </w:r>
    </w:p>
    <w:p w:rsidR="00962C80" w:rsidRDefault="00962C80" w:rsidP="00B2445A">
      <w:pPr>
        <w:pStyle w:val="ConsPlusNonformat"/>
        <w:jc w:val="both"/>
      </w:pPr>
      <w:r>
        <w:t xml:space="preserve">        │                │ Проверка документов на полноту и достоверность │</w:t>
      </w:r>
    </w:p>
    <w:p w:rsidR="00962C80" w:rsidRDefault="00962C80" w:rsidP="00B2445A">
      <w:pPr>
        <w:pStyle w:val="ConsPlusNonformat"/>
        <w:jc w:val="both"/>
      </w:pPr>
      <w:r>
        <w:t xml:space="preserve">        │                └──────────┬──────────────────┬──────────────────┘</w:t>
      </w:r>
    </w:p>
    <w:p w:rsidR="00962C80" w:rsidRDefault="00962C80" w:rsidP="00B2445A">
      <w:pPr>
        <w:pStyle w:val="ConsPlusNonformat"/>
        <w:jc w:val="both"/>
      </w:pPr>
      <w:r>
        <w:t xml:space="preserve">        │                       ┌───┘                  └────┐</w:t>
      </w:r>
    </w:p>
    <w:p w:rsidR="00962C80" w:rsidRDefault="00962C80" w:rsidP="00B2445A">
      <w:pPr>
        <w:pStyle w:val="ConsPlusNonformat"/>
        <w:jc w:val="both"/>
      </w:pPr>
      <w:r>
        <w:t xml:space="preserve">       \/                      \/                          \/</w:t>
      </w:r>
    </w:p>
    <w:p w:rsidR="00962C80" w:rsidRDefault="00962C80" w:rsidP="00B2445A">
      <w:pPr>
        <w:pStyle w:val="ConsPlusNonformat"/>
        <w:jc w:val="both"/>
      </w:pPr>
      <w:r>
        <w:t>┌──────────────┐  ┌──────────────────────────┐ ┌──────────────────────────┐</w:t>
      </w:r>
    </w:p>
    <w:p w:rsidR="00962C80" w:rsidRDefault="00962C80" w:rsidP="00B2445A">
      <w:pPr>
        <w:pStyle w:val="ConsPlusNonformat"/>
        <w:jc w:val="both"/>
      </w:pPr>
      <w:r>
        <w:t>│  Подготовка  │  │  Имеются основания для   │ │   Оснований для отказа   │</w:t>
      </w:r>
    </w:p>
    <w:p w:rsidR="00962C80" w:rsidRDefault="00962C80" w:rsidP="00B2445A">
      <w:pPr>
        <w:pStyle w:val="ConsPlusNonformat"/>
        <w:jc w:val="both"/>
      </w:pPr>
      <w:r>
        <w:t>│  решения об  │&lt;─┤ отказа в предоставлении  │ │     в предоставлении     │</w:t>
      </w:r>
    </w:p>
    <w:p w:rsidR="00962C80" w:rsidRDefault="00962C80" w:rsidP="00B2445A">
      <w:pPr>
        <w:pStyle w:val="ConsPlusNonformat"/>
        <w:jc w:val="both"/>
      </w:pPr>
      <w:r>
        <w:t>│   отказе в   │  │   муниципальной услуги   │ │   муниципальной услуги   │</w:t>
      </w:r>
    </w:p>
    <w:p w:rsidR="00962C80" w:rsidRDefault="00962C80" w:rsidP="00B2445A">
      <w:pPr>
        <w:pStyle w:val="ConsPlusNonformat"/>
        <w:jc w:val="both"/>
      </w:pPr>
      <w:r>
        <w:t>│предоставлении│  │                          │ │        не имеется        │</w:t>
      </w:r>
    </w:p>
    <w:p w:rsidR="00962C80" w:rsidRDefault="00962C80" w:rsidP="00B2445A">
      <w:pPr>
        <w:pStyle w:val="ConsPlusNonformat"/>
        <w:jc w:val="both"/>
      </w:pPr>
      <w:r>
        <w:t>│муниципальной │  └──────────────────────────┘ └─────────────┬────────────┘</w:t>
      </w:r>
    </w:p>
    <w:p w:rsidR="00962C80" w:rsidRDefault="00962C80" w:rsidP="00B2445A">
      <w:pPr>
        <w:pStyle w:val="ConsPlusNonformat"/>
        <w:jc w:val="both"/>
      </w:pPr>
      <w:r>
        <w:t>│    услуги    │                                            \/</w:t>
      </w:r>
    </w:p>
    <w:p w:rsidR="00962C80" w:rsidRDefault="00962C80" w:rsidP="00B2445A">
      <w:pPr>
        <w:pStyle w:val="ConsPlusNonformat"/>
        <w:jc w:val="both"/>
      </w:pPr>
      <w:r>
        <w:t>└────────┬─────┘                      ┌───────────────────────────────────┐</w:t>
      </w:r>
    </w:p>
    <w:p w:rsidR="00962C80" w:rsidRDefault="00962C80" w:rsidP="00B2445A">
      <w:pPr>
        <w:pStyle w:val="ConsPlusNonformat"/>
        <w:jc w:val="both"/>
      </w:pPr>
      <w:r>
        <w:t xml:space="preserve">         │                            │ Подготовка сведений об имуществе, │</w:t>
      </w:r>
    </w:p>
    <w:p w:rsidR="00962C80" w:rsidRDefault="00962C80" w:rsidP="00B2445A">
      <w:pPr>
        <w:pStyle w:val="ConsPlusNonformat"/>
        <w:jc w:val="both"/>
      </w:pPr>
      <w:r>
        <w:t xml:space="preserve">         │                            │       включенном в Перечень       │</w:t>
      </w:r>
    </w:p>
    <w:p w:rsidR="00962C80" w:rsidRDefault="00962C80" w:rsidP="00B2445A">
      <w:pPr>
        <w:pStyle w:val="ConsPlusNonformat"/>
        <w:jc w:val="both"/>
      </w:pPr>
      <w:r>
        <w:t xml:space="preserve">         │                            └────────────────┬──────────────────┘</w:t>
      </w:r>
    </w:p>
    <w:p w:rsidR="00962C80" w:rsidRDefault="00962C80" w:rsidP="00B2445A">
      <w:pPr>
        <w:pStyle w:val="ConsPlusNonformat"/>
        <w:jc w:val="both"/>
      </w:pPr>
      <w:r>
        <w:t xml:space="preserve">        \/                                            \/</w:t>
      </w:r>
    </w:p>
    <w:p w:rsidR="00962C80" w:rsidRDefault="00962C80" w:rsidP="00B2445A">
      <w:pPr>
        <w:pStyle w:val="ConsPlusNonformat"/>
        <w:jc w:val="both"/>
      </w:pPr>
      <w:r>
        <w:t>┌─────────────────────────────────────────────────────────────────────────┐</w:t>
      </w:r>
    </w:p>
    <w:p w:rsidR="00962C80" w:rsidRDefault="00962C80" w:rsidP="00B2445A">
      <w:pPr>
        <w:pStyle w:val="ConsPlusNonformat"/>
        <w:jc w:val="both"/>
      </w:pPr>
      <w:r>
        <w:t>│  Принятие решения о предоставлении муниципальной услуги или об отказе   │</w:t>
      </w:r>
    </w:p>
    <w:p w:rsidR="00962C80" w:rsidRDefault="00962C80" w:rsidP="00B2445A">
      <w:pPr>
        <w:pStyle w:val="ConsPlusNonformat"/>
        <w:jc w:val="both"/>
      </w:pPr>
      <w:r>
        <w:t>│                  в предоставлении муниципальной услуги                  │</w:t>
      </w:r>
    </w:p>
    <w:p w:rsidR="00962C80" w:rsidRDefault="00962C80" w:rsidP="00B2445A">
      <w:pPr>
        <w:pStyle w:val="ConsPlusNonformat"/>
        <w:jc w:val="both"/>
      </w:pPr>
      <w:r>
        <w:t>└───────────────────────────────────┬─────────────────────────────────────┘</w:t>
      </w:r>
    </w:p>
    <w:p w:rsidR="00962C80" w:rsidRDefault="00962C80" w:rsidP="00B2445A">
      <w:pPr>
        <w:pStyle w:val="ConsPlusNonformat"/>
        <w:jc w:val="both"/>
      </w:pPr>
      <w:r>
        <w:t xml:space="preserve">                                   \/</w:t>
      </w:r>
    </w:p>
    <w:p w:rsidR="00962C80" w:rsidRDefault="00962C80" w:rsidP="00B2445A">
      <w:pPr>
        <w:pStyle w:val="ConsPlusNonformat"/>
        <w:jc w:val="both"/>
      </w:pPr>
      <w:r>
        <w:t>┌─────────────────────────────────────────────────────────────────────────┐</w:t>
      </w:r>
    </w:p>
    <w:p w:rsidR="00962C80" w:rsidRDefault="00962C80" w:rsidP="00B2445A">
      <w:pPr>
        <w:pStyle w:val="ConsPlusNonformat"/>
        <w:jc w:val="both"/>
      </w:pPr>
      <w:r>
        <w:t>│  Направление заявителю результата предоставления муниципальной услуги   │</w:t>
      </w:r>
    </w:p>
    <w:p w:rsidR="00962C80" w:rsidRDefault="00962C80" w:rsidP="00B2445A">
      <w:pPr>
        <w:pStyle w:val="ConsPlusNonformat"/>
        <w:jc w:val="both"/>
      </w:pPr>
      <w:r>
        <w:t>│                     способом, указанным в заявлении                     │</w:t>
      </w:r>
    </w:p>
    <w:p w:rsidR="00962C80" w:rsidRDefault="00962C80" w:rsidP="00B2445A">
      <w:pPr>
        <w:pStyle w:val="ConsPlusNonformat"/>
        <w:jc w:val="both"/>
      </w:pPr>
      <w:r>
        <w:t>└─────────────────────────────────────────────────────────────────────────┘</w:t>
      </w:r>
    </w:p>
    <w:p w:rsidR="00962C80" w:rsidRDefault="00962C80" w:rsidP="00B2445A">
      <w:pPr>
        <w:pStyle w:val="ConsPlusNormal"/>
        <w:pBdr>
          <w:top w:val="single" w:sz="6" w:space="0" w:color="auto"/>
        </w:pBdr>
        <w:spacing w:before="100" w:after="100"/>
        <w:jc w:val="both"/>
        <w:rPr>
          <w:sz w:val="2"/>
          <w:szCs w:val="2"/>
        </w:rPr>
      </w:pPr>
    </w:p>
    <w:p w:rsidR="00962C80" w:rsidRDefault="00962C80"/>
    <w:sectPr w:rsidR="00962C80" w:rsidSect="00F713A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2445A"/>
    <w:rsid w:val="00000231"/>
    <w:rsid w:val="00000593"/>
    <w:rsid w:val="000009E8"/>
    <w:rsid w:val="00000B89"/>
    <w:rsid w:val="00000C1B"/>
    <w:rsid w:val="00000E07"/>
    <w:rsid w:val="00001273"/>
    <w:rsid w:val="00001297"/>
    <w:rsid w:val="000012A3"/>
    <w:rsid w:val="000014E2"/>
    <w:rsid w:val="00001741"/>
    <w:rsid w:val="000017A7"/>
    <w:rsid w:val="000021FC"/>
    <w:rsid w:val="000029FA"/>
    <w:rsid w:val="0000300B"/>
    <w:rsid w:val="00003DD0"/>
    <w:rsid w:val="00003F3F"/>
    <w:rsid w:val="00004651"/>
    <w:rsid w:val="000047E7"/>
    <w:rsid w:val="00004B6E"/>
    <w:rsid w:val="00004E18"/>
    <w:rsid w:val="00005103"/>
    <w:rsid w:val="00005918"/>
    <w:rsid w:val="00005AB9"/>
    <w:rsid w:val="00005BF9"/>
    <w:rsid w:val="00005C38"/>
    <w:rsid w:val="00005C62"/>
    <w:rsid w:val="00005DED"/>
    <w:rsid w:val="0000622A"/>
    <w:rsid w:val="00006249"/>
    <w:rsid w:val="000069E5"/>
    <w:rsid w:val="00006AEB"/>
    <w:rsid w:val="00007140"/>
    <w:rsid w:val="0000725F"/>
    <w:rsid w:val="00007420"/>
    <w:rsid w:val="0000749E"/>
    <w:rsid w:val="00007506"/>
    <w:rsid w:val="000077D0"/>
    <w:rsid w:val="000077D9"/>
    <w:rsid w:val="00007884"/>
    <w:rsid w:val="00007B04"/>
    <w:rsid w:val="00007C7B"/>
    <w:rsid w:val="00007F8B"/>
    <w:rsid w:val="000101BD"/>
    <w:rsid w:val="00010397"/>
    <w:rsid w:val="00010A9F"/>
    <w:rsid w:val="000115B6"/>
    <w:rsid w:val="0001160F"/>
    <w:rsid w:val="0001179F"/>
    <w:rsid w:val="00011925"/>
    <w:rsid w:val="00012059"/>
    <w:rsid w:val="0001225A"/>
    <w:rsid w:val="0001285D"/>
    <w:rsid w:val="00012F37"/>
    <w:rsid w:val="000132D1"/>
    <w:rsid w:val="000132F3"/>
    <w:rsid w:val="00013408"/>
    <w:rsid w:val="0001367F"/>
    <w:rsid w:val="00013910"/>
    <w:rsid w:val="00013F22"/>
    <w:rsid w:val="00013F56"/>
    <w:rsid w:val="00014115"/>
    <w:rsid w:val="0001462E"/>
    <w:rsid w:val="0001492B"/>
    <w:rsid w:val="00014AAC"/>
    <w:rsid w:val="00014C6B"/>
    <w:rsid w:val="00014D32"/>
    <w:rsid w:val="00014F62"/>
    <w:rsid w:val="0001534C"/>
    <w:rsid w:val="000154E9"/>
    <w:rsid w:val="000166E5"/>
    <w:rsid w:val="000167E4"/>
    <w:rsid w:val="000168CB"/>
    <w:rsid w:val="000169C6"/>
    <w:rsid w:val="00016A2E"/>
    <w:rsid w:val="0001733B"/>
    <w:rsid w:val="000173CF"/>
    <w:rsid w:val="000175F8"/>
    <w:rsid w:val="00017D7F"/>
    <w:rsid w:val="00017E63"/>
    <w:rsid w:val="00017EF3"/>
    <w:rsid w:val="00017FC7"/>
    <w:rsid w:val="0002034A"/>
    <w:rsid w:val="00020781"/>
    <w:rsid w:val="000208FB"/>
    <w:rsid w:val="00020FE5"/>
    <w:rsid w:val="000210AC"/>
    <w:rsid w:val="00021259"/>
    <w:rsid w:val="000213E0"/>
    <w:rsid w:val="00021471"/>
    <w:rsid w:val="00021544"/>
    <w:rsid w:val="0002188F"/>
    <w:rsid w:val="0002193B"/>
    <w:rsid w:val="00021BAC"/>
    <w:rsid w:val="00021C0D"/>
    <w:rsid w:val="00021C2A"/>
    <w:rsid w:val="00021EDE"/>
    <w:rsid w:val="00021F40"/>
    <w:rsid w:val="00022125"/>
    <w:rsid w:val="0002250E"/>
    <w:rsid w:val="000225FD"/>
    <w:rsid w:val="00022D2C"/>
    <w:rsid w:val="000231D4"/>
    <w:rsid w:val="0002360E"/>
    <w:rsid w:val="000238B4"/>
    <w:rsid w:val="00023D19"/>
    <w:rsid w:val="00023D2E"/>
    <w:rsid w:val="00023F5A"/>
    <w:rsid w:val="00024324"/>
    <w:rsid w:val="000243F3"/>
    <w:rsid w:val="00024502"/>
    <w:rsid w:val="00024582"/>
    <w:rsid w:val="000250B2"/>
    <w:rsid w:val="0002525F"/>
    <w:rsid w:val="00025502"/>
    <w:rsid w:val="0002560F"/>
    <w:rsid w:val="00025875"/>
    <w:rsid w:val="00025C6F"/>
    <w:rsid w:val="00025FA6"/>
    <w:rsid w:val="00025FC8"/>
    <w:rsid w:val="00026549"/>
    <w:rsid w:val="000265C7"/>
    <w:rsid w:val="00026774"/>
    <w:rsid w:val="00026DC2"/>
    <w:rsid w:val="0002700F"/>
    <w:rsid w:val="000272D0"/>
    <w:rsid w:val="000274C2"/>
    <w:rsid w:val="000278D2"/>
    <w:rsid w:val="0003001D"/>
    <w:rsid w:val="0003079B"/>
    <w:rsid w:val="00030C0F"/>
    <w:rsid w:val="000313EA"/>
    <w:rsid w:val="00031423"/>
    <w:rsid w:val="00031510"/>
    <w:rsid w:val="00031A5C"/>
    <w:rsid w:val="00031C05"/>
    <w:rsid w:val="00031C6E"/>
    <w:rsid w:val="00031CE0"/>
    <w:rsid w:val="0003205B"/>
    <w:rsid w:val="000321AB"/>
    <w:rsid w:val="000323B2"/>
    <w:rsid w:val="000325B0"/>
    <w:rsid w:val="000327C2"/>
    <w:rsid w:val="000327DA"/>
    <w:rsid w:val="00032B0F"/>
    <w:rsid w:val="00032B23"/>
    <w:rsid w:val="00032B7C"/>
    <w:rsid w:val="00032E48"/>
    <w:rsid w:val="00033045"/>
    <w:rsid w:val="000330F8"/>
    <w:rsid w:val="00033134"/>
    <w:rsid w:val="00033210"/>
    <w:rsid w:val="000334A1"/>
    <w:rsid w:val="000334AA"/>
    <w:rsid w:val="00033B77"/>
    <w:rsid w:val="00033C46"/>
    <w:rsid w:val="00033CCC"/>
    <w:rsid w:val="00033F70"/>
    <w:rsid w:val="00034236"/>
    <w:rsid w:val="0003425F"/>
    <w:rsid w:val="000342B8"/>
    <w:rsid w:val="000342F2"/>
    <w:rsid w:val="00034677"/>
    <w:rsid w:val="00034DA9"/>
    <w:rsid w:val="000353B2"/>
    <w:rsid w:val="00035EC4"/>
    <w:rsid w:val="000362A5"/>
    <w:rsid w:val="00036499"/>
    <w:rsid w:val="000366A8"/>
    <w:rsid w:val="0003676E"/>
    <w:rsid w:val="000368F8"/>
    <w:rsid w:val="00036C04"/>
    <w:rsid w:val="00036C5B"/>
    <w:rsid w:val="00036D78"/>
    <w:rsid w:val="00037323"/>
    <w:rsid w:val="00037A46"/>
    <w:rsid w:val="00037B31"/>
    <w:rsid w:val="00037BB0"/>
    <w:rsid w:val="00037D70"/>
    <w:rsid w:val="00040142"/>
    <w:rsid w:val="0004016C"/>
    <w:rsid w:val="00040261"/>
    <w:rsid w:val="00040501"/>
    <w:rsid w:val="00040956"/>
    <w:rsid w:val="00040B59"/>
    <w:rsid w:val="000410DB"/>
    <w:rsid w:val="000414BA"/>
    <w:rsid w:val="00041B43"/>
    <w:rsid w:val="00041B9C"/>
    <w:rsid w:val="00041D59"/>
    <w:rsid w:val="00041E3C"/>
    <w:rsid w:val="00041E92"/>
    <w:rsid w:val="00042BF1"/>
    <w:rsid w:val="00042D1E"/>
    <w:rsid w:val="000432A7"/>
    <w:rsid w:val="00043360"/>
    <w:rsid w:val="00043569"/>
    <w:rsid w:val="00043653"/>
    <w:rsid w:val="00043A25"/>
    <w:rsid w:val="00043BAB"/>
    <w:rsid w:val="00043FB1"/>
    <w:rsid w:val="00044040"/>
    <w:rsid w:val="00044090"/>
    <w:rsid w:val="00044A07"/>
    <w:rsid w:val="00045140"/>
    <w:rsid w:val="0004515F"/>
    <w:rsid w:val="000452AE"/>
    <w:rsid w:val="0004569B"/>
    <w:rsid w:val="00045903"/>
    <w:rsid w:val="00045F0D"/>
    <w:rsid w:val="0004679D"/>
    <w:rsid w:val="00046F4F"/>
    <w:rsid w:val="00047604"/>
    <w:rsid w:val="0004776D"/>
    <w:rsid w:val="00047795"/>
    <w:rsid w:val="00047CD6"/>
    <w:rsid w:val="00047EDC"/>
    <w:rsid w:val="0005004B"/>
    <w:rsid w:val="000501A7"/>
    <w:rsid w:val="00050297"/>
    <w:rsid w:val="000503F3"/>
    <w:rsid w:val="00050446"/>
    <w:rsid w:val="0005058A"/>
    <w:rsid w:val="00050A87"/>
    <w:rsid w:val="00050D69"/>
    <w:rsid w:val="00050ECB"/>
    <w:rsid w:val="000516A1"/>
    <w:rsid w:val="00051A20"/>
    <w:rsid w:val="00051D0C"/>
    <w:rsid w:val="00051F4A"/>
    <w:rsid w:val="0005207F"/>
    <w:rsid w:val="00052090"/>
    <w:rsid w:val="00052798"/>
    <w:rsid w:val="000527F5"/>
    <w:rsid w:val="00052A57"/>
    <w:rsid w:val="00052AB7"/>
    <w:rsid w:val="00052BD0"/>
    <w:rsid w:val="00052F5D"/>
    <w:rsid w:val="000531F9"/>
    <w:rsid w:val="00053448"/>
    <w:rsid w:val="0005392C"/>
    <w:rsid w:val="00053BB2"/>
    <w:rsid w:val="00053C14"/>
    <w:rsid w:val="00053CDF"/>
    <w:rsid w:val="00053D1A"/>
    <w:rsid w:val="00053D52"/>
    <w:rsid w:val="000540DD"/>
    <w:rsid w:val="00054140"/>
    <w:rsid w:val="000545E2"/>
    <w:rsid w:val="00054E74"/>
    <w:rsid w:val="00054F2D"/>
    <w:rsid w:val="00054FA6"/>
    <w:rsid w:val="00054FCE"/>
    <w:rsid w:val="00054FD2"/>
    <w:rsid w:val="0005511D"/>
    <w:rsid w:val="00055267"/>
    <w:rsid w:val="000552BA"/>
    <w:rsid w:val="00055D44"/>
    <w:rsid w:val="00056647"/>
    <w:rsid w:val="00056939"/>
    <w:rsid w:val="00057252"/>
    <w:rsid w:val="000574F9"/>
    <w:rsid w:val="0005765C"/>
    <w:rsid w:val="00057A7D"/>
    <w:rsid w:val="00057BB9"/>
    <w:rsid w:val="00057CBA"/>
    <w:rsid w:val="00057D0A"/>
    <w:rsid w:val="000608D7"/>
    <w:rsid w:val="00060927"/>
    <w:rsid w:val="0006094C"/>
    <w:rsid w:val="00060B49"/>
    <w:rsid w:val="00060E90"/>
    <w:rsid w:val="0006114B"/>
    <w:rsid w:val="00061543"/>
    <w:rsid w:val="0006163B"/>
    <w:rsid w:val="00061661"/>
    <w:rsid w:val="00061C83"/>
    <w:rsid w:val="000629A1"/>
    <w:rsid w:val="000629C6"/>
    <w:rsid w:val="00062F1B"/>
    <w:rsid w:val="0006308B"/>
    <w:rsid w:val="000630A6"/>
    <w:rsid w:val="000634BB"/>
    <w:rsid w:val="000636F2"/>
    <w:rsid w:val="0006376A"/>
    <w:rsid w:val="000637B0"/>
    <w:rsid w:val="00063BE7"/>
    <w:rsid w:val="00064022"/>
    <w:rsid w:val="00064157"/>
    <w:rsid w:val="000643E2"/>
    <w:rsid w:val="00064722"/>
    <w:rsid w:val="00064726"/>
    <w:rsid w:val="0006499A"/>
    <w:rsid w:val="00064C70"/>
    <w:rsid w:val="00064E70"/>
    <w:rsid w:val="000654D2"/>
    <w:rsid w:val="0006557B"/>
    <w:rsid w:val="00065783"/>
    <w:rsid w:val="000659E2"/>
    <w:rsid w:val="00065A96"/>
    <w:rsid w:val="00065AE8"/>
    <w:rsid w:val="00066142"/>
    <w:rsid w:val="000663C7"/>
    <w:rsid w:val="0006649D"/>
    <w:rsid w:val="000666F7"/>
    <w:rsid w:val="00066700"/>
    <w:rsid w:val="000667C0"/>
    <w:rsid w:val="00066DEF"/>
    <w:rsid w:val="00066EFA"/>
    <w:rsid w:val="0006704C"/>
    <w:rsid w:val="0006715D"/>
    <w:rsid w:val="00067270"/>
    <w:rsid w:val="00067415"/>
    <w:rsid w:val="0006787E"/>
    <w:rsid w:val="000678B7"/>
    <w:rsid w:val="00070001"/>
    <w:rsid w:val="0007005A"/>
    <w:rsid w:val="00071071"/>
    <w:rsid w:val="000711C7"/>
    <w:rsid w:val="000712C4"/>
    <w:rsid w:val="00071428"/>
    <w:rsid w:val="00071534"/>
    <w:rsid w:val="000716E7"/>
    <w:rsid w:val="000717EB"/>
    <w:rsid w:val="00071B7C"/>
    <w:rsid w:val="00071BE1"/>
    <w:rsid w:val="00071CA5"/>
    <w:rsid w:val="00071F34"/>
    <w:rsid w:val="00072481"/>
    <w:rsid w:val="000725B6"/>
    <w:rsid w:val="00072A7C"/>
    <w:rsid w:val="00072A82"/>
    <w:rsid w:val="000731C0"/>
    <w:rsid w:val="00073204"/>
    <w:rsid w:val="00073398"/>
    <w:rsid w:val="000739AB"/>
    <w:rsid w:val="000739F4"/>
    <w:rsid w:val="00073EC3"/>
    <w:rsid w:val="00074520"/>
    <w:rsid w:val="0007459F"/>
    <w:rsid w:val="000747E6"/>
    <w:rsid w:val="00074BE2"/>
    <w:rsid w:val="00074FA6"/>
    <w:rsid w:val="00075079"/>
    <w:rsid w:val="000755A5"/>
    <w:rsid w:val="000757E9"/>
    <w:rsid w:val="00075911"/>
    <w:rsid w:val="00075AF2"/>
    <w:rsid w:val="00075EFB"/>
    <w:rsid w:val="0007608D"/>
    <w:rsid w:val="0007679A"/>
    <w:rsid w:val="000769D8"/>
    <w:rsid w:val="00076DC7"/>
    <w:rsid w:val="0007783E"/>
    <w:rsid w:val="00077BC3"/>
    <w:rsid w:val="00077FE0"/>
    <w:rsid w:val="0008023A"/>
    <w:rsid w:val="000803DB"/>
    <w:rsid w:val="000803E0"/>
    <w:rsid w:val="000808FB"/>
    <w:rsid w:val="0008094B"/>
    <w:rsid w:val="0008097A"/>
    <w:rsid w:val="00080B6A"/>
    <w:rsid w:val="00080C20"/>
    <w:rsid w:val="00080D0C"/>
    <w:rsid w:val="0008110F"/>
    <w:rsid w:val="00081463"/>
    <w:rsid w:val="000814BC"/>
    <w:rsid w:val="00081AC2"/>
    <w:rsid w:val="00081C5F"/>
    <w:rsid w:val="00081EE3"/>
    <w:rsid w:val="0008208C"/>
    <w:rsid w:val="000823E2"/>
    <w:rsid w:val="00082570"/>
    <w:rsid w:val="000826B8"/>
    <w:rsid w:val="000826CB"/>
    <w:rsid w:val="000827F2"/>
    <w:rsid w:val="00082AE3"/>
    <w:rsid w:val="00082C17"/>
    <w:rsid w:val="00082F40"/>
    <w:rsid w:val="000831F4"/>
    <w:rsid w:val="00083491"/>
    <w:rsid w:val="000835CE"/>
    <w:rsid w:val="00083B0F"/>
    <w:rsid w:val="00083B98"/>
    <w:rsid w:val="00083BCE"/>
    <w:rsid w:val="000849D5"/>
    <w:rsid w:val="00084D79"/>
    <w:rsid w:val="00084DB2"/>
    <w:rsid w:val="00085140"/>
    <w:rsid w:val="00085207"/>
    <w:rsid w:val="000853D0"/>
    <w:rsid w:val="00085D1E"/>
    <w:rsid w:val="00085F78"/>
    <w:rsid w:val="00086085"/>
    <w:rsid w:val="000860D5"/>
    <w:rsid w:val="0008612D"/>
    <w:rsid w:val="000862E2"/>
    <w:rsid w:val="00086437"/>
    <w:rsid w:val="0008710D"/>
    <w:rsid w:val="000875AC"/>
    <w:rsid w:val="0009062B"/>
    <w:rsid w:val="00090661"/>
    <w:rsid w:val="00090767"/>
    <w:rsid w:val="000909E0"/>
    <w:rsid w:val="00090AB4"/>
    <w:rsid w:val="00090B08"/>
    <w:rsid w:val="00090C20"/>
    <w:rsid w:val="00090C78"/>
    <w:rsid w:val="000914C8"/>
    <w:rsid w:val="00091933"/>
    <w:rsid w:val="00091A00"/>
    <w:rsid w:val="00091BF0"/>
    <w:rsid w:val="00091E4D"/>
    <w:rsid w:val="00092153"/>
    <w:rsid w:val="00092276"/>
    <w:rsid w:val="000922D0"/>
    <w:rsid w:val="0009278F"/>
    <w:rsid w:val="00092934"/>
    <w:rsid w:val="00092F0E"/>
    <w:rsid w:val="0009307D"/>
    <w:rsid w:val="00093C29"/>
    <w:rsid w:val="00093C2A"/>
    <w:rsid w:val="00093E24"/>
    <w:rsid w:val="00093F18"/>
    <w:rsid w:val="00094177"/>
    <w:rsid w:val="0009449F"/>
    <w:rsid w:val="00094669"/>
    <w:rsid w:val="000948A0"/>
    <w:rsid w:val="0009495C"/>
    <w:rsid w:val="00094F4D"/>
    <w:rsid w:val="00095424"/>
    <w:rsid w:val="00095615"/>
    <w:rsid w:val="00095813"/>
    <w:rsid w:val="00095CD3"/>
    <w:rsid w:val="00095D1A"/>
    <w:rsid w:val="00095FB9"/>
    <w:rsid w:val="00095FE1"/>
    <w:rsid w:val="000961FB"/>
    <w:rsid w:val="00096983"/>
    <w:rsid w:val="000970E4"/>
    <w:rsid w:val="000971EC"/>
    <w:rsid w:val="000973AE"/>
    <w:rsid w:val="0009756A"/>
    <w:rsid w:val="00097E73"/>
    <w:rsid w:val="00097F0A"/>
    <w:rsid w:val="000A010D"/>
    <w:rsid w:val="000A02D0"/>
    <w:rsid w:val="000A0316"/>
    <w:rsid w:val="000A04B7"/>
    <w:rsid w:val="000A0585"/>
    <w:rsid w:val="000A08AD"/>
    <w:rsid w:val="000A0ABB"/>
    <w:rsid w:val="000A0B07"/>
    <w:rsid w:val="000A1528"/>
    <w:rsid w:val="000A19EB"/>
    <w:rsid w:val="000A1AF7"/>
    <w:rsid w:val="000A1CC0"/>
    <w:rsid w:val="000A1E15"/>
    <w:rsid w:val="000A1EF9"/>
    <w:rsid w:val="000A2029"/>
    <w:rsid w:val="000A2117"/>
    <w:rsid w:val="000A2298"/>
    <w:rsid w:val="000A246D"/>
    <w:rsid w:val="000A25A5"/>
    <w:rsid w:val="000A28C3"/>
    <w:rsid w:val="000A2AD1"/>
    <w:rsid w:val="000A341A"/>
    <w:rsid w:val="000A344E"/>
    <w:rsid w:val="000A3619"/>
    <w:rsid w:val="000A3C9B"/>
    <w:rsid w:val="000A3E0A"/>
    <w:rsid w:val="000A3ECE"/>
    <w:rsid w:val="000A45C2"/>
    <w:rsid w:val="000A4775"/>
    <w:rsid w:val="000A4B3E"/>
    <w:rsid w:val="000A4F37"/>
    <w:rsid w:val="000A562C"/>
    <w:rsid w:val="000A5716"/>
    <w:rsid w:val="000A578B"/>
    <w:rsid w:val="000A5850"/>
    <w:rsid w:val="000A5BDD"/>
    <w:rsid w:val="000A5C08"/>
    <w:rsid w:val="000A5FA5"/>
    <w:rsid w:val="000A607E"/>
    <w:rsid w:val="000A625E"/>
    <w:rsid w:val="000A6320"/>
    <w:rsid w:val="000A651F"/>
    <w:rsid w:val="000A6A54"/>
    <w:rsid w:val="000A6C8E"/>
    <w:rsid w:val="000A6E9D"/>
    <w:rsid w:val="000A70FA"/>
    <w:rsid w:val="000A72BA"/>
    <w:rsid w:val="000A7339"/>
    <w:rsid w:val="000A7415"/>
    <w:rsid w:val="000A7D91"/>
    <w:rsid w:val="000A7FE6"/>
    <w:rsid w:val="000B012C"/>
    <w:rsid w:val="000B02FC"/>
    <w:rsid w:val="000B0728"/>
    <w:rsid w:val="000B0D61"/>
    <w:rsid w:val="000B0FC7"/>
    <w:rsid w:val="000B125E"/>
    <w:rsid w:val="000B141E"/>
    <w:rsid w:val="000B1A3C"/>
    <w:rsid w:val="000B1C88"/>
    <w:rsid w:val="000B2001"/>
    <w:rsid w:val="000B20B3"/>
    <w:rsid w:val="000B20BD"/>
    <w:rsid w:val="000B2190"/>
    <w:rsid w:val="000B2344"/>
    <w:rsid w:val="000B2797"/>
    <w:rsid w:val="000B2BA3"/>
    <w:rsid w:val="000B2D0D"/>
    <w:rsid w:val="000B2D82"/>
    <w:rsid w:val="000B2F6B"/>
    <w:rsid w:val="000B32F5"/>
    <w:rsid w:val="000B34EA"/>
    <w:rsid w:val="000B35C4"/>
    <w:rsid w:val="000B35FE"/>
    <w:rsid w:val="000B37B4"/>
    <w:rsid w:val="000B3805"/>
    <w:rsid w:val="000B3A23"/>
    <w:rsid w:val="000B3CD1"/>
    <w:rsid w:val="000B408C"/>
    <w:rsid w:val="000B40D2"/>
    <w:rsid w:val="000B429B"/>
    <w:rsid w:val="000B434B"/>
    <w:rsid w:val="000B4571"/>
    <w:rsid w:val="000B48E4"/>
    <w:rsid w:val="000B4BD7"/>
    <w:rsid w:val="000B51B9"/>
    <w:rsid w:val="000B59AF"/>
    <w:rsid w:val="000B5D15"/>
    <w:rsid w:val="000B5F90"/>
    <w:rsid w:val="000B626A"/>
    <w:rsid w:val="000B6855"/>
    <w:rsid w:val="000B70A6"/>
    <w:rsid w:val="000B710C"/>
    <w:rsid w:val="000B719E"/>
    <w:rsid w:val="000B757C"/>
    <w:rsid w:val="000B78CA"/>
    <w:rsid w:val="000B7B06"/>
    <w:rsid w:val="000C02EE"/>
    <w:rsid w:val="000C03DB"/>
    <w:rsid w:val="000C047B"/>
    <w:rsid w:val="000C05DE"/>
    <w:rsid w:val="000C0927"/>
    <w:rsid w:val="000C0ACB"/>
    <w:rsid w:val="000C0E0D"/>
    <w:rsid w:val="000C1262"/>
    <w:rsid w:val="000C1374"/>
    <w:rsid w:val="000C145D"/>
    <w:rsid w:val="000C19CE"/>
    <w:rsid w:val="000C19FD"/>
    <w:rsid w:val="000C1EA2"/>
    <w:rsid w:val="000C233C"/>
    <w:rsid w:val="000C23AF"/>
    <w:rsid w:val="000C2A10"/>
    <w:rsid w:val="000C2BB9"/>
    <w:rsid w:val="000C3166"/>
    <w:rsid w:val="000C36AA"/>
    <w:rsid w:val="000C3918"/>
    <w:rsid w:val="000C3D9F"/>
    <w:rsid w:val="000C4244"/>
    <w:rsid w:val="000C431C"/>
    <w:rsid w:val="000C4A1A"/>
    <w:rsid w:val="000C4E32"/>
    <w:rsid w:val="000C4E5E"/>
    <w:rsid w:val="000C501C"/>
    <w:rsid w:val="000C53CF"/>
    <w:rsid w:val="000C5559"/>
    <w:rsid w:val="000C576D"/>
    <w:rsid w:val="000C57EF"/>
    <w:rsid w:val="000C5E66"/>
    <w:rsid w:val="000C6000"/>
    <w:rsid w:val="000C60AE"/>
    <w:rsid w:val="000C650F"/>
    <w:rsid w:val="000C6574"/>
    <w:rsid w:val="000C6CBA"/>
    <w:rsid w:val="000C6FC1"/>
    <w:rsid w:val="000C70B9"/>
    <w:rsid w:val="000C7186"/>
    <w:rsid w:val="000C7569"/>
    <w:rsid w:val="000C75F6"/>
    <w:rsid w:val="000C766C"/>
    <w:rsid w:val="000C777D"/>
    <w:rsid w:val="000C7C4B"/>
    <w:rsid w:val="000C7CCE"/>
    <w:rsid w:val="000D0CBE"/>
    <w:rsid w:val="000D0D87"/>
    <w:rsid w:val="000D10AC"/>
    <w:rsid w:val="000D1475"/>
    <w:rsid w:val="000D14BE"/>
    <w:rsid w:val="000D152F"/>
    <w:rsid w:val="000D16CA"/>
    <w:rsid w:val="000D1758"/>
    <w:rsid w:val="000D195C"/>
    <w:rsid w:val="000D19FF"/>
    <w:rsid w:val="000D1A5A"/>
    <w:rsid w:val="000D1E56"/>
    <w:rsid w:val="000D1FE1"/>
    <w:rsid w:val="000D207D"/>
    <w:rsid w:val="000D20A9"/>
    <w:rsid w:val="000D20D5"/>
    <w:rsid w:val="000D22E2"/>
    <w:rsid w:val="000D2373"/>
    <w:rsid w:val="000D2578"/>
    <w:rsid w:val="000D261F"/>
    <w:rsid w:val="000D26BE"/>
    <w:rsid w:val="000D2A0C"/>
    <w:rsid w:val="000D2D5E"/>
    <w:rsid w:val="000D2FE8"/>
    <w:rsid w:val="000D3380"/>
    <w:rsid w:val="000D33AC"/>
    <w:rsid w:val="000D355C"/>
    <w:rsid w:val="000D3735"/>
    <w:rsid w:val="000D3771"/>
    <w:rsid w:val="000D4124"/>
    <w:rsid w:val="000D47AB"/>
    <w:rsid w:val="000D47C1"/>
    <w:rsid w:val="000D497E"/>
    <w:rsid w:val="000D4F43"/>
    <w:rsid w:val="000D5351"/>
    <w:rsid w:val="000D5A57"/>
    <w:rsid w:val="000D5C42"/>
    <w:rsid w:val="000D5E4A"/>
    <w:rsid w:val="000D60C2"/>
    <w:rsid w:val="000D6122"/>
    <w:rsid w:val="000D6284"/>
    <w:rsid w:val="000D6E38"/>
    <w:rsid w:val="000D7080"/>
    <w:rsid w:val="000D75C2"/>
    <w:rsid w:val="000D78BC"/>
    <w:rsid w:val="000D7E00"/>
    <w:rsid w:val="000D7E84"/>
    <w:rsid w:val="000E00F6"/>
    <w:rsid w:val="000E012E"/>
    <w:rsid w:val="000E06B5"/>
    <w:rsid w:val="000E0736"/>
    <w:rsid w:val="000E0A42"/>
    <w:rsid w:val="000E0F4F"/>
    <w:rsid w:val="000E1341"/>
    <w:rsid w:val="000E1416"/>
    <w:rsid w:val="000E1AD5"/>
    <w:rsid w:val="000E1BBE"/>
    <w:rsid w:val="000E1D64"/>
    <w:rsid w:val="000E1DAE"/>
    <w:rsid w:val="000E1F98"/>
    <w:rsid w:val="000E219A"/>
    <w:rsid w:val="000E2233"/>
    <w:rsid w:val="000E28FC"/>
    <w:rsid w:val="000E2983"/>
    <w:rsid w:val="000E29BB"/>
    <w:rsid w:val="000E2CF7"/>
    <w:rsid w:val="000E2DF3"/>
    <w:rsid w:val="000E2EA3"/>
    <w:rsid w:val="000E2ED7"/>
    <w:rsid w:val="000E3060"/>
    <w:rsid w:val="000E334E"/>
    <w:rsid w:val="000E371C"/>
    <w:rsid w:val="000E37F9"/>
    <w:rsid w:val="000E39D3"/>
    <w:rsid w:val="000E3AA2"/>
    <w:rsid w:val="000E3D7F"/>
    <w:rsid w:val="000E3FBC"/>
    <w:rsid w:val="000E3FEE"/>
    <w:rsid w:val="000E42E6"/>
    <w:rsid w:val="000E4AA6"/>
    <w:rsid w:val="000E5293"/>
    <w:rsid w:val="000E52B2"/>
    <w:rsid w:val="000E5509"/>
    <w:rsid w:val="000E587C"/>
    <w:rsid w:val="000E5F6B"/>
    <w:rsid w:val="000E63D3"/>
    <w:rsid w:val="000E646C"/>
    <w:rsid w:val="000E65B2"/>
    <w:rsid w:val="000E6679"/>
    <w:rsid w:val="000E674D"/>
    <w:rsid w:val="000E6769"/>
    <w:rsid w:val="000E676F"/>
    <w:rsid w:val="000E68F6"/>
    <w:rsid w:val="000E6F8F"/>
    <w:rsid w:val="000E716B"/>
    <w:rsid w:val="000E71BE"/>
    <w:rsid w:val="000E729A"/>
    <w:rsid w:val="000E7A33"/>
    <w:rsid w:val="000E7C03"/>
    <w:rsid w:val="000E7DE5"/>
    <w:rsid w:val="000E7E08"/>
    <w:rsid w:val="000F026B"/>
    <w:rsid w:val="000F0526"/>
    <w:rsid w:val="000F066C"/>
    <w:rsid w:val="000F067D"/>
    <w:rsid w:val="000F08E2"/>
    <w:rsid w:val="000F15F0"/>
    <w:rsid w:val="000F1C4C"/>
    <w:rsid w:val="000F1EDD"/>
    <w:rsid w:val="000F24F3"/>
    <w:rsid w:val="000F2833"/>
    <w:rsid w:val="000F287C"/>
    <w:rsid w:val="000F29CD"/>
    <w:rsid w:val="000F30CB"/>
    <w:rsid w:val="000F3240"/>
    <w:rsid w:val="000F3A44"/>
    <w:rsid w:val="000F3B38"/>
    <w:rsid w:val="000F3F24"/>
    <w:rsid w:val="000F40BE"/>
    <w:rsid w:val="000F4945"/>
    <w:rsid w:val="000F4AFD"/>
    <w:rsid w:val="000F4CDE"/>
    <w:rsid w:val="000F4E59"/>
    <w:rsid w:val="000F5028"/>
    <w:rsid w:val="000F50AF"/>
    <w:rsid w:val="000F514A"/>
    <w:rsid w:val="000F5168"/>
    <w:rsid w:val="000F52E4"/>
    <w:rsid w:val="000F5429"/>
    <w:rsid w:val="000F5662"/>
    <w:rsid w:val="000F59F4"/>
    <w:rsid w:val="000F59FB"/>
    <w:rsid w:val="000F5AE5"/>
    <w:rsid w:val="000F5D03"/>
    <w:rsid w:val="000F5D76"/>
    <w:rsid w:val="000F6163"/>
    <w:rsid w:val="000F61E1"/>
    <w:rsid w:val="000F646E"/>
    <w:rsid w:val="000F65B5"/>
    <w:rsid w:val="000F6624"/>
    <w:rsid w:val="000F68B5"/>
    <w:rsid w:val="000F6B38"/>
    <w:rsid w:val="000F6BAF"/>
    <w:rsid w:val="000F71D1"/>
    <w:rsid w:val="000F74E5"/>
    <w:rsid w:val="000F7966"/>
    <w:rsid w:val="000F7D4B"/>
    <w:rsid w:val="000F7E30"/>
    <w:rsid w:val="00100199"/>
    <w:rsid w:val="001001A0"/>
    <w:rsid w:val="0010021F"/>
    <w:rsid w:val="00100590"/>
    <w:rsid w:val="001008EA"/>
    <w:rsid w:val="0010094B"/>
    <w:rsid w:val="00100C8B"/>
    <w:rsid w:val="00100DE3"/>
    <w:rsid w:val="00100E78"/>
    <w:rsid w:val="0010139B"/>
    <w:rsid w:val="0010197F"/>
    <w:rsid w:val="00101A86"/>
    <w:rsid w:val="00101B7F"/>
    <w:rsid w:val="00101CEB"/>
    <w:rsid w:val="00102309"/>
    <w:rsid w:val="0010264A"/>
    <w:rsid w:val="0010267D"/>
    <w:rsid w:val="001026EF"/>
    <w:rsid w:val="00102704"/>
    <w:rsid w:val="0010270B"/>
    <w:rsid w:val="00102A3A"/>
    <w:rsid w:val="00102A5C"/>
    <w:rsid w:val="00103031"/>
    <w:rsid w:val="00103230"/>
    <w:rsid w:val="001036AE"/>
    <w:rsid w:val="001036F2"/>
    <w:rsid w:val="0010377C"/>
    <w:rsid w:val="001039A4"/>
    <w:rsid w:val="00103B55"/>
    <w:rsid w:val="00103E21"/>
    <w:rsid w:val="0010403C"/>
    <w:rsid w:val="0010422C"/>
    <w:rsid w:val="00104A83"/>
    <w:rsid w:val="00104AB4"/>
    <w:rsid w:val="0010505F"/>
    <w:rsid w:val="001050FB"/>
    <w:rsid w:val="00105116"/>
    <w:rsid w:val="001055A0"/>
    <w:rsid w:val="00105804"/>
    <w:rsid w:val="0010591E"/>
    <w:rsid w:val="00105F22"/>
    <w:rsid w:val="00106391"/>
    <w:rsid w:val="00106877"/>
    <w:rsid w:val="00106F8C"/>
    <w:rsid w:val="00106FD2"/>
    <w:rsid w:val="00107096"/>
    <w:rsid w:val="00107808"/>
    <w:rsid w:val="00107DC9"/>
    <w:rsid w:val="00110031"/>
    <w:rsid w:val="00110049"/>
    <w:rsid w:val="0011060F"/>
    <w:rsid w:val="0011124A"/>
    <w:rsid w:val="00111660"/>
    <w:rsid w:val="0011188D"/>
    <w:rsid w:val="00111912"/>
    <w:rsid w:val="00111D39"/>
    <w:rsid w:val="00111DAA"/>
    <w:rsid w:val="00111F65"/>
    <w:rsid w:val="001120D8"/>
    <w:rsid w:val="00112890"/>
    <w:rsid w:val="001128AC"/>
    <w:rsid w:val="001130DB"/>
    <w:rsid w:val="0011311E"/>
    <w:rsid w:val="0011321F"/>
    <w:rsid w:val="001134E4"/>
    <w:rsid w:val="001135E7"/>
    <w:rsid w:val="00113C7B"/>
    <w:rsid w:val="00113DDB"/>
    <w:rsid w:val="001142DD"/>
    <w:rsid w:val="0011480C"/>
    <w:rsid w:val="00114873"/>
    <w:rsid w:val="00114D03"/>
    <w:rsid w:val="00115194"/>
    <w:rsid w:val="001155B1"/>
    <w:rsid w:val="00115B9B"/>
    <w:rsid w:val="00116325"/>
    <w:rsid w:val="001163E4"/>
    <w:rsid w:val="00116757"/>
    <w:rsid w:val="00116C45"/>
    <w:rsid w:val="00116D2D"/>
    <w:rsid w:val="00116FF8"/>
    <w:rsid w:val="0011707D"/>
    <w:rsid w:val="0011708D"/>
    <w:rsid w:val="00117147"/>
    <w:rsid w:val="0011737E"/>
    <w:rsid w:val="00117684"/>
    <w:rsid w:val="00117936"/>
    <w:rsid w:val="00117A30"/>
    <w:rsid w:val="00117FEE"/>
    <w:rsid w:val="00117FF9"/>
    <w:rsid w:val="00120239"/>
    <w:rsid w:val="001204B5"/>
    <w:rsid w:val="00120653"/>
    <w:rsid w:val="00120A01"/>
    <w:rsid w:val="00120E71"/>
    <w:rsid w:val="0012103C"/>
    <w:rsid w:val="001210E9"/>
    <w:rsid w:val="0012118A"/>
    <w:rsid w:val="001214E2"/>
    <w:rsid w:val="001214FE"/>
    <w:rsid w:val="00121B5B"/>
    <w:rsid w:val="0012282D"/>
    <w:rsid w:val="00122B2D"/>
    <w:rsid w:val="0012356C"/>
    <w:rsid w:val="00123D3B"/>
    <w:rsid w:val="00123D50"/>
    <w:rsid w:val="0012404B"/>
    <w:rsid w:val="00124128"/>
    <w:rsid w:val="00124682"/>
    <w:rsid w:val="00124C11"/>
    <w:rsid w:val="00124FB4"/>
    <w:rsid w:val="001250C7"/>
    <w:rsid w:val="00125376"/>
    <w:rsid w:val="00125573"/>
    <w:rsid w:val="0012595E"/>
    <w:rsid w:val="00125FC7"/>
    <w:rsid w:val="001261CB"/>
    <w:rsid w:val="001261F9"/>
    <w:rsid w:val="001262D1"/>
    <w:rsid w:val="00126747"/>
    <w:rsid w:val="0012682D"/>
    <w:rsid w:val="00126E3F"/>
    <w:rsid w:val="00127111"/>
    <w:rsid w:val="00127197"/>
    <w:rsid w:val="00127679"/>
    <w:rsid w:val="0012790D"/>
    <w:rsid w:val="00127B67"/>
    <w:rsid w:val="00127EB3"/>
    <w:rsid w:val="00130287"/>
    <w:rsid w:val="001306AC"/>
    <w:rsid w:val="00130C78"/>
    <w:rsid w:val="00131293"/>
    <w:rsid w:val="00131A1B"/>
    <w:rsid w:val="0013247D"/>
    <w:rsid w:val="001324C9"/>
    <w:rsid w:val="001326D9"/>
    <w:rsid w:val="00132ADA"/>
    <w:rsid w:val="00132B9A"/>
    <w:rsid w:val="001336BB"/>
    <w:rsid w:val="00133907"/>
    <w:rsid w:val="00133AAA"/>
    <w:rsid w:val="00134130"/>
    <w:rsid w:val="00134179"/>
    <w:rsid w:val="00134753"/>
    <w:rsid w:val="00134F97"/>
    <w:rsid w:val="00135102"/>
    <w:rsid w:val="0013510F"/>
    <w:rsid w:val="00135209"/>
    <w:rsid w:val="001352CC"/>
    <w:rsid w:val="00135428"/>
    <w:rsid w:val="001358E0"/>
    <w:rsid w:val="00135B2B"/>
    <w:rsid w:val="00135CD8"/>
    <w:rsid w:val="00135E43"/>
    <w:rsid w:val="00135E9F"/>
    <w:rsid w:val="0013646E"/>
    <w:rsid w:val="001373DB"/>
    <w:rsid w:val="0013748A"/>
    <w:rsid w:val="0013794D"/>
    <w:rsid w:val="001404AD"/>
    <w:rsid w:val="001404FE"/>
    <w:rsid w:val="00140E5A"/>
    <w:rsid w:val="00140EA1"/>
    <w:rsid w:val="00140EA6"/>
    <w:rsid w:val="00141882"/>
    <w:rsid w:val="00141B83"/>
    <w:rsid w:val="00141E81"/>
    <w:rsid w:val="00141F40"/>
    <w:rsid w:val="0014278A"/>
    <w:rsid w:val="001429F5"/>
    <w:rsid w:val="00143998"/>
    <w:rsid w:val="001439B3"/>
    <w:rsid w:val="001439ED"/>
    <w:rsid w:val="00143D67"/>
    <w:rsid w:val="00143E8D"/>
    <w:rsid w:val="00143F50"/>
    <w:rsid w:val="0014434F"/>
    <w:rsid w:val="00144403"/>
    <w:rsid w:val="00144520"/>
    <w:rsid w:val="00145570"/>
    <w:rsid w:val="001460B1"/>
    <w:rsid w:val="001462FA"/>
    <w:rsid w:val="0014662C"/>
    <w:rsid w:val="00146CC1"/>
    <w:rsid w:val="001471F2"/>
    <w:rsid w:val="001473B8"/>
    <w:rsid w:val="001473FE"/>
    <w:rsid w:val="001475AB"/>
    <w:rsid w:val="001476E5"/>
    <w:rsid w:val="00147EC7"/>
    <w:rsid w:val="00147EEB"/>
    <w:rsid w:val="00150302"/>
    <w:rsid w:val="001507BE"/>
    <w:rsid w:val="001508A1"/>
    <w:rsid w:val="00150C7C"/>
    <w:rsid w:val="00150D54"/>
    <w:rsid w:val="00150E1F"/>
    <w:rsid w:val="00150EA1"/>
    <w:rsid w:val="00150EB9"/>
    <w:rsid w:val="001516B8"/>
    <w:rsid w:val="001517C7"/>
    <w:rsid w:val="001519DA"/>
    <w:rsid w:val="00151B9B"/>
    <w:rsid w:val="00151E96"/>
    <w:rsid w:val="00152117"/>
    <w:rsid w:val="001521CE"/>
    <w:rsid w:val="00152352"/>
    <w:rsid w:val="00152669"/>
    <w:rsid w:val="00152C97"/>
    <w:rsid w:val="0015361C"/>
    <w:rsid w:val="00153784"/>
    <w:rsid w:val="00153FCB"/>
    <w:rsid w:val="00154353"/>
    <w:rsid w:val="00154810"/>
    <w:rsid w:val="00154840"/>
    <w:rsid w:val="00154918"/>
    <w:rsid w:val="001549D0"/>
    <w:rsid w:val="00154AFF"/>
    <w:rsid w:val="00154BA7"/>
    <w:rsid w:val="00154CAB"/>
    <w:rsid w:val="00154D17"/>
    <w:rsid w:val="00154D89"/>
    <w:rsid w:val="00155337"/>
    <w:rsid w:val="00155A92"/>
    <w:rsid w:val="0015621C"/>
    <w:rsid w:val="00156280"/>
    <w:rsid w:val="001564BB"/>
    <w:rsid w:val="0015651C"/>
    <w:rsid w:val="00156551"/>
    <w:rsid w:val="0015658E"/>
    <w:rsid w:val="00156A04"/>
    <w:rsid w:val="00156AF4"/>
    <w:rsid w:val="00156C6E"/>
    <w:rsid w:val="0015710D"/>
    <w:rsid w:val="001573F5"/>
    <w:rsid w:val="00157497"/>
    <w:rsid w:val="0015798E"/>
    <w:rsid w:val="00157C74"/>
    <w:rsid w:val="00157F14"/>
    <w:rsid w:val="001601D0"/>
    <w:rsid w:val="00160504"/>
    <w:rsid w:val="00160CB3"/>
    <w:rsid w:val="001614FD"/>
    <w:rsid w:val="0016182F"/>
    <w:rsid w:val="00161B97"/>
    <w:rsid w:val="00161C44"/>
    <w:rsid w:val="00161E7F"/>
    <w:rsid w:val="00161FFF"/>
    <w:rsid w:val="001620B6"/>
    <w:rsid w:val="001622A9"/>
    <w:rsid w:val="001622D7"/>
    <w:rsid w:val="00162358"/>
    <w:rsid w:val="00162CBF"/>
    <w:rsid w:val="00162E27"/>
    <w:rsid w:val="00162EA9"/>
    <w:rsid w:val="00163344"/>
    <w:rsid w:val="001635B1"/>
    <w:rsid w:val="00163725"/>
    <w:rsid w:val="00163780"/>
    <w:rsid w:val="00163BB3"/>
    <w:rsid w:val="001642AF"/>
    <w:rsid w:val="0016438A"/>
    <w:rsid w:val="0016446D"/>
    <w:rsid w:val="0016471A"/>
    <w:rsid w:val="0016497D"/>
    <w:rsid w:val="00164A51"/>
    <w:rsid w:val="00164B3D"/>
    <w:rsid w:val="001653F5"/>
    <w:rsid w:val="00165628"/>
    <w:rsid w:val="001658A7"/>
    <w:rsid w:val="00165A84"/>
    <w:rsid w:val="00165C01"/>
    <w:rsid w:val="00165E93"/>
    <w:rsid w:val="00166367"/>
    <w:rsid w:val="0016684F"/>
    <w:rsid w:val="001673B2"/>
    <w:rsid w:val="001679D0"/>
    <w:rsid w:val="00170063"/>
    <w:rsid w:val="001700DD"/>
    <w:rsid w:val="001702BE"/>
    <w:rsid w:val="001703E8"/>
    <w:rsid w:val="001704B4"/>
    <w:rsid w:val="0017062B"/>
    <w:rsid w:val="0017071B"/>
    <w:rsid w:val="00170EDA"/>
    <w:rsid w:val="00170FDD"/>
    <w:rsid w:val="001715E8"/>
    <w:rsid w:val="001719CD"/>
    <w:rsid w:val="00171B48"/>
    <w:rsid w:val="00171B9D"/>
    <w:rsid w:val="00171C0B"/>
    <w:rsid w:val="00171E4A"/>
    <w:rsid w:val="00172116"/>
    <w:rsid w:val="00172798"/>
    <w:rsid w:val="001727AC"/>
    <w:rsid w:val="00172B9F"/>
    <w:rsid w:val="0017314E"/>
    <w:rsid w:val="001732CC"/>
    <w:rsid w:val="0017341F"/>
    <w:rsid w:val="0017380E"/>
    <w:rsid w:val="00173AA3"/>
    <w:rsid w:val="00173BEA"/>
    <w:rsid w:val="00173BFD"/>
    <w:rsid w:val="00173D74"/>
    <w:rsid w:val="00174543"/>
    <w:rsid w:val="001749D0"/>
    <w:rsid w:val="00174AB2"/>
    <w:rsid w:val="00174ADE"/>
    <w:rsid w:val="00174FA5"/>
    <w:rsid w:val="001752CB"/>
    <w:rsid w:val="00175473"/>
    <w:rsid w:val="00175863"/>
    <w:rsid w:val="00175B1A"/>
    <w:rsid w:val="00175D16"/>
    <w:rsid w:val="00175D88"/>
    <w:rsid w:val="001767E0"/>
    <w:rsid w:val="00176C6D"/>
    <w:rsid w:val="001773D2"/>
    <w:rsid w:val="00177707"/>
    <w:rsid w:val="001778DC"/>
    <w:rsid w:val="00177CE1"/>
    <w:rsid w:val="0018067A"/>
    <w:rsid w:val="00180A72"/>
    <w:rsid w:val="00181038"/>
    <w:rsid w:val="001811FA"/>
    <w:rsid w:val="001814B8"/>
    <w:rsid w:val="001815CE"/>
    <w:rsid w:val="00181691"/>
    <w:rsid w:val="00181CF2"/>
    <w:rsid w:val="00181D0B"/>
    <w:rsid w:val="00181EB0"/>
    <w:rsid w:val="00181FB9"/>
    <w:rsid w:val="0018281B"/>
    <w:rsid w:val="00182A5C"/>
    <w:rsid w:val="00183138"/>
    <w:rsid w:val="001832C6"/>
    <w:rsid w:val="00183645"/>
    <w:rsid w:val="00183684"/>
    <w:rsid w:val="00183EA3"/>
    <w:rsid w:val="00183EEC"/>
    <w:rsid w:val="001841D4"/>
    <w:rsid w:val="0018457C"/>
    <w:rsid w:val="001845AA"/>
    <w:rsid w:val="001845B6"/>
    <w:rsid w:val="001852B5"/>
    <w:rsid w:val="00185A2F"/>
    <w:rsid w:val="00185B53"/>
    <w:rsid w:val="00185BAC"/>
    <w:rsid w:val="00185E3A"/>
    <w:rsid w:val="00185E8D"/>
    <w:rsid w:val="00185E92"/>
    <w:rsid w:val="00185F75"/>
    <w:rsid w:val="00186B94"/>
    <w:rsid w:val="00186C43"/>
    <w:rsid w:val="00186DA8"/>
    <w:rsid w:val="00186E23"/>
    <w:rsid w:val="001871EB"/>
    <w:rsid w:val="001873CA"/>
    <w:rsid w:val="0018753B"/>
    <w:rsid w:val="0018782E"/>
    <w:rsid w:val="001879BF"/>
    <w:rsid w:val="00187AFF"/>
    <w:rsid w:val="00187EA4"/>
    <w:rsid w:val="00187F14"/>
    <w:rsid w:val="001902B6"/>
    <w:rsid w:val="00190499"/>
    <w:rsid w:val="001904F7"/>
    <w:rsid w:val="0019067F"/>
    <w:rsid w:val="00190CF0"/>
    <w:rsid w:val="00190ED4"/>
    <w:rsid w:val="0019195F"/>
    <w:rsid w:val="0019199C"/>
    <w:rsid w:val="00191E52"/>
    <w:rsid w:val="00191FE2"/>
    <w:rsid w:val="00191FE5"/>
    <w:rsid w:val="001921F9"/>
    <w:rsid w:val="0019228D"/>
    <w:rsid w:val="001924C2"/>
    <w:rsid w:val="00192A75"/>
    <w:rsid w:val="001930BF"/>
    <w:rsid w:val="0019323A"/>
    <w:rsid w:val="0019337C"/>
    <w:rsid w:val="00193D9A"/>
    <w:rsid w:val="00193E7B"/>
    <w:rsid w:val="00193F5E"/>
    <w:rsid w:val="001944CA"/>
    <w:rsid w:val="001948EB"/>
    <w:rsid w:val="00194A5F"/>
    <w:rsid w:val="00194DDF"/>
    <w:rsid w:val="00194F30"/>
    <w:rsid w:val="00194FDF"/>
    <w:rsid w:val="001958AA"/>
    <w:rsid w:val="0019596C"/>
    <w:rsid w:val="00195971"/>
    <w:rsid w:val="00196865"/>
    <w:rsid w:val="00196973"/>
    <w:rsid w:val="00196A27"/>
    <w:rsid w:val="00196EB9"/>
    <w:rsid w:val="0019706E"/>
    <w:rsid w:val="001972FE"/>
    <w:rsid w:val="001977ED"/>
    <w:rsid w:val="00197F9F"/>
    <w:rsid w:val="001A01F0"/>
    <w:rsid w:val="001A0428"/>
    <w:rsid w:val="001A054B"/>
    <w:rsid w:val="001A09F7"/>
    <w:rsid w:val="001A12BB"/>
    <w:rsid w:val="001A1424"/>
    <w:rsid w:val="001A17F9"/>
    <w:rsid w:val="001A2553"/>
    <w:rsid w:val="001A2764"/>
    <w:rsid w:val="001A2F6C"/>
    <w:rsid w:val="001A3069"/>
    <w:rsid w:val="001A36F3"/>
    <w:rsid w:val="001A372C"/>
    <w:rsid w:val="001A38BB"/>
    <w:rsid w:val="001A448D"/>
    <w:rsid w:val="001A5056"/>
    <w:rsid w:val="001A5481"/>
    <w:rsid w:val="001A55F8"/>
    <w:rsid w:val="001A5BB6"/>
    <w:rsid w:val="001A5BBF"/>
    <w:rsid w:val="001A5D40"/>
    <w:rsid w:val="001A6038"/>
    <w:rsid w:val="001A61ED"/>
    <w:rsid w:val="001A625B"/>
    <w:rsid w:val="001A65D4"/>
    <w:rsid w:val="001A68F1"/>
    <w:rsid w:val="001A68FE"/>
    <w:rsid w:val="001A6948"/>
    <w:rsid w:val="001A740A"/>
    <w:rsid w:val="001A7971"/>
    <w:rsid w:val="001A7F4A"/>
    <w:rsid w:val="001B03EE"/>
    <w:rsid w:val="001B0C5B"/>
    <w:rsid w:val="001B0D37"/>
    <w:rsid w:val="001B1297"/>
    <w:rsid w:val="001B1930"/>
    <w:rsid w:val="001B1A05"/>
    <w:rsid w:val="001B1CEC"/>
    <w:rsid w:val="001B1ECC"/>
    <w:rsid w:val="001B1FAF"/>
    <w:rsid w:val="001B20A0"/>
    <w:rsid w:val="001B2111"/>
    <w:rsid w:val="001B218A"/>
    <w:rsid w:val="001B2206"/>
    <w:rsid w:val="001B229B"/>
    <w:rsid w:val="001B2381"/>
    <w:rsid w:val="001B2424"/>
    <w:rsid w:val="001B29CF"/>
    <w:rsid w:val="001B2CC4"/>
    <w:rsid w:val="001B2DAB"/>
    <w:rsid w:val="001B3EA7"/>
    <w:rsid w:val="001B3FAE"/>
    <w:rsid w:val="001B451A"/>
    <w:rsid w:val="001B473A"/>
    <w:rsid w:val="001B47E2"/>
    <w:rsid w:val="001B4DF6"/>
    <w:rsid w:val="001B4FFE"/>
    <w:rsid w:val="001B511B"/>
    <w:rsid w:val="001B52F9"/>
    <w:rsid w:val="001B56BC"/>
    <w:rsid w:val="001B57C6"/>
    <w:rsid w:val="001B5826"/>
    <w:rsid w:val="001B598E"/>
    <w:rsid w:val="001B5A26"/>
    <w:rsid w:val="001B5A3A"/>
    <w:rsid w:val="001B6486"/>
    <w:rsid w:val="001B69D5"/>
    <w:rsid w:val="001B6CA3"/>
    <w:rsid w:val="001B71BC"/>
    <w:rsid w:val="001B7372"/>
    <w:rsid w:val="001B76E2"/>
    <w:rsid w:val="001B7C61"/>
    <w:rsid w:val="001B7D4A"/>
    <w:rsid w:val="001C028A"/>
    <w:rsid w:val="001C035B"/>
    <w:rsid w:val="001C04F7"/>
    <w:rsid w:val="001C069D"/>
    <w:rsid w:val="001C06CC"/>
    <w:rsid w:val="001C07C7"/>
    <w:rsid w:val="001C0834"/>
    <w:rsid w:val="001C08AA"/>
    <w:rsid w:val="001C18A5"/>
    <w:rsid w:val="001C1F9B"/>
    <w:rsid w:val="001C2039"/>
    <w:rsid w:val="001C2917"/>
    <w:rsid w:val="001C29AC"/>
    <w:rsid w:val="001C29CD"/>
    <w:rsid w:val="001C2A25"/>
    <w:rsid w:val="001C2B11"/>
    <w:rsid w:val="001C2D65"/>
    <w:rsid w:val="001C2D92"/>
    <w:rsid w:val="001C2E14"/>
    <w:rsid w:val="001C32E5"/>
    <w:rsid w:val="001C34DC"/>
    <w:rsid w:val="001C36B8"/>
    <w:rsid w:val="001C3CEC"/>
    <w:rsid w:val="001C3D6F"/>
    <w:rsid w:val="001C3E57"/>
    <w:rsid w:val="001C441D"/>
    <w:rsid w:val="001C4428"/>
    <w:rsid w:val="001C47C0"/>
    <w:rsid w:val="001C4BAB"/>
    <w:rsid w:val="001C4CAA"/>
    <w:rsid w:val="001C4F1C"/>
    <w:rsid w:val="001C53CD"/>
    <w:rsid w:val="001C55E5"/>
    <w:rsid w:val="001C5DAB"/>
    <w:rsid w:val="001C5E1E"/>
    <w:rsid w:val="001C63ED"/>
    <w:rsid w:val="001C6B04"/>
    <w:rsid w:val="001C6BE8"/>
    <w:rsid w:val="001C6E0F"/>
    <w:rsid w:val="001C7517"/>
    <w:rsid w:val="001C75D3"/>
    <w:rsid w:val="001C75FD"/>
    <w:rsid w:val="001D08F6"/>
    <w:rsid w:val="001D0B13"/>
    <w:rsid w:val="001D0B8F"/>
    <w:rsid w:val="001D0BA7"/>
    <w:rsid w:val="001D0D8F"/>
    <w:rsid w:val="001D0DDA"/>
    <w:rsid w:val="001D1457"/>
    <w:rsid w:val="001D15AA"/>
    <w:rsid w:val="001D15C8"/>
    <w:rsid w:val="001D1DAF"/>
    <w:rsid w:val="001D20A5"/>
    <w:rsid w:val="001D2243"/>
    <w:rsid w:val="001D24EC"/>
    <w:rsid w:val="001D2735"/>
    <w:rsid w:val="001D32FC"/>
    <w:rsid w:val="001D3A69"/>
    <w:rsid w:val="001D3CD8"/>
    <w:rsid w:val="001D3DC0"/>
    <w:rsid w:val="001D3E27"/>
    <w:rsid w:val="001D40D8"/>
    <w:rsid w:val="001D4198"/>
    <w:rsid w:val="001D41A0"/>
    <w:rsid w:val="001D459F"/>
    <w:rsid w:val="001D473B"/>
    <w:rsid w:val="001D48BC"/>
    <w:rsid w:val="001D519C"/>
    <w:rsid w:val="001D544B"/>
    <w:rsid w:val="001D5611"/>
    <w:rsid w:val="001D577F"/>
    <w:rsid w:val="001D5F30"/>
    <w:rsid w:val="001D6060"/>
    <w:rsid w:val="001D608E"/>
    <w:rsid w:val="001D63A9"/>
    <w:rsid w:val="001D6EBB"/>
    <w:rsid w:val="001D7037"/>
    <w:rsid w:val="001D7252"/>
    <w:rsid w:val="001D73A6"/>
    <w:rsid w:val="001D7435"/>
    <w:rsid w:val="001D7481"/>
    <w:rsid w:val="001D74D6"/>
    <w:rsid w:val="001D7851"/>
    <w:rsid w:val="001D7B96"/>
    <w:rsid w:val="001D7C59"/>
    <w:rsid w:val="001E000F"/>
    <w:rsid w:val="001E05FD"/>
    <w:rsid w:val="001E12A5"/>
    <w:rsid w:val="001E1394"/>
    <w:rsid w:val="001E1550"/>
    <w:rsid w:val="001E1599"/>
    <w:rsid w:val="001E15C9"/>
    <w:rsid w:val="001E1E11"/>
    <w:rsid w:val="001E2447"/>
    <w:rsid w:val="001E2499"/>
    <w:rsid w:val="001E2B82"/>
    <w:rsid w:val="001E2D32"/>
    <w:rsid w:val="001E3394"/>
    <w:rsid w:val="001E33C5"/>
    <w:rsid w:val="001E35B4"/>
    <w:rsid w:val="001E35C2"/>
    <w:rsid w:val="001E3931"/>
    <w:rsid w:val="001E39C9"/>
    <w:rsid w:val="001E3EB3"/>
    <w:rsid w:val="001E411E"/>
    <w:rsid w:val="001E4BCE"/>
    <w:rsid w:val="001E4C4D"/>
    <w:rsid w:val="001E504C"/>
    <w:rsid w:val="001E55E5"/>
    <w:rsid w:val="001E5725"/>
    <w:rsid w:val="001E5996"/>
    <w:rsid w:val="001E59C5"/>
    <w:rsid w:val="001E5C3B"/>
    <w:rsid w:val="001E5E6D"/>
    <w:rsid w:val="001E61BC"/>
    <w:rsid w:val="001E62F8"/>
    <w:rsid w:val="001E633F"/>
    <w:rsid w:val="001E65F7"/>
    <w:rsid w:val="001E6A5F"/>
    <w:rsid w:val="001E742B"/>
    <w:rsid w:val="001E77C2"/>
    <w:rsid w:val="001E78A2"/>
    <w:rsid w:val="001E7F6A"/>
    <w:rsid w:val="001F0435"/>
    <w:rsid w:val="001F04CD"/>
    <w:rsid w:val="001F05FE"/>
    <w:rsid w:val="001F07DD"/>
    <w:rsid w:val="001F0AC4"/>
    <w:rsid w:val="001F1296"/>
    <w:rsid w:val="001F139D"/>
    <w:rsid w:val="001F1452"/>
    <w:rsid w:val="001F14B2"/>
    <w:rsid w:val="001F16BD"/>
    <w:rsid w:val="001F1B01"/>
    <w:rsid w:val="001F1CF9"/>
    <w:rsid w:val="001F25BC"/>
    <w:rsid w:val="001F2634"/>
    <w:rsid w:val="001F2AE0"/>
    <w:rsid w:val="001F2BA7"/>
    <w:rsid w:val="001F2CDA"/>
    <w:rsid w:val="001F31E5"/>
    <w:rsid w:val="001F3405"/>
    <w:rsid w:val="001F39C7"/>
    <w:rsid w:val="001F3B8C"/>
    <w:rsid w:val="001F3E67"/>
    <w:rsid w:val="001F400F"/>
    <w:rsid w:val="001F424A"/>
    <w:rsid w:val="001F42B9"/>
    <w:rsid w:val="001F4769"/>
    <w:rsid w:val="001F49E3"/>
    <w:rsid w:val="001F4A06"/>
    <w:rsid w:val="001F4A96"/>
    <w:rsid w:val="001F4E1F"/>
    <w:rsid w:val="001F4F20"/>
    <w:rsid w:val="001F5292"/>
    <w:rsid w:val="001F579D"/>
    <w:rsid w:val="001F5BCF"/>
    <w:rsid w:val="001F61D8"/>
    <w:rsid w:val="001F65F0"/>
    <w:rsid w:val="001F6755"/>
    <w:rsid w:val="001F77B4"/>
    <w:rsid w:val="001F78CF"/>
    <w:rsid w:val="001F7926"/>
    <w:rsid w:val="001F7B77"/>
    <w:rsid w:val="001F7F0E"/>
    <w:rsid w:val="00200456"/>
    <w:rsid w:val="002004B5"/>
    <w:rsid w:val="0020069B"/>
    <w:rsid w:val="00200E7E"/>
    <w:rsid w:val="00200FEA"/>
    <w:rsid w:val="002013F6"/>
    <w:rsid w:val="00201794"/>
    <w:rsid w:val="00201B22"/>
    <w:rsid w:val="00201CE4"/>
    <w:rsid w:val="0020203A"/>
    <w:rsid w:val="0020247D"/>
    <w:rsid w:val="002024CD"/>
    <w:rsid w:val="0020266F"/>
    <w:rsid w:val="002032D2"/>
    <w:rsid w:val="002039DF"/>
    <w:rsid w:val="00203A27"/>
    <w:rsid w:val="00203B0C"/>
    <w:rsid w:val="00203F64"/>
    <w:rsid w:val="00203F68"/>
    <w:rsid w:val="00204011"/>
    <w:rsid w:val="0020461A"/>
    <w:rsid w:val="00204688"/>
    <w:rsid w:val="00204885"/>
    <w:rsid w:val="0020488B"/>
    <w:rsid w:val="00204BEF"/>
    <w:rsid w:val="0020500F"/>
    <w:rsid w:val="002053CF"/>
    <w:rsid w:val="0020566C"/>
    <w:rsid w:val="00205821"/>
    <w:rsid w:val="00205A97"/>
    <w:rsid w:val="00205F87"/>
    <w:rsid w:val="002060A7"/>
    <w:rsid w:val="00206922"/>
    <w:rsid w:val="002069CC"/>
    <w:rsid w:val="00206EAA"/>
    <w:rsid w:val="00206EEC"/>
    <w:rsid w:val="00206F55"/>
    <w:rsid w:val="002070AE"/>
    <w:rsid w:val="0020732F"/>
    <w:rsid w:val="002073B1"/>
    <w:rsid w:val="002074AB"/>
    <w:rsid w:val="00207521"/>
    <w:rsid w:val="002075B8"/>
    <w:rsid w:val="002078E7"/>
    <w:rsid w:val="0020796A"/>
    <w:rsid w:val="00207AA4"/>
    <w:rsid w:val="00207E74"/>
    <w:rsid w:val="00207FA4"/>
    <w:rsid w:val="00210C87"/>
    <w:rsid w:val="00210F96"/>
    <w:rsid w:val="00211239"/>
    <w:rsid w:val="002112C9"/>
    <w:rsid w:val="00211460"/>
    <w:rsid w:val="00211556"/>
    <w:rsid w:val="002119D2"/>
    <w:rsid w:val="00211C34"/>
    <w:rsid w:val="002120A4"/>
    <w:rsid w:val="002121FF"/>
    <w:rsid w:val="0021222C"/>
    <w:rsid w:val="00212C4F"/>
    <w:rsid w:val="0021302E"/>
    <w:rsid w:val="0021315C"/>
    <w:rsid w:val="0021381C"/>
    <w:rsid w:val="00213A3D"/>
    <w:rsid w:val="00213DE1"/>
    <w:rsid w:val="00213DF3"/>
    <w:rsid w:val="00213EAE"/>
    <w:rsid w:val="002147A1"/>
    <w:rsid w:val="002147F3"/>
    <w:rsid w:val="00214FF8"/>
    <w:rsid w:val="00215642"/>
    <w:rsid w:val="00215675"/>
    <w:rsid w:val="00215850"/>
    <w:rsid w:val="00215C52"/>
    <w:rsid w:val="00215C95"/>
    <w:rsid w:val="00215CFE"/>
    <w:rsid w:val="00216165"/>
    <w:rsid w:val="002161C0"/>
    <w:rsid w:val="002162E9"/>
    <w:rsid w:val="002166DC"/>
    <w:rsid w:val="00217564"/>
    <w:rsid w:val="0021778B"/>
    <w:rsid w:val="00217A7E"/>
    <w:rsid w:val="00217CA4"/>
    <w:rsid w:val="00217FE1"/>
    <w:rsid w:val="002201CB"/>
    <w:rsid w:val="00220349"/>
    <w:rsid w:val="002204C0"/>
    <w:rsid w:val="0022083D"/>
    <w:rsid w:val="00220935"/>
    <w:rsid w:val="002209E7"/>
    <w:rsid w:val="00220B51"/>
    <w:rsid w:val="00220C9D"/>
    <w:rsid w:val="00220DF8"/>
    <w:rsid w:val="00220F5C"/>
    <w:rsid w:val="002212A7"/>
    <w:rsid w:val="00221812"/>
    <w:rsid w:val="00221D44"/>
    <w:rsid w:val="00221D93"/>
    <w:rsid w:val="00221FE2"/>
    <w:rsid w:val="00222424"/>
    <w:rsid w:val="002231E1"/>
    <w:rsid w:val="0022396D"/>
    <w:rsid w:val="00223B5A"/>
    <w:rsid w:val="00223D53"/>
    <w:rsid w:val="00223EBD"/>
    <w:rsid w:val="002240C5"/>
    <w:rsid w:val="0022443A"/>
    <w:rsid w:val="00224B79"/>
    <w:rsid w:val="00224FFC"/>
    <w:rsid w:val="002252D0"/>
    <w:rsid w:val="0022564E"/>
    <w:rsid w:val="002259BE"/>
    <w:rsid w:val="0022609A"/>
    <w:rsid w:val="0022660E"/>
    <w:rsid w:val="002267FE"/>
    <w:rsid w:val="00226D4B"/>
    <w:rsid w:val="00227173"/>
    <w:rsid w:val="002271EF"/>
    <w:rsid w:val="002272E4"/>
    <w:rsid w:val="0022752B"/>
    <w:rsid w:val="002275FE"/>
    <w:rsid w:val="00227F3D"/>
    <w:rsid w:val="002308D9"/>
    <w:rsid w:val="002309AB"/>
    <w:rsid w:val="00230BF6"/>
    <w:rsid w:val="00231140"/>
    <w:rsid w:val="002311DB"/>
    <w:rsid w:val="0023121D"/>
    <w:rsid w:val="002313B6"/>
    <w:rsid w:val="00231456"/>
    <w:rsid w:val="002319C5"/>
    <w:rsid w:val="00231B23"/>
    <w:rsid w:val="00231C01"/>
    <w:rsid w:val="00231E2F"/>
    <w:rsid w:val="00232582"/>
    <w:rsid w:val="00232B3A"/>
    <w:rsid w:val="00233397"/>
    <w:rsid w:val="002333F2"/>
    <w:rsid w:val="0023368A"/>
    <w:rsid w:val="00233B61"/>
    <w:rsid w:val="00234075"/>
    <w:rsid w:val="002340EB"/>
    <w:rsid w:val="0023438F"/>
    <w:rsid w:val="002347B7"/>
    <w:rsid w:val="00234928"/>
    <w:rsid w:val="0023511E"/>
    <w:rsid w:val="0023513E"/>
    <w:rsid w:val="002353DE"/>
    <w:rsid w:val="0023542B"/>
    <w:rsid w:val="00235D1A"/>
    <w:rsid w:val="002361D6"/>
    <w:rsid w:val="00236259"/>
    <w:rsid w:val="0023633F"/>
    <w:rsid w:val="002363A7"/>
    <w:rsid w:val="0023654A"/>
    <w:rsid w:val="002365CD"/>
    <w:rsid w:val="002365EA"/>
    <w:rsid w:val="0023673E"/>
    <w:rsid w:val="00236CE2"/>
    <w:rsid w:val="00236D36"/>
    <w:rsid w:val="00236EF3"/>
    <w:rsid w:val="0023711D"/>
    <w:rsid w:val="002371FC"/>
    <w:rsid w:val="0023771D"/>
    <w:rsid w:val="00237C21"/>
    <w:rsid w:val="00237E54"/>
    <w:rsid w:val="00237F42"/>
    <w:rsid w:val="0024004F"/>
    <w:rsid w:val="002405C6"/>
    <w:rsid w:val="002406C2"/>
    <w:rsid w:val="0024088F"/>
    <w:rsid w:val="00240A5E"/>
    <w:rsid w:val="00240C34"/>
    <w:rsid w:val="00240C43"/>
    <w:rsid w:val="00240EBC"/>
    <w:rsid w:val="00241001"/>
    <w:rsid w:val="00241499"/>
    <w:rsid w:val="0024152C"/>
    <w:rsid w:val="00241E7F"/>
    <w:rsid w:val="00242018"/>
    <w:rsid w:val="002420CE"/>
    <w:rsid w:val="00242137"/>
    <w:rsid w:val="002423E6"/>
    <w:rsid w:val="0024269F"/>
    <w:rsid w:val="00242930"/>
    <w:rsid w:val="00242A57"/>
    <w:rsid w:val="00242C18"/>
    <w:rsid w:val="00242CC7"/>
    <w:rsid w:val="00243341"/>
    <w:rsid w:val="0024367F"/>
    <w:rsid w:val="002439D8"/>
    <w:rsid w:val="00243E57"/>
    <w:rsid w:val="00243FFA"/>
    <w:rsid w:val="0024402A"/>
    <w:rsid w:val="002440F6"/>
    <w:rsid w:val="0024412E"/>
    <w:rsid w:val="00244292"/>
    <w:rsid w:val="00244331"/>
    <w:rsid w:val="002445CD"/>
    <w:rsid w:val="00244A03"/>
    <w:rsid w:val="00244AE4"/>
    <w:rsid w:val="00244B04"/>
    <w:rsid w:val="00244B70"/>
    <w:rsid w:val="00244BCA"/>
    <w:rsid w:val="00244F90"/>
    <w:rsid w:val="0024557C"/>
    <w:rsid w:val="00245F93"/>
    <w:rsid w:val="0024611F"/>
    <w:rsid w:val="0024639D"/>
    <w:rsid w:val="002463C8"/>
    <w:rsid w:val="00246979"/>
    <w:rsid w:val="00246BBD"/>
    <w:rsid w:val="002473D6"/>
    <w:rsid w:val="002476D7"/>
    <w:rsid w:val="0024777B"/>
    <w:rsid w:val="002477E5"/>
    <w:rsid w:val="00247824"/>
    <w:rsid w:val="0024784A"/>
    <w:rsid w:val="00247FC2"/>
    <w:rsid w:val="0025000E"/>
    <w:rsid w:val="00250064"/>
    <w:rsid w:val="002503EA"/>
    <w:rsid w:val="00250876"/>
    <w:rsid w:val="00250C92"/>
    <w:rsid w:val="00251150"/>
    <w:rsid w:val="002515D8"/>
    <w:rsid w:val="002518E8"/>
    <w:rsid w:val="00251D6E"/>
    <w:rsid w:val="00252024"/>
    <w:rsid w:val="00252856"/>
    <w:rsid w:val="00252910"/>
    <w:rsid w:val="00252AA2"/>
    <w:rsid w:val="00252AE3"/>
    <w:rsid w:val="00252C0E"/>
    <w:rsid w:val="00253249"/>
    <w:rsid w:val="00253A4C"/>
    <w:rsid w:val="00253F42"/>
    <w:rsid w:val="002542CA"/>
    <w:rsid w:val="00254382"/>
    <w:rsid w:val="00254A2B"/>
    <w:rsid w:val="00255048"/>
    <w:rsid w:val="0025511F"/>
    <w:rsid w:val="00255279"/>
    <w:rsid w:val="002557CD"/>
    <w:rsid w:val="00255AEC"/>
    <w:rsid w:val="0025609D"/>
    <w:rsid w:val="0025628B"/>
    <w:rsid w:val="00256C79"/>
    <w:rsid w:val="00256E2C"/>
    <w:rsid w:val="002571BE"/>
    <w:rsid w:val="002572DB"/>
    <w:rsid w:val="0025773C"/>
    <w:rsid w:val="00257A8C"/>
    <w:rsid w:val="00257FEC"/>
    <w:rsid w:val="0026030E"/>
    <w:rsid w:val="00260608"/>
    <w:rsid w:val="0026080F"/>
    <w:rsid w:val="002608BE"/>
    <w:rsid w:val="00260A52"/>
    <w:rsid w:val="00260AB4"/>
    <w:rsid w:val="00260B54"/>
    <w:rsid w:val="00260EE4"/>
    <w:rsid w:val="00260F30"/>
    <w:rsid w:val="002610C1"/>
    <w:rsid w:val="002610EC"/>
    <w:rsid w:val="002613C4"/>
    <w:rsid w:val="002615A5"/>
    <w:rsid w:val="00261763"/>
    <w:rsid w:val="0026179B"/>
    <w:rsid w:val="002621B8"/>
    <w:rsid w:val="002621EB"/>
    <w:rsid w:val="00262211"/>
    <w:rsid w:val="002622BC"/>
    <w:rsid w:val="002625AA"/>
    <w:rsid w:val="0026267A"/>
    <w:rsid w:val="00262D53"/>
    <w:rsid w:val="0026324A"/>
    <w:rsid w:val="002634C2"/>
    <w:rsid w:val="00263629"/>
    <w:rsid w:val="00263AD7"/>
    <w:rsid w:val="00263FB5"/>
    <w:rsid w:val="00264445"/>
    <w:rsid w:val="0026447B"/>
    <w:rsid w:val="00264A8D"/>
    <w:rsid w:val="00264BD2"/>
    <w:rsid w:val="00264DC6"/>
    <w:rsid w:val="00265421"/>
    <w:rsid w:val="00265A29"/>
    <w:rsid w:val="00265D38"/>
    <w:rsid w:val="00265E7B"/>
    <w:rsid w:val="00266228"/>
    <w:rsid w:val="002666A8"/>
    <w:rsid w:val="002668FE"/>
    <w:rsid w:val="002671A8"/>
    <w:rsid w:val="00267C18"/>
    <w:rsid w:val="00267CA8"/>
    <w:rsid w:val="00267CF4"/>
    <w:rsid w:val="00270469"/>
    <w:rsid w:val="00270B90"/>
    <w:rsid w:val="00270E20"/>
    <w:rsid w:val="00270E21"/>
    <w:rsid w:val="00270E49"/>
    <w:rsid w:val="0027104F"/>
    <w:rsid w:val="00271368"/>
    <w:rsid w:val="0027180E"/>
    <w:rsid w:val="0027196E"/>
    <w:rsid w:val="00271BFC"/>
    <w:rsid w:val="00271C3E"/>
    <w:rsid w:val="00271CB3"/>
    <w:rsid w:val="00271D65"/>
    <w:rsid w:val="00271E4D"/>
    <w:rsid w:val="00271E7B"/>
    <w:rsid w:val="00271F35"/>
    <w:rsid w:val="00272070"/>
    <w:rsid w:val="002723CA"/>
    <w:rsid w:val="002724AD"/>
    <w:rsid w:val="0027282E"/>
    <w:rsid w:val="00272975"/>
    <w:rsid w:val="00272B11"/>
    <w:rsid w:val="00272F2D"/>
    <w:rsid w:val="00273050"/>
    <w:rsid w:val="002733C1"/>
    <w:rsid w:val="00273868"/>
    <w:rsid w:val="00273927"/>
    <w:rsid w:val="00273A26"/>
    <w:rsid w:val="00273C23"/>
    <w:rsid w:val="00273C75"/>
    <w:rsid w:val="00273CB0"/>
    <w:rsid w:val="00273EC1"/>
    <w:rsid w:val="002743CD"/>
    <w:rsid w:val="0027457B"/>
    <w:rsid w:val="0027463D"/>
    <w:rsid w:val="002748AD"/>
    <w:rsid w:val="00274C6C"/>
    <w:rsid w:val="00274CCC"/>
    <w:rsid w:val="00275152"/>
    <w:rsid w:val="0027540C"/>
    <w:rsid w:val="002754EC"/>
    <w:rsid w:val="0027558F"/>
    <w:rsid w:val="0027572B"/>
    <w:rsid w:val="00275814"/>
    <w:rsid w:val="0027596C"/>
    <w:rsid w:val="00275AB7"/>
    <w:rsid w:val="00275B70"/>
    <w:rsid w:val="00275BE7"/>
    <w:rsid w:val="00275E1F"/>
    <w:rsid w:val="00275F94"/>
    <w:rsid w:val="002763BB"/>
    <w:rsid w:val="00276441"/>
    <w:rsid w:val="00276868"/>
    <w:rsid w:val="00276885"/>
    <w:rsid w:val="00276C21"/>
    <w:rsid w:val="0027701F"/>
    <w:rsid w:val="0027713F"/>
    <w:rsid w:val="002774AB"/>
    <w:rsid w:val="0027750B"/>
    <w:rsid w:val="00277781"/>
    <w:rsid w:val="00277793"/>
    <w:rsid w:val="002777E3"/>
    <w:rsid w:val="0027788C"/>
    <w:rsid w:val="00280637"/>
    <w:rsid w:val="00280AB8"/>
    <w:rsid w:val="00280B8E"/>
    <w:rsid w:val="00280D8A"/>
    <w:rsid w:val="00280DCD"/>
    <w:rsid w:val="00280E64"/>
    <w:rsid w:val="00281005"/>
    <w:rsid w:val="0028122E"/>
    <w:rsid w:val="00281270"/>
    <w:rsid w:val="00281370"/>
    <w:rsid w:val="00281463"/>
    <w:rsid w:val="0028159A"/>
    <w:rsid w:val="002815FB"/>
    <w:rsid w:val="00281646"/>
    <w:rsid w:val="00281C81"/>
    <w:rsid w:val="002821DC"/>
    <w:rsid w:val="00282498"/>
    <w:rsid w:val="00282B93"/>
    <w:rsid w:val="00282CCD"/>
    <w:rsid w:val="00282D4C"/>
    <w:rsid w:val="00282E58"/>
    <w:rsid w:val="00282F13"/>
    <w:rsid w:val="00282F25"/>
    <w:rsid w:val="00283017"/>
    <w:rsid w:val="00283175"/>
    <w:rsid w:val="002831DF"/>
    <w:rsid w:val="00283283"/>
    <w:rsid w:val="0028337D"/>
    <w:rsid w:val="00283561"/>
    <w:rsid w:val="002838E6"/>
    <w:rsid w:val="00283B2C"/>
    <w:rsid w:val="00284074"/>
    <w:rsid w:val="00284355"/>
    <w:rsid w:val="00284C18"/>
    <w:rsid w:val="00284D59"/>
    <w:rsid w:val="002856AF"/>
    <w:rsid w:val="002858BD"/>
    <w:rsid w:val="0028650D"/>
    <w:rsid w:val="00286BE4"/>
    <w:rsid w:val="00286EB5"/>
    <w:rsid w:val="00286F16"/>
    <w:rsid w:val="00286FE8"/>
    <w:rsid w:val="00287651"/>
    <w:rsid w:val="00287AEB"/>
    <w:rsid w:val="00287D3E"/>
    <w:rsid w:val="00290265"/>
    <w:rsid w:val="00290ABB"/>
    <w:rsid w:val="00290D9D"/>
    <w:rsid w:val="00290E1E"/>
    <w:rsid w:val="0029144D"/>
    <w:rsid w:val="00291478"/>
    <w:rsid w:val="00291497"/>
    <w:rsid w:val="002916B8"/>
    <w:rsid w:val="002916CB"/>
    <w:rsid w:val="00291889"/>
    <w:rsid w:val="00291AD2"/>
    <w:rsid w:val="0029202D"/>
    <w:rsid w:val="00292462"/>
    <w:rsid w:val="00292502"/>
    <w:rsid w:val="002927C6"/>
    <w:rsid w:val="0029293C"/>
    <w:rsid w:val="00292A08"/>
    <w:rsid w:val="00292A89"/>
    <w:rsid w:val="00292D59"/>
    <w:rsid w:val="00292E69"/>
    <w:rsid w:val="002930CB"/>
    <w:rsid w:val="0029325B"/>
    <w:rsid w:val="00293390"/>
    <w:rsid w:val="002933A5"/>
    <w:rsid w:val="002933B9"/>
    <w:rsid w:val="002934DB"/>
    <w:rsid w:val="00293AC1"/>
    <w:rsid w:val="00293BC0"/>
    <w:rsid w:val="00293BD9"/>
    <w:rsid w:val="00293C8C"/>
    <w:rsid w:val="00294075"/>
    <w:rsid w:val="002945EE"/>
    <w:rsid w:val="0029461B"/>
    <w:rsid w:val="002947E2"/>
    <w:rsid w:val="0029488D"/>
    <w:rsid w:val="002948EC"/>
    <w:rsid w:val="002950CD"/>
    <w:rsid w:val="0029537B"/>
    <w:rsid w:val="00295415"/>
    <w:rsid w:val="002954E9"/>
    <w:rsid w:val="00295A24"/>
    <w:rsid w:val="00295AFE"/>
    <w:rsid w:val="00296165"/>
    <w:rsid w:val="00296248"/>
    <w:rsid w:val="00296980"/>
    <w:rsid w:val="00296A27"/>
    <w:rsid w:val="00296B47"/>
    <w:rsid w:val="00296BAF"/>
    <w:rsid w:val="00296F97"/>
    <w:rsid w:val="002971F8"/>
    <w:rsid w:val="002972A6"/>
    <w:rsid w:val="00297389"/>
    <w:rsid w:val="002974ED"/>
    <w:rsid w:val="002976FC"/>
    <w:rsid w:val="00297BBC"/>
    <w:rsid w:val="00297D67"/>
    <w:rsid w:val="00297FAC"/>
    <w:rsid w:val="002A010D"/>
    <w:rsid w:val="002A03DF"/>
    <w:rsid w:val="002A04D4"/>
    <w:rsid w:val="002A0731"/>
    <w:rsid w:val="002A08C1"/>
    <w:rsid w:val="002A093A"/>
    <w:rsid w:val="002A096A"/>
    <w:rsid w:val="002A0B11"/>
    <w:rsid w:val="002A0B59"/>
    <w:rsid w:val="002A0C84"/>
    <w:rsid w:val="002A1170"/>
    <w:rsid w:val="002A1ADC"/>
    <w:rsid w:val="002A1CBA"/>
    <w:rsid w:val="002A20FA"/>
    <w:rsid w:val="002A2B58"/>
    <w:rsid w:val="002A2C70"/>
    <w:rsid w:val="002A2D03"/>
    <w:rsid w:val="002A30CC"/>
    <w:rsid w:val="002A318A"/>
    <w:rsid w:val="002A32F5"/>
    <w:rsid w:val="002A34B6"/>
    <w:rsid w:val="002A3673"/>
    <w:rsid w:val="002A380A"/>
    <w:rsid w:val="002A3A32"/>
    <w:rsid w:val="002A3B06"/>
    <w:rsid w:val="002A3B9B"/>
    <w:rsid w:val="002A40B4"/>
    <w:rsid w:val="002A4282"/>
    <w:rsid w:val="002A43FE"/>
    <w:rsid w:val="002A4633"/>
    <w:rsid w:val="002A47D4"/>
    <w:rsid w:val="002A481B"/>
    <w:rsid w:val="002A48E1"/>
    <w:rsid w:val="002A4953"/>
    <w:rsid w:val="002A4A66"/>
    <w:rsid w:val="002A4D21"/>
    <w:rsid w:val="002A567B"/>
    <w:rsid w:val="002A5A2E"/>
    <w:rsid w:val="002A5E03"/>
    <w:rsid w:val="002A628B"/>
    <w:rsid w:val="002A62D2"/>
    <w:rsid w:val="002A672E"/>
    <w:rsid w:val="002A67E5"/>
    <w:rsid w:val="002A6B88"/>
    <w:rsid w:val="002A6C5A"/>
    <w:rsid w:val="002A71F9"/>
    <w:rsid w:val="002A74AD"/>
    <w:rsid w:val="002A7523"/>
    <w:rsid w:val="002A7951"/>
    <w:rsid w:val="002A7A8D"/>
    <w:rsid w:val="002A7B19"/>
    <w:rsid w:val="002A7F1F"/>
    <w:rsid w:val="002A7F30"/>
    <w:rsid w:val="002B031A"/>
    <w:rsid w:val="002B035B"/>
    <w:rsid w:val="002B0A51"/>
    <w:rsid w:val="002B0C0B"/>
    <w:rsid w:val="002B0FAD"/>
    <w:rsid w:val="002B1291"/>
    <w:rsid w:val="002B12D4"/>
    <w:rsid w:val="002B1315"/>
    <w:rsid w:val="002B2410"/>
    <w:rsid w:val="002B244D"/>
    <w:rsid w:val="002B248F"/>
    <w:rsid w:val="002B24F1"/>
    <w:rsid w:val="002B287D"/>
    <w:rsid w:val="002B2A64"/>
    <w:rsid w:val="002B2ED4"/>
    <w:rsid w:val="002B3127"/>
    <w:rsid w:val="002B3691"/>
    <w:rsid w:val="002B3A28"/>
    <w:rsid w:val="002B3A52"/>
    <w:rsid w:val="002B3BE7"/>
    <w:rsid w:val="002B3C36"/>
    <w:rsid w:val="002B3E8B"/>
    <w:rsid w:val="002B41AA"/>
    <w:rsid w:val="002B4528"/>
    <w:rsid w:val="002B46B9"/>
    <w:rsid w:val="002B497F"/>
    <w:rsid w:val="002B4AED"/>
    <w:rsid w:val="002B4C51"/>
    <w:rsid w:val="002B4CC5"/>
    <w:rsid w:val="002B4D12"/>
    <w:rsid w:val="002B4E7A"/>
    <w:rsid w:val="002B5017"/>
    <w:rsid w:val="002B545F"/>
    <w:rsid w:val="002B579D"/>
    <w:rsid w:val="002B5CE0"/>
    <w:rsid w:val="002B6031"/>
    <w:rsid w:val="002B60BA"/>
    <w:rsid w:val="002B65B3"/>
    <w:rsid w:val="002B6694"/>
    <w:rsid w:val="002B669C"/>
    <w:rsid w:val="002B690D"/>
    <w:rsid w:val="002B6C2F"/>
    <w:rsid w:val="002B6C9A"/>
    <w:rsid w:val="002B7404"/>
    <w:rsid w:val="002B7417"/>
    <w:rsid w:val="002B7882"/>
    <w:rsid w:val="002C02BD"/>
    <w:rsid w:val="002C03F3"/>
    <w:rsid w:val="002C0842"/>
    <w:rsid w:val="002C0AB1"/>
    <w:rsid w:val="002C14EB"/>
    <w:rsid w:val="002C1A8A"/>
    <w:rsid w:val="002C20BC"/>
    <w:rsid w:val="002C2598"/>
    <w:rsid w:val="002C2675"/>
    <w:rsid w:val="002C27F7"/>
    <w:rsid w:val="002C2800"/>
    <w:rsid w:val="002C2B57"/>
    <w:rsid w:val="002C37BA"/>
    <w:rsid w:val="002C38F5"/>
    <w:rsid w:val="002C393D"/>
    <w:rsid w:val="002C471A"/>
    <w:rsid w:val="002C4926"/>
    <w:rsid w:val="002C4F0C"/>
    <w:rsid w:val="002C4F91"/>
    <w:rsid w:val="002C4F9A"/>
    <w:rsid w:val="002C57D1"/>
    <w:rsid w:val="002C57FB"/>
    <w:rsid w:val="002C58A3"/>
    <w:rsid w:val="002C5942"/>
    <w:rsid w:val="002C5AAD"/>
    <w:rsid w:val="002C5DAD"/>
    <w:rsid w:val="002C67BC"/>
    <w:rsid w:val="002C6A65"/>
    <w:rsid w:val="002C6ADD"/>
    <w:rsid w:val="002C6BB1"/>
    <w:rsid w:val="002C6D01"/>
    <w:rsid w:val="002C6D5B"/>
    <w:rsid w:val="002C7015"/>
    <w:rsid w:val="002C721E"/>
    <w:rsid w:val="002C7579"/>
    <w:rsid w:val="002C75F8"/>
    <w:rsid w:val="002C7873"/>
    <w:rsid w:val="002C7D14"/>
    <w:rsid w:val="002D021C"/>
    <w:rsid w:val="002D063B"/>
    <w:rsid w:val="002D094F"/>
    <w:rsid w:val="002D0D92"/>
    <w:rsid w:val="002D1344"/>
    <w:rsid w:val="002D157B"/>
    <w:rsid w:val="002D18B8"/>
    <w:rsid w:val="002D1FDD"/>
    <w:rsid w:val="002D252F"/>
    <w:rsid w:val="002D25FF"/>
    <w:rsid w:val="002D2619"/>
    <w:rsid w:val="002D2735"/>
    <w:rsid w:val="002D2A64"/>
    <w:rsid w:val="002D2B3B"/>
    <w:rsid w:val="002D2B6F"/>
    <w:rsid w:val="002D3479"/>
    <w:rsid w:val="002D362F"/>
    <w:rsid w:val="002D3B7B"/>
    <w:rsid w:val="002D3CFC"/>
    <w:rsid w:val="002D415A"/>
    <w:rsid w:val="002D4721"/>
    <w:rsid w:val="002D4909"/>
    <w:rsid w:val="002D4917"/>
    <w:rsid w:val="002D4C8E"/>
    <w:rsid w:val="002D4E1D"/>
    <w:rsid w:val="002D4FCF"/>
    <w:rsid w:val="002D51D5"/>
    <w:rsid w:val="002D5508"/>
    <w:rsid w:val="002D569E"/>
    <w:rsid w:val="002D59B6"/>
    <w:rsid w:val="002D59DD"/>
    <w:rsid w:val="002D5C46"/>
    <w:rsid w:val="002D632C"/>
    <w:rsid w:val="002D650A"/>
    <w:rsid w:val="002D65CC"/>
    <w:rsid w:val="002D697C"/>
    <w:rsid w:val="002D7253"/>
    <w:rsid w:val="002D7658"/>
    <w:rsid w:val="002D789D"/>
    <w:rsid w:val="002D7C59"/>
    <w:rsid w:val="002D7D5F"/>
    <w:rsid w:val="002E040B"/>
    <w:rsid w:val="002E0C94"/>
    <w:rsid w:val="002E0D9F"/>
    <w:rsid w:val="002E0EBA"/>
    <w:rsid w:val="002E16CF"/>
    <w:rsid w:val="002E18FD"/>
    <w:rsid w:val="002E1E79"/>
    <w:rsid w:val="002E200E"/>
    <w:rsid w:val="002E21C9"/>
    <w:rsid w:val="002E2397"/>
    <w:rsid w:val="002E25D3"/>
    <w:rsid w:val="002E26AE"/>
    <w:rsid w:val="002E2A2C"/>
    <w:rsid w:val="002E2E7F"/>
    <w:rsid w:val="002E3129"/>
    <w:rsid w:val="002E356A"/>
    <w:rsid w:val="002E3A09"/>
    <w:rsid w:val="002E3C35"/>
    <w:rsid w:val="002E3CC4"/>
    <w:rsid w:val="002E409E"/>
    <w:rsid w:val="002E4ED1"/>
    <w:rsid w:val="002E4EF7"/>
    <w:rsid w:val="002E5343"/>
    <w:rsid w:val="002E534C"/>
    <w:rsid w:val="002E566E"/>
    <w:rsid w:val="002E5715"/>
    <w:rsid w:val="002E59B3"/>
    <w:rsid w:val="002E5F80"/>
    <w:rsid w:val="002E693B"/>
    <w:rsid w:val="002E6B4B"/>
    <w:rsid w:val="002E6B68"/>
    <w:rsid w:val="002E6C43"/>
    <w:rsid w:val="002E6CEF"/>
    <w:rsid w:val="002E6D7E"/>
    <w:rsid w:val="002E7510"/>
    <w:rsid w:val="002E75EE"/>
    <w:rsid w:val="002E7725"/>
    <w:rsid w:val="002E7AE7"/>
    <w:rsid w:val="002F03B2"/>
    <w:rsid w:val="002F0617"/>
    <w:rsid w:val="002F06CC"/>
    <w:rsid w:val="002F116C"/>
    <w:rsid w:val="002F14C6"/>
    <w:rsid w:val="002F1518"/>
    <w:rsid w:val="002F166A"/>
    <w:rsid w:val="002F194D"/>
    <w:rsid w:val="002F1C5C"/>
    <w:rsid w:val="002F1ECD"/>
    <w:rsid w:val="002F2418"/>
    <w:rsid w:val="002F25A6"/>
    <w:rsid w:val="002F298F"/>
    <w:rsid w:val="002F2A02"/>
    <w:rsid w:val="002F2DBC"/>
    <w:rsid w:val="002F2EA6"/>
    <w:rsid w:val="002F3542"/>
    <w:rsid w:val="002F3CAB"/>
    <w:rsid w:val="002F3F17"/>
    <w:rsid w:val="002F40DD"/>
    <w:rsid w:val="002F413B"/>
    <w:rsid w:val="002F427F"/>
    <w:rsid w:val="002F47D0"/>
    <w:rsid w:val="002F4DDF"/>
    <w:rsid w:val="002F4EC8"/>
    <w:rsid w:val="002F549C"/>
    <w:rsid w:val="002F57D7"/>
    <w:rsid w:val="002F59C0"/>
    <w:rsid w:val="002F5AA9"/>
    <w:rsid w:val="002F5C70"/>
    <w:rsid w:val="002F6059"/>
    <w:rsid w:val="002F64B6"/>
    <w:rsid w:val="002F680C"/>
    <w:rsid w:val="002F6A93"/>
    <w:rsid w:val="002F6ACD"/>
    <w:rsid w:val="002F6C41"/>
    <w:rsid w:val="002F7286"/>
    <w:rsid w:val="002F7739"/>
    <w:rsid w:val="002F774A"/>
    <w:rsid w:val="002F7D28"/>
    <w:rsid w:val="003003E7"/>
    <w:rsid w:val="00300425"/>
    <w:rsid w:val="00300564"/>
    <w:rsid w:val="00300596"/>
    <w:rsid w:val="00300688"/>
    <w:rsid w:val="00300761"/>
    <w:rsid w:val="00300D2A"/>
    <w:rsid w:val="00300D8A"/>
    <w:rsid w:val="0030127B"/>
    <w:rsid w:val="00301333"/>
    <w:rsid w:val="003015FE"/>
    <w:rsid w:val="0030160D"/>
    <w:rsid w:val="0030169C"/>
    <w:rsid w:val="003016E7"/>
    <w:rsid w:val="003019A8"/>
    <w:rsid w:val="00301A71"/>
    <w:rsid w:val="00301D5F"/>
    <w:rsid w:val="00301DF0"/>
    <w:rsid w:val="00301E89"/>
    <w:rsid w:val="00301EEA"/>
    <w:rsid w:val="00302285"/>
    <w:rsid w:val="0030235D"/>
    <w:rsid w:val="0030258F"/>
    <w:rsid w:val="003027D3"/>
    <w:rsid w:val="00302CB4"/>
    <w:rsid w:val="00302D41"/>
    <w:rsid w:val="003030D2"/>
    <w:rsid w:val="003033B1"/>
    <w:rsid w:val="003034A5"/>
    <w:rsid w:val="00303519"/>
    <w:rsid w:val="003037BE"/>
    <w:rsid w:val="00303BCA"/>
    <w:rsid w:val="00304028"/>
    <w:rsid w:val="0030488B"/>
    <w:rsid w:val="00304ADA"/>
    <w:rsid w:val="00304ADF"/>
    <w:rsid w:val="00305025"/>
    <w:rsid w:val="0030503F"/>
    <w:rsid w:val="003054C3"/>
    <w:rsid w:val="003057B5"/>
    <w:rsid w:val="00305860"/>
    <w:rsid w:val="00305EDA"/>
    <w:rsid w:val="0030603B"/>
    <w:rsid w:val="00306047"/>
    <w:rsid w:val="003062DD"/>
    <w:rsid w:val="00306420"/>
    <w:rsid w:val="00306422"/>
    <w:rsid w:val="0030661B"/>
    <w:rsid w:val="00306A67"/>
    <w:rsid w:val="00306A83"/>
    <w:rsid w:val="00306D94"/>
    <w:rsid w:val="00306F25"/>
    <w:rsid w:val="0030723E"/>
    <w:rsid w:val="0030728D"/>
    <w:rsid w:val="00307B89"/>
    <w:rsid w:val="00307D0F"/>
    <w:rsid w:val="00307FB6"/>
    <w:rsid w:val="0031022A"/>
    <w:rsid w:val="00310672"/>
    <w:rsid w:val="00310711"/>
    <w:rsid w:val="0031071F"/>
    <w:rsid w:val="00310826"/>
    <w:rsid w:val="00310D25"/>
    <w:rsid w:val="00310E65"/>
    <w:rsid w:val="00310F81"/>
    <w:rsid w:val="00311051"/>
    <w:rsid w:val="0031106B"/>
    <w:rsid w:val="00311239"/>
    <w:rsid w:val="00312662"/>
    <w:rsid w:val="003126F8"/>
    <w:rsid w:val="00312A32"/>
    <w:rsid w:val="00312B4F"/>
    <w:rsid w:val="00312B5D"/>
    <w:rsid w:val="00312D1E"/>
    <w:rsid w:val="00312F7D"/>
    <w:rsid w:val="00312FB5"/>
    <w:rsid w:val="003130E4"/>
    <w:rsid w:val="003134A5"/>
    <w:rsid w:val="0031362C"/>
    <w:rsid w:val="0031388A"/>
    <w:rsid w:val="00313DAA"/>
    <w:rsid w:val="00313EE3"/>
    <w:rsid w:val="0031469E"/>
    <w:rsid w:val="00314728"/>
    <w:rsid w:val="00314CCB"/>
    <w:rsid w:val="00314DB5"/>
    <w:rsid w:val="00314DD9"/>
    <w:rsid w:val="00314E88"/>
    <w:rsid w:val="00314F1F"/>
    <w:rsid w:val="00315567"/>
    <w:rsid w:val="003156BE"/>
    <w:rsid w:val="0031590F"/>
    <w:rsid w:val="00315E11"/>
    <w:rsid w:val="00316087"/>
    <w:rsid w:val="00316160"/>
    <w:rsid w:val="00316455"/>
    <w:rsid w:val="00317DB5"/>
    <w:rsid w:val="003200C2"/>
    <w:rsid w:val="00320405"/>
    <w:rsid w:val="00320604"/>
    <w:rsid w:val="0032087E"/>
    <w:rsid w:val="00320AEE"/>
    <w:rsid w:val="00320D90"/>
    <w:rsid w:val="00320E17"/>
    <w:rsid w:val="003211F8"/>
    <w:rsid w:val="00321283"/>
    <w:rsid w:val="00321341"/>
    <w:rsid w:val="00321646"/>
    <w:rsid w:val="00321AB1"/>
    <w:rsid w:val="00321C86"/>
    <w:rsid w:val="00321E05"/>
    <w:rsid w:val="00322719"/>
    <w:rsid w:val="0032278D"/>
    <w:rsid w:val="00323034"/>
    <w:rsid w:val="00323C9A"/>
    <w:rsid w:val="00323D59"/>
    <w:rsid w:val="00324074"/>
    <w:rsid w:val="003241F6"/>
    <w:rsid w:val="00324775"/>
    <w:rsid w:val="0032484E"/>
    <w:rsid w:val="00324AD4"/>
    <w:rsid w:val="00324BB7"/>
    <w:rsid w:val="0032532A"/>
    <w:rsid w:val="0032574A"/>
    <w:rsid w:val="00325C2A"/>
    <w:rsid w:val="00326B0F"/>
    <w:rsid w:val="0032700C"/>
    <w:rsid w:val="0032712E"/>
    <w:rsid w:val="003271B0"/>
    <w:rsid w:val="003272A1"/>
    <w:rsid w:val="003272C0"/>
    <w:rsid w:val="003273E2"/>
    <w:rsid w:val="00327AAB"/>
    <w:rsid w:val="00327B89"/>
    <w:rsid w:val="00327BB8"/>
    <w:rsid w:val="00327BD8"/>
    <w:rsid w:val="00330EAE"/>
    <w:rsid w:val="0033108F"/>
    <w:rsid w:val="00331650"/>
    <w:rsid w:val="003318DA"/>
    <w:rsid w:val="003319C7"/>
    <w:rsid w:val="00331A71"/>
    <w:rsid w:val="00331FFC"/>
    <w:rsid w:val="0033252A"/>
    <w:rsid w:val="00332652"/>
    <w:rsid w:val="00332804"/>
    <w:rsid w:val="003328C4"/>
    <w:rsid w:val="003328F6"/>
    <w:rsid w:val="00332C40"/>
    <w:rsid w:val="00332C89"/>
    <w:rsid w:val="0033312C"/>
    <w:rsid w:val="003331B9"/>
    <w:rsid w:val="0033345A"/>
    <w:rsid w:val="0033371D"/>
    <w:rsid w:val="00333C16"/>
    <w:rsid w:val="00333CAD"/>
    <w:rsid w:val="00334268"/>
    <w:rsid w:val="003350AF"/>
    <w:rsid w:val="003350FE"/>
    <w:rsid w:val="003352DC"/>
    <w:rsid w:val="0033535C"/>
    <w:rsid w:val="003358C9"/>
    <w:rsid w:val="00335B1B"/>
    <w:rsid w:val="00335E02"/>
    <w:rsid w:val="00335FC1"/>
    <w:rsid w:val="0033613B"/>
    <w:rsid w:val="00336153"/>
    <w:rsid w:val="003362F4"/>
    <w:rsid w:val="003366CA"/>
    <w:rsid w:val="00336A9C"/>
    <w:rsid w:val="00336BC8"/>
    <w:rsid w:val="00336DC7"/>
    <w:rsid w:val="00337053"/>
    <w:rsid w:val="00337151"/>
    <w:rsid w:val="003371AF"/>
    <w:rsid w:val="00337622"/>
    <w:rsid w:val="00337860"/>
    <w:rsid w:val="0033794C"/>
    <w:rsid w:val="00337A9A"/>
    <w:rsid w:val="00337D1D"/>
    <w:rsid w:val="00337D81"/>
    <w:rsid w:val="0034030C"/>
    <w:rsid w:val="00340578"/>
    <w:rsid w:val="003407E3"/>
    <w:rsid w:val="003408A3"/>
    <w:rsid w:val="003409A2"/>
    <w:rsid w:val="003409EA"/>
    <w:rsid w:val="00340D6D"/>
    <w:rsid w:val="00340EAA"/>
    <w:rsid w:val="00340F5E"/>
    <w:rsid w:val="00340FA7"/>
    <w:rsid w:val="00341253"/>
    <w:rsid w:val="003412E5"/>
    <w:rsid w:val="00341396"/>
    <w:rsid w:val="0034148D"/>
    <w:rsid w:val="003417DD"/>
    <w:rsid w:val="00341B3B"/>
    <w:rsid w:val="00341E21"/>
    <w:rsid w:val="00342111"/>
    <w:rsid w:val="003427B6"/>
    <w:rsid w:val="003429F8"/>
    <w:rsid w:val="00342B4D"/>
    <w:rsid w:val="00342C23"/>
    <w:rsid w:val="00342F70"/>
    <w:rsid w:val="00343538"/>
    <w:rsid w:val="00343B20"/>
    <w:rsid w:val="00343C7E"/>
    <w:rsid w:val="00343CC0"/>
    <w:rsid w:val="00343D0F"/>
    <w:rsid w:val="00343E09"/>
    <w:rsid w:val="00343FB9"/>
    <w:rsid w:val="0034408A"/>
    <w:rsid w:val="003440B8"/>
    <w:rsid w:val="00344200"/>
    <w:rsid w:val="003445BB"/>
    <w:rsid w:val="0034481A"/>
    <w:rsid w:val="00344864"/>
    <w:rsid w:val="00344D38"/>
    <w:rsid w:val="00345A53"/>
    <w:rsid w:val="00345CCF"/>
    <w:rsid w:val="00345FED"/>
    <w:rsid w:val="00346145"/>
    <w:rsid w:val="0034657C"/>
    <w:rsid w:val="003465D8"/>
    <w:rsid w:val="00346F36"/>
    <w:rsid w:val="00346F5A"/>
    <w:rsid w:val="00346FFE"/>
    <w:rsid w:val="003470C7"/>
    <w:rsid w:val="003472E9"/>
    <w:rsid w:val="00347BFF"/>
    <w:rsid w:val="003501E6"/>
    <w:rsid w:val="00350294"/>
    <w:rsid w:val="003502C6"/>
    <w:rsid w:val="0035051F"/>
    <w:rsid w:val="003505B4"/>
    <w:rsid w:val="003505BA"/>
    <w:rsid w:val="003505BE"/>
    <w:rsid w:val="003506D7"/>
    <w:rsid w:val="003507D6"/>
    <w:rsid w:val="0035092D"/>
    <w:rsid w:val="00350A7C"/>
    <w:rsid w:val="00351563"/>
    <w:rsid w:val="003524E3"/>
    <w:rsid w:val="003525C2"/>
    <w:rsid w:val="003525C4"/>
    <w:rsid w:val="003525DD"/>
    <w:rsid w:val="0035266F"/>
    <w:rsid w:val="00352889"/>
    <w:rsid w:val="00352A9A"/>
    <w:rsid w:val="00352D7C"/>
    <w:rsid w:val="00352ED0"/>
    <w:rsid w:val="00353131"/>
    <w:rsid w:val="00353749"/>
    <w:rsid w:val="00353EEA"/>
    <w:rsid w:val="00354469"/>
    <w:rsid w:val="003545A2"/>
    <w:rsid w:val="00354B79"/>
    <w:rsid w:val="00354CBB"/>
    <w:rsid w:val="00354DEC"/>
    <w:rsid w:val="00354F11"/>
    <w:rsid w:val="00355093"/>
    <w:rsid w:val="00355165"/>
    <w:rsid w:val="00355241"/>
    <w:rsid w:val="003553A1"/>
    <w:rsid w:val="00355F75"/>
    <w:rsid w:val="00356116"/>
    <w:rsid w:val="0035633B"/>
    <w:rsid w:val="00356374"/>
    <w:rsid w:val="00356764"/>
    <w:rsid w:val="00356844"/>
    <w:rsid w:val="00356D84"/>
    <w:rsid w:val="00357529"/>
    <w:rsid w:val="003579A7"/>
    <w:rsid w:val="003601D5"/>
    <w:rsid w:val="003606A7"/>
    <w:rsid w:val="00360B5B"/>
    <w:rsid w:val="00360BC2"/>
    <w:rsid w:val="003611A7"/>
    <w:rsid w:val="00361457"/>
    <w:rsid w:val="00361465"/>
    <w:rsid w:val="00361F89"/>
    <w:rsid w:val="00362632"/>
    <w:rsid w:val="00362EF9"/>
    <w:rsid w:val="003635D1"/>
    <w:rsid w:val="003636E6"/>
    <w:rsid w:val="00363713"/>
    <w:rsid w:val="00363819"/>
    <w:rsid w:val="003639FE"/>
    <w:rsid w:val="00363D8B"/>
    <w:rsid w:val="00364082"/>
    <w:rsid w:val="00364273"/>
    <w:rsid w:val="003647C1"/>
    <w:rsid w:val="0036486B"/>
    <w:rsid w:val="00364898"/>
    <w:rsid w:val="00364946"/>
    <w:rsid w:val="00364968"/>
    <w:rsid w:val="00364B32"/>
    <w:rsid w:val="00364D8C"/>
    <w:rsid w:val="00364EF2"/>
    <w:rsid w:val="003652AA"/>
    <w:rsid w:val="00365321"/>
    <w:rsid w:val="0036617E"/>
    <w:rsid w:val="00366238"/>
    <w:rsid w:val="003662A7"/>
    <w:rsid w:val="00366426"/>
    <w:rsid w:val="003664BD"/>
    <w:rsid w:val="003665F7"/>
    <w:rsid w:val="0036669E"/>
    <w:rsid w:val="00366E98"/>
    <w:rsid w:val="0036702B"/>
    <w:rsid w:val="003670DA"/>
    <w:rsid w:val="00367B7C"/>
    <w:rsid w:val="00367FEE"/>
    <w:rsid w:val="003700E5"/>
    <w:rsid w:val="0037067F"/>
    <w:rsid w:val="00370784"/>
    <w:rsid w:val="00370A22"/>
    <w:rsid w:val="00370BB6"/>
    <w:rsid w:val="0037121D"/>
    <w:rsid w:val="0037160C"/>
    <w:rsid w:val="003718E0"/>
    <w:rsid w:val="00371A56"/>
    <w:rsid w:val="00371DEE"/>
    <w:rsid w:val="0037240F"/>
    <w:rsid w:val="003724CA"/>
    <w:rsid w:val="003726B7"/>
    <w:rsid w:val="00372BD9"/>
    <w:rsid w:val="00373526"/>
    <w:rsid w:val="003736F3"/>
    <w:rsid w:val="00373772"/>
    <w:rsid w:val="00373796"/>
    <w:rsid w:val="00373BD8"/>
    <w:rsid w:val="0037433C"/>
    <w:rsid w:val="003744E0"/>
    <w:rsid w:val="00374716"/>
    <w:rsid w:val="00374919"/>
    <w:rsid w:val="00374DBF"/>
    <w:rsid w:val="0037521E"/>
    <w:rsid w:val="0037537C"/>
    <w:rsid w:val="003753A0"/>
    <w:rsid w:val="00375508"/>
    <w:rsid w:val="00375A1F"/>
    <w:rsid w:val="00375CF8"/>
    <w:rsid w:val="00375FE3"/>
    <w:rsid w:val="003760A6"/>
    <w:rsid w:val="003760AC"/>
    <w:rsid w:val="00376826"/>
    <w:rsid w:val="00377358"/>
    <w:rsid w:val="00377A7F"/>
    <w:rsid w:val="00377FA5"/>
    <w:rsid w:val="003801C1"/>
    <w:rsid w:val="00380283"/>
    <w:rsid w:val="00380509"/>
    <w:rsid w:val="00380D8B"/>
    <w:rsid w:val="0038128B"/>
    <w:rsid w:val="003814E8"/>
    <w:rsid w:val="003816F4"/>
    <w:rsid w:val="0038172C"/>
    <w:rsid w:val="003817FE"/>
    <w:rsid w:val="00381835"/>
    <w:rsid w:val="00381992"/>
    <w:rsid w:val="00381C85"/>
    <w:rsid w:val="00381D7A"/>
    <w:rsid w:val="00381E7B"/>
    <w:rsid w:val="003823F0"/>
    <w:rsid w:val="003827F4"/>
    <w:rsid w:val="003829E1"/>
    <w:rsid w:val="00382D5A"/>
    <w:rsid w:val="00382F9A"/>
    <w:rsid w:val="00383362"/>
    <w:rsid w:val="003836CB"/>
    <w:rsid w:val="00383831"/>
    <w:rsid w:val="00383B91"/>
    <w:rsid w:val="0038414F"/>
    <w:rsid w:val="003843AC"/>
    <w:rsid w:val="00384411"/>
    <w:rsid w:val="00384A84"/>
    <w:rsid w:val="00384A9B"/>
    <w:rsid w:val="00384E50"/>
    <w:rsid w:val="00384EE9"/>
    <w:rsid w:val="003856C9"/>
    <w:rsid w:val="00385C56"/>
    <w:rsid w:val="00385CE6"/>
    <w:rsid w:val="00385E3B"/>
    <w:rsid w:val="00385F13"/>
    <w:rsid w:val="00386490"/>
    <w:rsid w:val="00386528"/>
    <w:rsid w:val="003865A0"/>
    <w:rsid w:val="0038669B"/>
    <w:rsid w:val="003866A4"/>
    <w:rsid w:val="00386752"/>
    <w:rsid w:val="00386792"/>
    <w:rsid w:val="00386971"/>
    <w:rsid w:val="00386C8D"/>
    <w:rsid w:val="00386E4C"/>
    <w:rsid w:val="00387666"/>
    <w:rsid w:val="00387ADF"/>
    <w:rsid w:val="00387D89"/>
    <w:rsid w:val="00387DB2"/>
    <w:rsid w:val="00387F47"/>
    <w:rsid w:val="00390005"/>
    <w:rsid w:val="00390015"/>
    <w:rsid w:val="0039013A"/>
    <w:rsid w:val="0039028F"/>
    <w:rsid w:val="003902EA"/>
    <w:rsid w:val="00390308"/>
    <w:rsid w:val="00390A2B"/>
    <w:rsid w:val="0039131A"/>
    <w:rsid w:val="003914CB"/>
    <w:rsid w:val="00391966"/>
    <w:rsid w:val="00391AA0"/>
    <w:rsid w:val="00391C73"/>
    <w:rsid w:val="00391C9F"/>
    <w:rsid w:val="00391CDD"/>
    <w:rsid w:val="00391ED7"/>
    <w:rsid w:val="00392294"/>
    <w:rsid w:val="00392758"/>
    <w:rsid w:val="00392829"/>
    <w:rsid w:val="00392C51"/>
    <w:rsid w:val="00392CB3"/>
    <w:rsid w:val="00392CD3"/>
    <w:rsid w:val="003930AA"/>
    <w:rsid w:val="00393530"/>
    <w:rsid w:val="003935AD"/>
    <w:rsid w:val="003936CA"/>
    <w:rsid w:val="00393BDA"/>
    <w:rsid w:val="00393C3F"/>
    <w:rsid w:val="00393CFC"/>
    <w:rsid w:val="0039411B"/>
    <w:rsid w:val="0039497E"/>
    <w:rsid w:val="00394B10"/>
    <w:rsid w:val="00394F6A"/>
    <w:rsid w:val="003956CC"/>
    <w:rsid w:val="00395CAD"/>
    <w:rsid w:val="003962DB"/>
    <w:rsid w:val="003966C6"/>
    <w:rsid w:val="00396A3A"/>
    <w:rsid w:val="00396C35"/>
    <w:rsid w:val="00396F7F"/>
    <w:rsid w:val="003971BC"/>
    <w:rsid w:val="00397322"/>
    <w:rsid w:val="0039789C"/>
    <w:rsid w:val="00397A2A"/>
    <w:rsid w:val="00397D26"/>
    <w:rsid w:val="00397F34"/>
    <w:rsid w:val="003A0073"/>
    <w:rsid w:val="003A01D9"/>
    <w:rsid w:val="003A042C"/>
    <w:rsid w:val="003A05C6"/>
    <w:rsid w:val="003A0CB9"/>
    <w:rsid w:val="003A0E01"/>
    <w:rsid w:val="003A0E79"/>
    <w:rsid w:val="003A132D"/>
    <w:rsid w:val="003A16C7"/>
    <w:rsid w:val="003A170F"/>
    <w:rsid w:val="003A1850"/>
    <w:rsid w:val="003A1E57"/>
    <w:rsid w:val="003A2018"/>
    <w:rsid w:val="003A20EC"/>
    <w:rsid w:val="003A245A"/>
    <w:rsid w:val="003A29A6"/>
    <w:rsid w:val="003A2AF9"/>
    <w:rsid w:val="003A31C8"/>
    <w:rsid w:val="003A336D"/>
    <w:rsid w:val="003A3400"/>
    <w:rsid w:val="003A3442"/>
    <w:rsid w:val="003A3729"/>
    <w:rsid w:val="003A39D3"/>
    <w:rsid w:val="003A3AA4"/>
    <w:rsid w:val="003A3C8A"/>
    <w:rsid w:val="003A3EA0"/>
    <w:rsid w:val="003A4376"/>
    <w:rsid w:val="003A43E8"/>
    <w:rsid w:val="003A48F2"/>
    <w:rsid w:val="003A4C47"/>
    <w:rsid w:val="003A54B3"/>
    <w:rsid w:val="003A54D0"/>
    <w:rsid w:val="003A5CC3"/>
    <w:rsid w:val="003A5F00"/>
    <w:rsid w:val="003A5F71"/>
    <w:rsid w:val="003A5FA5"/>
    <w:rsid w:val="003A699B"/>
    <w:rsid w:val="003A6AF7"/>
    <w:rsid w:val="003A708B"/>
    <w:rsid w:val="003A76E3"/>
    <w:rsid w:val="003A7B3C"/>
    <w:rsid w:val="003A7C1B"/>
    <w:rsid w:val="003B0215"/>
    <w:rsid w:val="003B0345"/>
    <w:rsid w:val="003B03A9"/>
    <w:rsid w:val="003B04E3"/>
    <w:rsid w:val="003B0B33"/>
    <w:rsid w:val="003B0C05"/>
    <w:rsid w:val="003B0E76"/>
    <w:rsid w:val="003B120A"/>
    <w:rsid w:val="003B16F7"/>
    <w:rsid w:val="003B1A79"/>
    <w:rsid w:val="003B1D7E"/>
    <w:rsid w:val="003B1DA9"/>
    <w:rsid w:val="003B2433"/>
    <w:rsid w:val="003B249A"/>
    <w:rsid w:val="003B2634"/>
    <w:rsid w:val="003B2EE0"/>
    <w:rsid w:val="003B376F"/>
    <w:rsid w:val="003B37C8"/>
    <w:rsid w:val="003B390B"/>
    <w:rsid w:val="003B4043"/>
    <w:rsid w:val="003B438F"/>
    <w:rsid w:val="003B459C"/>
    <w:rsid w:val="003B47DF"/>
    <w:rsid w:val="003B4A45"/>
    <w:rsid w:val="003B4A59"/>
    <w:rsid w:val="003B4D68"/>
    <w:rsid w:val="003B5720"/>
    <w:rsid w:val="003B5799"/>
    <w:rsid w:val="003B5A5D"/>
    <w:rsid w:val="003B5E30"/>
    <w:rsid w:val="003B62A2"/>
    <w:rsid w:val="003B62EA"/>
    <w:rsid w:val="003B638F"/>
    <w:rsid w:val="003B67A4"/>
    <w:rsid w:val="003B6A90"/>
    <w:rsid w:val="003B6ED9"/>
    <w:rsid w:val="003B7226"/>
    <w:rsid w:val="003B74F5"/>
    <w:rsid w:val="003B75DA"/>
    <w:rsid w:val="003B771D"/>
    <w:rsid w:val="003B7824"/>
    <w:rsid w:val="003B7B14"/>
    <w:rsid w:val="003C01EB"/>
    <w:rsid w:val="003C0237"/>
    <w:rsid w:val="003C0672"/>
    <w:rsid w:val="003C06CE"/>
    <w:rsid w:val="003C0A81"/>
    <w:rsid w:val="003C0A87"/>
    <w:rsid w:val="003C0B7C"/>
    <w:rsid w:val="003C0BF5"/>
    <w:rsid w:val="003C0DA1"/>
    <w:rsid w:val="003C0ED4"/>
    <w:rsid w:val="003C131B"/>
    <w:rsid w:val="003C163B"/>
    <w:rsid w:val="003C175C"/>
    <w:rsid w:val="003C1B16"/>
    <w:rsid w:val="003C1F37"/>
    <w:rsid w:val="003C242F"/>
    <w:rsid w:val="003C2551"/>
    <w:rsid w:val="003C2C3D"/>
    <w:rsid w:val="003C3235"/>
    <w:rsid w:val="003C3C45"/>
    <w:rsid w:val="003C3E70"/>
    <w:rsid w:val="003C4503"/>
    <w:rsid w:val="003C4651"/>
    <w:rsid w:val="003C47AC"/>
    <w:rsid w:val="003C47B6"/>
    <w:rsid w:val="003C48A4"/>
    <w:rsid w:val="003C48E2"/>
    <w:rsid w:val="003C4E81"/>
    <w:rsid w:val="003C5470"/>
    <w:rsid w:val="003C6062"/>
    <w:rsid w:val="003C63A5"/>
    <w:rsid w:val="003C691C"/>
    <w:rsid w:val="003C6A24"/>
    <w:rsid w:val="003C7176"/>
    <w:rsid w:val="003C71A4"/>
    <w:rsid w:val="003C7362"/>
    <w:rsid w:val="003C76CC"/>
    <w:rsid w:val="003C7B07"/>
    <w:rsid w:val="003C7D46"/>
    <w:rsid w:val="003C7D93"/>
    <w:rsid w:val="003D0519"/>
    <w:rsid w:val="003D058D"/>
    <w:rsid w:val="003D0698"/>
    <w:rsid w:val="003D100F"/>
    <w:rsid w:val="003D12D2"/>
    <w:rsid w:val="003D12F8"/>
    <w:rsid w:val="003D13AC"/>
    <w:rsid w:val="003D13FF"/>
    <w:rsid w:val="003D178A"/>
    <w:rsid w:val="003D17A7"/>
    <w:rsid w:val="003D182F"/>
    <w:rsid w:val="003D1BD2"/>
    <w:rsid w:val="003D1E5F"/>
    <w:rsid w:val="003D1F55"/>
    <w:rsid w:val="003D2995"/>
    <w:rsid w:val="003D2C5A"/>
    <w:rsid w:val="003D2CAF"/>
    <w:rsid w:val="003D2D8F"/>
    <w:rsid w:val="003D3006"/>
    <w:rsid w:val="003D3E0D"/>
    <w:rsid w:val="003D3E84"/>
    <w:rsid w:val="003D4062"/>
    <w:rsid w:val="003D4550"/>
    <w:rsid w:val="003D45E4"/>
    <w:rsid w:val="003D4795"/>
    <w:rsid w:val="003D4BE0"/>
    <w:rsid w:val="003D4C05"/>
    <w:rsid w:val="003D4F21"/>
    <w:rsid w:val="003D525C"/>
    <w:rsid w:val="003D5316"/>
    <w:rsid w:val="003D55D4"/>
    <w:rsid w:val="003D576B"/>
    <w:rsid w:val="003D5810"/>
    <w:rsid w:val="003D5861"/>
    <w:rsid w:val="003D5ACE"/>
    <w:rsid w:val="003D5D4F"/>
    <w:rsid w:val="003D69E6"/>
    <w:rsid w:val="003D7022"/>
    <w:rsid w:val="003D713E"/>
    <w:rsid w:val="003D71B7"/>
    <w:rsid w:val="003D7B80"/>
    <w:rsid w:val="003D7C5B"/>
    <w:rsid w:val="003E012B"/>
    <w:rsid w:val="003E017A"/>
    <w:rsid w:val="003E024E"/>
    <w:rsid w:val="003E02D0"/>
    <w:rsid w:val="003E0A05"/>
    <w:rsid w:val="003E0A21"/>
    <w:rsid w:val="003E0BF6"/>
    <w:rsid w:val="003E0F5F"/>
    <w:rsid w:val="003E1162"/>
    <w:rsid w:val="003E1A3A"/>
    <w:rsid w:val="003E1B88"/>
    <w:rsid w:val="003E1CB0"/>
    <w:rsid w:val="003E246C"/>
    <w:rsid w:val="003E2597"/>
    <w:rsid w:val="003E25F6"/>
    <w:rsid w:val="003E28B1"/>
    <w:rsid w:val="003E2C73"/>
    <w:rsid w:val="003E2C82"/>
    <w:rsid w:val="003E2DAD"/>
    <w:rsid w:val="003E2DD8"/>
    <w:rsid w:val="003E2FCD"/>
    <w:rsid w:val="003E3265"/>
    <w:rsid w:val="003E32AF"/>
    <w:rsid w:val="003E34A0"/>
    <w:rsid w:val="003E35E0"/>
    <w:rsid w:val="003E37A5"/>
    <w:rsid w:val="003E3A2A"/>
    <w:rsid w:val="003E4376"/>
    <w:rsid w:val="003E44C7"/>
    <w:rsid w:val="003E4A26"/>
    <w:rsid w:val="003E4A75"/>
    <w:rsid w:val="003E4F07"/>
    <w:rsid w:val="003E4F6A"/>
    <w:rsid w:val="003E4FB8"/>
    <w:rsid w:val="003E509D"/>
    <w:rsid w:val="003E527F"/>
    <w:rsid w:val="003E5328"/>
    <w:rsid w:val="003E5335"/>
    <w:rsid w:val="003E5462"/>
    <w:rsid w:val="003E5490"/>
    <w:rsid w:val="003E5B0A"/>
    <w:rsid w:val="003E6040"/>
    <w:rsid w:val="003E63D5"/>
    <w:rsid w:val="003E6484"/>
    <w:rsid w:val="003E692B"/>
    <w:rsid w:val="003E6D4E"/>
    <w:rsid w:val="003E70B3"/>
    <w:rsid w:val="003E71BF"/>
    <w:rsid w:val="003E7260"/>
    <w:rsid w:val="003E73B2"/>
    <w:rsid w:val="003F0263"/>
    <w:rsid w:val="003F040C"/>
    <w:rsid w:val="003F04C7"/>
    <w:rsid w:val="003F09E3"/>
    <w:rsid w:val="003F0E2A"/>
    <w:rsid w:val="003F0F65"/>
    <w:rsid w:val="003F1630"/>
    <w:rsid w:val="003F170D"/>
    <w:rsid w:val="003F1991"/>
    <w:rsid w:val="003F19F6"/>
    <w:rsid w:val="003F1E12"/>
    <w:rsid w:val="003F20C2"/>
    <w:rsid w:val="003F2282"/>
    <w:rsid w:val="003F2745"/>
    <w:rsid w:val="003F28C7"/>
    <w:rsid w:val="003F2B3E"/>
    <w:rsid w:val="003F304F"/>
    <w:rsid w:val="003F3E63"/>
    <w:rsid w:val="003F47D2"/>
    <w:rsid w:val="003F4844"/>
    <w:rsid w:val="003F4BF2"/>
    <w:rsid w:val="003F4E94"/>
    <w:rsid w:val="003F508A"/>
    <w:rsid w:val="003F5A1E"/>
    <w:rsid w:val="003F5BF9"/>
    <w:rsid w:val="003F5EFE"/>
    <w:rsid w:val="003F6048"/>
    <w:rsid w:val="003F6162"/>
    <w:rsid w:val="003F64DF"/>
    <w:rsid w:val="003F6511"/>
    <w:rsid w:val="003F6620"/>
    <w:rsid w:val="003F6793"/>
    <w:rsid w:val="003F6B0A"/>
    <w:rsid w:val="003F6C19"/>
    <w:rsid w:val="003F6CA1"/>
    <w:rsid w:val="003F6FE7"/>
    <w:rsid w:val="003F700E"/>
    <w:rsid w:val="003F71FD"/>
    <w:rsid w:val="003F7580"/>
    <w:rsid w:val="003F75A0"/>
    <w:rsid w:val="003F7E24"/>
    <w:rsid w:val="003F7E6D"/>
    <w:rsid w:val="00400093"/>
    <w:rsid w:val="004000D1"/>
    <w:rsid w:val="004005BD"/>
    <w:rsid w:val="004006E1"/>
    <w:rsid w:val="00400859"/>
    <w:rsid w:val="00400CCB"/>
    <w:rsid w:val="00400D63"/>
    <w:rsid w:val="00401135"/>
    <w:rsid w:val="00401244"/>
    <w:rsid w:val="00401522"/>
    <w:rsid w:val="00401537"/>
    <w:rsid w:val="00401616"/>
    <w:rsid w:val="004016B4"/>
    <w:rsid w:val="004016DE"/>
    <w:rsid w:val="004017B1"/>
    <w:rsid w:val="00401FF1"/>
    <w:rsid w:val="00402027"/>
    <w:rsid w:val="0040250C"/>
    <w:rsid w:val="00402835"/>
    <w:rsid w:val="00402E1E"/>
    <w:rsid w:val="004030AE"/>
    <w:rsid w:val="0040352E"/>
    <w:rsid w:val="00403571"/>
    <w:rsid w:val="00403892"/>
    <w:rsid w:val="0040399C"/>
    <w:rsid w:val="004039C4"/>
    <w:rsid w:val="00403EB5"/>
    <w:rsid w:val="00403FAE"/>
    <w:rsid w:val="00403FEE"/>
    <w:rsid w:val="004041D5"/>
    <w:rsid w:val="00404363"/>
    <w:rsid w:val="004047FF"/>
    <w:rsid w:val="00404A38"/>
    <w:rsid w:val="00404E5D"/>
    <w:rsid w:val="004052C7"/>
    <w:rsid w:val="00405597"/>
    <w:rsid w:val="00405800"/>
    <w:rsid w:val="00405895"/>
    <w:rsid w:val="004058DF"/>
    <w:rsid w:val="00405A33"/>
    <w:rsid w:val="00405C77"/>
    <w:rsid w:val="00405DC3"/>
    <w:rsid w:val="00405E5B"/>
    <w:rsid w:val="00405EED"/>
    <w:rsid w:val="00405EFD"/>
    <w:rsid w:val="00405FF9"/>
    <w:rsid w:val="004060D2"/>
    <w:rsid w:val="00406191"/>
    <w:rsid w:val="0040648C"/>
    <w:rsid w:val="004065F4"/>
    <w:rsid w:val="004069E8"/>
    <w:rsid w:val="00407142"/>
    <w:rsid w:val="00407612"/>
    <w:rsid w:val="00410393"/>
    <w:rsid w:val="00410624"/>
    <w:rsid w:val="004106D0"/>
    <w:rsid w:val="00410899"/>
    <w:rsid w:val="00410E07"/>
    <w:rsid w:val="004113D1"/>
    <w:rsid w:val="00411C15"/>
    <w:rsid w:val="00411FEC"/>
    <w:rsid w:val="004120E2"/>
    <w:rsid w:val="00412476"/>
    <w:rsid w:val="00412BB9"/>
    <w:rsid w:val="00412CCE"/>
    <w:rsid w:val="00412F18"/>
    <w:rsid w:val="004134AB"/>
    <w:rsid w:val="0041369A"/>
    <w:rsid w:val="004138ED"/>
    <w:rsid w:val="004139D9"/>
    <w:rsid w:val="00413BF2"/>
    <w:rsid w:val="00413F0E"/>
    <w:rsid w:val="004142C9"/>
    <w:rsid w:val="0041494E"/>
    <w:rsid w:val="00414C27"/>
    <w:rsid w:val="00414D15"/>
    <w:rsid w:val="00414F33"/>
    <w:rsid w:val="00415157"/>
    <w:rsid w:val="0041534A"/>
    <w:rsid w:val="00415888"/>
    <w:rsid w:val="00415900"/>
    <w:rsid w:val="00415A4E"/>
    <w:rsid w:val="00415B27"/>
    <w:rsid w:val="00416669"/>
    <w:rsid w:val="0041669B"/>
    <w:rsid w:val="00416B6D"/>
    <w:rsid w:val="004171A0"/>
    <w:rsid w:val="0041732E"/>
    <w:rsid w:val="0041743C"/>
    <w:rsid w:val="004174B5"/>
    <w:rsid w:val="0041757A"/>
    <w:rsid w:val="004176EB"/>
    <w:rsid w:val="00417DC1"/>
    <w:rsid w:val="00420882"/>
    <w:rsid w:val="004209AC"/>
    <w:rsid w:val="00420AEC"/>
    <w:rsid w:val="00420CAC"/>
    <w:rsid w:val="00421406"/>
    <w:rsid w:val="0042150A"/>
    <w:rsid w:val="00421568"/>
    <w:rsid w:val="00421A76"/>
    <w:rsid w:val="00421D90"/>
    <w:rsid w:val="00421DA5"/>
    <w:rsid w:val="00421E6E"/>
    <w:rsid w:val="00421E7D"/>
    <w:rsid w:val="00421F75"/>
    <w:rsid w:val="0042235F"/>
    <w:rsid w:val="004228A5"/>
    <w:rsid w:val="004228F2"/>
    <w:rsid w:val="004228F3"/>
    <w:rsid w:val="004232E8"/>
    <w:rsid w:val="004233F9"/>
    <w:rsid w:val="00423553"/>
    <w:rsid w:val="00423586"/>
    <w:rsid w:val="004236B8"/>
    <w:rsid w:val="00423709"/>
    <w:rsid w:val="00423779"/>
    <w:rsid w:val="00423B38"/>
    <w:rsid w:val="00424596"/>
    <w:rsid w:val="00424D16"/>
    <w:rsid w:val="00424E52"/>
    <w:rsid w:val="00425723"/>
    <w:rsid w:val="004257D9"/>
    <w:rsid w:val="00425A7F"/>
    <w:rsid w:val="00425E10"/>
    <w:rsid w:val="00425F3C"/>
    <w:rsid w:val="0042614E"/>
    <w:rsid w:val="00426185"/>
    <w:rsid w:val="00426537"/>
    <w:rsid w:val="00426545"/>
    <w:rsid w:val="004271A7"/>
    <w:rsid w:val="004274B9"/>
    <w:rsid w:val="004277D6"/>
    <w:rsid w:val="0042794C"/>
    <w:rsid w:val="00427A23"/>
    <w:rsid w:val="00427C04"/>
    <w:rsid w:val="00427EAA"/>
    <w:rsid w:val="00430E50"/>
    <w:rsid w:val="00430F8F"/>
    <w:rsid w:val="00431263"/>
    <w:rsid w:val="0043135A"/>
    <w:rsid w:val="004315D0"/>
    <w:rsid w:val="0043172A"/>
    <w:rsid w:val="0043185B"/>
    <w:rsid w:val="00431935"/>
    <w:rsid w:val="00431B67"/>
    <w:rsid w:val="00431DE3"/>
    <w:rsid w:val="00431E9A"/>
    <w:rsid w:val="00431F08"/>
    <w:rsid w:val="0043227B"/>
    <w:rsid w:val="004323AA"/>
    <w:rsid w:val="00432B9C"/>
    <w:rsid w:val="00432C9D"/>
    <w:rsid w:val="00432D0C"/>
    <w:rsid w:val="00432D4B"/>
    <w:rsid w:val="00432E3A"/>
    <w:rsid w:val="00432FF3"/>
    <w:rsid w:val="004332E9"/>
    <w:rsid w:val="00433398"/>
    <w:rsid w:val="00433422"/>
    <w:rsid w:val="00433891"/>
    <w:rsid w:val="004339D6"/>
    <w:rsid w:val="00433A15"/>
    <w:rsid w:val="00433ADC"/>
    <w:rsid w:val="00433B45"/>
    <w:rsid w:val="00433E6C"/>
    <w:rsid w:val="00434787"/>
    <w:rsid w:val="00434A8F"/>
    <w:rsid w:val="00434ACB"/>
    <w:rsid w:val="00434ECD"/>
    <w:rsid w:val="0043517F"/>
    <w:rsid w:val="004351FD"/>
    <w:rsid w:val="00435858"/>
    <w:rsid w:val="00435C9F"/>
    <w:rsid w:val="00436046"/>
    <w:rsid w:val="00436147"/>
    <w:rsid w:val="00436420"/>
    <w:rsid w:val="00436517"/>
    <w:rsid w:val="00436570"/>
    <w:rsid w:val="00436DD1"/>
    <w:rsid w:val="00436E95"/>
    <w:rsid w:val="00436F56"/>
    <w:rsid w:val="00437183"/>
    <w:rsid w:val="0043775E"/>
    <w:rsid w:val="00437873"/>
    <w:rsid w:val="00437A70"/>
    <w:rsid w:val="00437DB6"/>
    <w:rsid w:val="00437E21"/>
    <w:rsid w:val="00437EB5"/>
    <w:rsid w:val="0044002B"/>
    <w:rsid w:val="004400E2"/>
    <w:rsid w:val="00440258"/>
    <w:rsid w:val="00440A50"/>
    <w:rsid w:val="00440CD4"/>
    <w:rsid w:val="00441075"/>
    <w:rsid w:val="00441416"/>
    <w:rsid w:val="00441446"/>
    <w:rsid w:val="00441621"/>
    <w:rsid w:val="00441757"/>
    <w:rsid w:val="00441AFC"/>
    <w:rsid w:val="00441E4A"/>
    <w:rsid w:val="00441FC4"/>
    <w:rsid w:val="0044214F"/>
    <w:rsid w:val="00442248"/>
    <w:rsid w:val="00442473"/>
    <w:rsid w:val="004424A7"/>
    <w:rsid w:val="00442604"/>
    <w:rsid w:val="004426A1"/>
    <w:rsid w:val="004429E9"/>
    <w:rsid w:val="00442F50"/>
    <w:rsid w:val="00442FB5"/>
    <w:rsid w:val="00443361"/>
    <w:rsid w:val="004433DF"/>
    <w:rsid w:val="004433FC"/>
    <w:rsid w:val="004444A8"/>
    <w:rsid w:val="00444766"/>
    <w:rsid w:val="00444794"/>
    <w:rsid w:val="00444AA6"/>
    <w:rsid w:val="00444DC8"/>
    <w:rsid w:val="00445226"/>
    <w:rsid w:val="00445371"/>
    <w:rsid w:val="004454A9"/>
    <w:rsid w:val="004457C7"/>
    <w:rsid w:val="00446041"/>
    <w:rsid w:val="004460AB"/>
    <w:rsid w:val="004461C9"/>
    <w:rsid w:val="004465BF"/>
    <w:rsid w:val="00446823"/>
    <w:rsid w:val="004468D7"/>
    <w:rsid w:val="004470F0"/>
    <w:rsid w:val="004477AB"/>
    <w:rsid w:val="00447843"/>
    <w:rsid w:val="004478E8"/>
    <w:rsid w:val="004509D3"/>
    <w:rsid w:val="00450EBF"/>
    <w:rsid w:val="00451331"/>
    <w:rsid w:val="004514BA"/>
    <w:rsid w:val="0045152A"/>
    <w:rsid w:val="004516AE"/>
    <w:rsid w:val="00451BE6"/>
    <w:rsid w:val="004528C9"/>
    <w:rsid w:val="00452F07"/>
    <w:rsid w:val="00453039"/>
    <w:rsid w:val="004530A9"/>
    <w:rsid w:val="00453923"/>
    <w:rsid w:val="004543F1"/>
    <w:rsid w:val="00454528"/>
    <w:rsid w:val="0045495D"/>
    <w:rsid w:val="00454ED9"/>
    <w:rsid w:val="00454F29"/>
    <w:rsid w:val="00455061"/>
    <w:rsid w:val="0045521D"/>
    <w:rsid w:val="00455331"/>
    <w:rsid w:val="0045534E"/>
    <w:rsid w:val="00455909"/>
    <w:rsid w:val="00455EE3"/>
    <w:rsid w:val="004563C7"/>
    <w:rsid w:val="004564F3"/>
    <w:rsid w:val="004567FD"/>
    <w:rsid w:val="004568CB"/>
    <w:rsid w:val="00456A8E"/>
    <w:rsid w:val="00456C70"/>
    <w:rsid w:val="00456F73"/>
    <w:rsid w:val="00457089"/>
    <w:rsid w:val="00457314"/>
    <w:rsid w:val="0045746F"/>
    <w:rsid w:val="0045756B"/>
    <w:rsid w:val="00457619"/>
    <w:rsid w:val="00457756"/>
    <w:rsid w:val="00457D7F"/>
    <w:rsid w:val="004600AD"/>
    <w:rsid w:val="004601F2"/>
    <w:rsid w:val="00460208"/>
    <w:rsid w:val="004604A6"/>
    <w:rsid w:val="004604F3"/>
    <w:rsid w:val="00460850"/>
    <w:rsid w:val="0046094D"/>
    <w:rsid w:val="00460B1F"/>
    <w:rsid w:val="00460E37"/>
    <w:rsid w:val="00460E9A"/>
    <w:rsid w:val="004610E6"/>
    <w:rsid w:val="00461107"/>
    <w:rsid w:val="004615D4"/>
    <w:rsid w:val="004617C6"/>
    <w:rsid w:val="004617FD"/>
    <w:rsid w:val="00461CCD"/>
    <w:rsid w:val="0046200B"/>
    <w:rsid w:val="00462118"/>
    <w:rsid w:val="004621A9"/>
    <w:rsid w:val="004621C0"/>
    <w:rsid w:val="00462470"/>
    <w:rsid w:val="004624AD"/>
    <w:rsid w:val="00462CC0"/>
    <w:rsid w:val="00462EE0"/>
    <w:rsid w:val="0046315E"/>
    <w:rsid w:val="0046323F"/>
    <w:rsid w:val="0046389D"/>
    <w:rsid w:val="00463A36"/>
    <w:rsid w:val="00463C8F"/>
    <w:rsid w:val="00463CC0"/>
    <w:rsid w:val="00464094"/>
    <w:rsid w:val="004640AD"/>
    <w:rsid w:val="004645D0"/>
    <w:rsid w:val="004647E4"/>
    <w:rsid w:val="00464AB8"/>
    <w:rsid w:val="00464C8C"/>
    <w:rsid w:val="00464E4C"/>
    <w:rsid w:val="00464EB4"/>
    <w:rsid w:val="00464FFC"/>
    <w:rsid w:val="004650DD"/>
    <w:rsid w:val="0046519D"/>
    <w:rsid w:val="0046562F"/>
    <w:rsid w:val="004658BF"/>
    <w:rsid w:val="00465CD7"/>
    <w:rsid w:val="00466116"/>
    <w:rsid w:val="004664A4"/>
    <w:rsid w:val="004664AB"/>
    <w:rsid w:val="00466B1A"/>
    <w:rsid w:val="00466C3A"/>
    <w:rsid w:val="00466CC6"/>
    <w:rsid w:val="00466EF8"/>
    <w:rsid w:val="00466FB5"/>
    <w:rsid w:val="00467170"/>
    <w:rsid w:val="004674C9"/>
    <w:rsid w:val="0046767E"/>
    <w:rsid w:val="004678C3"/>
    <w:rsid w:val="00467B39"/>
    <w:rsid w:val="00467ECF"/>
    <w:rsid w:val="00470531"/>
    <w:rsid w:val="0047062D"/>
    <w:rsid w:val="0047067C"/>
    <w:rsid w:val="00470B54"/>
    <w:rsid w:val="00470F2D"/>
    <w:rsid w:val="00471425"/>
    <w:rsid w:val="00471772"/>
    <w:rsid w:val="0047190B"/>
    <w:rsid w:val="00471F0E"/>
    <w:rsid w:val="00471FA1"/>
    <w:rsid w:val="0047220E"/>
    <w:rsid w:val="00472AF1"/>
    <w:rsid w:val="00472BB3"/>
    <w:rsid w:val="00472C35"/>
    <w:rsid w:val="004731D6"/>
    <w:rsid w:val="0047326E"/>
    <w:rsid w:val="00473311"/>
    <w:rsid w:val="00473C4B"/>
    <w:rsid w:val="00473E72"/>
    <w:rsid w:val="00473F99"/>
    <w:rsid w:val="0047420F"/>
    <w:rsid w:val="0047486E"/>
    <w:rsid w:val="00474DD9"/>
    <w:rsid w:val="00474FAE"/>
    <w:rsid w:val="0047506C"/>
    <w:rsid w:val="00475224"/>
    <w:rsid w:val="004756B1"/>
    <w:rsid w:val="00475827"/>
    <w:rsid w:val="004758A7"/>
    <w:rsid w:val="00475ABF"/>
    <w:rsid w:val="00475D1C"/>
    <w:rsid w:val="0047651C"/>
    <w:rsid w:val="00477028"/>
    <w:rsid w:val="004772DD"/>
    <w:rsid w:val="0047757C"/>
    <w:rsid w:val="00477663"/>
    <w:rsid w:val="004779C1"/>
    <w:rsid w:val="00477E95"/>
    <w:rsid w:val="00480081"/>
    <w:rsid w:val="00480EF3"/>
    <w:rsid w:val="00481956"/>
    <w:rsid w:val="00481EB1"/>
    <w:rsid w:val="00481EEB"/>
    <w:rsid w:val="004822F7"/>
    <w:rsid w:val="0048245F"/>
    <w:rsid w:val="004824CE"/>
    <w:rsid w:val="00482570"/>
    <w:rsid w:val="00482599"/>
    <w:rsid w:val="00482676"/>
    <w:rsid w:val="004826CD"/>
    <w:rsid w:val="0048344D"/>
    <w:rsid w:val="00483BDD"/>
    <w:rsid w:val="0048430C"/>
    <w:rsid w:val="00484D6F"/>
    <w:rsid w:val="00484EA9"/>
    <w:rsid w:val="00484EDA"/>
    <w:rsid w:val="00485389"/>
    <w:rsid w:val="00485B32"/>
    <w:rsid w:val="00485C37"/>
    <w:rsid w:val="00485E09"/>
    <w:rsid w:val="0048606F"/>
    <w:rsid w:val="004860C2"/>
    <w:rsid w:val="00486592"/>
    <w:rsid w:val="00486CC5"/>
    <w:rsid w:val="00486F2C"/>
    <w:rsid w:val="00486FEE"/>
    <w:rsid w:val="00487194"/>
    <w:rsid w:val="0048739F"/>
    <w:rsid w:val="00487682"/>
    <w:rsid w:val="00487726"/>
    <w:rsid w:val="00487A52"/>
    <w:rsid w:val="00487DDA"/>
    <w:rsid w:val="00487FCB"/>
    <w:rsid w:val="0049064D"/>
    <w:rsid w:val="00490761"/>
    <w:rsid w:val="00490805"/>
    <w:rsid w:val="004913F3"/>
    <w:rsid w:val="004919A6"/>
    <w:rsid w:val="00491B21"/>
    <w:rsid w:val="004923FE"/>
    <w:rsid w:val="00492A77"/>
    <w:rsid w:val="00493144"/>
    <w:rsid w:val="0049314C"/>
    <w:rsid w:val="004934EC"/>
    <w:rsid w:val="004934FA"/>
    <w:rsid w:val="004935AD"/>
    <w:rsid w:val="00493E69"/>
    <w:rsid w:val="00494355"/>
    <w:rsid w:val="00494700"/>
    <w:rsid w:val="00494CF3"/>
    <w:rsid w:val="00495121"/>
    <w:rsid w:val="004953BC"/>
    <w:rsid w:val="004956A1"/>
    <w:rsid w:val="00495857"/>
    <w:rsid w:val="00495F41"/>
    <w:rsid w:val="0049600D"/>
    <w:rsid w:val="0049658C"/>
    <w:rsid w:val="0049694E"/>
    <w:rsid w:val="00496DD3"/>
    <w:rsid w:val="00496EA2"/>
    <w:rsid w:val="0049723D"/>
    <w:rsid w:val="00497822"/>
    <w:rsid w:val="00497A06"/>
    <w:rsid w:val="00497A3E"/>
    <w:rsid w:val="00497AC7"/>
    <w:rsid w:val="00497C7C"/>
    <w:rsid w:val="00497D6C"/>
    <w:rsid w:val="00497F4B"/>
    <w:rsid w:val="004A0182"/>
    <w:rsid w:val="004A04B2"/>
    <w:rsid w:val="004A05CB"/>
    <w:rsid w:val="004A0A3D"/>
    <w:rsid w:val="004A0AE2"/>
    <w:rsid w:val="004A0C5C"/>
    <w:rsid w:val="004A11D9"/>
    <w:rsid w:val="004A1395"/>
    <w:rsid w:val="004A1779"/>
    <w:rsid w:val="004A1846"/>
    <w:rsid w:val="004A1E0E"/>
    <w:rsid w:val="004A1F46"/>
    <w:rsid w:val="004A244D"/>
    <w:rsid w:val="004A2855"/>
    <w:rsid w:val="004A2A7B"/>
    <w:rsid w:val="004A2AA4"/>
    <w:rsid w:val="004A2CDA"/>
    <w:rsid w:val="004A2E3A"/>
    <w:rsid w:val="004A2E7A"/>
    <w:rsid w:val="004A3030"/>
    <w:rsid w:val="004A3298"/>
    <w:rsid w:val="004A32E1"/>
    <w:rsid w:val="004A3422"/>
    <w:rsid w:val="004A3698"/>
    <w:rsid w:val="004A3B55"/>
    <w:rsid w:val="004A4164"/>
    <w:rsid w:val="004A41BD"/>
    <w:rsid w:val="004A422C"/>
    <w:rsid w:val="004A47FE"/>
    <w:rsid w:val="004A482C"/>
    <w:rsid w:val="004A4921"/>
    <w:rsid w:val="004A5111"/>
    <w:rsid w:val="004A53A6"/>
    <w:rsid w:val="004A5416"/>
    <w:rsid w:val="004A556B"/>
    <w:rsid w:val="004A5A40"/>
    <w:rsid w:val="004A5FCE"/>
    <w:rsid w:val="004A6511"/>
    <w:rsid w:val="004A667B"/>
    <w:rsid w:val="004A6723"/>
    <w:rsid w:val="004A6D64"/>
    <w:rsid w:val="004A6D96"/>
    <w:rsid w:val="004A6DCF"/>
    <w:rsid w:val="004A70AA"/>
    <w:rsid w:val="004A72CE"/>
    <w:rsid w:val="004A7316"/>
    <w:rsid w:val="004A73B2"/>
    <w:rsid w:val="004A7471"/>
    <w:rsid w:val="004A7A16"/>
    <w:rsid w:val="004A7BEF"/>
    <w:rsid w:val="004A7C87"/>
    <w:rsid w:val="004B0051"/>
    <w:rsid w:val="004B01D6"/>
    <w:rsid w:val="004B0245"/>
    <w:rsid w:val="004B06AC"/>
    <w:rsid w:val="004B09CB"/>
    <w:rsid w:val="004B0A9B"/>
    <w:rsid w:val="004B0C31"/>
    <w:rsid w:val="004B14CF"/>
    <w:rsid w:val="004B1A76"/>
    <w:rsid w:val="004B1B17"/>
    <w:rsid w:val="004B292A"/>
    <w:rsid w:val="004B2BEC"/>
    <w:rsid w:val="004B2F66"/>
    <w:rsid w:val="004B2F82"/>
    <w:rsid w:val="004B30A2"/>
    <w:rsid w:val="004B359C"/>
    <w:rsid w:val="004B3AA5"/>
    <w:rsid w:val="004B3FE0"/>
    <w:rsid w:val="004B463E"/>
    <w:rsid w:val="004B4835"/>
    <w:rsid w:val="004B4B00"/>
    <w:rsid w:val="004B505E"/>
    <w:rsid w:val="004B54A0"/>
    <w:rsid w:val="004B5E19"/>
    <w:rsid w:val="004B632E"/>
    <w:rsid w:val="004B64E2"/>
    <w:rsid w:val="004B65B0"/>
    <w:rsid w:val="004B6C46"/>
    <w:rsid w:val="004B6FDE"/>
    <w:rsid w:val="004B7130"/>
    <w:rsid w:val="004B7792"/>
    <w:rsid w:val="004B781C"/>
    <w:rsid w:val="004B78D7"/>
    <w:rsid w:val="004B79C6"/>
    <w:rsid w:val="004B7DE7"/>
    <w:rsid w:val="004C008C"/>
    <w:rsid w:val="004C06F3"/>
    <w:rsid w:val="004C09CE"/>
    <w:rsid w:val="004C0D63"/>
    <w:rsid w:val="004C0D9F"/>
    <w:rsid w:val="004C1103"/>
    <w:rsid w:val="004C1384"/>
    <w:rsid w:val="004C1509"/>
    <w:rsid w:val="004C1618"/>
    <w:rsid w:val="004C230D"/>
    <w:rsid w:val="004C24C8"/>
    <w:rsid w:val="004C2A3E"/>
    <w:rsid w:val="004C2C7D"/>
    <w:rsid w:val="004C2DAA"/>
    <w:rsid w:val="004C32B8"/>
    <w:rsid w:val="004C33DF"/>
    <w:rsid w:val="004C3523"/>
    <w:rsid w:val="004C35D3"/>
    <w:rsid w:val="004C3B78"/>
    <w:rsid w:val="004C3CAF"/>
    <w:rsid w:val="004C3DE0"/>
    <w:rsid w:val="004C4081"/>
    <w:rsid w:val="004C4190"/>
    <w:rsid w:val="004C43F9"/>
    <w:rsid w:val="004C4764"/>
    <w:rsid w:val="004C4A14"/>
    <w:rsid w:val="004C4C20"/>
    <w:rsid w:val="004C4EC2"/>
    <w:rsid w:val="004C4EE8"/>
    <w:rsid w:val="004C50A7"/>
    <w:rsid w:val="004C5104"/>
    <w:rsid w:val="004C5ABC"/>
    <w:rsid w:val="004C5EA2"/>
    <w:rsid w:val="004C5F7F"/>
    <w:rsid w:val="004C6342"/>
    <w:rsid w:val="004C652E"/>
    <w:rsid w:val="004C689B"/>
    <w:rsid w:val="004C6A4C"/>
    <w:rsid w:val="004C6CDA"/>
    <w:rsid w:val="004C732C"/>
    <w:rsid w:val="004C73FE"/>
    <w:rsid w:val="004C7564"/>
    <w:rsid w:val="004C77CE"/>
    <w:rsid w:val="004C7A13"/>
    <w:rsid w:val="004C7EFC"/>
    <w:rsid w:val="004D023A"/>
    <w:rsid w:val="004D0631"/>
    <w:rsid w:val="004D0702"/>
    <w:rsid w:val="004D0A7F"/>
    <w:rsid w:val="004D0CCF"/>
    <w:rsid w:val="004D10EE"/>
    <w:rsid w:val="004D174D"/>
    <w:rsid w:val="004D1A7B"/>
    <w:rsid w:val="004D1AB4"/>
    <w:rsid w:val="004D1E39"/>
    <w:rsid w:val="004D1FA7"/>
    <w:rsid w:val="004D2687"/>
    <w:rsid w:val="004D2840"/>
    <w:rsid w:val="004D2907"/>
    <w:rsid w:val="004D2967"/>
    <w:rsid w:val="004D2C67"/>
    <w:rsid w:val="004D2D8D"/>
    <w:rsid w:val="004D32B2"/>
    <w:rsid w:val="004D3475"/>
    <w:rsid w:val="004D3EB8"/>
    <w:rsid w:val="004D3F19"/>
    <w:rsid w:val="004D3F64"/>
    <w:rsid w:val="004D4006"/>
    <w:rsid w:val="004D42C0"/>
    <w:rsid w:val="004D4A5C"/>
    <w:rsid w:val="004D4BB5"/>
    <w:rsid w:val="004D4DBF"/>
    <w:rsid w:val="004D54C4"/>
    <w:rsid w:val="004D55D9"/>
    <w:rsid w:val="004D5620"/>
    <w:rsid w:val="004D5DC1"/>
    <w:rsid w:val="004D639F"/>
    <w:rsid w:val="004D6595"/>
    <w:rsid w:val="004D69A4"/>
    <w:rsid w:val="004D6B0E"/>
    <w:rsid w:val="004D6E29"/>
    <w:rsid w:val="004D6F5C"/>
    <w:rsid w:val="004D7048"/>
    <w:rsid w:val="004D7088"/>
    <w:rsid w:val="004D7220"/>
    <w:rsid w:val="004D7542"/>
    <w:rsid w:val="004D75AB"/>
    <w:rsid w:val="004D77C4"/>
    <w:rsid w:val="004D7A34"/>
    <w:rsid w:val="004D7C1B"/>
    <w:rsid w:val="004D7C55"/>
    <w:rsid w:val="004D7F40"/>
    <w:rsid w:val="004E0088"/>
    <w:rsid w:val="004E0100"/>
    <w:rsid w:val="004E0350"/>
    <w:rsid w:val="004E054B"/>
    <w:rsid w:val="004E05D1"/>
    <w:rsid w:val="004E0AE4"/>
    <w:rsid w:val="004E0FDE"/>
    <w:rsid w:val="004E14EB"/>
    <w:rsid w:val="004E1695"/>
    <w:rsid w:val="004E213B"/>
    <w:rsid w:val="004E2448"/>
    <w:rsid w:val="004E274A"/>
    <w:rsid w:val="004E2B51"/>
    <w:rsid w:val="004E2CDB"/>
    <w:rsid w:val="004E2CDF"/>
    <w:rsid w:val="004E305A"/>
    <w:rsid w:val="004E37AE"/>
    <w:rsid w:val="004E3845"/>
    <w:rsid w:val="004E3DCA"/>
    <w:rsid w:val="004E3F65"/>
    <w:rsid w:val="004E410F"/>
    <w:rsid w:val="004E4438"/>
    <w:rsid w:val="004E47D0"/>
    <w:rsid w:val="004E481C"/>
    <w:rsid w:val="004E4A7E"/>
    <w:rsid w:val="004E4E2F"/>
    <w:rsid w:val="004E5329"/>
    <w:rsid w:val="004E5480"/>
    <w:rsid w:val="004E5840"/>
    <w:rsid w:val="004E5A44"/>
    <w:rsid w:val="004E5B13"/>
    <w:rsid w:val="004E5C5F"/>
    <w:rsid w:val="004E5E0F"/>
    <w:rsid w:val="004E60C6"/>
    <w:rsid w:val="004E683D"/>
    <w:rsid w:val="004E6A11"/>
    <w:rsid w:val="004E6BCF"/>
    <w:rsid w:val="004E6C52"/>
    <w:rsid w:val="004E6DE2"/>
    <w:rsid w:val="004E6F97"/>
    <w:rsid w:val="004E74A1"/>
    <w:rsid w:val="004E74B0"/>
    <w:rsid w:val="004E762A"/>
    <w:rsid w:val="004E793D"/>
    <w:rsid w:val="004E7C44"/>
    <w:rsid w:val="004E7E43"/>
    <w:rsid w:val="004E7F3A"/>
    <w:rsid w:val="004F030F"/>
    <w:rsid w:val="004F0324"/>
    <w:rsid w:val="004F0589"/>
    <w:rsid w:val="004F0E58"/>
    <w:rsid w:val="004F1168"/>
    <w:rsid w:val="004F1279"/>
    <w:rsid w:val="004F12A6"/>
    <w:rsid w:val="004F13B2"/>
    <w:rsid w:val="004F157B"/>
    <w:rsid w:val="004F176C"/>
    <w:rsid w:val="004F17A5"/>
    <w:rsid w:val="004F1A0F"/>
    <w:rsid w:val="004F1BD0"/>
    <w:rsid w:val="004F1E33"/>
    <w:rsid w:val="004F1F18"/>
    <w:rsid w:val="004F1F3F"/>
    <w:rsid w:val="004F21D2"/>
    <w:rsid w:val="004F2272"/>
    <w:rsid w:val="004F22D9"/>
    <w:rsid w:val="004F26A4"/>
    <w:rsid w:val="004F2733"/>
    <w:rsid w:val="004F28AD"/>
    <w:rsid w:val="004F2C73"/>
    <w:rsid w:val="004F3053"/>
    <w:rsid w:val="004F32D6"/>
    <w:rsid w:val="004F32F7"/>
    <w:rsid w:val="004F3422"/>
    <w:rsid w:val="004F3759"/>
    <w:rsid w:val="004F3C2D"/>
    <w:rsid w:val="004F3CED"/>
    <w:rsid w:val="004F40BD"/>
    <w:rsid w:val="004F4230"/>
    <w:rsid w:val="004F44FA"/>
    <w:rsid w:val="004F46E2"/>
    <w:rsid w:val="004F4786"/>
    <w:rsid w:val="004F4884"/>
    <w:rsid w:val="004F4C93"/>
    <w:rsid w:val="004F4FF8"/>
    <w:rsid w:val="004F5397"/>
    <w:rsid w:val="004F5497"/>
    <w:rsid w:val="004F5D82"/>
    <w:rsid w:val="004F61F7"/>
    <w:rsid w:val="004F630C"/>
    <w:rsid w:val="004F65C6"/>
    <w:rsid w:val="004F6809"/>
    <w:rsid w:val="004F693A"/>
    <w:rsid w:val="004F6F85"/>
    <w:rsid w:val="004F772E"/>
    <w:rsid w:val="004F7856"/>
    <w:rsid w:val="004F7BD5"/>
    <w:rsid w:val="004F7DBD"/>
    <w:rsid w:val="005005F3"/>
    <w:rsid w:val="00500959"/>
    <w:rsid w:val="005009F4"/>
    <w:rsid w:val="00500A9B"/>
    <w:rsid w:val="00500C32"/>
    <w:rsid w:val="005011A0"/>
    <w:rsid w:val="0050168E"/>
    <w:rsid w:val="005016BF"/>
    <w:rsid w:val="005016CA"/>
    <w:rsid w:val="00501708"/>
    <w:rsid w:val="0050177E"/>
    <w:rsid w:val="00501975"/>
    <w:rsid w:val="0050205A"/>
    <w:rsid w:val="0050224B"/>
    <w:rsid w:val="005028DD"/>
    <w:rsid w:val="005035EE"/>
    <w:rsid w:val="005037C9"/>
    <w:rsid w:val="00503E07"/>
    <w:rsid w:val="0050433A"/>
    <w:rsid w:val="00504633"/>
    <w:rsid w:val="00504882"/>
    <w:rsid w:val="00504A0E"/>
    <w:rsid w:val="00504B59"/>
    <w:rsid w:val="00505404"/>
    <w:rsid w:val="00505515"/>
    <w:rsid w:val="005061DC"/>
    <w:rsid w:val="005061E9"/>
    <w:rsid w:val="00506316"/>
    <w:rsid w:val="005063EB"/>
    <w:rsid w:val="005064D9"/>
    <w:rsid w:val="005066B2"/>
    <w:rsid w:val="00506890"/>
    <w:rsid w:val="00506AB8"/>
    <w:rsid w:val="00506B18"/>
    <w:rsid w:val="00506EA7"/>
    <w:rsid w:val="00506FB8"/>
    <w:rsid w:val="00507044"/>
    <w:rsid w:val="00507099"/>
    <w:rsid w:val="00507164"/>
    <w:rsid w:val="0050737A"/>
    <w:rsid w:val="00507B96"/>
    <w:rsid w:val="00507D8E"/>
    <w:rsid w:val="005100F6"/>
    <w:rsid w:val="0051013D"/>
    <w:rsid w:val="00510214"/>
    <w:rsid w:val="00510356"/>
    <w:rsid w:val="00510A57"/>
    <w:rsid w:val="00511151"/>
    <w:rsid w:val="00511285"/>
    <w:rsid w:val="0051130D"/>
    <w:rsid w:val="00511C47"/>
    <w:rsid w:val="00511CF9"/>
    <w:rsid w:val="00511D70"/>
    <w:rsid w:val="00512452"/>
    <w:rsid w:val="0051288B"/>
    <w:rsid w:val="00512A00"/>
    <w:rsid w:val="00512B63"/>
    <w:rsid w:val="00512E42"/>
    <w:rsid w:val="00513016"/>
    <w:rsid w:val="00513083"/>
    <w:rsid w:val="00513124"/>
    <w:rsid w:val="0051339C"/>
    <w:rsid w:val="00513818"/>
    <w:rsid w:val="00513A15"/>
    <w:rsid w:val="00513DC0"/>
    <w:rsid w:val="00514062"/>
    <w:rsid w:val="005141B6"/>
    <w:rsid w:val="00514296"/>
    <w:rsid w:val="005143CC"/>
    <w:rsid w:val="00514471"/>
    <w:rsid w:val="005149A5"/>
    <w:rsid w:val="00514B50"/>
    <w:rsid w:val="00515074"/>
    <w:rsid w:val="005153A3"/>
    <w:rsid w:val="0051578A"/>
    <w:rsid w:val="00516306"/>
    <w:rsid w:val="00516585"/>
    <w:rsid w:val="00516A96"/>
    <w:rsid w:val="00516EFC"/>
    <w:rsid w:val="00517661"/>
    <w:rsid w:val="0051781C"/>
    <w:rsid w:val="0051786F"/>
    <w:rsid w:val="00517A81"/>
    <w:rsid w:val="00517DB7"/>
    <w:rsid w:val="00520A09"/>
    <w:rsid w:val="00520B65"/>
    <w:rsid w:val="00520EA4"/>
    <w:rsid w:val="005210C4"/>
    <w:rsid w:val="0052110E"/>
    <w:rsid w:val="0052117F"/>
    <w:rsid w:val="005212F4"/>
    <w:rsid w:val="00521F85"/>
    <w:rsid w:val="00521F8C"/>
    <w:rsid w:val="00522052"/>
    <w:rsid w:val="00522A80"/>
    <w:rsid w:val="00522D4D"/>
    <w:rsid w:val="00522F67"/>
    <w:rsid w:val="0052313B"/>
    <w:rsid w:val="0052323C"/>
    <w:rsid w:val="00523FBB"/>
    <w:rsid w:val="0052424D"/>
    <w:rsid w:val="00524588"/>
    <w:rsid w:val="00524907"/>
    <w:rsid w:val="00524FFA"/>
    <w:rsid w:val="00525287"/>
    <w:rsid w:val="005254BA"/>
    <w:rsid w:val="00525575"/>
    <w:rsid w:val="00525632"/>
    <w:rsid w:val="0052567D"/>
    <w:rsid w:val="005257C3"/>
    <w:rsid w:val="00525B73"/>
    <w:rsid w:val="00525D40"/>
    <w:rsid w:val="00525DC5"/>
    <w:rsid w:val="00525FB1"/>
    <w:rsid w:val="00525FB9"/>
    <w:rsid w:val="005261AD"/>
    <w:rsid w:val="00526251"/>
    <w:rsid w:val="00526805"/>
    <w:rsid w:val="00526A6C"/>
    <w:rsid w:val="00526C80"/>
    <w:rsid w:val="00527213"/>
    <w:rsid w:val="00527714"/>
    <w:rsid w:val="0052780D"/>
    <w:rsid w:val="0052793B"/>
    <w:rsid w:val="00527ABA"/>
    <w:rsid w:val="00527AC2"/>
    <w:rsid w:val="00527E5C"/>
    <w:rsid w:val="00530028"/>
    <w:rsid w:val="005306B6"/>
    <w:rsid w:val="00530E5B"/>
    <w:rsid w:val="00530ED0"/>
    <w:rsid w:val="005311C0"/>
    <w:rsid w:val="00531603"/>
    <w:rsid w:val="005317D3"/>
    <w:rsid w:val="005317DD"/>
    <w:rsid w:val="00531D53"/>
    <w:rsid w:val="00531DFD"/>
    <w:rsid w:val="00531EDC"/>
    <w:rsid w:val="00532027"/>
    <w:rsid w:val="0053227B"/>
    <w:rsid w:val="00532638"/>
    <w:rsid w:val="00532800"/>
    <w:rsid w:val="00532C91"/>
    <w:rsid w:val="00532E21"/>
    <w:rsid w:val="00532F5E"/>
    <w:rsid w:val="00532FA7"/>
    <w:rsid w:val="00533790"/>
    <w:rsid w:val="005337A4"/>
    <w:rsid w:val="005339D4"/>
    <w:rsid w:val="00533FF1"/>
    <w:rsid w:val="0053459A"/>
    <w:rsid w:val="00534646"/>
    <w:rsid w:val="005348D7"/>
    <w:rsid w:val="0053515E"/>
    <w:rsid w:val="005352FD"/>
    <w:rsid w:val="0053557F"/>
    <w:rsid w:val="00535631"/>
    <w:rsid w:val="00535DC2"/>
    <w:rsid w:val="00535EE9"/>
    <w:rsid w:val="00535F3A"/>
    <w:rsid w:val="005360B1"/>
    <w:rsid w:val="0053626A"/>
    <w:rsid w:val="0053659C"/>
    <w:rsid w:val="005366F3"/>
    <w:rsid w:val="005367A9"/>
    <w:rsid w:val="00536AE3"/>
    <w:rsid w:val="00536F16"/>
    <w:rsid w:val="005377AB"/>
    <w:rsid w:val="0053795C"/>
    <w:rsid w:val="00537F28"/>
    <w:rsid w:val="0054034C"/>
    <w:rsid w:val="0054086D"/>
    <w:rsid w:val="005409C1"/>
    <w:rsid w:val="005409DB"/>
    <w:rsid w:val="00540B54"/>
    <w:rsid w:val="00540D2A"/>
    <w:rsid w:val="00540F85"/>
    <w:rsid w:val="00541230"/>
    <w:rsid w:val="0054143B"/>
    <w:rsid w:val="00541498"/>
    <w:rsid w:val="00541F08"/>
    <w:rsid w:val="00541F42"/>
    <w:rsid w:val="005420AF"/>
    <w:rsid w:val="00542525"/>
    <w:rsid w:val="00542FA1"/>
    <w:rsid w:val="005436E2"/>
    <w:rsid w:val="0054399B"/>
    <w:rsid w:val="00543C25"/>
    <w:rsid w:val="00543EE6"/>
    <w:rsid w:val="005444BF"/>
    <w:rsid w:val="0054457F"/>
    <w:rsid w:val="00544597"/>
    <w:rsid w:val="00544729"/>
    <w:rsid w:val="0054477E"/>
    <w:rsid w:val="00544AAA"/>
    <w:rsid w:val="00544E28"/>
    <w:rsid w:val="00544ED5"/>
    <w:rsid w:val="00545C6C"/>
    <w:rsid w:val="00545C6D"/>
    <w:rsid w:val="00545D30"/>
    <w:rsid w:val="00545E0A"/>
    <w:rsid w:val="00545EFA"/>
    <w:rsid w:val="005460C6"/>
    <w:rsid w:val="005460EC"/>
    <w:rsid w:val="00546519"/>
    <w:rsid w:val="00546668"/>
    <w:rsid w:val="005467F3"/>
    <w:rsid w:val="00546892"/>
    <w:rsid w:val="00546971"/>
    <w:rsid w:val="00546A01"/>
    <w:rsid w:val="00547172"/>
    <w:rsid w:val="005472F0"/>
    <w:rsid w:val="00547301"/>
    <w:rsid w:val="00547645"/>
    <w:rsid w:val="00550000"/>
    <w:rsid w:val="00550114"/>
    <w:rsid w:val="005502DE"/>
    <w:rsid w:val="00550460"/>
    <w:rsid w:val="00550473"/>
    <w:rsid w:val="00550649"/>
    <w:rsid w:val="005507AF"/>
    <w:rsid w:val="005509AF"/>
    <w:rsid w:val="00550AC3"/>
    <w:rsid w:val="00550FF9"/>
    <w:rsid w:val="00551BEB"/>
    <w:rsid w:val="00551DC6"/>
    <w:rsid w:val="00552057"/>
    <w:rsid w:val="0055210E"/>
    <w:rsid w:val="00552408"/>
    <w:rsid w:val="00552DF2"/>
    <w:rsid w:val="0055307C"/>
    <w:rsid w:val="00554403"/>
    <w:rsid w:val="00554457"/>
    <w:rsid w:val="005545CC"/>
    <w:rsid w:val="005548DB"/>
    <w:rsid w:val="005555E5"/>
    <w:rsid w:val="00555635"/>
    <w:rsid w:val="0055625E"/>
    <w:rsid w:val="00556275"/>
    <w:rsid w:val="0055640A"/>
    <w:rsid w:val="00556431"/>
    <w:rsid w:val="00556551"/>
    <w:rsid w:val="00556A96"/>
    <w:rsid w:val="00556AB3"/>
    <w:rsid w:val="005572D0"/>
    <w:rsid w:val="00557328"/>
    <w:rsid w:val="00557C4C"/>
    <w:rsid w:val="00557C62"/>
    <w:rsid w:val="005602B6"/>
    <w:rsid w:val="00560D1B"/>
    <w:rsid w:val="00561180"/>
    <w:rsid w:val="005615D5"/>
    <w:rsid w:val="00561A79"/>
    <w:rsid w:val="00561D10"/>
    <w:rsid w:val="00562236"/>
    <w:rsid w:val="005628EA"/>
    <w:rsid w:val="005632C5"/>
    <w:rsid w:val="0056343E"/>
    <w:rsid w:val="00563517"/>
    <w:rsid w:val="00564601"/>
    <w:rsid w:val="005649CD"/>
    <w:rsid w:val="00564A3A"/>
    <w:rsid w:val="0056570B"/>
    <w:rsid w:val="00565C84"/>
    <w:rsid w:val="00565F57"/>
    <w:rsid w:val="0056624A"/>
    <w:rsid w:val="0056630E"/>
    <w:rsid w:val="00566680"/>
    <w:rsid w:val="005668AD"/>
    <w:rsid w:val="00566AA0"/>
    <w:rsid w:val="00566BAF"/>
    <w:rsid w:val="0056728C"/>
    <w:rsid w:val="005673A4"/>
    <w:rsid w:val="00567B2E"/>
    <w:rsid w:val="00567E00"/>
    <w:rsid w:val="005702EB"/>
    <w:rsid w:val="005707B5"/>
    <w:rsid w:val="0057088D"/>
    <w:rsid w:val="00570B97"/>
    <w:rsid w:val="00570CE0"/>
    <w:rsid w:val="00570D34"/>
    <w:rsid w:val="00570D59"/>
    <w:rsid w:val="005710C8"/>
    <w:rsid w:val="005714EB"/>
    <w:rsid w:val="00571783"/>
    <w:rsid w:val="0057182E"/>
    <w:rsid w:val="005719AC"/>
    <w:rsid w:val="00571D81"/>
    <w:rsid w:val="005721AD"/>
    <w:rsid w:val="00572266"/>
    <w:rsid w:val="00572529"/>
    <w:rsid w:val="00572C77"/>
    <w:rsid w:val="00572F46"/>
    <w:rsid w:val="00572FFD"/>
    <w:rsid w:val="00573093"/>
    <w:rsid w:val="005734D8"/>
    <w:rsid w:val="005735B4"/>
    <w:rsid w:val="00573878"/>
    <w:rsid w:val="00573A4F"/>
    <w:rsid w:val="00573F8D"/>
    <w:rsid w:val="00573FD6"/>
    <w:rsid w:val="005741DD"/>
    <w:rsid w:val="00574314"/>
    <w:rsid w:val="005744C6"/>
    <w:rsid w:val="0057582E"/>
    <w:rsid w:val="00575970"/>
    <w:rsid w:val="00575D54"/>
    <w:rsid w:val="0057643A"/>
    <w:rsid w:val="005764E3"/>
    <w:rsid w:val="005766FE"/>
    <w:rsid w:val="00576EDB"/>
    <w:rsid w:val="005774AA"/>
    <w:rsid w:val="00577C0F"/>
    <w:rsid w:val="00577E2E"/>
    <w:rsid w:val="00577E58"/>
    <w:rsid w:val="005802B6"/>
    <w:rsid w:val="00580315"/>
    <w:rsid w:val="005808D5"/>
    <w:rsid w:val="00580FF9"/>
    <w:rsid w:val="00581143"/>
    <w:rsid w:val="00581808"/>
    <w:rsid w:val="00581AF6"/>
    <w:rsid w:val="00581B55"/>
    <w:rsid w:val="00581C6A"/>
    <w:rsid w:val="00581EED"/>
    <w:rsid w:val="00581F0E"/>
    <w:rsid w:val="0058213E"/>
    <w:rsid w:val="005821F3"/>
    <w:rsid w:val="005836D4"/>
    <w:rsid w:val="005838E2"/>
    <w:rsid w:val="00583AAE"/>
    <w:rsid w:val="00583AC4"/>
    <w:rsid w:val="00583C78"/>
    <w:rsid w:val="00583CDF"/>
    <w:rsid w:val="0058418A"/>
    <w:rsid w:val="005841BB"/>
    <w:rsid w:val="00584674"/>
    <w:rsid w:val="005849EA"/>
    <w:rsid w:val="00584A49"/>
    <w:rsid w:val="005852D1"/>
    <w:rsid w:val="0058583B"/>
    <w:rsid w:val="00585A3B"/>
    <w:rsid w:val="00585CE1"/>
    <w:rsid w:val="00585D1C"/>
    <w:rsid w:val="00586002"/>
    <w:rsid w:val="00586778"/>
    <w:rsid w:val="005869BC"/>
    <w:rsid w:val="005874DD"/>
    <w:rsid w:val="005874F5"/>
    <w:rsid w:val="0058796F"/>
    <w:rsid w:val="00587A8D"/>
    <w:rsid w:val="005900A0"/>
    <w:rsid w:val="0059014F"/>
    <w:rsid w:val="00590300"/>
    <w:rsid w:val="005906C9"/>
    <w:rsid w:val="00590AA9"/>
    <w:rsid w:val="00590BEE"/>
    <w:rsid w:val="00591126"/>
    <w:rsid w:val="00591545"/>
    <w:rsid w:val="005915C6"/>
    <w:rsid w:val="005915D3"/>
    <w:rsid w:val="00591AE7"/>
    <w:rsid w:val="00591C70"/>
    <w:rsid w:val="00591DFE"/>
    <w:rsid w:val="00592174"/>
    <w:rsid w:val="005923AC"/>
    <w:rsid w:val="00592472"/>
    <w:rsid w:val="005924C5"/>
    <w:rsid w:val="00592562"/>
    <w:rsid w:val="005926A7"/>
    <w:rsid w:val="00592B98"/>
    <w:rsid w:val="00592BB0"/>
    <w:rsid w:val="00592DC3"/>
    <w:rsid w:val="005936D0"/>
    <w:rsid w:val="00593D78"/>
    <w:rsid w:val="00593E9B"/>
    <w:rsid w:val="005940C3"/>
    <w:rsid w:val="00594405"/>
    <w:rsid w:val="005944B2"/>
    <w:rsid w:val="00594807"/>
    <w:rsid w:val="00594C03"/>
    <w:rsid w:val="00595164"/>
    <w:rsid w:val="00595198"/>
    <w:rsid w:val="00595663"/>
    <w:rsid w:val="005958F2"/>
    <w:rsid w:val="00595ABF"/>
    <w:rsid w:val="00595AD0"/>
    <w:rsid w:val="00595E1A"/>
    <w:rsid w:val="00595FCF"/>
    <w:rsid w:val="005963E3"/>
    <w:rsid w:val="00596609"/>
    <w:rsid w:val="00596846"/>
    <w:rsid w:val="0059687F"/>
    <w:rsid w:val="005973A8"/>
    <w:rsid w:val="005974A5"/>
    <w:rsid w:val="005976A0"/>
    <w:rsid w:val="00597931"/>
    <w:rsid w:val="00597E31"/>
    <w:rsid w:val="005A0097"/>
    <w:rsid w:val="005A069B"/>
    <w:rsid w:val="005A0B84"/>
    <w:rsid w:val="005A1380"/>
    <w:rsid w:val="005A14C0"/>
    <w:rsid w:val="005A1772"/>
    <w:rsid w:val="005A18DA"/>
    <w:rsid w:val="005A1A23"/>
    <w:rsid w:val="005A1BE1"/>
    <w:rsid w:val="005A1D3B"/>
    <w:rsid w:val="005A2003"/>
    <w:rsid w:val="005A21C5"/>
    <w:rsid w:val="005A2322"/>
    <w:rsid w:val="005A2871"/>
    <w:rsid w:val="005A288D"/>
    <w:rsid w:val="005A2A5C"/>
    <w:rsid w:val="005A312A"/>
    <w:rsid w:val="005A33D7"/>
    <w:rsid w:val="005A39AF"/>
    <w:rsid w:val="005A3C28"/>
    <w:rsid w:val="005A3D8E"/>
    <w:rsid w:val="005A46BB"/>
    <w:rsid w:val="005A4892"/>
    <w:rsid w:val="005A48E1"/>
    <w:rsid w:val="005A492A"/>
    <w:rsid w:val="005A4C2C"/>
    <w:rsid w:val="005A4E07"/>
    <w:rsid w:val="005A51AA"/>
    <w:rsid w:val="005A51D8"/>
    <w:rsid w:val="005A52FF"/>
    <w:rsid w:val="005A531E"/>
    <w:rsid w:val="005A5454"/>
    <w:rsid w:val="005A54A3"/>
    <w:rsid w:val="005A55E4"/>
    <w:rsid w:val="005A574D"/>
    <w:rsid w:val="005A5B8F"/>
    <w:rsid w:val="005A5DBD"/>
    <w:rsid w:val="005A5F9F"/>
    <w:rsid w:val="005A6298"/>
    <w:rsid w:val="005A635D"/>
    <w:rsid w:val="005A647F"/>
    <w:rsid w:val="005A65B2"/>
    <w:rsid w:val="005A65D4"/>
    <w:rsid w:val="005A6AEE"/>
    <w:rsid w:val="005A6EFD"/>
    <w:rsid w:val="005A799E"/>
    <w:rsid w:val="005A7A09"/>
    <w:rsid w:val="005B0055"/>
    <w:rsid w:val="005B0274"/>
    <w:rsid w:val="005B0336"/>
    <w:rsid w:val="005B07C4"/>
    <w:rsid w:val="005B0821"/>
    <w:rsid w:val="005B0886"/>
    <w:rsid w:val="005B0B75"/>
    <w:rsid w:val="005B0E7E"/>
    <w:rsid w:val="005B14CF"/>
    <w:rsid w:val="005B1575"/>
    <w:rsid w:val="005B1636"/>
    <w:rsid w:val="005B1AE6"/>
    <w:rsid w:val="005B1BF3"/>
    <w:rsid w:val="005B1E64"/>
    <w:rsid w:val="005B222E"/>
    <w:rsid w:val="005B242E"/>
    <w:rsid w:val="005B24C9"/>
    <w:rsid w:val="005B26A4"/>
    <w:rsid w:val="005B26CB"/>
    <w:rsid w:val="005B27F1"/>
    <w:rsid w:val="005B2C4A"/>
    <w:rsid w:val="005B2C66"/>
    <w:rsid w:val="005B2E1A"/>
    <w:rsid w:val="005B2F1C"/>
    <w:rsid w:val="005B338E"/>
    <w:rsid w:val="005B34E9"/>
    <w:rsid w:val="005B357A"/>
    <w:rsid w:val="005B35D5"/>
    <w:rsid w:val="005B395F"/>
    <w:rsid w:val="005B39FB"/>
    <w:rsid w:val="005B3C0A"/>
    <w:rsid w:val="005B48E6"/>
    <w:rsid w:val="005B49B0"/>
    <w:rsid w:val="005B4D08"/>
    <w:rsid w:val="005B5494"/>
    <w:rsid w:val="005B54C3"/>
    <w:rsid w:val="005B5668"/>
    <w:rsid w:val="005B571F"/>
    <w:rsid w:val="005B5E0D"/>
    <w:rsid w:val="005B61CD"/>
    <w:rsid w:val="005B63E8"/>
    <w:rsid w:val="005B660C"/>
    <w:rsid w:val="005B6E2F"/>
    <w:rsid w:val="005B7195"/>
    <w:rsid w:val="005B731B"/>
    <w:rsid w:val="005B7586"/>
    <w:rsid w:val="005B75EF"/>
    <w:rsid w:val="005B7753"/>
    <w:rsid w:val="005B795D"/>
    <w:rsid w:val="005B7974"/>
    <w:rsid w:val="005B7A35"/>
    <w:rsid w:val="005B7A88"/>
    <w:rsid w:val="005B7DFD"/>
    <w:rsid w:val="005C01C2"/>
    <w:rsid w:val="005C0223"/>
    <w:rsid w:val="005C04C2"/>
    <w:rsid w:val="005C0B45"/>
    <w:rsid w:val="005C0F0A"/>
    <w:rsid w:val="005C0F59"/>
    <w:rsid w:val="005C0F77"/>
    <w:rsid w:val="005C1032"/>
    <w:rsid w:val="005C1187"/>
    <w:rsid w:val="005C159D"/>
    <w:rsid w:val="005C1628"/>
    <w:rsid w:val="005C162D"/>
    <w:rsid w:val="005C1885"/>
    <w:rsid w:val="005C18C4"/>
    <w:rsid w:val="005C1E1D"/>
    <w:rsid w:val="005C1E30"/>
    <w:rsid w:val="005C20C4"/>
    <w:rsid w:val="005C254B"/>
    <w:rsid w:val="005C2ECA"/>
    <w:rsid w:val="005C3774"/>
    <w:rsid w:val="005C3A13"/>
    <w:rsid w:val="005C3DB2"/>
    <w:rsid w:val="005C43D5"/>
    <w:rsid w:val="005C4403"/>
    <w:rsid w:val="005C4540"/>
    <w:rsid w:val="005C4A62"/>
    <w:rsid w:val="005C4D49"/>
    <w:rsid w:val="005C4FC1"/>
    <w:rsid w:val="005C51E6"/>
    <w:rsid w:val="005C52EF"/>
    <w:rsid w:val="005C57F9"/>
    <w:rsid w:val="005C5C08"/>
    <w:rsid w:val="005C5D06"/>
    <w:rsid w:val="005C5DAF"/>
    <w:rsid w:val="005C5FFF"/>
    <w:rsid w:val="005C648F"/>
    <w:rsid w:val="005C64F7"/>
    <w:rsid w:val="005C6986"/>
    <w:rsid w:val="005C6FE4"/>
    <w:rsid w:val="005C7064"/>
    <w:rsid w:val="005C729F"/>
    <w:rsid w:val="005C7E58"/>
    <w:rsid w:val="005D019B"/>
    <w:rsid w:val="005D0202"/>
    <w:rsid w:val="005D021F"/>
    <w:rsid w:val="005D0455"/>
    <w:rsid w:val="005D05C1"/>
    <w:rsid w:val="005D0992"/>
    <w:rsid w:val="005D0BD9"/>
    <w:rsid w:val="005D1683"/>
    <w:rsid w:val="005D18B9"/>
    <w:rsid w:val="005D19DC"/>
    <w:rsid w:val="005D1A7D"/>
    <w:rsid w:val="005D1AA9"/>
    <w:rsid w:val="005D1BCF"/>
    <w:rsid w:val="005D2676"/>
    <w:rsid w:val="005D2A0D"/>
    <w:rsid w:val="005D2C22"/>
    <w:rsid w:val="005D3101"/>
    <w:rsid w:val="005D35D0"/>
    <w:rsid w:val="005D3BAC"/>
    <w:rsid w:val="005D3CCE"/>
    <w:rsid w:val="005D4293"/>
    <w:rsid w:val="005D43D1"/>
    <w:rsid w:val="005D581A"/>
    <w:rsid w:val="005D5940"/>
    <w:rsid w:val="005D5AAB"/>
    <w:rsid w:val="005D63CC"/>
    <w:rsid w:val="005D66E3"/>
    <w:rsid w:val="005D6773"/>
    <w:rsid w:val="005D689C"/>
    <w:rsid w:val="005D68E8"/>
    <w:rsid w:val="005D69F5"/>
    <w:rsid w:val="005D6DD9"/>
    <w:rsid w:val="005D718A"/>
    <w:rsid w:val="005D7914"/>
    <w:rsid w:val="005D7F24"/>
    <w:rsid w:val="005E0027"/>
    <w:rsid w:val="005E0599"/>
    <w:rsid w:val="005E0684"/>
    <w:rsid w:val="005E084D"/>
    <w:rsid w:val="005E08D7"/>
    <w:rsid w:val="005E0A94"/>
    <w:rsid w:val="005E10EC"/>
    <w:rsid w:val="005E1CF5"/>
    <w:rsid w:val="005E2580"/>
    <w:rsid w:val="005E26E8"/>
    <w:rsid w:val="005E28C2"/>
    <w:rsid w:val="005E2B14"/>
    <w:rsid w:val="005E2B58"/>
    <w:rsid w:val="005E2D2A"/>
    <w:rsid w:val="005E2F85"/>
    <w:rsid w:val="005E30BD"/>
    <w:rsid w:val="005E348E"/>
    <w:rsid w:val="005E36ED"/>
    <w:rsid w:val="005E3744"/>
    <w:rsid w:val="005E37B2"/>
    <w:rsid w:val="005E395C"/>
    <w:rsid w:val="005E3A55"/>
    <w:rsid w:val="005E3ACF"/>
    <w:rsid w:val="005E3C7A"/>
    <w:rsid w:val="005E412D"/>
    <w:rsid w:val="005E446A"/>
    <w:rsid w:val="005E45E2"/>
    <w:rsid w:val="005E47C8"/>
    <w:rsid w:val="005E4862"/>
    <w:rsid w:val="005E4AC7"/>
    <w:rsid w:val="005E4B7A"/>
    <w:rsid w:val="005E4D6A"/>
    <w:rsid w:val="005E573C"/>
    <w:rsid w:val="005E5751"/>
    <w:rsid w:val="005E57F1"/>
    <w:rsid w:val="005E5C73"/>
    <w:rsid w:val="005E6084"/>
    <w:rsid w:val="005E6342"/>
    <w:rsid w:val="005E63DB"/>
    <w:rsid w:val="005E66A6"/>
    <w:rsid w:val="005E6986"/>
    <w:rsid w:val="005E6D1F"/>
    <w:rsid w:val="005E6F4D"/>
    <w:rsid w:val="005E6FD0"/>
    <w:rsid w:val="005E7228"/>
    <w:rsid w:val="005E727F"/>
    <w:rsid w:val="005E7459"/>
    <w:rsid w:val="005E7553"/>
    <w:rsid w:val="005E776F"/>
    <w:rsid w:val="005E7A02"/>
    <w:rsid w:val="005E7BA6"/>
    <w:rsid w:val="005E7FDD"/>
    <w:rsid w:val="005F029A"/>
    <w:rsid w:val="005F0513"/>
    <w:rsid w:val="005F061E"/>
    <w:rsid w:val="005F105E"/>
    <w:rsid w:val="005F10E9"/>
    <w:rsid w:val="005F1564"/>
    <w:rsid w:val="005F1568"/>
    <w:rsid w:val="005F1BCD"/>
    <w:rsid w:val="005F1CD4"/>
    <w:rsid w:val="005F1CE8"/>
    <w:rsid w:val="005F1FAD"/>
    <w:rsid w:val="005F229E"/>
    <w:rsid w:val="005F23E0"/>
    <w:rsid w:val="005F263D"/>
    <w:rsid w:val="005F264E"/>
    <w:rsid w:val="005F2B2A"/>
    <w:rsid w:val="005F3222"/>
    <w:rsid w:val="005F3BDD"/>
    <w:rsid w:val="005F3E78"/>
    <w:rsid w:val="005F405A"/>
    <w:rsid w:val="005F4246"/>
    <w:rsid w:val="005F4461"/>
    <w:rsid w:val="005F44AF"/>
    <w:rsid w:val="005F4D4F"/>
    <w:rsid w:val="005F5037"/>
    <w:rsid w:val="005F503F"/>
    <w:rsid w:val="005F50D9"/>
    <w:rsid w:val="005F5252"/>
    <w:rsid w:val="005F5335"/>
    <w:rsid w:val="005F56B3"/>
    <w:rsid w:val="005F582F"/>
    <w:rsid w:val="005F5877"/>
    <w:rsid w:val="005F610B"/>
    <w:rsid w:val="005F643B"/>
    <w:rsid w:val="005F6955"/>
    <w:rsid w:val="005F6AD0"/>
    <w:rsid w:val="005F6D02"/>
    <w:rsid w:val="005F7261"/>
    <w:rsid w:val="005F72A7"/>
    <w:rsid w:val="005F762A"/>
    <w:rsid w:val="005F76E5"/>
    <w:rsid w:val="0060041B"/>
    <w:rsid w:val="00600490"/>
    <w:rsid w:val="00600512"/>
    <w:rsid w:val="006005DF"/>
    <w:rsid w:val="0060094C"/>
    <w:rsid w:val="00600D49"/>
    <w:rsid w:val="00600F9B"/>
    <w:rsid w:val="00601381"/>
    <w:rsid w:val="006014F2"/>
    <w:rsid w:val="006016D1"/>
    <w:rsid w:val="006019AC"/>
    <w:rsid w:val="00601FB7"/>
    <w:rsid w:val="0060246D"/>
    <w:rsid w:val="0060265C"/>
    <w:rsid w:val="00602814"/>
    <w:rsid w:val="00602915"/>
    <w:rsid w:val="006029D0"/>
    <w:rsid w:val="00602BAC"/>
    <w:rsid w:val="00602BF0"/>
    <w:rsid w:val="00602FF3"/>
    <w:rsid w:val="006031ED"/>
    <w:rsid w:val="00603523"/>
    <w:rsid w:val="006037C0"/>
    <w:rsid w:val="0060398E"/>
    <w:rsid w:val="00603BC1"/>
    <w:rsid w:val="00603E5A"/>
    <w:rsid w:val="00604079"/>
    <w:rsid w:val="00604A1A"/>
    <w:rsid w:val="00604AD9"/>
    <w:rsid w:val="00604B61"/>
    <w:rsid w:val="00604E10"/>
    <w:rsid w:val="0060512E"/>
    <w:rsid w:val="00605139"/>
    <w:rsid w:val="00605BDC"/>
    <w:rsid w:val="00605BEA"/>
    <w:rsid w:val="00605BEE"/>
    <w:rsid w:val="00605C52"/>
    <w:rsid w:val="00605C89"/>
    <w:rsid w:val="00605FB6"/>
    <w:rsid w:val="00606326"/>
    <w:rsid w:val="00606503"/>
    <w:rsid w:val="00606C33"/>
    <w:rsid w:val="00607661"/>
    <w:rsid w:val="00607684"/>
    <w:rsid w:val="006078F0"/>
    <w:rsid w:val="00607C08"/>
    <w:rsid w:val="00607D8F"/>
    <w:rsid w:val="00607D98"/>
    <w:rsid w:val="00607F13"/>
    <w:rsid w:val="0061002D"/>
    <w:rsid w:val="006102E0"/>
    <w:rsid w:val="006102F7"/>
    <w:rsid w:val="00610361"/>
    <w:rsid w:val="006106CC"/>
    <w:rsid w:val="00610742"/>
    <w:rsid w:val="006107F6"/>
    <w:rsid w:val="006109FE"/>
    <w:rsid w:val="00610D09"/>
    <w:rsid w:val="00610DC9"/>
    <w:rsid w:val="00610F6B"/>
    <w:rsid w:val="006111BB"/>
    <w:rsid w:val="006119D2"/>
    <w:rsid w:val="00611B77"/>
    <w:rsid w:val="00611F73"/>
    <w:rsid w:val="00612396"/>
    <w:rsid w:val="00612BC1"/>
    <w:rsid w:val="00612F52"/>
    <w:rsid w:val="00613223"/>
    <w:rsid w:val="006133B6"/>
    <w:rsid w:val="006138A6"/>
    <w:rsid w:val="006139E2"/>
    <w:rsid w:val="00613E10"/>
    <w:rsid w:val="00613E88"/>
    <w:rsid w:val="00614042"/>
    <w:rsid w:val="006141EA"/>
    <w:rsid w:val="00614561"/>
    <w:rsid w:val="00614CB5"/>
    <w:rsid w:val="0061530A"/>
    <w:rsid w:val="0061551C"/>
    <w:rsid w:val="006157A5"/>
    <w:rsid w:val="0061682F"/>
    <w:rsid w:val="0061683B"/>
    <w:rsid w:val="00616EC5"/>
    <w:rsid w:val="00617354"/>
    <w:rsid w:val="00617399"/>
    <w:rsid w:val="00617476"/>
    <w:rsid w:val="006179E7"/>
    <w:rsid w:val="00617AB8"/>
    <w:rsid w:val="00617BF9"/>
    <w:rsid w:val="00617C2C"/>
    <w:rsid w:val="00617DCE"/>
    <w:rsid w:val="00617DE1"/>
    <w:rsid w:val="00617F46"/>
    <w:rsid w:val="0062016B"/>
    <w:rsid w:val="006204D2"/>
    <w:rsid w:val="006205ED"/>
    <w:rsid w:val="00620A7F"/>
    <w:rsid w:val="00620CB5"/>
    <w:rsid w:val="00620DF2"/>
    <w:rsid w:val="00620EBF"/>
    <w:rsid w:val="0062141C"/>
    <w:rsid w:val="00621803"/>
    <w:rsid w:val="00621B99"/>
    <w:rsid w:val="00621E1A"/>
    <w:rsid w:val="00621ED8"/>
    <w:rsid w:val="00622401"/>
    <w:rsid w:val="0062248B"/>
    <w:rsid w:val="00622774"/>
    <w:rsid w:val="0062284F"/>
    <w:rsid w:val="006228FE"/>
    <w:rsid w:val="00622961"/>
    <w:rsid w:val="006229DF"/>
    <w:rsid w:val="00622C89"/>
    <w:rsid w:val="00622E3B"/>
    <w:rsid w:val="006230AE"/>
    <w:rsid w:val="0062323D"/>
    <w:rsid w:val="006235A7"/>
    <w:rsid w:val="00623A28"/>
    <w:rsid w:val="00623B40"/>
    <w:rsid w:val="00623CCF"/>
    <w:rsid w:val="00623EBF"/>
    <w:rsid w:val="00624690"/>
    <w:rsid w:val="0062489C"/>
    <w:rsid w:val="00625339"/>
    <w:rsid w:val="006258EF"/>
    <w:rsid w:val="00625A7D"/>
    <w:rsid w:val="00625B0C"/>
    <w:rsid w:val="00625B17"/>
    <w:rsid w:val="0062637E"/>
    <w:rsid w:val="00626750"/>
    <w:rsid w:val="00626B5C"/>
    <w:rsid w:val="00626DCD"/>
    <w:rsid w:val="006272BD"/>
    <w:rsid w:val="0062742E"/>
    <w:rsid w:val="00627496"/>
    <w:rsid w:val="00627CC6"/>
    <w:rsid w:val="00627E74"/>
    <w:rsid w:val="00627F5B"/>
    <w:rsid w:val="00630013"/>
    <w:rsid w:val="00630255"/>
    <w:rsid w:val="00630B24"/>
    <w:rsid w:val="00630DAF"/>
    <w:rsid w:val="00631820"/>
    <w:rsid w:val="00631FDC"/>
    <w:rsid w:val="00632429"/>
    <w:rsid w:val="00632600"/>
    <w:rsid w:val="00632767"/>
    <w:rsid w:val="00632773"/>
    <w:rsid w:val="00632824"/>
    <w:rsid w:val="006328B5"/>
    <w:rsid w:val="00632A9D"/>
    <w:rsid w:val="00632B34"/>
    <w:rsid w:val="006334E5"/>
    <w:rsid w:val="00633534"/>
    <w:rsid w:val="006335CB"/>
    <w:rsid w:val="00633719"/>
    <w:rsid w:val="006339E8"/>
    <w:rsid w:val="006339EC"/>
    <w:rsid w:val="00633A8C"/>
    <w:rsid w:val="00634474"/>
    <w:rsid w:val="0063459E"/>
    <w:rsid w:val="00634845"/>
    <w:rsid w:val="00634CC3"/>
    <w:rsid w:val="00634D62"/>
    <w:rsid w:val="00635007"/>
    <w:rsid w:val="00635048"/>
    <w:rsid w:val="00635100"/>
    <w:rsid w:val="00635862"/>
    <w:rsid w:val="006358E9"/>
    <w:rsid w:val="00635903"/>
    <w:rsid w:val="00635B6E"/>
    <w:rsid w:val="00635D00"/>
    <w:rsid w:val="00636796"/>
    <w:rsid w:val="00636A7E"/>
    <w:rsid w:val="00636FD2"/>
    <w:rsid w:val="00637C15"/>
    <w:rsid w:val="00637FF3"/>
    <w:rsid w:val="00640779"/>
    <w:rsid w:val="00640986"/>
    <w:rsid w:val="00640DD5"/>
    <w:rsid w:val="00640FA9"/>
    <w:rsid w:val="0064162C"/>
    <w:rsid w:val="00641643"/>
    <w:rsid w:val="006417A6"/>
    <w:rsid w:val="00641ACD"/>
    <w:rsid w:val="00641D83"/>
    <w:rsid w:val="00641F60"/>
    <w:rsid w:val="00642279"/>
    <w:rsid w:val="00642411"/>
    <w:rsid w:val="006424B1"/>
    <w:rsid w:val="006425D6"/>
    <w:rsid w:val="00642795"/>
    <w:rsid w:val="00642C00"/>
    <w:rsid w:val="00642E53"/>
    <w:rsid w:val="006431BB"/>
    <w:rsid w:val="006434EA"/>
    <w:rsid w:val="00643545"/>
    <w:rsid w:val="00643727"/>
    <w:rsid w:val="006438E1"/>
    <w:rsid w:val="00643FFA"/>
    <w:rsid w:val="00644029"/>
    <w:rsid w:val="00644880"/>
    <w:rsid w:val="006448EE"/>
    <w:rsid w:val="00644B17"/>
    <w:rsid w:val="00644F07"/>
    <w:rsid w:val="006454F1"/>
    <w:rsid w:val="00645798"/>
    <w:rsid w:val="006458F1"/>
    <w:rsid w:val="00645938"/>
    <w:rsid w:val="00645F3E"/>
    <w:rsid w:val="00646078"/>
    <w:rsid w:val="00646226"/>
    <w:rsid w:val="00646675"/>
    <w:rsid w:val="00646DD9"/>
    <w:rsid w:val="00647522"/>
    <w:rsid w:val="00647593"/>
    <w:rsid w:val="006475CB"/>
    <w:rsid w:val="00650749"/>
    <w:rsid w:val="00650B3B"/>
    <w:rsid w:val="00651177"/>
    <w:rsid w:val="00651570"/>
    <w:rsid w:val="006518B7"/>
    <w:rsid w:val="006518BB"/>
    <w:rsid w:val="00652ABD"/>
    <w:rsid w:val="00652E13"/>
    <w:rsid w:val="0065313F"/>
    <w:rsid w:val="00653319"/>
    <w:rsid w:val="006533C9"/>
    <w:rsid w:val="00653404"/>
    <w:rsid w:val="006535EA"/>
    <w:rsid w:val="00653614"/>
    <w:rsid w:val="00653685"/>
    <w:rsid w:val="00653933"/>
    <w:rsid w:val="00653C1E"/>
    <w:rsid w:val="00653E12"/>
    <w:rsid w:val="006547A9"/>
    <w:rsid w:val="00654B11"/>
    <w:rsid w:val="00654DAF"/>
    <w:rsid w:val="00654F1A"/>
    <w:rsid w:val="0065511F"/>
    <w:rsid w:val="0065580C"/>
    <w:rsid w:val="006559D6"/>
    <w:rsid w:val="00655D8A"/>
    <w:rsid w:val="00656057"/>
    <w:rsid w:val="006561B1"/>
    <w:rsid w:val="00656409"/>
    <w:rsid w:val="00656540"/>
    <w:rsid w:val="00656707"/>
    <w:rsid w:val="0065689F"/>
    <w:rsid w:val="006570FF"/>
    <w:rsid w:val="0065726E"/>
    <w:rsid w:val="006574D2"/>
    <w:rsid w:val="0065761C"/>
    <w:rsid w:val="0065765C"/>
    <w:rsid w:val="0065772D"/>
    <w:rsid w:val="006579F1"/>
    <w:rsid w:val="00657CE3"/>
    <w:rsid w:val="0066022C"/>
    <w:rsid w:val="00660880"/>
    <w:rsid w:val="0066097B"/>
    <w:rsid w:val="00660ACB"/>
    <w:rsid w:val="00660C24"/>
    <w:rsid w:val="00660C78"/>
    <w:rsid w:val="00660F7B"/>
    <w:rsid w:val="006610D2"/>
    <w:rsid w:val="006612E2"/>
    <w:rsid w:val="0066176F"/>
    <w:rsid w:val="00661817"/>
    <w:rsid w:val="00661A96"/>
    <w:rsid w:val="00661ED0"/>
    <w:rsid w:val="0066229F"/>
    <w:rsid w:val="00662508"/>
    <w:rsid w:val="006625AF"/>
    <w:rsid w:val="006627EE"/>
    <w:rsid w:val="00662EB4"/>
    <w:rsid w:val="006630CD"/>
    <w:rsid w:val="006635C8"/>
    <w:rsid w:val="00663AE4"/>
    <w:rsid w:val="00663B8F"/>
    <w:rsid w:val="00663E88"/>
    <w:rsid w:val="00664456"/>
    <w:rsid w:val="006647C8"/>
    <w:rsid w:val="006658B6"/>
    <w:rsid w:val="00665B92"/>
    <w:rsid w:val="0066605B"/>
    <w:rsid w:val="0066663A"/>
    <w:rsid w:val="00666853"/>
    <w:rsid w:val="00666B04"/>
    <w:rsid w:val="00666E89"/>
    <w:rsid w:val="00667077"/>
    <w:rsid w:val="006670C3"/>
    <w:rsid w:val="00667327"/>
    <w:rsid w:val="006675B2"/>
    <w:rsid w:val="006677CC"/>
    <w:rsid w:val="00667D21"/>
    <w:rsid w:val="006700CA"/>
    <w:rsid w:val="0067095E"/>
    <w:rsid w:val="0067097D"/>
    <w:rsid w:val="00670AC8"/>
    <w:rsid w:val="00670C7D"/>
    <w:rsid w:val="00670F32"/>
    <w:rsid w:val="00670FCD"/>
    <w:rsid w:val="0067126B"/>
    <w:rsid w:val="006714F2"/>
    <w:rsid w:val="006715D2"/>
    <w:rsid w:val="00671EAE"/>
    <w:rsid w:val="00671F6A"/>
    <w:rsid w:val="00672E87"/>
    <w:rsid w:val="00672E8F"/>
    <w:rsid w:val="00672EBF"/>
    <w:rsid w:val="006731D9"/>
    <w:rsid w:val="00673317"/>
    <w:rsid w:val="0067362C"/>
    <w:rsid w:val="00673869"/>
    <w:rsid w:val="00673CDC"/>
    <w:rsid w:val="0067416F"/>
    <w:rsid w:val="0067431E"/>
    <w:rsid w:val="0067472D"/>
    <w:rsid w:val="00675087"/>
    <w:rsid w:val="0067523B"/>
    <w:rsid w:val="00675255"/>
    <w:rsid w:val="00675AEB"/>
    <w:rsid w:val="00675B92"/>
    <w:rsid w:val="00675D45"/>
    <w:rsid w:val="0067620E"/>
    <w:rsid w:val="0067634B"/>
    <w:rsid w:val="006765CE"/>
    <w:rsid w:val="00676FDA"/>
    <w:rsid w:val="0067710D"/>
    <w:rsid w:val="00677427"/>
    <w:rsid w:val="00677440"/>
    <w:rsid w:val="00677476"/>
    <w:rsid w:val="00677486"/>
    <w:rsid w:val="00677923"/>
    <w:rsid w:val="00677D7C"/>
    <w:rsid w:val="0068008F"/>
    <w:rsid w:val="0068032E"/>
    <w:rsid w:val="006804E6"/>
    <w:rsid w:val="00680B5D"/>
    <w:rsid w:val="00680DCC"/>
    <w:rsid w:val="00680E1E"/>
    <w:rsid w:val="00681881"/>
    <w:rsid w:val="00681D09"/>
    <w:rsid w:val="00681D2A"/>
    <w:rsid w:val="00681D44"/>
    <w:rsid w:val="00681DA5"/>
    <w:rsid w:val="00681FA9"/>
    <w:rsid w:val="006821BA"/>
    <w:rsid w:val="00682467"/>
    <w:rsid w:val="00682557"/>
    <w:rsid w:val="0068262E"/>
    <w:rsid w:val="006829F6"/>
    <w:rsid w:val="00682B84"/>
    <w:rsid w:val="00682E35"/>
    <w:rsid w:val="00683656"/>
    <w:rsid w:val="0068366F"/>
    <w:rsid w:val="006836A3"/>
    <w:rsid w:val="00683EEF"/>
    <w:rsid w:val="006844F5"/>
    <w:rsid w:val="00684749"/>
    <w:rsid w:val="00684A6A"/>
    <w:rsid w:val="00685023"/>
    <w:rsid w:val="0068530F"/>
    <w:rsid w:val="00685379"/>
    <w:rsid w:val="00685802"/>
    <w:rsid w:val="006858FB"/>
    <w:rsid w:val="00685ACA"/>
    <w:rsid w:val="00685BE7"/>
    <w:rsid w:val="00685FBD"/>
    <w:rsid w:val="006865D4"/>
    <w:rsid w:val="00686732"/>
    <w:rsid w:val="00686A7D"/>
    <w:rsid w:val="00686CBA"/>
    <w:rsid w:val="00686E31"/>
    <w:rsid w:val="00686ED0"/>
    <w:rsid w:val="00686EEF"/>
    <w:rsid w:val="00687403"/>
    <w:rsid w:val="006879E6"/>
    <w:rsid w:val="00687AE2"/>
    <w:rsid w:val="006901A3"/>
    <w:rsid w:val="006901AC"/>
    <w:rsid w:val="00690578"/>
    <w:rsid w:val="006905FF"/>
    <w:rsid w:val="00690764"/>
    <w:rsid w:val="00690C76"/>
    <w:rsid w:val="00690E9A"/>
    <w:rsid w:val="006911ED"/>
    <w:rsid w:val="006915A7"/>
    <w:rsid w:val="00691761"/>
    <w:rsid w:val="0069186D"/>
    <w:rsid w:val="00691AF9"/>
    <w:rsid w:val="00691CF9"/>
    <w:rsid w:val="00691DBC"/>
    <w:rsid w:val="00691E8C"/>
    <w:rsid w:val="006926AF"/>
    <w:rsid w:val="006928CF"/>
    <w:rsid w:val="00692925"/>
    <w:rsid w:val="00692E19"/>
    <w:rsid w:val="00693540"/>
    <w:rsid w:val="00693B78"/>
    <w:rsid w:val="00693C38"/>
    <w:rsid w:val="00693FEC"/>
    <w:rsid w:val="00694025"/>
    <w:rsid w:val="006940AF"/>
    <w:rsid w:val="006944BC"/>
    <w:rsid w:val="00694A71"/>
    <w:rsid w:val="00694A97"/>
    <w:rsid w:val="00694DA4"/>
    <w:rsid w:val="00694EBF"/>
    <w:rsid w:val="00695551"/>
    <w:rsid w:val="00695811"/>
    <w:rsid w:val="0069583A"/>
    <w:rsid w:val="006959C1"/>
    <w:rsid w:val="00695ECC"/>
    <w:rsid w:val="006964BD"/>
    <w:rsid w:val="00696531"/>
    <w:rsid w:val="006968BD"/>
    <w:rsid w:val="00696E0A"/>
    <w:rsid w:val="00696FC0"/>
    <w:rsid w:val="00697038"/>
    <w:rsid w:val="006972E1"/>
    <w:rsid w:val="0069778C"/>
    <w:rsid w:val="006977F2"/>
    <w:rsid w:val="006A0145"/>
    <w:rsid w:val="006A02D6"/>
    <w:rsid w:val="006A0408"/>
    <w:rsid w:val="006A042D"/>
    <w:rsid w:val="006A0707"/>
    <w:rsid w:val="006A0855"/>
    <w:rsid w:val="006A0C5D"/>
    <w:rsid w:val="006A1113"/>
    <w:rsid w:val="006A13A7"/>
    <w:rsid w:val="006A1670"/>
    <w:rsid w:val="006A19AE"/>
    <w:rsid w:val="006A1A50"/>
    <w:rsid w:val="006A1AAE"/>
    <w:rsid w:val="006A201C"/>
    <w:rsid w:val="006A2AF3"/>
    <w:rsid w:val="006A2E89"/>
    <w:rsid w:val="006A31BF"/>
    <w:rsid w:val="006A34BD"/>
    <w:rsid w:val="006A355D"/>
    <w:rsid w:val="006A377C"/>
    <w:rsid w:val="006A40D7"/>
    <w:rsid w:val="006A42A8"/>
    <w:rsid w:val="006A42AA"/>
    <w:rsid w:val="006A4821"/>
    <w:rsid w:val="006A489A"/>
    <w:rsid w:val="006A4A11"/>
    <w:rsid w:val="006A4AED"/>
    <w:rsid w:val="006A4E30"/>
    <w:rsid w:val="006A5521"/>
    <w:rsid w:val="006A594E"/>
    <w:rsid w:val="006A5C06"/>
    <w:rsid w:val="006A5DA2"/>
    <w:rsid w:val="006A62C6"/>
    <w:rsid w:val="006A6369"/>
    <w:rsid w:val="006A6722"/>
    <w:rsid w:val="006A69FA"/>
    <w:rsid w:val="006A6FB0"/>
    <w:rsid w:val="006A73E9"/>
    <w:rsid w:val="006A75E7"/>
    <w:rsid w:val="006A7983"/>
    <w:rsid w:val="006A7ECA"/>
    <w:rsid w:val="006B0202"/>
    <w:rsid w:val="006B03C2"/>
    <w:rsid w:val="006B04BA"/>
    <w:rsid w:val="006B0756"/>
    <w:rsid w:val="006B0A24"/>
    <w:rsid w:val="006B0CF9"/>
    <w:rsid w:val="006B0FDD"/>
    <w:rsid w:val="006B1323"/>
    <w:rsid w:val="006B1468"/>
    <w:rsid w:val="006B1AE9"/>
    <w:rsid w:val="006B1C4C"/>
    <w:rsid w:val="006B1C77"/>
    <w:rsid w:val="006B220A"/>
    <w:rsid w:val="006B23ED"/>
    <w:rsid w:val="006B25D5"/>
    <w:rsid w:val="006B28E8"/>
    <w:rsid w:val="006B2CD5"/>
    <w:rsid w:val="006B2DF4"/>
    <w:rsid w:val="006B2E20"/>
    <w:rsid w:val="006B2FF8"/>
    <w:rsid w:val="006B31C7"/>
    <w:rsid w:val="006B3202"/>
    <w:rsid w:val="006B361F"/>
    <w:rsid w:val="006B4816"/>
    <w:rsid w:val="006B5054"/>
    <w:rsid w:val="006B5247"/>
    <w:rsid w:val="006B5B96"/>
    <w:rsid w:val="006B5D27"/>
    <w:rsid w:val="006B5E17"/>
    <w:rsid w:val="006B5E21"/>
    <w:rsid w:val="006B5EDA"/>
    <w:rsid w:val="006B5F95"/>
    <w:rsid w:val="006B6379"/>
    <w:rsid w:val="006B664C"/>
    <w:rsid w:val="006B6748"/>
    <w:rsid w:val="006B6788"/>
    <w:rsid w:val="006B68B1"/>
    <w:rsid w:val="006B6C51"/>
    <w:rsid w:val="006B6E37"/>
    <w:rsid w:val="006B6E60"/>
    <w:rsid w:val="006B707E"/>
    <w:rsid w:val="006B7810"/>
    <w:rsid w:val="006B78D7"/>
    <w:rsid w:val="006B7BB2"/>
    <w:rsid w:val="006B7F64"/>
    <w:rsid w:val="006B7F6D"/>
    <w:rsid w:val="006C0274"/>
    <w:rsid w:val="006C0346"/>
    <w:rsid w:val="006C0667"/>
    <w:rsid w:val="006C06B2"/>
    <w:rsid w:val="006C0930"/>
    <w:rsid w:val="006C0ED5"/>
    <w:rsid w:val="006C0F88"/>
    <w:rsid w:val="006C1053"/>
    <w:rsid w:val="006C11C6"/>
    <w:rsid w:val="006C19E8"/>
    <w:rsid w:val="006C1D77"/>
    <w:rsid w:val="006C208C"/>
    <w:rsid w:val="006C23B2"/>
    <w:rsid w:val="006C2909"/>
    <w:rsid w:val="006C2AF4"/>
    <w:rsid w:val="006C2FF0"/>
    <w:rsid w:val="006C353B"/>
    <w:rsid w:val="006C3A0E"/>
    <w:rsid w:val="006C3BA6"/>
    <w:rsid w:val="006C3E5E"/>
    <w:rsid w:val="006C3EBC"/>
    <w:rsid w:val="006C4104"/>
    <w:rsid w:val="006C446F"/>
    <w:rsid w:val="006C4619"/>
    <w:rsid w:val="006C4825"/>
    <w:rsid w:val="006C4BED"/>
    <w:rsid w:val="006C4CC7"/>
    <w:rsid w:val="006C4E23"/>
    <w:rsid w:val="006C4E68"/>
    <w:rsid w:val="006C5217"/>
    <w:rsid w:val="006C55E8"/>
    <w:rsid w:val="006C5AFA"/>
    <w:rsid w:val="006C61FE"/>
    <w:rsid w:val="006C62B9"/>
    <w:rsid w:val="006C6361"/>
    <w:rsid w:val="006C642A"/>
    <w:rsid w:val="006C64EE"/>
    <w:rsid w:val="006C65CC"/>
    <w:rsid w:val="006C6C08"/>
    <w:rsid w:val="006C6C93"/>
    <w:rsid w:val="006C6F83"/>
    <w:rsid w:val="006C705C"/>
    <w:rsid w:val="006C7175"/>
    <w:rsid w:val="006C755A"/>
    <w:rsid w:val="006C75A2"/>
    <w:rsid w:val="006C75AB"/>
    <w:rsid w:val="006C76D8"/>
    <w:rsid w:val="006C794B"/>
    <w:rsid w:val="006C7952"/>
    <w:rsid w:val="006C7DC3"/>
    <w:rsid w:val="006D0445"/>
    <w:rsid w:val="006D04B7"/>
    <w:rsid w:val="006D060B"/>
    <w:rsid w:val="006D12CF"/>
    <w:rsid w:val="006D1380"/>
    <w:rsid w:val="006D1D38"/>
    <w:rsid w:val="006D1EEF"/>
    <w:rsid w:val="006D2299"/>
    <w:rsid w:val="006D2421"/>
    <w:rsid w:val="006D28EF"/>
    <w:rsid w:val="006D305A"/>
    <w:rsid w:val="006D315C"/>
    <w:rsid w:val="006D36C5"/>
    <w:rsid w:val="006D3B62"/>
    <w:rsid w:val="006D3CD6"/>
    <w:rsid w:val="006D3CF1"/>
    <w:rsid w:val="006D3F4A"/>
    <w:rsid w:val="006D47EA"/>
    <w:rsid w:val="006D481A"/>
    <w:rsid w:val="006D4B9B"/>
    <w:rsid w:val="006D4C71"/>
    <w:rsid w:val="006D520B"/>
    <w:rsid w:val="006D5506"/>
    <w:rsid w:val="006D5594"/>
    <w:rsid w:val="006D6403"/>
    <w:rsid w:val="006D66A0"/>
    <w:rsid w:val="006D6793"/>
    <w:rsid w:val="006D6960"/>
    <w:rsid w:val="006D69D2"/>
    <w:rsid w:val="006D6DBE"/>
    <w:rsid w:val="006D7298"/>
    <w:rsid w:val="006D7571"/>
    <w:rsid w:val="006D7934"/>
    <w:rsid w:val="006D7AEB"/>
    <w:rsid w:val="006D7E16"/>
    <w:rsid w:val="006D7FAC"/>
    <w:rsid w:val="006D7FD8"/>
    <w:rsid w:val="006E008D"/>
    <w:rsid w:val="006E00D0"/>
    <w:rsid w:val="006E0277"/>
    <w:rsid w:val="006E0444"/>
    <w:rsid w:val="006E0843"/>
    <w:rsid w:val="006E086B"/>
    <w:rsid w:val="006E09FE"/>
    <w:rsid w:val="006E1029"/>
    <w:rsid w:val="006E153C"/>
    <w:rsid w:val="006E1813"/>
    <w:rsid w:val="006E1EE7"/>
    <w:rsid w:val="006E21A6"/>
    <w:rsid w:val="006E2787"/>
    <w:rsid w:val="006E2E69"/>
    <w:rsid w:val="006E2EA1"/>
    <w:rsid w:val="006E30C3"/>
    <w:rsid w:val="006E3561"/>
    <w:rsid w:val="006E4178"/>
    <w:rsid w:val="006E46D6"/>
    <w:rsid w:val="006E4A38"/>
    <w:rsid w:val="006E4A3E"/>
    <w:rsid w:val="006E4FEE"/>
    <w:rsid w:val="006E516C"/>
    <w:rsid w:val="006E536F"/>
    <w:rsid w:val="006E54B3"/>
    <w:rsid w:val="006E58C0"/>
    <w:rsid w:val="006E58F4"/>
    <w:rsid w:val="006E5953"/>
    <w:rsid w:val="006E59B1"/>
    <w:rsid w:val="006E5CF4"/>
    <w:rsid w:val="006E61F2"/>
    <w:rsid w:val="006E64C0"/>
    <w:rsid w:val="006E65EC"/>
    <w:rsid w:val="006E66A5"/>
    <w:rsid w:val="006E6921"/>
    <w:rsid w:val="006E6AEC"/>
    <w:rsid w:val="006E6BFA"/>
    <w:rsid w:val="006E6D06"/>
    <w:rsid w:val="006E6EA9"/>
    <w:rsid w:val="006E74AA"/>
    <w:rsid w:val="006E7544"/>
    <w:rsid w:val="006E79D7"/>
    <w:rsid w:val="006E7EC4"/>
    <w:rsid w:val="006F0488"/>
    <w:rsid w:val="006F084A"/>
    <w:rsid w:val="006F0BF9"/>
    <w:rsid w:val="006F0C21"/>
    <w:rsid w:val="006F0D9D"/>
    <w:rsid w:val="006F129F"/>
    <w:rsid w:val="006F174D"/>
    <w:rsid w:val="006F1FF2"/>
    <w:rsid w:val="006F20D1"/>
    <w:rsid w:val="006F2246"/>
    <w:rsid w:val="006F28E9"/>
    <w:rsid w:val="006F2A5F"/>
    <w:rsid w:val="006F2CBE"/>
    <w:rsid w:val="006F32FD"/>
    <w:rsid w:val="006F36A8"/>
    <w:rsid w:val="006F370E"/>
    <w:rsid w:val="006F388D"/>
    <w:rsid w:val="006F3AFC"/>
    <w:rsid w:val="006F3B1D"/>
    <w:rsid w:val="006F3C61"/>
    <w:rsid w:val="006F3F0B"/>
    <w:rsid w:val="006F41C3"/>
    <w:rsid w:val="006F421B"/>
    <w:rsid w:val="006F473F"/>
    <w:rsid w:val="006F4743"/>
    <w:rsid w:val="006F4A79"/>
    <w:rsid w:val="006F4C9A"/>
    <w:rsid w:val="006F5185"/>
    <w:rsid w:val="006F530B"/>
    <w:rsid w:val="006F53FE"/>
    <w:rsid w:val="006F565B"/>
    <w:rsid w:val="006F569E"/>
    <w:rsid w:val="006F5D1C"/>
    <w:rsid w:val="006F5DA9"/>
    <w:rsid w:val="006F6356"/>
    <w:rsid w:val="006F657F"/>
    <w:rsid w:val="006F67E0"/>
    <w:rsid w:val="006F74A8"/>
    <w:rsid w:val="006F772C"/>
    <w:rsid w:val="00700146"/>
    <w:rsid w:val="00700194"/>
    <w:rsid w:val="0070069E"/>
    <w:rsid w:val="007013B9"/>
    <w:rsid w:val="007014E0"/>
    <w:rsid w:val="00701584"/>
    <w:rsid w:val="00701610"/>
    <w:rsid w:val="007028BF"/>
    <w:rsid w:val="00702AD3"/>
    <w:rsid w:val="00702D38"/>
    <w:rsid w:val="00702DC0"/>
    <w:rsid w:val="0070304B"/>
    <w:rsid w:val="007031A4"/>
    <w:rsid w:val="00703272"/>
    <w:rsid w:val="007036B3"/>
    <w:rsid w:val="00703C4B"/>
    <w:rsid w:val="00703C80"/>
    <w:rsid w:val="00703D64"/>
    <w:rsid w:val="00704013"/>
    <w:rsid w:val="00704231"/>
    <w:rsid w:val="007042BD"/>
    <w:rsid w:val="00704349"/>
    <w:rsid w:val="0070453E"/>
    <w:rsid w:val="00704619"/>
    <w:rsid w:val="0070470A"/>
    <w:rsid w:val="007047CC"/>
    <w:rsid w:val="007049AA"/>
    <w:rsid w:val="00704B82"/>
    <w:rsid w:val="00704E92"/>
    <w:rsid w:val="00704F39"/>
    <w:rsid w:val="0070517A"/>
    <w:rsid w:val="0070522A"/>
    <w:rsid w:val="00705BD8"/>
    <w:rsid w:val="00705C31"/>
    <w:rsid w:val="00705D61"/>
    <w:rsid w:val="0070619B"/>
    <w:rsid w:val="007061B7"/>
    <w:rsid w:val="0070658D"/>
    <w:rsid w:val="007066FC"/>
    <w:rsid w:val="00706C81"/>
    <w:rsid w:val="00706FCB"/>
    <w:rsid w:val="0070715D"/>
    <w:rsid w:val="00707170"/>
    <w:rsid w:val="0070744E"/>
    <w:rsid w:val="0070750D"/>
    <w:rsid w:val="00707558"/>
    <w:rsid w:val="007078DA"/>
    <w:rsid w:val="00707EC0"/>
    <w:rsid w:val="00707F22"/>
    <w:rsid w:val="0071078E"/>
    <w:rsid w:val="00710805"/>
    <w:rsid w:val="00710813"/>
    <w:rsid w:val="00710881"/>
    <w:rsid w:val="00710888"/>
    <w:rsid w:val="00710A99"/>
    <w:rsid w:val="00710B3C"/>
    <w:rsid w:val="00710BC4"/>
    <w:rsid w:val="00711028"/>
    <w:rsid w:val="007113A8"/>
    <w:rsid w:val="007114E2"/>
    <w:rsid w:val="00711B51"/>
    <w:rsid w:val="00711DEE"/>
    <w:rsid w:val="00712A50"/>
    <w:rsid w:val="00712EF4"/>
    <w:rsid w:val="00712F0B"/>
    <w:rsid w:val="00713100"/>
    <w:rsid w:val="007136D4"/>
    <w:rsid w:val="00714184"/>
    <w:rsid w:val="0071422D"/>
    <w:rsid w:val="00714412"/>
    <w:rsid w:val="0071450A"/>
    <w:rsid w:val="0071472A"/>
    <w:rsid w:val="00714914"/>
    <w:rsid w:val="00714984"/>
    <w:rsid w:val="007152FC"/>
    <w:rsid w:val="007157FF"/>
    <w:rsid w:val="00715902"/>
    <w:rsid w:val="007163BB"/>
    <w:rsid w:val="007166B3"/>
    <w:rsid w:val="007169E5"/>
    <w:rsid w:val="00716A0D"/>
    <w:rsid w:val="00716D2E"/>
    <w:rsid w:val="00717094"/>
    <w:rsid w:val="0071714A"/>
    <w:rsid w:val="007172A2"/>
    <w:rsid w:val="00717764"/>
    <w:rsid w:val="007178D2"/>
    <w:rsid w:val="00717BB2"/>
    <w:rsid w:val="00720828"/>
    <w:rsid w:val="007209E8"/>
    <w:rsid w:val="00720A5B"/>
    <w:rsid w:val="00720B31"/>
    <w:rsid w:val="00720E48"/>
    <w:rsid w:val="00720FBF"/>
    <w:rsid w:val="0072106B"/>
    <w:rsid w:val="00721481"/>
    <w:rsid w:val="007214F6"/>
    <w:rsid w:val="0072150B"/>
    <w:rsid w:val="00721D88"/>
    <w:rsid w:val="00722011"/>
    <w:rsid w:val="00722605"/>
    <w:rsid w:val="00722626"/>
    <w:rsid w:val="00722677"/>
    <w:rsid w:val="007226CA"/>
    <w:rsid w:val="00722827"/>
    <w:rsid w:val="00722AE8"/>
    <w:rsid w:val="0072300E"/>
    <w:rsid w:val="00723194"/>
    <w:rsid w:val="007235AC"/>
    <w:rsid w:val="0072464F"/>
    <w:rsid w:val="00724CE8"/>
    <w:rsid w:val="00724EFA"/>
    <w:rsid w:val="007253D5"/>
    <w:rsid w:val="00725436"/>
    <w:rsid w:val="0072574B"/>
    <w:rsid w:val="007257A8"/>
    <w:rsid w:val="00725DDD"/>
    <w:rsid w:val="0072624B"/>
    <w:rsid w:val="0072625E"/>
    <w:rsid w:val="00726579"/>
    <w:rsid w:val="00726D08"/>
    <w:rsid w:val="007271AA"/>
    <w:rsid w:val="0072739E"/>
    <w:rsid w:val="00727A3F"/>
    <w:rsid w:val="00730097"/>
    <w:rsid w:val="0073011F"/>
    <w:rsid w:val="007301A7"/>
    <w:rsid w:val="0073066D"/>
    <w:rsid w:val="00731092"/>
    <w:rsid w:val="007313F8"/>
    <w:rsid w:val="00731425"/>
    <w:rsid w:val="00731479"/>
    <w:rsid w:val="00731698"/>
    <w:rsid w:val="00731BC8"/>
    <w:rsid w:val="00731CD4"/>
    <w:rsid w:val="00731D19"/>
    <w:rsid w:val="00732009"/>
    <w:rsid w:val="00732BFF"/>
    <w:rsid w:val="00732C41"/>
    <w:rsid w:val="00732CAC"/>
    <w:rsid w:val="00732EE5"/>
    <w:rsid w:val="0073319F"/>
    <w:rsid w:val="00733281"/>
    <w:rsid w:val="007333F5"/>
    <w:rsid w:val="00733644"/>
    <w:rsid w:val="00733BF8"/>
    <w:rsid w:val="00733E42"/>
    <w:rsid w:val="0073402E"/>
    <w:rsid w:val="007341BC"/>
    <w:rsid w:val="007348EC"/>
    <w:rsid w:val="00734A6A"/>
    <w:rsid w:val="00734B4F"/>
    <w:rsid w:val="00734C51"/>
    <w:rsid w:val="00735F18"/>
    <w:rsid w:val="00736323"/>
    <w:rsid w:val="007369F4"/>
    <w:rsid w:val="00736B17"/>
    <w:rsid w:val="00736C5D"/>
    <w:rsid w:val="00736CC5"/>
    <w:rsid w:val="007375FA"/>
    <w:rsid w:val="0073772C"/>
    <w:rsid w:val="00737811"/>
    <w:rsid w:val="007378C6"/>
    <w:rsid w:val="007379A2"/>
    <w:rsid w:val="00737C98"/>
    <w:rsid w:val="00740262"/>
    <w:rsid w:val="00740336"/>
    <w:rsid w:val="00740690"/>
    <w:rsid w:val="00740AB1"/>
    <w:rsid w:val="00740AF6"/>
    <w:rsid w:val="00740CDC"/>
    <w:rsid w:val="00740E33"/>
    <w:rsid w:val="00741036"/>
    <w:rsid w:val="007418D8"/>
    <w:rsid w:val="00741927"/>
    <w:rsid w:val="00742242"/>
    <w:rsid w:val="00742353"/>
    <w:rsid w:val="007427C1"/>
    <w:rsid w:val="00742D73"/>
    <w:rsid w:val="00742E16"/>
    <w:rsid w:val="00742E9B"/>
    <w:rsid w:val="00742EF4"/>
    <w:rsid w:val="0074335D"/>
    <w:rsid w:val="007438C0"/>
    <w:rsid w:val="00743D9C"/>
    <w:rsid w:val="00743EB1"/>
    <w:rsid w:val="00743F09"/>
    <w:rsid w:val="00744024"/>
    <w:rsid w:val="00744026"/>
    <w:rsid w:val="00744808"/>
    <w:rsid w:val="00744F5C"/>
    <w:rsid w:val="00745330"/>
    <w:rsid w:val="00745806"/>
    <w:rsid w:val="0074592A"/>
    <w:rsid w:val="007459F9"/>
    <w:rsid w:val="00746B09"/>
    <w:rsid w:val="00746C49"/>
    <w:rsid w:val="00746C7D"/>
    <w:rsid w:val="00746D29"/>
    <w:rsid w:val="00747A88"/>
    <w:rsid w:val="00747B6A"/>
    <w:rsid w:val="00747E7D"/>
    <w:rsid w:val="007501CF"/>
    <w:rsid w:val="007508D9"/>
    <w:rsid w:val="00750C33"/>
    <w:rsid w:val="00750ECB"/>
    <w:rsid w:val="00750ED8"/>
    <w:rsid w:val="007510AE"/>
    <w:rsid w:val="0075129A"/>
    <w:rsid w:val="00751423"/>
    <w:rsid w:val="007514EA"/>
    <w:rsid w:val="00751A2B"/>
    <w:rsid w:val="00751FCC"/>
    <w:rsid w:val="007527F0"/>
    <w:rsid w:val="00753035"/>
    <w:rsid w:val="007532DE"/>
    <w:rsid w:val="0075347A"/>
    <w:rsid w:val="00753C70"/>
    <w:rsid w:val="00753D3A"/>
    <w:rsid w:val="00753EAA"/>
    <w:rsid w:val="00753F86"/>
    <w:rsid w:val="00754036"/>
    <w:rsid w:val="00754273"/>
    <w:rsid w:val="00754EAC"/>
    <w:rsid w:val="00754F75"/>
    <w:rsid w:val="00754FF4"/>
    <w:rsid w:val="0075520E"/>
    <w:rsid w:val="00755751"/>
    <w:rsid w:val="0075579B"/>
    <w:rsid w:val="00755B76"/>
    <w:rsid w:val="00755C1D"/>
    <w:rsid w:val="00755EBC"/>
    <w:rsid w:val="007561D8"/>
    <w:rsid w:val="007562D0"/>
    <w:rsid w:val="007565E9"/>
    <w:rsid w:val="00756622"/>
    <w:rsid w:val="0075671A"/>
    <w:rsid w:val="007568C2"/>
    <w:rsid w:val="00756DC2"/>
    <w:rsid w:val="0075705A"/>
    <w:rsid w:val="00757204"/>
    <w:rsid w:val="00757397"/>
    <w:rsid w:val="00757426"/>
    <w:rsid w:val="0075751C"/>
    <w:rsid w:val="00757C2E"/>
    <w:rsid w:val="00757D69"/>
    <w:rsid w:val="00760152"/>
    <w:rsid w:val="007602CB"/>
    <w:rsid w:val="00760617"/>
    <w:rsid w:val="00760806"/>
    <w:rsid w:val="007608F3"/>
    <w:rsid w:val="00760DD9"/>
    <w:rsid w:val="00760ED2"/>
    <w:rsid w:val="00760EDF"/>
    <w:rsid w:val="007610A8"/>
    <w:rsid w:val="00761105"/>
    <w:rsid w:val="0076122A"/>
    <w:rsid w:val="00761299"/>
    <w:rsid w:val="00761386"/>
    <w:rsid w:val="0076138D"/>
    <w:rsid w:val="007615C7"/>
    <w:rsid w:val="0076162C"/>
    <w:rsid w:val="007623F3"/>
    <w:rsid w:val="0076241C"/>
    <w:rsid w:val="007624B2"/>
    <w:rsid w:val="00763176"/>
    <w:rsid w:val="00763397"/>
    <w:rsid w:val="0076347C"/>
    <w:rsid w:val="00763579"/>
    <w:rsid w:val="007635E0"/>
    <w:rsid w:val="007638E7"/>
    <w:rsid w:val="00764135"/>
    <w:rsid w:val="0076421C"/>
    <w:rsid w:val="00764775"/>
    <w:rsid w:val="00764C49"/>
    <w:rsid w:val="007652ED"/>
    <w:rsid w:val="0076599A"/>
    <w:rsid w:val="00766395"/>
    <w:rsid w:val="00766479"/>
    <w:rsid w:val="00766628"/>
    <w:rsid w:val="007668E0"/>
    <w:rsid w:val="00767271"/>
    <w:rsid w:val="00767540"/>
    <w:rsid w:val="00767762"/>
    <w:rsid w:val="007678E0"/>
    <w:rsid w:val="00767ACB"/>
    <w:rsid w:val="00767CCB"/>
    <w:rsid w:val="00767D41"/>
    <w:rsid w:val="00767ED2"/>
    <w:rsid w:val="00767F9A"/>
    <w:rsid w:val="0077008A"/>
    <w:rsid w:val="007701BC"/>
    <w:rsid w:val="007702D7"/>
    <w:rsid w:val="0077061B"/>
    <w:rsid w:val="00770657"/>
    <w:rsid w:val="00770B79"/>
    <w:rsid w:val="00770D6B"/>
    <w:rsid w:val="00770DA1"/>
    <w:rsid w:val="0077125C"/>
    <w:rsid w:val="00771892"/>
    <w:rsid w:val="00771B3A"/>
    <w:rsid w:val="00771BA4"/>
    <w:rsid w:val="00771BB8"/>
    <w:rsid w:val="00771C1B"/>
    <w:rsid w:val="00771C53"/>
    <w:rsid w:val="00771E93"/>
    <w:rsid w:val="00771FB9"/>
    <w:rsid w:val="007720CB"/>
    <w:rsid w:val="007722E0"/>
    <w:rsid w:val="007726F0"/>
    <w:rsid w:val="00772833"/>
    <w:rsid w:val="00772A92"/>
    <w:rsid w:val="00772B8A"/>
    <w:rsid w:val="00772CA4"/>
    <w:rsid w:val="00772D57"/>
    <w:rsid w:val="00772E0D"/>
    <w:rsid w:val="00772FA7"/>
    <w:rsid w:val="00773191"/>
    <w:rsid w:val="00773282"/>
    <w:rsid w:val="00773598"/>
    <w:rsid w:val="00773B55"/>
    <w:rsid w:val="00773BAB"/>
    <w:rsid w:val="00773D30"/>
    <w:rsid w:val="00774204"/>
    <w:rsid w:val="007745D2"/>
    <w:rsid w:val="0077484A"/>
    <w:rsid w:val="00774CA7"/>
    <w:rsid w:val="00774DCA"/>
    <w:rsid w:val="007750EF"/>
    <w:rsid w:val="00775181"/>
    <w:rsid w:val="007752E0"/>
    <w:rsid w:val="007753E9"/>
    <w:rsid w:val="0077560D"/>
    <w:rsid w:val="00775A0C"/>
    <w:rsid w:val="00775A6D"/>
    <w:rsid w:val="00776691"/>
    <w:rsid w:val="00776BEB"/>
    <w:rsid w:val="00776BF2"/>
    <w:rsid w:val="00776D64"/>
    <w:rsid w:val="00777423"/>
    <w:rsid w:val="00777426"/>
    <w:rsid w:val="00777635"/>
    <w:rsid w:val="00777942"/>
    <w:rsid w:val="00777E95"/>
    <w:rsid w:val="00780272"/>
    <w:rsid w:val="0078035A"/>
    <w:rsid w:val="007803E5"/>
    <w:rsid w:val="00780846"/>
    <w:rsid w:val="0078100B"/>
    <w:rsid w:val="0078152D"/>
    <w:rsid w:val="007815B2"/>
    <w:rsid w:val="0078194F"/>
    <w:rsid w:val="00781DB9"/>
    <w:rsid w:val="00782378"/>
    <w:rsid w:val="0078273A"/>
    <w:rsid w:val="00782795"/>
    <w:rsid w:val="00782AE2"/>
    <w:rsid w:val="00782C95"/>
    <w:rsid w:val="00782FF4"/>
    <w:rsid w:val="0078339F"/>
    <w:rsid w:val="0078360C"/>
    <w:rsid w:val="00783729"/>
    <w:rsid w:val="00783825"/>
    <w:rsid w:val="00783873"/>
    <w:rsid w:val="00783A07"/>
    <w:rsid w:val="00783AAB"/>
    <w:rsid w:val="00783BA1"/>
    <w:rsid w:val="00783D73"/>
    <w:rsid w:val="007841DA"/>
    <w:rsid w:val="0078439E"/>
    <w:rsid w:val="00784A34"/>
    <w:rsid w:val="00785732"/>
    <w:rsid w:val="00785BA9"/>
    <w:rsid w:val="00785FBF"/>
    <w:rsid w:val="007860A0"/>
    <w:rsid w:val="007866BF"/>
    <w:rsid w:val="00787045"/>
    <w:rsid w:val="00787477"/>
    <w:rsid w:val="0078768F"/>
    <w:rsid w:val="00787811"/>
    <w:rsid w:val="007879C8"/>
    <w:rsid w:val="00787FCB"/>
    <w:rsid w:val="0079027F"/>
    <w:rsid w:val="007903A3"/>
    <w:rsid w:val="00790769"/>
    <w:rsid w:val="00790ACB"/>
    <w:rsid w:val="00791173"/>
    <w:rsid w:val="0079117B"/>
    <w:rsid w:val="007911B4"/>
    <w:rsid w:val="007913B1"/>
    <w:rsid w:val="0079140B"/>
    <w:rsid w:val="00791944"/>
    <w:rsid w:val="00791C0D"/>
    <w:rsid w:val="00791CEC"/>
    <w:rsid w:val="00791E1E"/>
    <w:rsid w:val="007922A0"/>
    <w:rsid w:val="00792812"/>
    <w:rsid w:val="00792A56"/>
    <w:rsid w:val="00792ADF"/>
    <w:rsid w:val="00792C1E"/>
    <w:rsid w:val="00792F0E"/>
    <w:rsid w:val="00793004"/>
    <w:rsid w:val="0079323F"/>
    <w:rsid w:val="0079336B"/>
    <w:rsid w:val="007938C4"/>
    <w:rsid w:val="00793B0F"/>
    <w:rsid w:val="0079415C"/>
    <w:rsid w:val="00794361"/>
    <w:rsid w:val="00794A78"/>
    <w:rsid w:val="00794F80"/>
    <w:rsid w:val="00795203"/>
    <w:rsid w:val="007952CC"/>
    <w:rsid w:val="007952F5"/>
    <w:rsid w:val="007953AD"/>
    <w:rsid w:val="00796141"/>
    <w:rsid w:val="007962FD"/>
    <w:rsid w:val="00796670"/>
    <w:rsid w:val="007968D8"/>
    <w:rsid w:val="00796B06"/>
    <w:rsid w:val="00796BDD"/>
    <w:rsid w:val="0079762F"/>
    <w:rsid w:val="007979A6"/>
    <w:rsid w:val="00797FDE"/>
    <w:rsid w:val="007A01F6"/>
    <w:rsid w:val="007A03A7"/>
    <w:rsid w:val="007A0652"/>
    <w:rsid w:val="007A0A90"/>
    <w:rsid w:val="007A0E57"/>
    <w:rsid w:val="007A0F7B"/>
    <w:rsid w:val="007A0FC2"/>
    <w:rsid w:val="007A114A"/>
    <w:rsid w:val="007A18B0"/>
    <w:rsid w:val="007A18FD"/>
    <w:rsid w:val="007A2107"/>
    <w:rsid w:val="007A2144"/>
    <w:rsid w:val="007A225F"/>
    <w:rsid w:val="007A2384"/>
    <w:rsid w:val="007A2627"/>
    <w:rsid w:val="007A2774"/>
    <w:rsid w:val="007A279F"/>
    <w:rsid w:val="007A2843"/>
    <w:rsid w:val="007A2B92"/>
    <w:rsid w:val="007A2CB1"/>
    <w:rsid w:val="007A3F57"/>
    <w:rsid w:val="007A42C6"/>
    <w:rsid w:val="007A4535"/>
    <w:rsid w:val="007A4647"/>
    <w:rsid w:val="007A4B95"/>
    <w:rsid w:val="007A4EE2"/>
    <w:rsid w:val="007A507B"/>
    <w:rsid w:val="007A5755"/>
    <w:rsid w:val="007A5BC1"/>
    <w:rsid w:val="007A5C78"/>
    <w:rsid w:val="007A5CB9"/>
    <w:rsid w:val="007A6178"/>
    <w:rsid w:val="007A6255"/>
    <w:rsid w:val="007A62B7"/>
    <w:rsid w:val="007A657C"/>
    <w:rsid w:val="007A6985"/>
    <w:rsid w:val="007A6C10"/>
    <w:rsid w:val="007A7400"/>
    <w:rsid w:val="007A741D"/>
    <w:rsid w:val="007A76E7"/>
    <w:rsid w:val="007A7808"/>
    <w:rsid w:val="007A7933"/>
    <w:rsid w:val="007A7D2D"/>
    <w:rsid w:val="007B0D8B"/>
    <w:rsid w:val="007B1155"/>
    <w:rsid w:val="007B1205"/>
    <w:rsid w:val="007B127B"/>
    <w:rsid w:val="007B1295"/>
    <w:rsid w:val="007B1D12"/>
    <w:rsid w:val="007B20E3"/>
    <w:rsid w:val="007B265F"/>
    <w:rsid w:val="007B28C8"/>
    <w:rsid w:val="007B2D58"/>
    <w:rsid w:val="007B2F84"/>
    <w:rsid w:val="007B3432"/>
    <w:rsid w:val="007B36C6"/>
    <w:rsid w:val="007B36E5"/>
    <w:rsid w:val="007B3E5A"/>
    <w:rsid w:val="007B3F9E"/>
    <w:rsid w:val="007B4128"/>
    <w:rsid w:val="007B424E"/>
    <w:rsid w:val="007B42C2"/>
    <w:rsid w:val="007B4618"/>
    <w:rsid w:val="007B468A"/>
    <w:rsid w:val="007B4778"/>
    <w:rsid w:val="007B4791"/>
    <w:rsid w:val="007B50D3"/>
    <w:rsid w:val="007B520D"/>
    <w:rsid w:val="007B5365"/>
    <w:rsid w:val="007B55E2"/>
    <w:rsid w:val="007B56E9"/>
    <w:rsid w:val="007B59B3"/>
    <w:rsid w:val="007B5AAB"/>
    <w:rsid w:val="007B5FFF"/>
    <w:rsid w:val="007B6242"/>
    <w:rsid w:val="007B62D9"/>
    <w:rsid w:val="007B63A8"/>
    <w:rsid w:val="007B6892"/>
    <w:rsid w:val="007B68A7"/>
    <w:rsid w:val="007B696A"/>
    <w:rsid w:val="007B6BEE"/>
    <w:rsid w:val="007B7149"/>
    <w:rsid w:val="007B74A5"/>
    <w:rsid w:val="007B7769"/>
    <w:rsid w:val="007B777C"/>
    <w:rsid w:val="007B7A24"/>
    <w:rsid w:val="007B7AF3"/>
    <w:rsid w:val="007B7C7F"/>
    <w:rsid w:val="007B7C81"/>
    <w:rsid w:val="007B7F63"/>
    <w:rsid w:val="007C00B5"/>
    <w:rsid w:val="007C014D"/>
    <w:rsid w:val="007C01FF"/>
    <w:rsid w:val="007C03A4"/>
    <w:rsid w:val="007C05D1"/>
    <w:rsid w:val="007C0A07"/>
    <w:rsid w:val="007C0A97"/>
    <w:rsid w:val="007C0DDE"/>
    <w:rsid w:val="007C0F10"/>
    <w:rsid w:val="007C0F47"/>
    <w:rsid w:val="007C0F76"/>
    <w:rsid w:val="007C148C"/>
    <w:rsid w:val="007C1975"/>
    <w:rsid w:val="007C1FD4"/>
    <w:rsid w:val="007C2B5A"/>
    <w:rsid w:val="007C2F1F"/>
    <w:rsid w:val="007C3CF6"/>
    <w:rsid w:val="007C41C8"/>
    <w:rsid w:val="007C48AC"/>
    <w:rsid w:val="007C4AB9"/>
    <w:rsid w:val="007C4CDB"/>
    <w:rsid w:val="007C4E7A"/>
    <w:rsid w:val="007C4E87"/>
    <w:rsid w:val="007C5618"/>
    <w:rsid w:val="007C57C8"/>
    <w:rsid w:val="007C59CB"/>
    <w:rsid w:val="007C60A2"/>
    <w:rsid w:val="007C6671"/>
    <w:rsid w:val="007C6D63"/>
    <w:rsid w:val="007C7012"/>
    <w:rsid w:val="007C7050"/>
    <w:rsid w:val="007C72A3"/>
    <w:rsid w:val="007C761F"/>
    <w:rsid w:val="007C79F4"/>
    <w:rsid w:val="007C7E52"/>
    <w:rsid w:val="007C7E8E"/>
    <w:rsid w:val="007C7F6D"/>
    <w:rsid w:val="007D0163"/>
    <w:rsid w:val="007D04E8"/>
    <w:rsid w:val="007D0603"/>
    <w:rsid w:val="007D0626"/>
    <w:rsid w:val="007D08DD"/>
    <w:rsid w:val="007D0B36"/>
    <w:rsid w:val="007D0C48"/>
    <w:rsid w:val="007D164F"/>
    <w:rsid w:val="007D202F"/>
    <w:rsid w:val="007D20E1"/>
    <w:rsid w:val="007D245B"/>
    <w:rsid w:val="007D24F0"/>
    <w:rsid w:val="007D2D30"/>
    <w:rsid w:val="007D32AD"/>
    <w:rsid w:val="007D3499"/>
    <w:rsid w:val="007D3F44"/>
    <w:rsid w:val="007D3F4F"/>
    <w:rsid w:val="007D410D"/>
    <w:rsid w:val="007D4127"/>
    <w:rsid w:val="007D416B"/>
    <w:rsid w:val="007D4362"/>
    <w:rsid w:val="007D4583"/>
    <w:rsid w:val="007D509C"/>
    <w:rsid w:val="007D5709"/>
    <w:rsid w:val="007D59CD"/>
    <w:rsid w:val="007D5A6B"/>
    <w:rsid w:val="007D5C0E"/>
    <w:rsid w:val="007D61B9"/>
    <w:rsid w:val="007D650D"/>
    <w:rsid w:val="007D673A"/>
    <w:rsid w:val="007D68CF"/>
    <w:rsid w:val="007D6B6B"/>
    <w:rsid w:val="007D6C3D"/>
    <w:rsid w:val="007D6CBE"/>
    <w:rsid w:val="007D6D57"/>
    <w:rsid w:val="007D6E08"/>
    <w:rsid w:val="007D6EF6"/>
    <w:rsid w:val="007D717D"/>
    <w:rsid w:val="007D7A54"/>
    <w:rsid w:val="007D7D98"/>
    <w:rsid w:val="007D7E5C"/>
    <w:rsid w:val="007D7EE6"/>
    <w:rsid w:val="007E0013"/>
    <w:rsid w:val="007E0276"/>
    <w:rsid w:val="007E0D59"/>
    <w:rsid w:val="007E0F02"/>
    <w:rsid w:val="007E14EB"/>
    <w:rsid w:val="007E1627"/>
    <w:rsid w:val="007E1629"/>
    <w:rsid w:val="007E16CC"/>
    <w:rsid w:val="007E179E"/>
    <w:rsid w:val="007E18D5"/>
    <w:rsid w:val="007E1CDD"/>
    <w:rsid w:val="007E1ED9"/>
    <w:rsid w:val="007E2143"/>
    <w:rsid w:val="007E21FC"/>
    <w:rsid w:val="007E222B"/>
    <w:rsid w:val="007E2556"/>
    <w:rsid w:val="007E285D"/>
    <w:rsid w:val="007E30A4"/>
    <w:rsid w:val="007E33CF"/>
    <w:rsid w:val="007E385F"/>
    <w:rsid w:val="007E3899"/>
    <w:rsid w:val="007E3ABA"/>
    <w:rsid w:val="007E3AE5"/>
    <w:rsid w:val="007E3B40"/>
    <w:rsid w:val="007E3B8C"/>
    <w:rsid w:val="007E3EBB"/>
    <w:rsid w:val="007E3F79"/>
    <w:rsid w:val="007E3F8D"/>
    <w:rsid w:val="007E40C8"/>
    <w:rsid w:val="007E41C0"/>
    <w:rsid w:val="007E445D"/>
    <w:rsid w:val="007E46BE"/>
    <w:rsid w:val="007E48BC"/>
    <w:rsid w:val="007E4C7B"/>
    <w:rsid w:val="007E4C7E"/>
    <w:rsid w:val="007E4CD4"/>
    <w:rsid w:val="007E5162"/>
    <w:rsid w:val="007E528E"/>
    <w:rsid w:val="007E52BA"/>
    <w:rsid w:val="007E5311"/>
    <w:rsid w:val="007E540E"/>
    <w:rsid w:val="007E57FD"/>
    <w:rsid w:val="007E5B78"/>
    <w:rsid w:val="007E634F"/>
    <w:rsid w:val="007E6701"/>
    <w:rsid w:val="007E6807"/>
    <w:rsid w:val="007E6964"/>
    <w:rsid w:val="007E6A5A"/>
    <w:rsid w:val="007E6C97"/>
    <w:rsid w:val="007E6E89"/>
    <w:rsid w:val="007E7190"/>
    <w:rsid w:val="007E79DE"/>
    <w:rsid w:val="007E7A7F"/>
    <w:rsid w:val="007F01F6"/>
    <w:rsid w:val="007F0446"/>
    <w:rsid w:val="007F0694"/>
    <w:rsid w:val="007F0C71"/>
    <w:rsid w:val="007F0D70"/>
    <w:rsid w:val="007F19BC"/>
    <w:rsid w:val="007F1C41"/>
    <w:rsid w:val="007F1C63"/>
    <w:rsid w:val="007F1FFB"/>
    <w:rsid w:val="007F2016"/>
    <w:rsid w:val="007F2288"/>
    <w:rsid w:val="007F240F"/>
    <w:rsid w:val="007F25E4"/>
    <w:rsid w:val="007F28C0"/>
    <w:rsid w:val="007F2B6A"/>
    <w:rsid w:val="007F2E83"/>
    <w:rsid w:val="007F2F92"/>
    <w:rsid w:val="007F30D3"/>
    <w:rsid w:val="007F3183"/>
    <w:rsid w:val="007F35DD"/>
    <w:rsid w:val="007F3678"/>
    <w:rsid w:val="007F3735"/>
    <w:rsid w:val="007F3F05"/>
    <w:rsid w:val="007F4077"/>
    <w:rsid w:val="007F417B"/>
    <w:rsid w:val="007F45C9"/>
    <w:rsid w:val="007F4619"/>
    <w:rsid w:val="007F476C"/>
    <w:rsid w:val="007F4918"/>
    <w:rsid w:val="007F49F6"/>
    <w:rsid w:val="007F4D71"/>
    <w:rsid w:val="007F5193"/>
    <w:rsid w:val="007F55A3"/>
    <w:rsid w:val="007F57EC"/>
    <w:rsid w:val="007F5AA4"/>
    <w:rsid w:val="007F5BEC"/>
    <w:rsid w:val="007F5C66"/>
    <w:rsid w:val="007F5F49"/>
    <w:rsid w:val="007F5FB0"/>
    <w:rsid w:val="007F6434"/>
    <w:rsid w:val="007F6710"/>
    <w:rsid w:val="007F6770"/>
    <w:rsid w:val="007F6F5D"/>
    <w:rsid w:val="007F712E"/>
    <w:rsid w:val="007F7497"/>
    <w:rsid w:val="007F7564"/>
    <w:rsid w:val="007F7942"/>
    <w:rsid w:val="007F7ED8"/>
    <w:rsid w:val="007F7F7B"/>
    <w:rsid w:val="00800463"/>
    <w:rsid w:val="008004D9"/>
    <w:rsid w:val="008007DE"/>
    <w:rsid w:val="00800B50"/>
    <w:rsid w:val="0080117F"/>
    <w:rsid w:val="008019BC"/>
    <w:rsid w:val="008019C7"/>
    <w:rsid w:val="00801A12"/>
    <w:rsid w:val="00801C01"/>
    <w:rsid w:val="008021FA"/>
    <w:rsid w:val="00802B19"/>
    <w:rsid w:val="00802D3D"/>
    <w:rsid w:val="00803236"/>
    <w:rsid w:val="008033BF"/>
    <w:rsid w:val="00803404"/>
    <w:rsid w:val="00803B2F"/>
    <w:rsid w:val="00803E15"/>
    <w:rsid w:val="008043E0"/>
    <w:rsid w:val="008045BD"/>
    <w:rsid w:val="00804B32"/>
    <w:rsid w:val="00804CB2"/>
    <w:rsid w:val="008050D0"/>
    <w:rsid w:val="00805150"/>
    <w:rsid w:val="008051DF"/>
    <w:rsid w:val="00805272"/>
    <w:rsid w:val="008053EF"/>
    <w:rsid w:val="00805499"/>
    <w:rsid w:val="00805698"/>
    <w:rsid w:val="0080581B"/>
    <w:rsid w:val="008058D9"/>
    <w:rsid w:val="00805971"/>
    <w:rsid w:val="008059FD"/>
    <w:rsid w:val="00805B90"/>
    <w:rsid w:val="00805F97"/>
    <w:rsid w:val="00806D35"/>
    <w:rsid w:val="00806EC1"/>
    <w:rsid w:val="0080703C"/>
    <w:rsid w:val="0080707D"/>
    <w:rsid w:val="008075A3"/>
    <w:rsid w:val="00807A92"/>
    <w:rsid w:val="00807C25"/>
    <w:rsid w:val="00807E29"/>
    <w:rsid w:val="00807F6E"/>
    <w:rsid w:val="0081034E"/>
    <w:rsid w:val="008108C9"/>
    <w:rsid w:val="00810B27"/>
    <w:rsid w:val="00810EF8"/>
    <w:rsid w:val="00810F96"/>
    <w:rsid w:val="00811016"/>
    <w:rsid w:val="00811382"/>
    <w:rsid w:val="00811408"/>
    <w:rsid w:val="00811885"/>
    <w:rsid w:val="00811A08"/>
    <w:rsid w:val="00811B51"/>
    <w:rsid w:val="00811C2B"/>
    <w:rsid w:val="00811E62"/>
    <w:rsid w:val="00812020"/>
    <w:rsid w:val="00812428"/>
    <w:rsid w:val="00812858"/>
    <w:rsid w:val="00812943"/>
    <w:rsid w:val="00812C63"/>
    <w:rsid w:val="00812E0A"/>
    <w:rsid w:val="008133B8"/>
    <w:rsid w:val="00813B0D"/>
    <w:rsid w:val="00813C59"/>
    <w:rsid w:val="00813ECE"/>
    <w:rsid w:val="00813ECF"/>
    <w:rsid w:val="008142AA"/>
    <w:rsid w:val="008142DB"/>
    <w:rsid w:val="0081489A"/>
    <w:rsid w:val="008148A7"/>
    <w:rsid w:val="008149B4"/>
    <w:rsid w:val="00814B60"/>
    <w:rsid w:val="00814D2B"/>
    <w:rsid w:val="00814D3A"/>
    <w:rsid w:val="00815291"/>
    <w:rsid w:val="00815297"/>
    <w:rsid w:val="00815309"/>
    <w:rsid w:val="008154D6"/>
    <w:rsid w:val="00815608"/>
    <w:rsid w:val="00815830"/>
    <w:rsid w:val="00815930"/>
    <w:rsid w:val="00815A1F"/>
    <w:rsid w:val="00815E97"/>
    <w:rsid w:val="00816231"/>
    <w:rsid w:val="00816400"/>
    <w:rsid w:val="008166FF"/>
    <w:rsid w:val="008168AD"/>
    <w:rsid w:val="00816B69"/>
    <w:rsid w:val="00816F0F"/>
    <w:rsid w:val="00817225"/>
    <w:rsid w:val="00817246"/>
    <w:rsid w:val="008175AE"/>
    <w:rsid w:val="0081785B"/>
    <w:rsid w:val="00817D07"/>
    <w:rsid w:val="00817FE4"/>
    <w:rsid w:val="00820212"/>
    <w:rsid w:val="00820316"/>
    <w:rsid w:val="00820722"/>
    <w:rsid w:val="0082131C"/>
    <w:rsid w:val="008214C2"/>
    <w:rsid w:val="008216BD"/>
    <w:rsid w:val="0082178D"/>
    <w:rsid w:val="00821888"/>
    <w:rsid w:val="00821B16"/>
    <w:rsid w:val="00821B6E"/>
    <w:rsid w:val="00821DF0"/>
    <w:rsid w:val="008220D5"/>
    <w:rsid w:val="008221E6"/>
    <w:rsid w:val="00822704"/>
    <w:rsid w:val="008227C9"/>
    <w:rsid w:val="0082288D"/>
    <w:rsid w:val="00822A92"/>
    <w:rsid w:val="00822A93"/>
    <w:rsid w:val="00822E91"/>
    <w:rsid w:val="00823740"/>
    <w:rsid w:val="00823743"/>
    <w:rsid w:val="00823812"/>
    <w:rsid w:val="00823978"/>
    <w:rsid w:val="0082418F"/>
    <w:rsid w:val="008243FC"/>
    <w:rsid w:val="0082454B"/>
    <w:rsid w:val="0082459A"/>
    <w:rsid w:val="00824846"/>
    <w:rsid w:val="00824974"/>
    <w:rsid w:val="00824AED"/>
    <w:rsid w:val="0082501D"/>
    <w:rsid w:val="008250CA"/>
    <w:rsid w:val="00825154"/>
    <w:rsid w:val="00825915"/>
    <w:rsid w:val="00825C51"/>
    <w:rsid w:val="00825F87"/>
    <w:rsid w:val="0082604A"/>
    <w:rsid w:val="00826086"/>
    <w:rsid w:val="00826453"/>
    <w:rsid w:val="00826488"/>
    <w:rsid w:val="0082666A"/>
    <w:rsid w:val="0082683F"/>
    <w:rsid w:val="008268A8"/>
    <w:rsid w:val="00826B15"/>
    <w:rsid w:val="00827221"/>
    <w:rsid w:val="00827473"/>
    <w:rsid w:val="008274D8"/>
    <w:rsid w:val="00827633"/>
    <w:rsid w:val="00827818"/>
    <w:rsid w:val="00827AF2"/>
    <w:rsid w:val="00827C53"/>
    <w:rsid w:val="0083050C"/>
    <w:rsid w:val="0083056B"/>
    <w:rsid w:val="008305A7"/>
    <w:rsid w:val="00830A21"/>
    <w:rsid w:val="00830C13"/>
    <w:rsid w:val="00830DFD"/>
    <w:rsid w:val="0083100E"/>
    <w:rsid w:val="00831077"/>
    <w:rsid w:val="00831955"/>
    <w:rsid w:val="008319D5"/>
    <w:rsid w:val="00831B08"/>
    <w:rsid w:val="008324EF"/>
    <w:rsid w:val="00832734"/>
    <w:rsid w:val="008329A7"/>
    <w:rsid w:val="00832B9F"/>
    <w:rsid w:val="0083332A"/>
    <w:rsid w:val="008334A1"/>
    <w:rsid w:val="008339D1"/>
    <w:rsid w:val="00833C9F"/>
    <w:rsid w:val="00833CB3"/>
    <w:rsid w:val="00833CBA"/>
    <w:rsid w:val="00833D92"/>
    <w:rsid w:val="00833F09"/>
    <w:rsid w:val="00834259"/>
    <w:rsid w:val="008342B0"/>
    <w:rsid w:val="0083465D"/>
    <w:rsid w:val="008349FB"/>
    <w:rsid w:val="00834AB3"/>
    <w:rsid w:val="00834B35"/>
    <w:rsid w:val="00834B3A"/>
    <w:rsid w:val="00834B75"/>
    <w:rsid w:val="00834BEC"/>
    <w:rsid w:val="008353E6"/>
    <w:rsid w:val="00835457"/>
    <w:rsid w:val="0083562C"/>
    <w:rsid w:val="00835D53"/>
    <w:rsid w:val="00835E3A"/>
    <w:rsid w:val="0083601C"/>
    <w:rsid w:val="00836059"/>
    <w:rsid w:val="0083623E"/>
    <w:rsid w:val="008362AE"/>
    <w:rsid w:val="008365DB"/>
    <w:rsid w:val="0083697C"/>
    <w:rsid w:val="008369B4"/>
    <w:rsid w:val="00836A81"/>
    <w:rsid w:val="00837645"/>
    <w:rsid w:val="0083764F"/>
    <w:rsid w:val="00837C65"/>
    <w:rsid w:val="00837E49"/>
    <w:rsid w:val="0084023A"/>
    <w:rsid w:val="00840480"/>
    <w:rsid w:val="00840584"/>
    <w:rsid w:val="008405A4"/>
    <w:rsid w:val="0084080B"/>
    <w:rsid w:val="008409F1"/>
    <w:rsid w:val="00840CE1"/>
    <w:rsid w:val="00840E34"/>
    <w:rsid w:val="00840EA2"/>
    <w:rsid w:val="008410D8"/>
    <w:rsid w:val="008412F5"/>
    <w:rsid w:val="00841488"/>
    <w:rsid w:val="00841668"/>
    <w:rsid w:val="008417A2"/>
    <w:rsid w:val="00841E2A"/>
    <w:rsid w:val="00841F2D"/>
    <w:rsid w:val="00841FFB"/>
    <w:rsid w:val="00842368"/>
    <w:rsid w:val="00842816"/>
    <w:rsid w:val="00842A0A"/>
    <w:rsid w:val="008433DF"/>
    <w:rsid w:val="00843B10"/>
    <w:rsid w:val="00843B90"/>
    <w:rsid w:val="00843FA5"/>
    <w:rsid w:val="00844479"/>
    <w:rsid w:val="008444CD"/>
    <w:rsid w:val="0084452C"/>
    <w:rsid w:val="00844596"/>
    <w:rsid w:val="0084459E"/>
    <w:rsid w:val="0084468D"/>
    <w:rsid w:val="00844FA4"/>
    <w:rsid w:val="0084565E"/>
    <w:rsid w:val="00845723"/>
    <w:rsid w:val="008458B3"/>
    <w:rsid w:val="0084614D"/>
    <w:rsid w:val="00846758"/>
    <w:rsid w:val="008468C3"/>
    <w:rsid w:val="00846AB2"/>
    <w:rsid w:val="0084702E"/>
    <w:rsid w:val="008471D4"/>
    <w:rsid w:val="008474B3"/>
    <w:rsid w:val="0084786E"/>
    <w:rsid w:val="00847AE7"/>
    <w:rsid w:val="0085008E"/>
    <w:rsid w:val="008501A3"/>
    <w:rsid w:val="008501EC"/>
    <w:rsid w:val="008503B2"/>
    <w:rsid w:val="008504CA"/>
    <w:rsid w:val="00850924"/>
    <w:rsid w:val="00850C3F"/>
    <w:rsid w:val="00850DCA"/>
    <w:rsid w:val="008510DD"/>
    <w:rsid w:val="0085159D"/>
    <w:rsid w:val="00851830"/>
    <w:rsid w:val="00852081"/>
    <w:rsid w:val="008520F2"/>
    <w:rsid w:val="00852520"/>
    <w:rsid w:val="008528EA"/>
    <w:rsid w:val="00852D4C"/>
    <w:rsid w:val="008534BD"/>
    <w:rsid w:val="0085371D"/>
    <w:rsid w:val="00853AEA"/>
    <w:rsid w:val="00853EA6"/>
    <w:rsid w:val="0085405E"/>
    <w:rsid w:val="00854370"/>
    <w:rsid w:val="0085442D"/>
    <w:rsid w:val="00854477"/>
    <w:rsid w:val="00854616"/>
    <w:rsid w:val="00854A0B"/>
    <w:rsid w:val="00854A56"/>
    <w:rsid w:val="00854A90"/>
    <w:rsid w:val="00854D10"/>
    <w:rsid w:val="00854E58"/>
    <w:rsid w:val="00855109"/>
    <w:rsid w:val="008551DC"/>
    <w:rsid w:val="00855365"/>
    <w:rsid w:val="0085583F"/>
    <w:rsid w:val="00856AA8"/>
    <w:rsid w:val="008574B6"/>
    <w:rsid w:val="008576C7"/>
    <w:rsid w:val="0085773E"/>
    <w:rsid w:val="0085774F"/>
    <w:rsid w:val="00857A41"/>
    <w:rsid w:val="00857FE3"/>
    <w:rsid w:val="00860064"/>
    <w:rsid w:val="008602E4"/>
    <w:rsid w:val="008604F9"/>
    <w:rsid w:val="00860966"/>
    <w:rsid w:val="00860CE1"/>
    <w:rsid w:val="00861017"/>
    <w:rsid w:val="00861413"/>
    <w:rsid w:val="00861539"/>
    <w:rsid w:val="00861673"/>
    <w:rsid w:val="008619A3"/>
    <w:rsid w:val="008619ED"/>
    <w:rsid w:val="00861DF0"/>
    <w:rsid w:val="008620F8"/>
    <w:rsid w:val="00862751"/>
    <w:rsid w:val="00862C93"/>
    <w:rsid w:val="00862D11"/>
    <w:rsid w:val="00862D85"/>
    <w:rsid w:val="00862DAE"/>
    <w:rsid w:val="008630BE"/>
    <w:rsid w:val="008630EB"/>
    <w:rsid w:val="008634D0"/>
    <w:rsid w:val="00863850"/>
    <w:rsid w:val="00863A64"/>
    <w:rsid w:val="00863D5C"/>
    <w:rsid w:val="00864830"/>
    <w:rsid w:val="0086498E"/>
    <w:rsid w:val="00864F1D"/>
    <w:rsid w:val="00865574"/>
    <w:rsid w:val="008655D1"/>
    <w:rsid w:val="008655F7"/>
    <w:rsid w:val="00865608"/>
    <w:rsid w:val="00865678"/>
    <w:rsid w:val="00865774"/>
    <w:rsid w:val="00865C7F"/>
    <w:rsid w:val="00865EF9"/>
    <w:rsid w:val="00865F32"/>
    <w:rsid w:val="008667FA"/>
    <w:rsid w:val="00866C37"/>
    <w:rsid w:val="008672CC"/>
    <w:rsid w:val="008674FD"/>
    <w:rsid w:val="00867876"/>
    <w:rsid w:val="00867D10"/>
    <w:rsid w:val="00867E39"/>
    <w:rsid w:val="00870332"/>
    <w:rsid w:val="00870410"/>
    <w:rsid w:val="00870693"/>
    <w:rsid w:val="00870CF2"/>
    <w:rsid w:val="00870F6D"/>
    <w:rsid w:val="008711D1"/>
    <w:rsid w:val="00871770"/>
    <w:rsid w:val="00871BA4"/>
    <w:rsid w:val="00871C95"/>
    <w:rsid w:val="00871CDB"/>
    <w:rsid w:val="00871F15"/>
    <w:rsid w:val="0087225E"/>
    <w:rsid w:val="00872384"/>
    <w:rsid w:val="00872498"/>
    <w:rsid w:val="00872C3E"/>
    <w:rsid w:val="008730BE"/>
    <w:rsid w:val="0087336B"/>
    <w:rsid w:val="008733DC"/>
    <w:rsid w:val="00873429"/>
    <w:rsid w:val="00873BD3"/>
    <w:rsid w:val="00873CEA"/>
    <w:rsid w:val="008743B4"/>
    <w:rsid w:val="0087447E"/>
    <w:rsid w:val="008747BA"/>
    <w:rsid w:val="008749DC"/>
    <w:rsid w:val="00874EEE"/>
    <w:rsid w:val="00874FDC"/>
    <w:rsid w:val="00875220"/>
    <w:rsid w:val="008752BC"/>
    <w:rsid w:val="00875371"/>
    <w:rsid w:val="00875777"/>
    <w:rsid w:val="008759AD"/>
    <w:rsid w:val="00875A0E"/>
    <w:rsid w:val="00875EE1"/>
    <w:rsid w:val="00875FAC"/>
    <w:rsid w:val="00876304"/>
    <w:rsid w:val="008763F1"/>
    <w:rsid w:val="00876635"/>
    <w:rsid w:val="00876830"/>
    <w:rsid w:val="00876A6B"/>
    <w:rsid w:val="00876C9B"/>
    <w:rsid w:val="00876F9E"/>
    <w:rsid w:val="00877465"/>
    <w:rsid w:val="008777B4"/>
    <w:rsid w:val="00877A09"/>
    <w:rsid w:val="00877A1D"/>
    <w:rsid w:val="00877A4A"/>
    <w:rsid w:val="00877F7F"/>
    <w:rsid w:val="00880136"/>
    <w:rsid w:val="008804EB"/>
    <w:rsid w:val="00880A85"/>
    <w:rsid w:val="00880EE5"/>
    <w:rsid w:val="00881035"/>
    <w:rsid w:val="0088137F"/>
    <w:rsid w:val="00881456"/>
    <w:rsid w:val="00881493"/>
    <w:rsid w:val="008814E9"/>
    <w:rsid w:val="008817E1"/>
    <w:rsid w:val="008818E4"/>
    <w:rsid w:val="00881DBA"/>
    <w:rsid w:val="00882096"/>
    <w:rsid w:val="0088215D"/>
    <w:rsid w:val="008822BA"/>
    <w:rsid w:val="00882AF4"/>
    <w:rsid w:val="00883189"/>
    <w:rsid w:val="008832BA"/>
    <w:rsid w:val="0088332D"/>
    <w:rsid w:val="00883B5D"/>
    <w:rsid w:val="00883EAA"/>
    <w:rsid w:val="00883ED8"/>
    <w:rsid w:val="00883F55"/>
    <w:rsid w:val="00884206"/>
    <w:rsid w:val="00884711"/>
    <w:rsid w:val="0088487F"/>
    <w:rsid w:val="00884C3F"/>
    <w:rsid w:val="00884D76"/>
    <w:rsid w:val="00884D79"/>
    <w:rsid w:val="00884E10"/>
    <w:rsid w:val="00884E93"/>
    <w:rsid w:val="0088595B"/>
    <w:rsid w:val="00885F08"/>
    <w:rsid w:val="00886387"/>
    <w:rsid w:val="00886454"/>
    <w:rsid w:val="00886520"/>
    <w:rsid w:val="00886A86"/>
    <w:rsid w:val="00886CBE"/>
    <w:rsid w:val="00886E19"/>
    <w:rsid w:val="008874CD"/>
    <w:rsid w:val="0088757D"/>
    <w:rsid w:val="008877C3"/>
    <w:rsid w:val="0088784D"/>
    <w:rsid w:val="00887BC2"/>
    <w:rsid w:val="00887C96"/>
    <w:rsid w:val="00887DD7"/>
    <w:rsid w:val="008900E1"/>
    <w:rsid w:val="008906F6"/>
    <w:rsid w:val="0089098E"/>
    <w:rsid w:val="00891003"/>
    <w:rsid w:val="00891355"/>
    <w:rsid w:val="008913E4"/>
    <w:rsid w:val="0089163C"/>
    <w:rsid w:val="008916AF"/>
    <w:rsid w:val="00891B10"/>
    <w:rsid w:val="00891E5D"/>
    <w:rsid w:val="00891FCB"/>
    <w:rsid w:val="00892A66"/>
    <w:rsid w:val="00892CF4"/>
    <w:rsid w:val="00892D09"/>
    <w:rsid w:val="00893068"/>
    <w:rsid w:val="00893A02"/>
    <w:rsid w:val="00893D65"/>
    <w:rsid w:val="00893E13"/>
    <w:rsid w:val="008942FC"/>
    <w:rsid w:val="0089432D"/>
    <w:rsid w:val="0089452E"/>
    <w:rsid w:val="00894655"/>
    <w:rsid w:val="00894665"/>
    <w:rsid w:val="00894AC9"/>
    <w:rsid w:val="00894ACF"/>
    <w:rsid w:val="00895016"/>
    <w:rsid w:val="0089507C"/>
    <w:rsid w:val="0089528C"/>
    <w:rsid w:val="00895573"/>
    <w:rsid w:val="00895591"/>
    <w:rsid w:val="00895A72"/>
    <w:rsid w:val="00895BFA"/>
    <w:rsid w:val="00895F26"/>
    <w:rsid w:val="00896101"/>
    <w:rsid w:val="00896811"/>
    <w:rsid w:val="008968EB"/>
    <w:rsid w:val="00896A62"/>
    <w:rsid w:val="00896AB1"/>
    <w:rsid w:val="00896C26"/>
    <w:rsid w:val="00896D96"/>
    <w:rsid w:val="00896D9F"/>
    <w:rsid w:val="00897047"/>
    <w:rsid w:val="008973A7"/>
    <w:rsid w:val="00897A75"/>
    <w:rsid w:val="00897C72"/>
    <w:rsid w:val="00897D82"/>
    <w:rsid w:val="00897E17"/>
    <w:rsid w:val="00897EA4"/>
    <w:rsid w:val="008A0017"/>
    <w:rsid w:val="008A043A"/>
    <w:rsid w:val="008A07BD"/>
    <w:rsid w:val="008A0AB6"/>
    <w:rsid w:val="008A1259"/>
    <w:rsid w:val="008A16F5"/>
    <w:rsid w:val="008A17C2"/>
    <w:rsid w:val="008A1DF3"/>
    <w:rsid w:val="008A2143"/>
    <w:rsid w:val="008A224A"/>
    <w:rsid w:val="008A22EA"/>
    <w:rsid w:val="008A241A"/>
    <w:rsid w:val="008A2552"/>
    <w:rsid w:val="008A2789"/>
    <w:rsid w:val="008A285D"/>
    <w:rsid w:val="008A2AE0"/>
    <w:rsid w:val="008A385B"/>
    <w:rsid w:val="008A3997"/>
    <w:rsid w:val="008A3E97"/>
    <w:rsid w:val="008A4054"/>
    <w:rsid w:val="008A4262"/>
    <w:rsid w:val="008A4285"/>
    <w:rsid w:val="008A4294"/>
    <w:rsid w:val="008A4714"/>
    <w:rsid w:val="008A4DAD"/>
    <w:rsid w:val="008A4E22"/>
    <w:rsid w:val="008A53D9"/>
    <w:rsid w:val="008A5851"/>
    <w:rsid w:val="008A5A80"/>
    <w:rsid w:val="008A5C1E"/>
    <w:rsid w:val="008A5D8D"/>
    <w:rsid w:val="008A6193"/>
    <w:rsid w:val="008A63E2"/>
    <w:rsid w:val="008A6AAE"/>
    <w:rsid w:val="008A6B1B"/>
    <w:rsid w:val="008A7042"/>
    <w:rsid w:val="008A705B"/>
    <w:rsid w:val="008A713B"/>
    <w:rsid w:val="008A726E"/>
    <w:rsid w:val="008A767E"/>
    <w:rsid w:val="008B02AB"/>
    <w:rsid w:val="008B045D"/>
    <w:rsid w:val="008B057D"/>
    <w:rsid w:val="008B143F"/>
    <w:rsid w:val="008B1AB3"/>
    <w:rsid w:val="008B1DD1"/>
    <w:rsid w:val="008B1E3A"/>
    <w:rsid w:val="008B2062"/>
    <w:rsid w:val="008B21ED"/>
    <w:rsid w:val="008B25BB"/>
    <w:rsid w:val="008B29D8"/>
    <w:rsid w:val="008B2FF2"/>
    <w:rsid w:val="008B35B1"/>
    <w:rsid w:val="008B3680"/>
    <w:rsid w:val="008B3A8D"/>
    <w:rsid w:val="008B3AA0"/>
    <w:rsid w:val="008B3BC1"/>
    <w:rsid w:val="008B43A5"/>
    <w:rsid w:val="008B44F9"/>
    <w:rsid w:val="008B466D"/>
    <w:rsid w:val="008B4675"/>
    <w:rsid w:val="008B46F1"/>
    <w:rsid w:val="008B4F22"/>
    <w:rsid w:val="008B4FA3"/>
    <w:rsid w:val="008B4FBB"/>
    <w:rsid w:val="008B504A"/>
    <w:rsid w:val="008B5131"/>
    <w:rsid w:val="008B522A"/>
    <w:rsid w:val="008B52EB"/>
    <w:rsid w:val="008B5617"/>
    <w:rsid w:val="008B59FD"/>
    <w:rsid w:val="008B5B66"/>
    <w:rsid w:val="008B5BF9"/>
    <w:rsid w:val="008B626F"/>
    <w:rsid w:val="008B669B"/>
    <w:rsid w:val="008B6BC8"/>
    <w:rsid w:val="008B6C8D"/>
    <w:rsid w:val="008B6E42"/>
    <w:rsid w:val="008B6FF7"/>
    <w:rsid w:val="008B76EF"/>
    <w:rsid w:val="008B778A"/>
    <w:rsid w:val="008C0448"/>
    <w:rsid w:val="008C04C5"/>
    <w:rsid w:val="008C091A"/>
    <w:rsid w:val="008C0950"/>
    <w:rsid w:val="008C0FA4"/>
    <w:rsid w:val="008C14C2"/>
    <w:rsid w:val="008C16BC"/>
    <w:rsid w:val="008C2A48"/>
    <w:rsid w:val="008C2E57"/>
    <w:rsid w:val="008C300F"/>
    <w:rsid w:val="008C33F0"/>
    <w:rsid w:val="008C403C"/>
    <w:rsid w:val="008C47C4"/>
    <w:rsid w:val="008C4808"/>
    <w:rsid w:val="008C50EB"/>
    <w:rsid w:val="008C52C9"/>
    <w:rsid w:val="008C52F3"/>
    <w:rsid w:val="008C5404"/>
    <w:rsid w:val="008C560D"/>
    <w:rsid w:val="008C575B"/>
    <w:rsid w:val="008C57E5"/>
    <w:rsid w:val="008C6008"/>
    <w:rsid w:val="008C62CB"/>
    <w:rsid w:val="008C650B"/>
    <w:rsid w:val="008C6570"/>
    <w:rsid w:val="008C67CD"/>
    <w:rsid w:val="008C6AD4"/>
    <w:rsid w:val="008C6E0F"/>
    <w:rsid w:val="008C6F36"/>
    <w:rsid w:val="008C7162"/>
    <w:rsid w:val="008C7AF6"/>
    <w:rsid w:val="008D03A3"/>
    <w:rsid w:val="008D051D"/>
    <w:rsid w:val="008D05EF"/>
    <w:rsid w:val="008D060A"/>
    <w:rsid w:val="008D078A"/>
    <w:rsid w:val="008D0EE6"/>
    <w:rsid w:val="008D1244"/>
    <w:rsid w:val="008D1327"/>
    <w:rsid w:val="008D1418"/>
    <w:rsid w:val="008D14A9"/>
    <w:rsid w:val="008D153C"/>
    <w:rsid w:val="008D2BDD"/>
    <w:rsid w:val="008D30D4"/>
    <w:rsid w:val="008D3198"/>
    <w:rsid w:val="008D33AD"/>
    <w:rsid w:val="008D36FE"/>
    <w:rsid w:val="008D3C71"/>
    <w:rsid w:val="008D3DB5"/>
    <w:rsid w:val="008D3E71"/>
    <w:rsid w:val="008D412E"/>
    <w:rsid w:val="008D41EA"/>
    <w:rsid w:val="008D4254"/>
    <w:rsid w:val="008D44AB"/>
    <w:rsid w:val="008D477E"/>
    <w:rsid w:val="008D47B3"/>
    <w:rsid w:val="008D4CC6"/>
    <w:rsid w:val="008D4E03"/>
    <w:rsid w:val="008D53F3"/>
    <w:rsid w:val="008D53FE"/>
    <w:rsid w:val="008D5529"/>
    <w:rsid w:val="008D572F"/>
    <w:rsid w:val="008D58C7"/>
    <w:rsid w:val="008D58CE"/>
    <w:rsid w:val="008D5ABB"/>
    <w:rsid w:val="008D5D34"/>
    <w:rsid w:val="008D5D5E"/>
    <w:rsid w:val="008D5DD1"/>
    <w:rsid w:val="008D605D"/>
    <w:rsid w:val="008D63D9"/>
    <w:rsid w:val="008D65A7"/>
    <w:rsid w:val="008D6827"/>
    <w:rsid w:val="008D6A7D"/>
    <w:rsid w:val="008D6B36"/>
    <w:rsid w:val="008D6DB9"/>
    <w:rsid w:val="008D7427"/>
    <w:rsid w:val="008D750D"/>
    <w:rsid w:val="008D75B8"/>
    <w:rsid w:val="008D7C0A"/>
    <w:rsid w:val="008D7EC2"/>
    <w:rsid w:val="008E0442"/>
    <w:rsid w:val="008E0808"/>
    <w:rsid w:val="008E0C2A"/>
    <w:rsid w:val="008E0D45"/>
    <w:rsid w:val="008E11C1"/>
    <w:rsid w:val="008E17F9"/>
    <w:rsid w:val="008E1BC3"/>
    <w:rsid w:val="008E1F32"/>
    <w:rsid w:val="008E1FB3"/>
    <w:rsid w:val="008E2268"/>
    <w:rsid w:val="008E2D5E"/>
    <w:rsid w:val="008E3158"/>
    <w:rsid w:val="008E374B"/>
    <w:rsid w:val="008E39D4"/>
    <w:rsid w:val="008E3FB1"/>
    <w:rsid w:val="008E3FC0"/>
    <w:rsid w:val="008E40BC"/>
    <w:rsid w:val="008E4269"/>
    <w:rsid w:val="008E4515"/>
    <w:rsid w:val="008E464D"/>
    <w:rsid w:val="008E48D5"/>
    <w:rsid w:val="008E4AC4"/>
    <w:rsid w:val="008E4EDE"/>
    <w:rsid w:val="008E5044"/>
    <w:rsid w:val="008E50AF"/>
    <w:rsid w:val="008E541E"/>
    <w:rsid w:val="008E5524"/>
    <w:rsid w:val="008E56CC"/>
    <w:rsid w:val="008E56D8"/>
    <w:rsid w:val="008E5CA8"/>
    <w:rsid w:val="008E6090"/>
    <w:rsid w:val="008E61B8"/>
    <w:rsid w:val="008E621E"/>
    <w:rsid w:val="008E6349"/>
    <w:rsid w:val="008E655B"/>
    <w:rsid w:val="008E65E5"/>
    <w:rsid w:val="008E66C6"/>
    <w:rsid w:val="008E69F8"/>
    <w:rsid w:val="008E6B9F"/>
    <w:rsid w:val="008E6C4D"/>
    <w:rsid w:val="008E7BC1"/>
    <w:rsid w:val="008E7C5A"/>
    <w:rsid w:val="008F040C"/>
    <w:rsid w:val="008F055F"/>
    <w:rsid w:val="008F0564"/>
    <w:rsid w:val="008F0566"/>
    <w:rsid w:val="008F060D"/>
    <w:rsid w:val="008F0841"/>
    <w:rsid w:val="008F0BB5"/>
    <w:rsid w:val="008F0C5F"/>
    <w:rsid w:val="008F0F25"/>
    <w:rsid w:val="008F1370"/>
    <w:rsid w:val="008F1411"/>
    <w:rsid w:val="008F1449"/>
    <w:rsid w:val="008F18CF"/>
    <w:rsid w:val="008F1E70"/>
    <w:rsid w:val="008F1E81"/>
    <w:rsid w:val="008F213B"/>
    <w:rsid w:val="008F223C"/>
    <w:rsid w:val="008F2587"/>
    <w:rsid w:val="008F27D1"/>
    <w:rsid w:val="008F2AFC"/>
    <w:rsid w:val="008F2CED"/>
    <w:rsid w:val="008F334A"/>
    <w:rsid w:val="008F36E0"/>
    <w:rsid w:val="008F392F"/>
    <w:rsid w:val="008F3A14"/>
    <w:rsid w:val="008F3D1A"/>
    <w:rsid w:val="008F3F1E"/>
    <w:rsid w:val="008F42C1"/>
    <w:rsid w:val="008F432B"/>
    <w:rsid w:val="008F4999"/>
    <w:rsid w:val="008F4AC9"/>
    <w:rsid w:val="008F5106"/>
    <w:rsid w:val="008F51D7"/>
    <w:rsid w:val="008F5BA1"/>
    <w:rsid w:val="008F5F30"/>
    <w:rsid w:val="008F5FC7"/>
    <w:rsid w:val="008F6128"/>
    <w:rsid w:val="008F6769"/>
    <w:rsid w:val="008F67E7"/>
    <w:rsid w:val="008F6B0E"/>
    <w:rsid w:val="008F6C43"/>
    <w:rsid w:val="008F738A"/>
    <w:rsid w:val="008F76F3"/>
    <w:rsid w:val="008F7776"/>
    <w:rsid w:val="008F77D4"/>
    <w:rsid w:val="008F7B63"/>
    <w:rsid w:val="008F7BB3"/>
    <w:rsid w:val="008F7BB6"/>
    <w:rsid w:val="008F7C21"/>
    <w:rsid w:val="008F7F15"/>
    <w:rsid w:val="0090019D"/>
    <w:rsid w:val="009002C6"/>
    <w:rsid w:val="009003D6"/>
    <w:rsid w:val="00900C98"/>
    <w:rsid w:val="00900D33"/>
    <w:rsid w:val="00900D6F"/>
    <w:rsid w:val="00900E5E"/>
    <w:rsid w:val="009012D7"/>
    <w:rsid w:val="009013CC"/>
    <w:rsid w:val="00901A4A"/>
    <w:rsid w:val="00901C23"/>
    <w:rsid w:val="00901DDA"/>
    <w:rsid w:val="00901F59"/>
    <w:rsid w:val="0090222D"/>
    <w:rsid w:val="00902260"/>
    <w:rsid w:val="00902377"/>
    <w:rsid w:val="00902423"/>
    <w:rsid w:val="009027AD"/>
    <w:rsid w:val="009028BC"/>
    <w:rsid w:val="0090290A"/>
    <w:rsid w:val="009029A5"/>
    <w:rsid w:val="00902BB7"/>
    <w:rsid w:val="00902BB9"/>
    <w:rsid w:val="0090304A"/>
    <w:rsid w:val="0090313D"/>
    <w:rsid w:val="00903218"/>
    <w:rsid w:val="00903BFF"/>
    <w:rsid w:val="00903D7C"/>
    <w:rsid w:val="009043EE"/>
    <w:rsid w:val="009048C2"/>
    <w:rsid w:val="00904A02"/>
    <w:rsid w:val="00904AFE"/>
    <w:rsid w:val="00904EF8"/>
    <w:rsid w:val="00905D6B"/>
    <w:rsid w:val="00906402"/>
    <w:rsid w:val="00906414"/>
    <w:rsid w:val="009064DA"/>
    <w:rsid w:val="00906519"/>
    <w:rsid w:val="009069F9"/>
    <w:rsid w:val="00906B2B"/>
    <w:rsid w:val="00906CBC"/>
    <w:rsid w:val="00906CE0"/>
    <w:rsid w:val="00906D97"/>
    <w:rsid w:val="00907063"/>
    <w:rsid w:val="00907339"/>
    <w:rsid w:val="009074C1"/>
    <w:rsid w:val="009074FA"/>
    <w:rsid w:val="00907674"/>
    <w:rsid w:val="009077E7"/>
    <w:rsid w:val="00907B46"/>
    <w:rsid w:val="00907B58"/>
    <w:rsid w:val="00907F15"/>
    <w:rsid w:val="00910107"/>
    <w:rsid w:val="00910108"/>
    <w:rsid w:val="00910A36"/>
    <w:rsid w:val="009111FE"/>
    <w:rsid w:val="009112CE"/>
    <w:rsid w:val="009112E1"/>
    <w:rsid w:val="009114E1"/>
    <w:rsid w:val="009115E6"/>
    <w:rsid w:val="00911626"/>
    <w:rsid w:val="00911900"/>
    <w:rsid w:val="00911C39"/>
    <w:rsid w:val="00911E6E"/>
    <w:rsid w:val="00911E8E"/>
    <w:rsid w:val="00911F83"/>
    <w:rsid w:val="00911FE5"/>
    <w:rsid w:val="009122BE"/>
    <w:rsid w:val="009123D8"/>
    <w:rsid w:val="00912661"/>
    <w:rsid w:val="00912BC4"/>
    <w:rsid w:val="00912C9C"/>
    <w:rsid w:val="00912D54"/>
    <w:rsid w:val="00912EDD"/>
    <w:rsid w:val="00912F0B"/>
    <w:rsid w:val="00912F27"/>
    <w:rsid w:val="00913B02"/>
    <w:rsid w:val="009140A8"/>
    <w:rsid w:val="009140BF"/>
    <w:rsid w:val="0091418B"/>
    <w:rsid w:val="0091425F"/>
    <w:rsid w:val="00914276"/>
    <w:rsid w:val="009142DA"/>
    <w:rsid w:val="00914347"/>
    <w:rsid w:val="0091436E"/>
    <w:rsid w:val="00914B03"/>
    <w:rsid w:val="00914EF1"/>
    <w:rsid w:val="00915375"/>
    <w:rsid w:val="00915666"/>
    <w:rsid w:val="00915B1F"/>
    <w:rsid w:val="00915B99"/>
    <w:rsid w:val="00915C8C"/>
    <w:rsid w:val="00915D30"/>
    <w:rsid w:val="009161EE"/>
    <w:rsid w:val="009162B1"/>
    <w:rsid w:val="009166DC"/>
    <w:rsid w:val="00916E5A"/>
    <w:rsid w:val="00917005"/>
    <w:rsid w:val="00917048"/>
    <w:rsid w:val="00917231"/>
    <w:rsid w:val="00917A05"/>
    <w:rsid w:val="00917BF2"/>
    <w:rsid w:val="00917D28"/>
    <w:rsid w:val="00917DCF"/>
    <w:rsid w:val="009203D1"/>
    <w:rsid w:val="0092071A"/>
    <w:rsid w:val="009208EA"/>
    <w:rsid w:val="009209F0"/>
    <w:rsid w:val="00920D34"/>
    <w:rsid w:val="00921028"/>
    <w:rsid w:val="0092147B"/>
    <w:rsid w:val="009214AE"/>
    <w:rsid w:val="009215D8"/>
    <w:rsid w:val="009215E0"/>
    <w:rsid w:val="009216A4"/>
    <w:rsid w:val="009217A1"/>
    <w:rsid w:val="00921A33"/>
    <w:rsid w:val="00921A45"/>
    <w:rsid w:val="00921ADB"/>
    <w:rsid w:val="00921F17"/>
    <w:rsid w:val="009220C7"/>
    <w:rsid w:val="0092211D"/>
    <w:rsid w:val="0092246F"/>
    <w:rsid w:val="009225D6"/>
    <w:rsid w:val="00922AAC"/>
    <w:rsid w:val="0092302F"/>
    <w:rsid w:val="00923049"/>
    <w:rsid w:val="00923308"/>
    <w:rsid w:val="0092366B"/>
    <w:rsid w:val="00923C66"/>
    <w:rsid w:val="00923D4D"/>
    <w:rsid w:val="00923E1D"/>
    <w:rsid w:val="00924331"/>
    <w:rsid w:val="009244F8"/>
    <w:rsid w:val="0092456E"/>
    <w:rsid w:val="00924A3B"/>
    <w:rsid w:val="00924B83"/>
    <w:rsid w:val="00925011"/>
    <w:rsid w:val="0092519D"/>
    <w:rsid w:val="009254DD"/>
    <w:rsid w:val="00925685"/>
    <w:rsid w:val="009256B9"/>
    <w:rsid w:val="009259FB"/>
    <w:rsid w:val="00925BF1"/>
    <w:rsid w:val="00925E2C"/>
    <w:rsid w:val="00926337"/>
    <w:rsid w:val="009265BD"/>
    <w:rsid w:val="00926864"/>
    <w:rsid w:val="00926B70"/>
    <w:rsid w:val="00926DDF"/>
    <w:rsid w:val="00926E29"/>
    <w:rsid w:val="00926E65"/>
    <w:rsid w:val="00926F8F"/>
    <w:rsid w:val="00926FD1"/>
    <w:rsid w:val="00927082"/>
    <w:rsid w:val="009270D2"/>
    <w:rsid w:val="00927193"/>
    <w:rsid w:val="009271CA"/>
    <w:rsid w:val="00927235"/>
    <w:rsid w:val="00927728"/>
    <w:rsid w:val="009300FB"/>
    <w:rsid w:val="00930471"/>
    <w:rsid w:val="00930679"/>
    <w:rsid w:val="009309F7"/>
    <w:rsid w:val="00930C77"/>
    <w:rsid w:val="00931111"/>
    <w:rsid w:val="009314CE"/>
    <w:rsid w:val="009319C8"/>
    <w:rsid w:val="00931F9C"/>
    <w:rsid w:val="00931FDA"/>
    <w:rsid w:val="009321F6"/>
    <w:rsid w:val="00932352"/>
    <w:rsid w:val="0093274E"/>
    <w:rsid w:val="00932E2A"/>
    <w:rsid w:val="00933216"/>
    <w:rsid w:val="009338F6"/>
    <w:rsid w:val="00933A8A"/>
    <w:rsid w:val="00933D26"/>
    <w:rsid w:val="00933ED6"/>
    <w:rsid w:val="009341D9"/>
    <w:rsid w:val="00934972"/>
    <w:rsid w:val="00934A65"/>
    <w:rsid w:val="00934A6E"/>
    <w:rsid w:val="00934BD4"/>
    <w:rsid w:val="00934CC6"/>
    <w:rsid w:val="00935027"/>
    <w:rsid w:val="009351B8"/>
    <w:rsid w:val="00935437"/>
    <w:rsid w:val="009356E2"/>
    <w:rsid w:val="00935869"/>
    <w:rsid w:val="00935D7E"/>
    <w:rsid w:val="009362BB"/>
    <w:rsid w:val="00936353"/>
    <w:rsid w:val="0093638E"/>
    <w:rsid w:val="009365C9"/>
    <w:rsid w:val="0093672A"/>
    <w:rsid w:val="009367E8"/>
    <w:rsid w:val="0093686C"/>
    <w:rsid w:val="00936D05"/>
    <w:rsid w:val="009370D0"/>
    <w:rsid w:val="009375E5"/>
    <w:rsid w:val="009378C3"/>
    <w:rsid w:val="00937A42"/>
    <w:rsid w:val="00937A4D"/>
    <w:rsid w:val="00937B37"/>
    <w:rsid w:val="00937D48"/>
    <w:rsid w:val="009401B2"/>
    <w:rsid w:val="00940CED"/>
    <w:rsid w:val="00940D11"/>
    <w:rsid w:val="00940E1D"/>
    <w:rsid w:val="00941183"/>
    <w:rsid w:val="00941327"/>
    <w:rsid w:val="009415C8"/>
    <w:rsid w:val="009421AF"/>
    <w:rsid w:val="00942281"/>
    <w:rsid w:val="00942615"/>
    <w:rsid w:val="0094276C"/>
    <w:rsid w:val="00942A69"/>
    <w:rsid w:val="00942B84"/>
    <w:rsid w:val="00942D85"/>
    <w:rsid w:val="00942EBA"/>
    <w:rsid w:val="0094358A"/>
    <w:rsid w:val="00943652"/>
    <w:rsid w:val="00943D34"/>
    <w:rsid w:val="009440BF"/>
    <w:rsid w:val="009440D1"/>
    <w:rsid w:val="0094415E"/>
    <w:rsid w:val="00944804"/>
    <w:rsid w:val="00944937"/>
    <w:rsid w:val="00944AF4"/>
    <w:rsid w:val="00944E06"/>
    <w:rsid w:val="00944E2E"/>
    <w:rsid w:val="00945775"/>
    <w:rsid w:val="00945819"/>
    <w:rsid w:val="00945A09"/>
    <w:rsid w:val="00945B6A"/>
    <w:rsid w:val="009463B3"/>
    <w:rsid w:val="00946402"/>
    <w:rsid w:val="00946C7E"/>
    <w:rsid w:val="00947332"/>
    <w:rsid w:val="009473AB"/>
    <w:rsid w:val="00947A22"/>
    <w:rsid w:val="00947E87"/>
    <w:rsid w:val="0095067A"/>
    <w:rsid w:val="009509DF"/>
    <w:rsid w:val="00950A49"/>
    <w:rsid w:val="00950B06"/>
    <w:rsid w:val="00950D72"/>
    <w:rsid w:val="0095127F"/>
    <w:rsid w:val="00951349"/>
    <w:rsid w:val="00951786"/>
    <w:rsid w:val="009519AB"/>
    <w:rsid w:val="00951E6C"/>
    <w:rsid w:val="00951EFA"/>
    <w:rsid w:val="0095219F"/>
    <w:rsid w:val="009521A7"/>
    <w:rsid w:val="009525D8"/>
    <w:rsid w:val="00952A1D"/>
    <w:rsid w:val="00952AFF"/>
    <w:rsid w:val="00952BEA"/>
    <w:rsid w:val="00952CD2"/>
    <w:rsid w:val="009533FC"/>
    <w:rsid w:val="009536C7"/>
    <w:rsid w:val="00953A35"/>
    <w:rsid w:val="00953A80"/>
    <w:rsid w:val="00953AB0"/>
    <w:rsid w:val="00953F2E"/>
    <w:rsid w:val="00954035"/>
    <w:rsid w:val="009540F0"/>
    <w:rsid w:val="009542C6"/>
    <w:rsid w:val="009545A6"/>
    <w:rsid w:val="009549F2"/>
    <w:rsid w:val="00954C6D"/>
    <w:rsid w:val="00954CF5"/>
    <w:rsid w:val="00954ECA"/>
    <w:rsid w:val="00954F5A"/>
    <w:rsid w:val="009552BE"/>
    <w:rsid w:val="00955371"/>
    <w:rsid w:val="00955987"/>
    <w:rsid w:val="00955D97"/>
    <w:rsid w:val="00956568"/>
    <w:rsid w:val="0095661E"/>
    <w:rsid w:val="00956792"/>
    <w:rsid w:val="0095695E"/>
    <w:rsid w:val="00956962"/>
    <w:rsid w:val="00956C74"/>
    <w:rsid w:val="009570E5"/>
    <w:rsid w:val="0095736A"/>
    <w:rsid w:val="0095737A"/>
    <w:rsid w:val="009575AB"/>
    <w:rsid w:val="00957612"/>
    <w:rsid w:val="00957994"/>
    <w:rsid w:val="009579F7"/>
    <w:rsid w:val="00957ED5"/>
    <w:rsid w:val="00957EDD"/>
    <w:rsid w:val="009600FD"/>
    <w:rsid w:val="00960196"/>
    <w:rsid w:val="00960253"/>
    <w:rsid w:val="00960734"/>
    <w:rsid w:val="009609EB"/>
    <w:rsid w:val="00960B66"/>
    <w:rsid w:val="00960B73"/>
    <w:rsid w:val="00960E7C"/>
    <w:rsid w:val="009610AE"/>
    <w:rsid w:val="0096146D"/>
    <w:rsid w:val="0096155C"/>
    <w:rsid w:val="009617ED"/>
    <w:rsid w:val="00961A25"/>
    <w:rsid w:val="00961A34"/>
    <w:rsid w:val="00961BB3"/>
    <w:rsid w:val="0096208F"/>
    <w:rsid w:val="009621FA"/>
    <w:rsid w:val="00962C36"/>
    <w:rsid w:val="00962C80"/>
    <w:rsid w:val="009632CC"/>
    <w:rsid w:val="00963354"/>
    <w:rsid w:val="009633F2"/>
    <w:rsid w:val="009636BC"/>
    <w:rsid w:val="00963EEF"/>
    <w:rsid w:val="0096423B"/>
    <w:rsid w:val="00964352"/>
    <w:rsid w:val="009648ED"/>
    <w:rsid w:val="00964A8D"/>
    <w:rsid w:val="00964D0E"/>
    <w:rsid w:val="00964E52"/>
    <w:rsid w:val="00964FF0"/>
    <w:rsid w:val="009653E6"/>
    <w:rsid w:val="0096562B"/>
    <w:rsid w:val="00965A27"/>
    <w:rsid w:val="00965B30"/>
    <w:rsid w:val="00965B36"/>
    <w:rsid w:val="00965C7B"/>
    <w:rsid w:val="009660A4"/>
    <w:rsid w:val="00966147"/>
    <w:rsid w:val="0096716A"/>
    <w:rsid w:val="0096770E"/>
    <w:rsid w:val="009678D9"/>
    <w:rsid w:val="0096798A"/>
    <w:rsid w:val="009679FE"/>
    <w:rsid w:val="00967A8F"/>
    <w:rsid w:val="009705C5"/>
    <w:rsid w:val="00970A50"/>
    <w:rsid w:val="00970B8F"/>
    <w:rsid w:val="00970D02"/>
    <w:rsid w:val="00970D2C"/>
    <w:rsid w:val="00970FCD"/>
    <w:rsid w:val="00971176"/>
    <w:rsid w:val="00971385"/>
    <w:rsid w:val="0097153D"/>
    <w:rsid w:val="00971C60"/>
    <w:rsid w:val="00972223"/>
    <w:rsid w:val="009723BC"/>
    <w:rsid w:val="0097256B"/>
    <w:rsid w:val="00972666"/>
    <w:rsid w:val="0097273D"/>
    <w:rsid w:val="009727DE"/>
    <w:rsid w:val="0097294F"/>
    <w:rsid w:val="00972B8C"/>
    <w:rsid w:val="00972EAB"/>
    <w:rsid w:val="00972FD3"/>
    <w:rsid w:val="00973454"/>
    <w:rsid w:val="009737C4"/>
    <w:rsid w:val="00973960"/>
    <w:rsid w:val="0097396B"/>
    <w:rsid w:val="0097446F"/>
    <w:rsid w:val="0097462F"/>
    <w:rsid w:val="009746B3"/>
    <w:rsid w:val="00974C79"/>
    <w:rsid w:val="00974CBB"/>
    <w:rsid w:val="00974EF0"/>
    <w:rsid w:val="0097531E"/>
    <w:rsid w:val="00975402"/>
    <w:rsid w:val="009759D6"/>
    <w:rsid w:val="00976349"/>
    <w:rsid w:val="009764EA"/>
    <w:rsid w:val="00976906"/>
    <w:rsid w:val="00976C8D"/>
    <w:rsid w:val="009777F8"/>
    <w:rsid w:val="00977C9B"/>
    <w:rsid w:val="00977DA3"/>
    <w:rsid w:val="00977DBD"/>
    <w:rsid w:val="009800D4"/>
    <w:rsid w:val="009801C6"/>
    <w:rsid w:val="009801D2"/>
    <w:rsid w:val="00980241"/>
    <w:rsid w:val="00980764"/>
    <w:rsid w:val="00980AD8"/>
    <w:rsid w:val="00980FBD"/>
    <w:rsid w:val="00981036"/>
    <w:rsid w:val="00981199"/>
    <w:rsid w:val="00981247"/>
    <w:rsid w:val="00981284"/>
    <w:rsid w:val="009812B6"/>
    <w:rsid w:val="0098164B"/>
    <w:rsid w:val="00981665"/>
    <w:rsid w:val="0098199E"/>
    <w:rsid w:val="00981B54"/>
    <w:rsid w:val="00981E2F"/>
    <w:rsid w:val="00982223"/>
    <w:rsid w:val="0098227F"/>
    <w:rsid w:val="009826E0"/>
    <w:rsid w:val="00982722"/>
    <w:rsid w:val="009827C1"/>
    <w:rsid w:val="00982F33"/>
    <w:rsid w:val="00983240"/>
    <w:rsid w:val="00983540"/>
    <w:rsid w:val="00983698"/>
    <w:rsid w:val="00983953"/>
    <w:rsid w:val="009839F1"/>
    <w:rsid w:val="00984104"/>
    <w:rsid w:val="0098442E"/>
    <w:rsid w:val="00984574"/>
    <w:rsid w:val="009848C0"/>
    <w:rsid w:val="009848D0"/>
    <w:rsid w:val="00984948"/>
    <w:rsid w:val="00984AA1"/>
    <w:rsid w:val="00984D3C"/>
    <w:rsid w:val="009850B0"/>
    <w:rsid w:val="0098518A"/>
    <w:rsid w:val="00985434"/>
    <w:rsid w:val="00985BB4"/>
    <w:rsid w:val="00985D2D"/>
    <w:rsid w:val="00985ED9"/>
    <w:rsid w:val="0098643C"/>
    <w:rsid w:val="00986864"/>
    <w:rsid w:val="009868EE"/>
    <w:rsid w:val="00987260"/>
    <w:rsid w:val="00987898"/>
    <w:rsid w:val="009878E4"/>
    <w:rsid w:val="00987C3B"/>
    <w:rsid w:val="00990353"/>
    <w:rsid w:val="0099060D"/>
    <w:rsid w:val="00990E7D"/>
    <w:rsid w:val="00991049"/>
    <w:rsid w:val="00991114"/>
    <w:rsid w:val="009917BA"/>
    <w:rsid w:val="00991F4A"/>
    <w:rsid w:val="0099204B"/>
    <w:rsid w:val="009920E8"/>
    <w:rsid w:val="009923DC"/>
    <w:rsid w:val="00992471"/>
    <w:rsid w:val="0099279F"/>
    <w:rsid w:val="00992AB8"/>
    <w:rsid w:val="00992CCB"/>
    <w:rsid w:val="009933F2"/>
    <w:rsid w:val="009934F8"/>
    <w:rsid w:val="009940AE"/>
    <w:rsid w:val="009941E9"/>
    <w:rsid w:val="009942C0"/>
    <w:rsid w:val="009944F2"/>
    <w:rsid w:val="009946EA"/>
    <w:rsid w:val="00994777"/>
    <w:rsid w:val="0099495B"/>
    <w:rsid w:val="00994A42"/>
    <w:rsid w:val="00994C33"/>
    <w:rsid w:val="00994D6C"/>
    <w:rsid w:val="00994D9F"/>
    <w:rsid w:val="009956C3"/>
    <w:rsid w:val="00996605"/>
    <w:rsid w:val="009967C9"/>
    <w:rsid w:val="0099733C"/>
    <w:rsid w:val="0099759B"/>
    <w:rsid w:val="00997718"/>
    <w:rsid w:val="009978F5"/>
    <w:rsid w:val="00997BD8"/>
    <w:rsid w:val="009A05E5"/>
    <w:rsid w:val="009A09C1"/>
    <w:rsid w:val="009A0C41"/>
    <w:rsid w:val="009A0E13"/>
    <w:rsid w:val="009A1199"/>
    <w:rsid w:val="009A136F"/>
    <w:rsid w:val="009A1773"/>
    <w:rsid w:val="009A17BE"/>
    <w:rsid w:val="009A2259"/>
    <w:rsid w:val="009A23C2"/>
    <w:rsid w:val="009A250E"/>
    <w:rsid w:val="009A26DD"/>
    <w:rsid w:val="009A2B59"/>
    <w:rsid w:val="009A2BD4"/>
    <w:rsid w:val="009A2FA5"/>
    <w:rsid w:val="009A2FFF"/>
    <w:rsid w:val="009A304A"/>
    <w:rsid w:val="009A3D2A"/>
    <w:rsid w:val="009A3F52"/>
    <w:rsid w:val="009A438E"/>
    <w:rsid w:val="009A4466"/>
    <w:rsid w:val="009A499D"/>
    <w:rsid w:val="009A4CF7"/>
    <w:rsid w:val="009A4ED5"/>
    <w:rsid w:val="009A5095"/>
    <w:rsid w:val="009A57E2"/>
    <w:rsid w:val="009A5C19"/>
    <w:rsid w:val="009A5C9C"/>
    <w:rsid w:val="009A709F"/>
    <w:rsid w:val="009A729F"/>
    <w:rsid w:val="009A789E"/>
    <w:rsid w:val="009A7D1C"/>
    <w:rsid w:val="009A7E92"/>
    <w:rsid w:val="009B07F6"/>
    <w:rsid w:val="009B0CE1"/>
    <w:rsid w:val="009B0CF9"/>
    <w:rsid w:val="009B0DF4"/>
    <w:rsid w:val="009B0F79"/>
    <w:rsid w:val="009B1255"/>
    <w:rsid w:val="009B18DF"/>
    <w:rsid w:val="009B19C4"/>
    <w:rsid w:val="009B2220"/>
    <w:rsid w:val="009B24D5"/>
    <w:rsid w:val="009B2FF1"/>
    <w:rsid w:val="009B30E2"/>
    <w:rsid w:val="009B339B"/>
    <w:rsid w:val="009B3657"/>
    <w:rsid w:val="009B3842"/>
    <w:rsid w:val="009B4293"/>
    <w:rsid w:val="009B43C4"/>
    <w:rsid w:val="009B4637"/>
    <w:rsid w:val="009B4AE7"/>
    <w:rsid w:val="009B50FB"/>
    <w:rsid w:val="009B512A"/>
    <w:rsid w:val="009B525E"/>
    <w:rsid w:val="009B55CF"/>
    <w:rsid w:val="009B578F"/>
    <w:rsid w:val="009B5B1F"/>
    <w:rsid w:val="009B5F06"/>
    <w:rsid w:val="009B680C"/>
    <w:rsid w:val="009B6A34"/>
    <w:rsid w:val="009B6B52"/>
    <w:rsid w:val="009B6C01"/>
    <w:rsid w:val="009B6D6D"/>
    <w:rsid w:val="009B6E2A"/>
    <w:rsid w:val="009B7116"/>
    <w:rsid w:val="009B7E06"/>
    <w:rsid w:val="009B7EEE"/>
    <w:rsid w:val="009B7F51"/>
    <w:rsid w:val="009C000D"/>
    <w:rsid w:val="009C01A1"/>
    <w:rsid w:val="009C03C7"/>
    <w:rsid w:val="009C06D3"/>
    <w:rsid w:val="009C0978"/>
    <w:rsid w:val="009C0AA1"/>
    <w:rsid w:val="009C0B62"/>
    <w:rsid w:val="009C0D00"/>
    <w:rsid w:val="009C0F2C"/>
    <w:rsid w:val="009C14F0"/>
    <w:rsid w:val="009C1A7C"/>
    <w:rsid w:val="009C1BA7"/>
    <w:rsid w:val="009C2454"/>
    <w:rsid w:val="009C2471"/>
    <w:rsid w:val="009C26E0"/>
    <w:rsid w:val="009C310F"/>
    <w:rsid w:val="009C3211"/>
    <w:rsid w:val="009C3615"/>
    <w:rsid w:val="009C37A1"/>
    <w:rsid w:val="009C37DF"/>
    <w:rsid w:val="009C3C14"/>
    <w:rsid w:val="009C412B"/>
    <w:rsid w:val="009C41EB"/>
    <w:rsid w:val="009C46C3"/>
    <w:rsid w:val="009C47BB"/>
    <w:rsid w:val="009C492E"/>
    <w:rsid w:val="009C4A33"/>
    <w:rsid w:val="009C4AA6"/>
    <w:rsid w:val="009C4CA7"/>
    <w:rsid w:val="009C4D55"/>
    <w:rsid w:val="009C4E04"/>
    <w:rsid w:val="009C4F9D"/>
    <w:rsid w:val="009C5106"/>
    <w:rsid w:val="009C529F"/>
    <w:rsid w:val="009C52DA"/>
    <w:rsid w:val="009C5542"/>
    <w:rsid w:val="009C575D"/>
    <w:rsid w:val="009C6098"/>
    <w:rsid w:val="009C67A0"/>
    <w:rsid w:val="009C6A8E"/>
    <w:rsid w:val="009C6D2C"/>
    <w:rsid w:val="009C6E10"/>
    <w:rsid w:val="009C71EE"/>
    <w:rsid w:val="009C72A9"/>
    <w:rsid w:val="009C732D"/>
    <w:rsid w:val="009C7624"/>
    <w:rsid w:val="009C76EB"/>
    <w:rsid w:val="009C775F"/>
    <w:rsid w:val="009C778E"/>
    <w:rsid w:val="009C79D4"/>
    <w:rsid w:val="009C7AEA"/>
    <w:rsid w:val="009C7B4E"/>
    <w:rsid w:val="009C7C09"/>
    <w:rsid w:val="009C7D03"/>
    <w:rsid w:val="009D02AD"/>
    <w:rsid w:val="009D0377"/>
    <w:rsid w:val="009D05DB"/>
    <w:rsid w:val="009D08F8"/>
    <w:rsid w:val="009D0E17"/>
    <w:rsid w:val="009D16C3"/>
    <w:rsid w:val="009D19A2"/>
    <w:rsid w:val="009D1A76"/>
    <w:rsid w:val="009D2208"/>
    <w:rsid w:val="009D24F1"/>
    <w:rsid w:val="009D25E8"/>
    <w:rsid w:val="009D25F2"/>
    <w:rsid w:val="009D2928"/>
    <w:rsid w:val="009D2B21"/>
    <w:rsid w:val="009D2DBE"/>
    <w:rsid w:val="009D2FE2"/>
    <w:rsid w:val="009D3411"/>
    <w:rsid w:val="009D3879"/>
    <w:rsid w:val="009D3CFA"/>
    <w:rsid w:val="009D43C3"/>
    <w:rsid w:val="009D4446"/>
    <w:rsid w:val="009D446C"/>
    <w:rsid w:val="009D477C"/>
    <w:rsid w:val="009D4A3D"/>
    <w:rsid w:val="009D4BDA"/>
    <w:rsid w:val="009D4E79"/>
    <w:rsid w:val="009D50ED"/>
    <w:rsid w:val="009D52F4"/>
    <w:rsid w:val="009D53BB"/>
    <w:rsid w:val="009D632C"/>
    <w:rsid w:val="009D6706"/>
    <w:rsid w:val="009D67DF"/>
    <w:rsid w:val="009D68BF"/>
    <w:rsid w:val="009D68C7"/>
    <w:rsid w:val="009D6C90"/>
    <w:rsid w:val="009D6CF1"/>
    <w:rsid w:val="009D6DFE"/>
    <w:rsid w:val="009D7242"/>
    <w:rsid w:val="009D7344"/>
    <w:rsid w:val="009D74AE"/>
    <w:rsid w:val="009D7D53"/>
    <w:rsid w:val="009E000A"/>
    <w:rsid w:val="009E0869"/>
    <w:rsid w:val="009E0C7C"/>
    <w:rsid w:val="009E0EBA"/>
    <w:rsid w:val="009E1073"/>
    <w:rsid w:val="009E1534"/>
    <w:rsid w:val="009E16E2"/>
    <w:rsid w:val="009E188A"/>
    <w:rsid w:val="009E1C5A"/>
    <w:rsid w:val="009E1F14"/>
    <w:rsid w:val="009E1FB4"/>
    <w:rsid w:val="009E226E"/>
    <w:rsid w:val="009E2419"/>
    <w:rsid w:val="009E2794"/>
    <w:rsid w:val="009E27BA"/>
    <w:rsid w:val="009E27D7"/>
    <w:rsid w:val="009E2B28"/>
    <w:rsid w:val="009E2BBD"/>
    <w:rsid w:val="009E2D6C"/>
    <w:rsid w:val="009E3000"/>
    <w:rsid w:val="009E34EC"/>
    <w:rsid w:val="009E3785"/>
    <w:rsid w:val="009E3D58"/>
    <w:rsid w:val="009E3E01"/>
    <w:rsid w:val="009E3F8A"/>
    <w:rsid w:val="009E4042"/>
    <w:rsid w:val="009E4586"/>
    <w:rsid w:val="009E4895"/>
    <w:rsid w:val="009E498A"/>
    <w:rsid w:val="009E564E"/>
    <w:rsid w:val="009E59D3"/>
    <w:rsid w:val="009E5FB1"/>
    <w:rsid w:val="009E666E"/>
    <w:rsid w:val="009E67CD"/>
    <w:rsid w:val="009E6819"/>
    <w:rsid w:val="009E684F"/>
    <w:rsid w:val="009E6AE1"/>
    <w:rsid w:val="009E6C07"/>
    <w:rsid w:val="009E6D4A"/>
    <w:rsid w:val="009E7158"/>
    <w:rsid w:val="009E7573"/>
    <w:rsid w:val="009E7C4F"/>
    <w:rsid w:val="009E7DCB"/>
    <w:rsid w:val="009F0068"/>
    <w:rsid w:val="009F013B"/>
    <w:rsid w:val="009F0192"/>
    <w:rsid w:val="009F01E0"/>
    <w:rsid w:val="009F0207"/>
    <w:rsid w:val="009F03AA"/>
    <w:rsid w:val="009F03AD"/>
    <w:rsid w:val="009F07B6"/>
    <w:rsid w:val="009F0B34"/>
    <w:rsid w:val="009F0BE4"/>
    <w:rsid w:val="009F0EEA"/>
    <w:rsid w:val="009F15AE"/>
    <w:rsid w:val="009F15B3"/>
    <w:rsid w:val="009F186B"/>
    <w:rsid w:val="009F1A98"/>
    <w:rsid w:val="009F1F02"/>
    <w:rsid w:val="009F2116"/>
    <w:rsid w:val="009F215C"/>
    <w:rsid w:val="009F2247"/>
    <w:rsid w:val="009F24B0"/>
    <w:rsid w:val="009F2519"/>
    <w:rsid w:val="009F2C86"/>
    <w:rsid w:val="009F2E5F"/>
    <w:rsid w:val="009F30D3"/>
    <w:rsid w:val="009F3395"/>
    <w:rsid w:val="009F4113"/>
    <w:rsid w:val="009F4271"/>
    <w:rsid w:val="009F47FA"/>
    <w:rsid w:val="009F4C93"/>
    <w:rsid w:val="009F5220"/>
    <w:rsid w:val="009F52B7"/>
    <w:rsid w:val="009F57F4"/>
    <w:rsid w:val="009F5881"/>
    <w:rsid w:val="009F5E5E"/>
    <w:rsid w:val="009F5EE8"/>
    <w:rsid w:val="009F6A00"/>
    <w:rsid w:val="009F6A74"/>
    <w:rsid w:val="009F6D2A"/>
    <w:rsid w:val="009F71AD"/>
    <w:rsid w:val="009F72AE"/>
    <w:rsid w:val="009F7613"/>
    <w:rsid w:val="00A001E6"/>
    <w:rsid w:val="00A0036A"/>
    <w:rsid w:val="00A0070E"/>
    <w:rsid w:val="00A008AD"/>
    <w:rsid w:val="00A00A8D"/>
    <w:rsid w:val="00A00B13"/>
    <w:rsid w:val="00A00C87"/>
    <w:rsid w:val="00A00F58"/>
    <w:rsid w:val="00A01660"/>
    <w:rsid w:val="00A01772"/>
    <w:rsid w:val="00A01872"/>
    <w:rsid w:val="00A0196F"/>
    <w:rsid w:val="00A019D3"/>
    <w:rsid w:val="00A01B49"/>
    <w:rsid w:val="00A01B70"/>
    <w:rsid w:val="00A01F3B"/>
    <w:rsid w:val="00A02150"/>
    <w:rsid w:val="00A02370"/>
    <w:rsid w:val="00A02585"/>
    <w:rsid w:val="00A02B82"/>
    <w:rsid w:val="00A02B98"/>
    <w:rsid w:val="00A02EA5"/>
    <w:rsid w:val="00A037C9"/>
    <w:rsid w:val="00A03D8B"/>
    <w:rsid w:val="00A03DFD"/>
    <w:rsid w:val="00A03F4A"/>
    <w:rsid w:val="00A0447A"/>
    <w:rsid w:val="00A046E3"/>
    <w:rsid w:val="00A052D9"/>
    <w:rsid w:val="00A0580E"/>
    <w:rsid w:val="00A058F4"/>
    <w:rsid w:val="00A05A57"/>
    <w:rsid w:val="00A06253"/>
    <w:rsid w:val="00A06300"/>
    <w:rsid w:val="00A06325"/>
    <w:rsid w:val="00A064FF"/>
    <w:rsid w:val="00A068EE"/>
    <w:rsid w:val="00A069F0"/>
    <w:rsid w:val="00A06D85"/>
    <w:rsid w:val="00A06F57"/>
    <w:rsid w:val="00A07302"/>
    <w:rsid w:val="00A07552"/>
    <w:rsid w:val="00A077C9"/>
    <w:rsid w:val="00A07BA2"/>
    <w:rsid w:val="00A07DC2"/>
    <w:rsid w:val="00A07F7D"/>
    <w:rsid w:val="00A10447"/>
    <w:rsid w:val="00A1066E"/>
    <w:rsid w:val="00A10AD7"/>
    <w:rsid w:val="00A10C0A"/>
    <w:rsid w:val="00A10CA3"/>
    <w:rsid w:val="00A10DD0"/>
    <w:rsid w:val="00A10EFA"/>
    <w:rsid w:val="00A11379"/>
    <w:rsid w:val="00A113D2"/>
    <w:rsid w:val="00A113D3"/>
    <w:rsid w:val="00A113D8"/>
    <w:rsid w:val="00A11815"/>
    <w:rsid w:val="00A11A6E"/>
    <w:rsid w:val="00A11B82"/>
    <w:rsid w:val="00A11C7D"/>
    <w:rsid w:val="00A11E2C"/>
    <w:rsid w:val="00A120E7"/>
    <w:rsid w:val="00A1218A"/>
    <w:rsid w:val="00A122A2"/>
    <w:rsid w:val="00A1243F"/>
    <w:rsid w:val="00A124BA"/>
    <w:rsid w:val="00A12AA3"/>
    <w:rsid w:val="00A12CE1"/>
    <w:rsid w:val="00A13292"/>
    <w:rsid w:val="00A132EF"/>
    <w:rsid w:val="00A1334D"/>
    <w:rsid w:val="00A13399"/>
    <w:rsid w:val="00A1339A"/>
    <w:rsid w:val="00A1372C"/>
    <w:rsid w:val="00A137E5"/>
    <w:rsid w:val="00A13E0A"/>
    <w:rsid w:val="00A14383"/>
    <w:rsid w:val="00A1459E"/>
    <w:rsid w:val="00A1460D"/>
    <w:rsid w:val="00A1464E"/>
    <w:rsid w:val="00A14817"/>
    <w:rsid w:val="00A14E85"/>
    <w:rsid w:val="00A150D3"/>
    <w:rsid w:val="00A1533B"/>
    <w:rsid w:val="00A1538C"/>
    <w:rsid w:val="00A15DE8"/>
    <w:rsid w:val="00A16336"/>
    <w:rsid w:val="00A163D4"/>
    <w:rsid w:val="00A16615"/>
    <w:rsid w:val="00A168EF"/>
    <w:rsid w:val="00A16DF6"/>
    <w:rsid w:val="00A1727F"/>
    <w:rsid w:val="00A17416"/>
    <w:rsid w:val="00A17603"/>
    <w:rsid w:val="00A1760F"/>
    <w:rsid w:val="00A17758"/>
    <w:rsid w:val="00A17A01"/>
    <w:rsid w:val="00A17D7D"/>
    <w:rsid w:val="00A17E68"/>
    <w:rsid w:val="00A202B1"/>
    <w:rsid w:val="00A20308"/>
    <w:rsid w:val="00A20400"/>
    <w:rsid w:val="00A206F6"/>
    <w:rsid w:val="00A20884"/>
    <w:rsid w:val="00A20DE5"/>
    <w:rsid w:val="00A21085"/>
    <w:rsid w:val="00A21885"/>
    <w:rsid w:val="00A21A39"/>
    <w:rsid w:val="00A21AD2"/>
    <w:rsid w:val="00A21B7E"/>
    <w:rsid w:val="00A21C98"/>
    <w:rsid w:val="00A21FD3"/>
    <w:rsid w:val="00A221E5"/>
    <w:rsid w:val="00A22276"/>
    <w:rsid w:val="00A226F5"/>
    <w:rsid w:val="00A228BE"/>
    <w:rsid w:val="00A22C2A"/>
    <w:rsid w:val="00A22ECC"/>
    <w:rsid w:val="00A23332"/>
    <w:rsid w:val="00A236DC"/>
    <w:rsid w:val="00A23831"/>
    <w:rsid w:val="00A23899"/>
    <w:rsid w:val="00A242AD"/>
    <w:rsid w:val="00A2469E"/>
    <w:rsid w:val="00A246A4"/>
    <w:rsid w:val="00A24C56"/>
    <w:rsid w:val="00A2514B"/>
    <w:rsid w:val="00A25465"/>
    <w:rsid w:val="00A25A04"/>
    <w:rsid w:val="00A25D0C"/>
    <w:rsid w:val="00A25D5B"/>
    <w:rsid w:val="00A265CA"/>
    <w:rsid w:val="00A266B7"/>
    <w:rsid w:val="00A26772"/>
    <w:rsid w:val="00A26B16"/>
    <w:rsid w:val="00A27097"/>
    <w:rsid w:val="00A27388"/>
    <w:rsid w:val="00A279CA"/>
    <w:rsid w:val="00A27A6D"/>
    <w:rsid w:val="00A3015D"/>
    <w:rsid w:val="00A3019B"/>
    <w:rsid w:val="00A301FE"/>
    <w:rsid w:val="00A30202"/>
    <w:rsid w:val="00A3063C"/>
    <w:rsid w:val="00A30DD9"/>
    <w:rsid w:val="00A3147C"/>
    <w:rsid w:val="00A316D6"/>
    <w:rsid w:val="00A31CB2"/>
    <w:rsid w:val="00A31F9D"/>
    <w:rsid w:val="00A32199"/>
    <w:rsid w:val="00A32438"/>
    <w:rsid w:val="00A327A5"/>
    <w:rsid w:val="00A3286B"/>
    <w:rsid w:val="00A32ACB"/>
    <w:rsid w:val="00A32C55"/>
    <w:rsid w:val="00A32FF6"/>
    <w:rsid w:val="00A330B0"/>
    <w:rsid w:val="00A330FE"/>
    <w:rsid w:val="00A3318D"/>
    <w:rsid w:val="00A33237"/>
    <w:rsid w:val="00A338A7"/>
    <w:rsid w:val="00A339F5"/>
    <w:rsid w:val="00A33B94"/>
    <w:rsid w:val="00A33BCF"/>
    <w:rsid w:val="00A344E7"/>
    <w:rsid w:val="00A34630"/>
    <w:rsid w:val="00A34C42"/>
    <w:rsid w:val="00A34DBE"/>
    <w:rsid w:val="00A35060"/>
    <w:rsid w:val="00A35074"/>
    <w:rsid w:val="00A355BF"/>
    <w:rsid w:val="00A357DF"/>
    <w:rsid w:val="00A357F1"/>
    <w:rsid w:val="00A359F9"/>
    <w:rsid w:val="00A35B76"/>
    <w:rsid w:val="00A36062"/>
    <w:rsid w:val="00A366A7"/>
    <w:rsid w:val="00A36A31"/>
    <w:rsid w:val="00A37087"/>
    <w:rsid w:val="00A3760F"/>
    <w:rsid w:val="00A37D3B"/>
    <w:rsid w:val="00A4005E"/>
    <w:rsid w:val="00A40459"/>
    <w:rsid w:val="00A40515"/>
    <w:rsid w:val="00A40654"/>
    <w:rsid w:val="00A40761"/>
    <w:rsid w:val="00A40762"/>
    <w:rsid w:val="00A40920"/>
    <w:rsid w:val="00A40B32"/>
    <w:rsid w:val="00A413A2"/>
    <w:rsid w:val="00A41C62"/>
    <w:rsid w:val="00A41CB1"/>
    <w:rsid w:val="00A42499"/>
    <w:rsid w:val="00A4283E"/>
    <w:rsid w:val="00A4293B"/>
    <w:rsid w:val="00A42B53"/>
    <w:rsid w:val="00A42CF7"/>
    <w:rsid w:val="00A42D11"/>
    <w:rsid w:val="00A42F02"/>
    <w:rsid w:val="00A4331B"/>
    <w:rsid w:val="00A43568"/>
    <w:rsid w:val="00A4434D"/>
    <w:rsid w:val="00A446BD"/>
    <w:rsid w:val="00A44BCF"/>
    <w:rsid w:val="00A44D4B"/>
    <w:rsid w:val="00A44DB6"/>
    <w:rsid w:val="00A44E04"/>
    <w:rsid w:val="00A45651"/>
    <w:rsid w:val="00A45841"/>
    <w:rsid w:val="00A45991"/>
    <w:rsid w:val="00A45A64"/>
    <w:rsid w:val="00A45BC8"/>
    <w:rsid w:val="00A45FC6"/>
    <w:rsid w:val="00A4623B"/>
    <w:rsid w:val="00A46569"/>
    <w:rsid w:val="00A47293"/>
    <w:rsid w:val="00A475B4"/>
    <w:rsid w:val="00A47748"/>
    <w:rsid w:val="00A47889"/>
    <w:rsid w:val="00A50382"/>
    <w:rsid w:val="00A50A59"/>
    <w:rsid w:val="00A50E78"/>
    <w:rsid w:val="00A51181"/>
    <w:rsid w:val="00A51357"/>
    <w:rsid w:val="00A518F5"/>
    <w:rsid w:val="00A51B2C"/>
    <w:rsid w:val="00A51CFC"/>
    <w:rsid w:val="00A51E32"/>
    <w:rsid w:val="00A51EC1"/>
    <w:rsid w:val="00A526D2"/>
    <w:rsid w:val="00A52BAE"/>
    <w:rsid w:val="00A52DDA"/>
    <w:rsid w:val="00A52FBD"/>
    <w:rsid w:val="00A53010"/>
    <w:rsid w:val="00A53DB5"/>
    <w:rsid w:val="00A5408A"/>
    <w:rsid w:val="00A540B8"/>
    <w:rsid w:val="00A542E6"/>
    <w:rsid w:val="00A54863"/>
    <w:rsid w:val="00A549F7"/>
    <w:rsid w:val="00A54D37"/>
    <w:rsid w:val="00A54E29"/>
    <w:rsid w:val="00A54ED2"/>
    <w:rsid w:val="00A557E8"/>
    <w:rsid w:val="00A55F54"/>
    <w:rsid w:val="00A56139"/>
    <w:rsid w:val="00A562F2"/>
    <w:rsid w:val="00A565CE"/>
    <w:rsid w:val="00A566A2"/>
    <w:rsid w:val="00A567D6"/>
    <w:rsid w:val="00A5683C"/>
    <w:rsid w:val="00A56CA8"/>
    <w:rsid w:val="00A56D6A"/>
    <w:rsid w:val="00A56DF5"/>
    <w:rsid w:val="00A56F2D"/>
    <w:rsid w:val="00A577D2"/>
    <w:rsid w:val="00A57FD0"/>
    <w:rsid w:val="00A606E5"/>
    <w:rsid w:val="00A60A90"/>
    <w:rsid w:val="00A60AB6"/>
    <w:rsid w:val="00A60D34"/>
    <w:rsid w:val="00A61034"/>
    <w:rsid w:val="00A613B5"/>
    <w:rsid w:val="00A617F3"/>
    <w:rsid w:val="00A61C3C"/>
    <w:rsid w:val="00A61D5D"/>
    <w:rsid w:val="00A626C4"/>
    <w:rsid w:val="00A627ED"/>
    <w:rsid w:val="00A6280E"/>
    <w:rsid w:val="00A62856"/>
    <w:rsid w:val="00A62AFD"/>
    <w:rsid w:val="00A62B3A"/>
    <w:rsid w:val="00A62FB2"/>
    <w:rsid w:val="00A63309"/>
    <w:rsid w:val="00A63455"/>
    <w:rsid w:val="00A63856"/>
    <w:rsid w:val="00A63D73"/>
    <w:rsid w:val="00A6427A"/>
    <w:rsid w:val="00A64BF1"/>
    <w:rsid w:val="00A6533A"/>
    <w:rsid w:val="00A6542C"/>
    <w:rsid w:val="00A65A5A"/>
    <w:rsid w:val="00A65B0E"/>
    <w:rsid w:val="00A65E77"/>
    <w:rsid w:val="00A65F5C"/>
    <w:rsid w:val="00A662AE"/>
    <w:rsid w:val="00A66336"/>
    <w:rsid w:val="00A667D3"/>
    <w:rsid w:val="00A66AB9"/>
    <w:rsid w:val="00A66C29"/>
    <w:rsid w:val="00A66EAF"/>
    <w:rsid w:val="00A67268"/>
    <w:rsid w:val="00A6733C"/>
    <w:rsid w:val="00A67592"/>
    <w:rsid w:val="00A67753"/>
    <w:rsid w:val="00A67809"/>
    <w:rsid w:val="00A6792F"/>
    <w:rsid w:val="00A679CC"/>
    <w:rsid w:val="00A67B02"/>
    <w:rsid w:val="00A67BBE"/>
    <w:rsid w:val="00A67BCE"/>
    <w:rsid w:val="00A67D65"/>
    <w:rsid w:val="00A67F13"/>
    <w:rsid w:val="00A67FC8"/>
    <w:rsid w:val="00A70092"/>
    <w:rsid w:val="00A7009B"/>
    <w:rsid w:val="00A704C4"/>
    <w:rsid w:val="00A705B5"/>
    <w:rsid w:val="00A707FE"/>
    <w:rsid w:val="00A70C00"/>
    <w:rsid w:val="00A70DAE"/>
    <w:rsid w:val="00A70DB6"/>
    <w:rsid w:val="00A71023"/>
    <w:rsid w:val="00A71545"/>
    <w:rsid w:val="00A71614"/>
    <w:rsid w:val="00A71622"/>
    <w:rsid w:val="00A72858"/>
    <w:rsid w:val="00A72964"/>
    <w:rsid w:val="00A72C02"/>
    <w:rsid w:val="00A72E6B"/>
    <w:rsid w:val="00A72F35"/>
    <w:rsid w:val="00A734B9"/>
    <w:rsid w:val="00A73637"/>
    <w:rsid w:val="00A73B4B"/>
    <w:rsid w:val="00A73C34"/>
    <w:rsid w:val="00A74201"/>
    <w:rsid w:val="00A747C9"/>
    <w:rsid w:val="00A747E4"/>
    <w:rsid w:val="00A748DB"/>
    <w:rsid w:val="00A74C00"/>
    <w:rsid w:val="00A75B36"/>
    <w:rsid w:val="00A75BCC"/>
    <w:rsid w:val="00A75C13"/>
    <w:rsid w:val="00A76182"/>
    <w:rsid w:val="00A765C7"/>
    <w:rsid w:val="00A7686A"/>
    <w:rsid w:val="00A76D6A"/>
    <w:rsid w:val="00A770A6"/>
    <w:rsid w:val="00A773B1"/>
    <w:rsid w:val="00A77BE8"/>
    <w:rsid w:val="00A800B8"/>
    <w:rsid w:val="00A80978"/>
    <w:rsid w:val="00A80B89"/>
    <w:rsid w:val="00A80ED2"/>
    <w:rsid w:val="00A817B2"/>
    <w:rsid w:val="00A81864"/>
    <w:rsid w:val="00A81902"/>
    <w:rsid w:val="00A81C03"/>
    <w:rsid w:val="00A81C20"/>
    <w:rsid w:val="00A81C3B"/>
    <w:rsid w:val="00A81DA0"/>
    <w:rsid w:val="00A81E1B"/>
    <w:rsid w:val="00A81FB3"/>
    <w:rsid w:val="00A82B55"/>
    <w:rsid w:val="00A82B72"/>
    <w:rsid w:val="00A82F2E"/>
    <w:rsid w:val="00A831E7"/>
    <w:rsid w:val="00A833A9"/>
    <w:rsid w:val="00A83496"/>
    <w:rsid w:val="00A8353A"/>
    <w:rsid w:val="00A83B42"/>
    <w:rsid w:val="00A83C72"/>
    <w:rsid w:val="00A83EF0"/>
    <w:rsid w:val="00A8447E"/>
    <w:rsid w:val="00A844E7"/>
    <w:rsid w:val="00A8453B"/>
    <w:rsid w:val="00A84575"/>
    <w:rsid w:val="00A848E8"/>
    <w:rsid w:val="00A8490F"/>
    <w:rsid w:val="00A84976"/>
    <w:rsid w:val="00A850F1"/>
    <w:rsid w:val="00A85338"/>
    <w:rsid w:val="00A854BC"/>
    <w:rsid w:val="00A85B82"/>
    <w:rsid w:val="00A861BF"/>
    <w:rsid w:val="00A863D5"/>
    <w:rsid w:val="00A86619"/>
    <w:rsid w:val="00A8683C"/>
    <w:rsid w:val="00A868A7"/>
    <w:rsid w:val="00A87154"/>
    <w:rsid w:val="00A8783F"/>
    <w:rsid w:val="00A878B0"/>
    <w:rsid w:val="00A87B3F"/>
    <w:rsid w:val="00A9023A"/>
    <w:rsid w:val="00A90CD1"/>
    <w:rsid w:val="00A915AD"/>
    <w:rsid w:val="00A9168C"/>
    <w:rsid w:val="00A919E1"/>
    <w:rsid w:val="00A91AAC"/>
    <w:rsid w:val="00A91CE9"/>
    <w:rsid w:val="00A91E2F"/>
    <w:rsid w:val="00A91E31"/>
    <w:rsid w:val="00A9216B"/>
    <w:rsid w:val="00A924CF"/>
    <w:rsid w:val="00A92667"/>
    <w:rsid w:val="00A92A6A"/>
    <w:rsid w:val="00A92AB5"/>
    <w:rsid w:val="00A92E26"/>
    <w:rsid w:val="00A92FF6"/>
    <w:rsid w:val="00A9307D"/>
    <w:rsid w:val="00A9316D"/>
    <w:rsid w:val="00A9323C"/>
    <w:rsid w:val="00A9350F"/>
    <w:rsid w:val="00A938E1"/>
    <w:rsid w:val="00A93D04"/>
    <w:rsid w:val="00A941C1"/>
    <w:rsid w:val="00A9440F"/>
    <w:rsid w:val="00A94AB2"/>
    <w:rsid w:val="00A94CF2"/>
    <w:rsid w:val="00A94EBC"/>
    <w:rsid w:val="00A94F22"/>
    <w:rsid w:val="00A95439"/>
    <w:rsid w:val="00A9559E"/>
    <w:rsid w:val="00A955FD"/>
    <w:rsid w:val="00A959FA"/>
    <w:rsid w:val="00A95A24"/>
    <w:rsid w:val="00A95DD9"/>
    <w:rsid w:val="00A960D0"/>
    <w:rsid w:val="00A962DF"/>
    <w:rsid w:val="00A962F0"/>
    <w:rsid w:val="00A96480"/>
    <w:rsid w:val="00A96542"/>
    <w:rsid w:val="00A965B6"/>
    <w:rsid w:val="00A9686D"/>
    <w:rsid w:val="00A96BC1"/>
    <w:rsid w:val="00A96DA4"/>
    <w:rsid w:val="00A97323"/>
    <w:rsid w:val="00A976D4"/>
    <w:rsid w:val="00A97761"/>
    <w:rsid w:val="00A97BE4"/>
    <w:rsid w:val="00A97F29"/>
    <w:rsid w:val="00AA01D3"/>
    <w:rsid w:val="00AA031C"/>
    <w:rsid w:val="00AA05CA"/>
    <w:rsid w:val="00AA063C"/>
    <w:rsid w:val="00AA06D4"/>
    <w:rsid w:val="00AA06F8"/>
    <w:rsid w:val="00AA0E5E"/>
    <w:rsid w:val="00AA16E5"/>
    <w:rsid w:val="00AA1C8D"/>
    <w:rsid w:val="00AA238A"/>
    <w:rsid w:val="00AA2A8D"/>
    <w:rsid w:val="00AA2C2C"/>
    <w:rsid w:val="00AA2C76"/>
    <w:rsid w:val="00AA3078"/>
    <w:rsid w:val="00AA3272"/>
    <w:rsid w:val="00AA4379"/>
    <w:rsid w:val="00AA4689"/>
    <w:rsid w:val="00AA5155"/>
    <w:rsid w:val="00AA53F4"/>
    <w:rsid w:val="00AA5C34"/>
    <w:rsid w:val="00AA62EF"/>
    <w:rsid w:val="00AA69D0"/>
    <w:rsid w:val="00AA6A96"/>
    <w:rsid w:val="00AA6AF9"/>
    <w:rsid w:val="00AA6C79"/>
    <w:rsid w:val="00AA76C4"/>
    <w:rsid w:val="00AA779E"/>
    <w:rsid w:val="00AA7A69"/>
    <w:rsid w:val="00AA7F05"/>
    <w:rsid w:val="00AB008C"/>
    <w:rsid w:val="00AB01E2"/>
    <w:rsid w:val="00AB01FA"/>
    <w:rsid w:val="00AB0697"/>
    <w:rsid w:val="00AB0A7B"/>
    <w:rsid w:val="00AB0EA3"/>
    <w:rsid w:val="00AB106B"/>
    <w:rsid w:val="00AB14F1"/>
    <w:rsid w:val="00AB1A3D"/>
    <w:rsid w:val="00AB1FEA"/>
    <w:rsid w:val="00AB232F"/>
    <w:rsid w:val="00AB249A"/>
    <w:rsid w:val="00AB2526"/>
    <w:rsid w:val="00AB2567"/>
    <w:rsid w:val="00AB263C"/>
    <w:rsid w:val="00AB282E"/>
    <w:rsid w:val="00AB2931"/>
    <w:rsid w:val="00AB33B7"/>
    <w:rsid w:val="00AB33EC"/>
    <w:rsid w:val="00AB36C6"/>
    <w:rsid w:val="00AB380A"/>
    <w:rsid w:val="00AB3887"/>
    <w:rsid w:val="00AB3AB4"/>
    <w:rsid w:val="00AB3B7A"/>
    <w:rsid w:val="00AB3D7B"/>
    <w:rsid w:val="00AB40E3"/>
    <w:rsid w:val="00AB4315"/>
    <w:rsid w:val="00AB48BC"/>
    <w:rsid w:val="00AB554E"/>
    <w:rsid w:val="00AB579D"/>
    <w:rsid w:val="00AB57AF"/>
    <w:rsid w:val="00AB5828"/>
    <w:rsid w:val="00AB5880"/>
    <w:rsid w:val="00AB58E3"/>
    <w:rsid w:val="00AB58E8"/>
    <w:rsid w:val="00AB5B2F"/>
    <w:rsid w:val="00AB5DC7"/>
    <w:rsid w:val="00AB5F63"/>
    <w:rsid w:val="00AB609A"/>
    <w:rsid w:val="00AB631C"/>
    <w:rsid w:val="00AB64F3"/>
    <w:rsid w:val="00AB66EA"/>
    <w:rsid w:val="00AB6BC8"/>
    <w:rsid w:val="00AB728E"/>
    <w:rsid w:val="00AB7A96"/>
    <w:rsid w:val="00AB7D2A"/>
    <w:rsid w:val="00AC00B4"/>
    <w:rsid w:val="00AC056B"/>
    <w:rsid w:val="00AC0631"/>
    <w:rsid w:val="00AC0A8B"/>
    <w:rsid w:val="00AC0B87"/>
    <w:rsid w:val="00AC0C8E"/>
    <w:rsid w:val="00AC0EC8"/>
    <w:rsid w:val="00AC17D8"/>
    <w:rsid w:val="00AC20C3"/>
    <w:rsid w:val="00AC2598"/>
    <w:rsid w:val="00AC29D0"/>
    <w:rsid w:val="00AC2B60"/>
    <w:rsid w:val="00AC2C2B"/>
    <w:rsid w:val="00AC2FAB"/>
    <w:rsid w:val="00AC30A1"/>
    <w:rsid w:val="00AC3164"/>
    <w:rsid w:val="00AC339A"/>
    <w:rsid w:val="00AC3446"/>
    <w:rsid w:val="00AC34A0"/>
    <w:rsid w:val="00AC37D9"/>
    <w:rsid w:val="00AC3ACD"/>
    <w:rsid w:val="00AC3B75"/>
    <w:rsid w:val="00AC3C90"/>
    <w:rsid w:val="00AC3DFA"/>
    <w:rsid w:val="00AC41FB"/>
    <w:rsid w:val="00AC432C"/>
    <w:rsid w:val="00AC441E"/>
    <w:rsid w:val="00AC474E"/>
    <w:rsid w:val="00AC4C0C"/>
    <w:rsid w:val="00AC4D08"/>
    <w:rsid w:val="00AC4E1F"/>
    <w:rsid w:val="00AC4F09"/>
    <w:rsid w:val="00AC54E5"/>
    <w:rsid w:val="00AC565C"/>
    <w:rsid w:val="00AC56F9"/>
    <w:rsid w:val="00AC59ED"/>
    <w:rsid w:val="00AC5A1D"/>
    <w:rsid w:val="00AC5A77"/>
    <w:rsid w:val="00AC66A0"/>
    <w:rsid w:val="00AC6702"/>
    <w:rsid w:val="00AC6ABE"/>
    <w:rsid w:val="00AC6BD7"/>
    <w:rsid w:val="00AC6D5F"/>
    <w:rsid w:val="00AC6FAE"/>
    <w:rsid w:val="00AC7247"/>
    <w:rsid w:val="00AC7260"/>
    <w:rsid w:val="00AC7778"/>
    <w:rsid w:val="00AC77F2"/>
    <w:rsid w:val="00AC7C51"/>
    <w:rsid w:val="00AD00EC"/>
    <w:rsid w:val="00AD0511"/>
    <w:rsid w:val="00AD077E"/>
    <w:rsid w:val="00AD094C"/>
    <w:rsid w:val="00AD0D67"/>
    <w:rsid w:val="00AD0DDF"/>
    <w:rsid w:val="00AD0E4F"/>
    <w:rsid w:val="00AD10C2"/>
    <w:rsid w:val="00AD1555"/>
    <w:rsid w:val="00AD1D26"/>
    <w:rsid w:val="00AD1E13"/>
    <w:rsid w:val="00AD1F20"/>
    <w:rsid w:val="00AD22B8"/>
    <w:rsid w:val="00AD2695"/>
    <w:rsid w:val="00AD26FF"/>
    <w:rsid w:val="00AD287C"/>
    <w:rsid w:val="00AD2A2B"/>
    <w:rsid w:val="00AD2D57"/>
    <w:rsid w:val="00AD2F03"/>
    <w:rsid w:val="00AD3A82"/>
    <w:rsid w:val="00AD405E"/>
    <w:rsid w:val="00AD418A"/>
    <w:rsid w:val="00AD4325"/>
    <w:rsid w:val="00AD4566"/>
    <w:rsid w:val="00AD45E0"/>
    <w:rsid w:val="00AD46A2"/>
    <w:rsid w:val="00AD4D9C"/>
    <w:rsid w:val="00AD4E70"/>
    <w:rsid w:val="00AD5576"/>
    <w:rsid w:val="00AD56AC"/>
    <w:rsid w:val="00AD56E0"/>
    <w:rsid w:val="00AD5B98"/>
    <w:rsid w:val="00AD5C9F"/>
    <w:rsid w:val="00AD6294"/>
    <w:rsid w:val="00AD6478"/>
    <w:rsid w:val="00AD6613"/>
    <w:rsid w:val="00AD6767"/>
    <w:rsid w:val="00AD68DD"/>
    <w:rsid w:val="00AD69E7"/>
    <w:rsid w:val="00AD6B2A"/>
    <w:rsid w:val="00AD6C5B"/>
    <w:rsid w:val="00AD6EB5"/>
    <w:rsid w:val="00AD7041"/>
    <w:rsid w:val="00AD7054"/>
    <w:rsid w:val="00AD7175"/>
    <w:rsid w:val="00AD726E"/>
    <w:rsid w:val="00AD77DA"/>
    <w:rsid w:val="00AD7892"/>
    <w:rsid w:val="00AD7D1A"/>
    <w:rsid w:val="00AD7EDC"/>
    <w:rsid w:val="00AE02B2"/>
    <w:rsid w:val="00AE043C"/>
    <w:rsid w:val="00AE0DD0"/>
    <w:rsid w:val="00AE1142"/>
    <w:rsid w:val="00AE12B0"/>
    <w:rsid w:val="00AE1678"/>
    <w:rsid w:val="00AE1B74"/>
    <w:rsid w:val="00AE1D90"/>
    <w:rsid w:val="00AE23C1"/>
    <w:rsid w:val="00AE243D"/>
    <w:rsid w:val="00AE2B3D"/>
    <w:rsid w:val="00AE2EC1"/>
    <w:rsid w:val="00AE321B"/>
    <w:rsid w:val="00AE3318"/>
    <w:rsid w:val="00AE33C7"/>
    <w:rsid w:val="00AE35C0"/>
    <w:rsid w:val="00AE364F"/>
    <w:rsid w:val="00AE3736"/>
    <w:rsid w:val="00AE373D"/>
    <w:rsid w:val="00AE3746"/>
    <w:rsid w:val="00AE3DAA"/>
    <w:rsid w:val="00AE3F73"/>
    <w:rsid w:val="00AE47A9"/>
    <w:rsid w:val="00AE4F69"/>
    <w:rsid w:val="00AE4F79"/>
    <w:rsid w:val="00AE503A"/>
    <w:rsid w:val="00AE546D"/>
    <w:rsid w:val="00AE5D83"/>
    <w:rsid w:val="00AE5FC8"/>
    <w:rsid w:val="00AE634E"/>
    <w:rsid w:val="00AE63B6"/>
    <w:rsid w:val="00AE653F"/>
    <w:rsid w:val="00AE6EB9"/>
    <w:rsid w:val="00AE725D"/>
    <w:rsid w:val="00AE7316"/>
    <w:rsid w:val="00AE75CC"/>
    <w:rsid w:val="00AE77A0"/>
    <w:rsid w:val="00AF0198"/>
    <w:rsid w:val="00AF03EE"/>
    <w:rsid w:val="00AF07FA"/>
    <w:rsid w:val="00AF10D4"/>
    <w:rsid w:val="00AF1181"/>
    <w:rsid w:val="00AF1393"/>
    <w:rsid w:val="00AF143D"/>
    <w:rsid w:val="00AF19C1"/>
    <w:rsid w:val="00AF1BA4"/>
    <w:rsid w:val="00AF1BD1"/>
    <w:rsid w:val="00AF20CC"/>
    <w:rsid w:val="00AF2387"/>
    <w:rsid w:val="00AF25B3"/>
    <w:rsid w:val="00AF2DCD"/>
    <w:rsid w:val="00AF2F44"/>
    <w:rsid w:val="00AF3322"/>
    <w:rsid w:val="00AF3355"/>
    <w:rsid w:val="00AF3678"/>
    <w:rsid w:val="00AF40F5"/>
    <w:rsid w:val="00AF4629"/>
    <w:rsid w:val="00AF4D38"/>
    <w:rsid w:val="00AF4D84"/>
    <w:rsid w:val="00AF5ED6"/>
    <w:rsid w:val="00AF60AB"/>
    <w:rsid w:val="00AF620E"/>
    <w:rsid w:val="00AF6454"/>
    <w:rsid w:val="00AF647B"/>
    <w:rsid w:val="00AF76C7"/>
    <w:rsid w:val="00AF7D32"/>
    <w:rsid w:val="00B00460"/>
    <w:rsid w:val="00B0072A"/>
    <w:rsid w:val="00B00A6A"/>
    <w:rsid w:val="00B00DCE"/>
    <w:rsid w:val="00B01484"/>
    <w:rsid w:val="00B016F1"/>
    <w:rsid w:val="00B01B7D"/>
    <w:rsid w:val="00B01C23"/>
    <w:rsid w:val="00B01C3A"/>
    <w:rsid w:val="00B01CFA"/>
    <w:rsid w:val="00B01E7C"/>
    <w:rsid w:val="00B01EA8"/>
    <w:rsid w:val="00B01FE9"/>
    <w:rsid w:val="00B0253F"/>
    <w:rsid w:val="00B0294A"/>
    <w:rsid w:val="00B02C46"/>
    <w:rsid w:val="00B02D0F"/>
    <w:rsid w:val="00B02DF7"/>
    <w:rsid w:val="00B03183"/>
    <w:rsid w:val="00B03B4F"/>
    <w:rsid w:val="00B03B75"/>
    <w:rsid w:val="00B03E14"/>
    <w:rsid w:val="00B03E34"/>
    <w:rsid w:val="00B0400D"/>
    <w:rsid w:val="00B040E3"/>
    <w:rsid w:val="00B045E6"/>
    <w:rsid w:val="00B046F7"/>
    <w:rsid w:val="00B048B0"/>
    <w:rsid w:val="00B04B18"/>
    <w:rsid w:val="00B04CA9"/>
    <w:rsid w:val="00B051ED"/>
    <w:rsid w:val="00B060C0"/>
    <w:rsid w:val="00B063CB"/>
    <w:rsid w:val="00B068B7"/>
    <w:rsid w:val="00B07009"/>
    <w:rsid w:val="00B071A6"/>
    <w:rsid w:val="00B0746C"/>
    <w:rsid w:val="00B07BFD"/>
    <w:rsid w:val="00B10699"/>
    <w:rsid w:val="00B107F8"/>
    <w:rsid w:val="00B10AF9"/>
    <w:rsid w:val="00B10BF3"/>
    <w:rsid w:val="00B10DF5"/>
    <w:rsid w:val="00B10E96"/>
    <w:rsid w:val="00B11081"/>
    <w:rsid w:val="00B113CB"/>
    <w:rsid w:val="00B11637"/>
    <w:rsid w:val="00B11659"/>
    <w:rsid w:val="00B11A2D"/>
    <w:rsid w:val="00B1212B"/>
    <w:rsid w:val="00B122FC"/>
    <w:rsid w:val="00B12588"/>
    <w:rsid w:val="00B125C3"/>
    <w:rsid w:val="00B1263A"/>
    <w:rsid w:val="00B12B0B"/>
    <w:rsid w:val="00B1300C"/>
    <w:rsid w:val="00B13085"/>
    <w:rsid w:val="00B1317D"/>
    <w:rsid w:val="00B131BC"/>
    <w:rsid w:val="00B131E2"/>
    <w:rsid w:val="00B13301"/>
    <w:rsid w:val="00B1344D"/>
    <w:rsid w:val="00B13785"/>
    <w:rsid w:val="00B13A81"/>
    <w:rsid w:val="00B13CF2"/>
    <w:rsid w:val="00B13ED4"/>
    <w:rsid w:val="00B1414B"/>
    <w:rsid w:val="00B1466A"/>
    <w:rsid w:val="00B1468D"/>
    <w:rsid w:val="00B1472E"/>
    <w:rsid w:val="00B1489A"/>
    <w:rsid w:val="00B148DE"/>
    <w:rsid w:val="00B15638"/>
    <w:rsid w:val="00B15781"/>
    <w:rsid w:val="00B16D76"/>
    <w:rsid w:val="00B16F8A"/>
    <w:rsid w:val="00B1706D"/>
    <w:rsid w:val="00B170DD"/>
    <w:rsid w:val="00B174D8"/>
    <w:rsid w:val="00B1751B"/>
    <w:rsid w:val="00B17772"/>
    <w:rsid w:val="00B17CF0"/>
    <w:rsid w:val="00B20492"/>
    <w:rsid w:val="00B209F9"/>
    <w:rsid w:val="00B20C84"/>
    <w:rsid w:val="00B21155"/>
    <w:rsid w:val="00B215C3"/>
    <w:rsid w:val="00B2194A"/>
    <w:rsid w:val="00B21D7D"/>
    <w:rsid w:val="00B2212A"/>
    <w:rsid w:val="00B22316"/>
    <w:rsid w:val="00B2239A"/>
    <w:rsid w:val="00B224B9"/>
    <w:rsid w:val="00B22ACB"/>
    <w:rsid w:val="00B22C31"/>
    <w:rsid w:val="00B2301D"/>
    <w:rsid w:val="00B230CE"/>
    <w:rsid w:val="00B23522"/>
    <w:rsid w:val="00B238E4"/>
    <w:rsid w:val="00B23B09"/>
    <w:rsid w:val="00B23B30"/>
    <w:rsid w:val="00B23F18"/>
    <w:rsid w:val="00B2445A"/>
    <w:rsid w:val="00B247DE"/>
    <w:rsid w:val="00B24CFD"/>
    <w:rsid w:val="00B24FD6"/>
    <w:rsid w:val="00B251B5"/>
    <w:rsid w:val="00B25227"/>
    <w:rsid w:val="00B25355"/>
    <w:rsid w:val="00B255E5"/>
    <w:rsid w:val="00B25955"/>
    <w:rsid w:val="00B25AC7"/>
    <w:rsid w:val="00B25BA0"/>
    <w:rsid w:val="00B25C61"/>
    <w:rsid w:val="00B25EDA"/>
    <w:rsid w:val="00B26042"/>
    <w:rsid w:val="00B2613E"/>
    <w:rsid w:val="00B2613F"/>
    <w:rsid w:val="00B26222"/>
    <w:rsid w:val="00B262BA"/>
    <w:rsid w:val="00B26C78"/>
    <w:rsid w:val="00B26ED7"/>
    <w:rsid w:val="00B27047"/>
    <w:rsid w:val="00B2724F"/>
    <w:rsid w:val="00B27C6F"/>
    <w:rsid w:val="00B27E3A"/>
    <w:rsid w:val="00B30316"/>
    <w:rsid w:val="00B30387"/>
    <w:rsid w:val="00B30ADA"/>
    <w:rsid w:val="00B30BD1"/>
    <w:rsid w:val="00B315AF"/>
    <w:rsid w:val="00B31A60"/>
    <w:rsid w:val="00B31E02"/>
    <w:rsid w:val="00B322A9"/>
    <w:rsid w:val="00B323A9"/>
    <w:rsid w:val="00B32694"/>
    <w:rsid w:val="00B3317A"/>
    <w:rsid w:val="00B33298"/>
    <w:rsid w:val="00B332F7"/>
    <w:rsid w:val="00B3345C"/>
    <w:rsid w:val="00B33646"/>
    <w:rsid w:val="00B33A51"/>
    <w:rsid w:val="00B33B0B"/>
    <w:rsid w:val="00B33D62"/>
    <w:rsid w:val="00B34051"/>
    <w:rsid w:val="00B34123"/>
    <w:rsid w:val="00B3424A"/>
    <w:rsid w:val="00B3458E"/>
    <w:rsid w:val="00B34878"/>
    <w:rsid w:val="00B34AC4"/>
    <w:rsid w:val="00B34C08"/>
    <w:rsid w:val="00B34C0B"/>
    <w:rsid w:val="00B350AF"/>
    <w:rsid w:val="00B359A8"/>
    <w:rsid w:val="00B35BED"/>
    <w:rsid w:val="00B36402"/>
    <w:rsid w:val="00B36713"/>
    <w:rsid w:val="00B367C0"/>
    <w:rsid w:val="00B3695B"/>
    <w:rsid w:val="00B36A14"/>
    <w:rsid w:val="00B36C9F"/>
    <w:rsid w:val="00B36CC5"/>
    <w:rsid w:val="00B36CE1"/>
    <w:rsid w:val="00B37262"/>
    <w:rsid w:val="00B376FE"/>
    <w:rsid w:val="00B3778E"/>
    <w:rsid w:val="00B37898"/>
    <w:rsid w:val="00B37F95"/>
    <w:rsid w:val="00B4010C"/>
    <w:rsid w:val="00B403AA"/>
    <w:rsid w:val="00B403EE"/>
    <w:rsid w:val="00B407AF"/>
    <w:rsid w:val="00B407CB"/>
    <w:rsid w:val="00B40848"/>
    <w:rsid w:val="00B40BB4"/>
    <w:rsid w:val="00B40ED8"/>
    <w:rsid w:val="00B4122E"/>
    <w:rsid w:val="00B413CA"/>
    <w:rsid w:val="00B41B9C"/>
    <w:rsid w:val="00B41EE6"/>
    <w:rsid w:val="00B41F06"/>
    <w:rsid w:val="00B41F8B"/>
    <w:rsid w:val="00B41FF0"/>
    <w:rsid w:val="00B42510"/>
    <w:rsid w:val="00B4257E"/>
    <w:rsid w:val="00B42722"/>
    <w:rsid w:val="00B429A5"/>
    <w:rsid w:val="00B429CC"/>
    <w:rsid w:val="00B42B65"/>
    <w:rsid w:val="00B4337F"/>
    <w:rsid w:val="00B43C7D"/>
    <w:rsid w:val="00B43E34"/>
    <w:rsid w:val="00B4408A"/>
    <w:rsid w:val="00B440D3"/>
    <w:rsid w:val="00B44122"/>
    <w:rsid w:val="00B44129"/>
    <w:rsid w:val="00B44352"/>
    <w:rsid w:val="00B44594"/>
    <w:rsid w:val="00B4476B"/>
    <w:rsid w:val="00B44939"/>
    <w:rsid w:val="00B449B8"/>
    <w:rsid w:val="00B44ACF"/>
    <w:rsid w:val="00B44B93"/>
    <w:rsid w:val="00B44C37"/>
    <w:rsid w:val="00B44F61"/>
    <w:rsid w:val="00B45269"/>
    <w:rsid w:val="00B4547B"/>
    <w:rsid w:val="00B45799"/>
    <w:rsid w:val="00B45AC5"/>
    <w:rsid w:val="00B45C61"/>
    <w:rsid w:val="00B45CFD"/>
    <w:rsid w:val="00B45D04"/>
    <w:rsid w:val="00B461C0"/>
    <w:rsid w:val="00B462E0"/>
    <w:rsid w:val="00B4692F"/>
    <w:rsid w:val="00B46C07"/>
    <w:rsid w:val="00B46F6A"/>
    <w:rsid w:val="00B47511"/>
    <w:rsid w:val="00B476A4"/>
    <w:rsid w:val="00B47A54"/>
    <w:rsid w:val="00B47E4D"/>
    <w:rsid w:val="00B47E7A"/>
    <w:rsid w:val="00B47F4A"/>
    <w:rsid w:val="00B50000"/>
    <w:rsid w:val="00B501FC"/>
    <w:rsid w:val="00B502A9"/>
    <w:rsid w:val="00B5032C"/>
    <w:rsid w:val="00B50801"/>
    <w:rsid w:val="00B51042"/>
    <w:rsid w:val="00B51049"/>
    <w:rsid w:val="00B512D1"/>
    <w:rsid w:val="00B51BE5"/>
    <w:rsid w:val="00B52C11"/>
    <w:rsid w:val="00B52D29"/>
    <w:rsid w:val="00B52D68"/>
    <w:rsid w:val="00B52F99"/>
    <w:rsid w:val="00B53799"/>
    <w:rsid w:val="00B53D49"/>
    <w:rsid w:val="00B53FE0"/>
    <w:rsid w:val="00B547E4"/>
    <w:rsid w:val="00B54A26"/>
    <w:rsid w:val="00B54CFA"/>
    <w:rsid w:val="00B55B4F"/>
    <w:rsid w:val="00B55C97"/>
    <w:rsid w:val="00B55FCC"/>
    <w:rsid w:val="00B5693E"/>
    <w:rsid w:val="00B56B4F"/>
    <w:rsid w:val="00B56B5D"/>
    <w:rsid w:val="00B56B88"/>
    <w:rsid w:val="00B56BB7"/>
    <w:rsid w:val="00B56D13"/>
    <w:rsid w:val="00B56D6C"/>
    <w:rsid w:val="00B57216"/>
    <w:rsid w:val="00B57273"/>
    <w:rsid w:val="00B57302"/>
    <w:rsid w:val="00B57320"/>
    <w:rsid w:val="00B6056F"/>
    <w:rsid w:val="00B60E9B"/>
    <w:rsid w:val="00B60FDA"/>
    <w:rsid w:val="00B61416"/>
    <w:rsid w:val="00B61447"/>
    <w:rsid w:val="00B61DE4"/>
    <w:rsid w:val="00B62011"/>
    <w:rsid w:val="00B6257F"/>
    <w:rsid w:val="00B62DC5"/>
    <w:rsid w:val="00B62FB8"/>
    <w:rsid w:val="00B6300B"/>
    <w:rsid w:val="00B630D4"/>
    <w:rsid w:val="00B63524"/>
    <w:rsid w:val="00B63995"/>
    <w:rsid w:val="00B63C2B"/>
    <w:rsid w:val="00B64033"/>
    <w:rsid w:val="00B6430D"/>
    <w:rsid w:val="00B6432C"/>
    <w:rsid w:val="00B64D10"/>
    <w:rsid w:val="00B65282"/>
    <w:rsid w:val="00B654E0"/>
    <w:rsid w:val="00B65CC1"/>
    <w:rsid w:val="00B65F96"/>
    <w:rsid w:val="00B666F4"/>
    <w:rsid w:val="00B66873"/>
    <w:rsid w:val="00B66ED4"/>
    <w:rsid w:val="00B67003"/>
    <w:rsid w:val="00B67114"/>
    <w:rsid w:val="00B673C6"/>
    <w:rsid w:val="00B677CC"/>
    <w:rsid w:val="00B67859"/>
    <w:rsid w:val="00B67BDE"/>
    <w:rsid w:val="00B70378"/>
    <w:rsid w:val="00B70677"/>
    <w:rsid w:val="00B70BEF"/>
    <w:rsid w:val="00B70C0F"/>
    <w:rsid w:val="00B711F6"/>
    <w:rsid w:val="00B713F9"/>
    <w:rsid w:val="00B7193C"/>
    <w:rsid w:val="00B71A28"/>
    <w:rsid w:val="00B71A45"/>
    <w:rsid w:val="00B71B2F"/>
    <w:rsid w:val="00B723B7"/>
    <w:rsid w:val="00B727BA"/>
    <w:rsid w:val="00B7297A"/>
    <w:rsid w:val="00B72AEB"/>
    <w:rsid w:val="00B72CAC"/>
    <w:rsid w:val="00B72DC6"/>
    <w:rsid w:val="00B72E17"/>
    <w:rsid w:val="00B72E9C"/>
    <w:rsid w:val="00B72F7B"/>
    <w:rsid w:val="00B72F7F"/>
    <w:rsid w:val="00B731E7"/>
    <w:rsid w:val="00B7329E"/>
    <w:rsid w:val="00B734CF"/>
    <w:rsid w:val="00B73563"/>
    <w:rsid w:val="00B73655"/>
    <w:rsid w:val="00B73783"/>
    <w:rsid w:val="00B73A89"/>
    <w:rsid w:val="00B73F5E"/>
    <w:rsid w:val="00B740EC"/>
    <w:rsid w:val="00B741BF"/>
    <w:rsid w:val="00B74E2E"/>
    <w:rsid w:val="00B75264"/>
    <w:rsid w:val="00B7545A"/>
    <w:rsid w:val="00B7587F"/>
    <w:rsid w:val="00B75932"/>
    <w:rsid w:val="00B75B50"/>
    <w:rsid w:val="00B75D57"/>
    <w:rsid w:val="00B75DEE"/>
    <w:rsid w:val="00B76DAB"/>
    <w:rsid w:val="00B76DC3"/>
    <w:rsid w:val="00B76EB7"/>
    <w:rsid w:val="00B771D4"/>
    <w:rsid w:val="00B77426"/>
    <w:rsid w:val="00B7755D"/>
    <w:rsid w:val="00B775F0"/>
    <w:rsid w:val="00B77767"/>
    <w:rsid w:val="00B77845"/>
    <w:rsid w:val="00B77886"/>
    <w:rsid w:val="00B77904"/>
    <w:rsid w:val="00B7793E"/>
    <w:rsid w:val="00B77A7C"/>
    <w:rsid w:val="00B77EDA"/>
    <w:rsid w:val="00B8009A"/>
    <w:rsid w:val="00B80536"/>
    <w:rsid w:val="00B80A2B"/>
    <w:rsid w:val="00B80C58"/>
    <w:rsid w:val="00B80F6B"/>
    <w:rsid w:val="00B8121C"/>
    <w:rsid w:val="00B81381"/>
    <w:rsid w:val="00B817F0"/>
    <w:rsid w:val="00B81952"/>
    <w:rsid w:val="00B81D04"/>
    <w:rsid w:val="00B82413"/>
    <w:rsid w:val="00B82546"/>
    <w:rsid w:val="00B82A17"/>
    <w:rsid w:val="00B82B7E"/>
    <w:rsid w:val="00B82DB7"/>
    <w:rsid w:val="00B834AD"/>
    <w:rsid w:val="00B83598"/>
    <w:rsid w:val="00B835FD"/>
    <w:rsid w:val="00B83A05"/>
    <w:rsid w:val="00B83B29"/>
    <w:rsid w:val="00B83C2E"/>
    <w:rsid w:val="00B83D25"/>
    <w:rsid w:val="00B83D40"/>
    <w:rsid w:val="00B83F15"/>
    <w:rsid w:val="00B84061"/>
    <w:rsid w:val="00B84304"/>
    <w:rsid w:val="00B8437D"/>
    <w:rsid w:val="00B84C6A"/>
    <w:rsid w:val="00B84D4B"/>
    <w:rsid w:val="00B84E1A"/>
    <w:rsid w:val="00B853F9"/>
    <w:rsid w:val="00B85684"/>
    <w:rsid w:val="00B85710"/>
    <w:rsid w:val="00B85782"/>
    <w:rsid w:val="00B85D7E"/>
    <w:rsid w:val="00B85FA0"/>
    <w:rsid w:val="00B860D2"/>
    <w:rsid w:val="00B863FA"/>
    <w:rsid w:val="00B86448"/>
    <w:rsid w:val="00B8644C"/>
    <w:rsid w:val="00B865F7"/>
    <w:rsid w:val="00B86648"/>
    <w:rsid w:val="00B867BA"/>
    <w:rsid w:val="00B86A6E"/>
    <w:rsid w:val="00B86BE9"/>
    <w:rsid w:val="00B86E49"/>
    <w:rsid w:val="00B86F4E"/>
    <w:rsid w:val="00B86FA6"/>
    <w:rsid w:val="00B87257"/>
    <w:rsid w:val="00B873AF"/>
    <w:rsid w:val="00B8777D"/>
    <w:rsid w:val="00B90173"/>
    <w:rsid w:val="00B9043C"/>
    <w:rsid w:val="00B90496"/>
    <w:rsid w:val="00B90634"/>
    <w:rsid w:val="00B90685"/>
    <w:rsid w:val="00B907AF"/>
    <w:rsid w:val="00B907BD"/>
    <w:rsid w:val="00B90930"/>
    <w:rsid w:val="00B90AB5"/>
    <w:rsid w:val="00B91023"/>
    <w:rsid w:val="00B91282"/>
    <w:rsid w:val="00B915A8"/>
    <w:rsid w:val="00B91C58"/>
    <w:rsid w:val="00B91D05"/>
    <w:rsid w:val="00B91DC6"/>
    <w:rsid w:val="00B921A2"/>
    <w:rsid w:val="00B921F8"/>
    <w:rsid w:val="00B92444"/>
    <w:rsid w:val="00B926B1"/>
    <w:rsid w:val="00B92955"/>
    <w:rsid w:val="00B92973"/>
    <w:rsid w:val="00B92BC4"/>
    <w:rsid w:val="00B92D8F"/>
    <w:rsid w:val="00B92E8B"/>
    <w:rsid w:val="00B930D9"/>
    <w:rsid w:val="00B93295"/>
    <w:rsid w:val="00B93395"/>
    <w:rsid w:val="00B93544"/>
    <w:rsid w:val="00B9390E"/>
    <w:rsid w:val="00B939D5"/>
    <w:rsid w:val="00B93A94"/>
    <w:rsid w:val="00B93CA4"/>
    <w:rsid w:val="00B944B9"/>
    <w:rsid w:val="00B945EB"/>
    <w:rsid w:val="00B94603"/>
    <w:rsid w:val="00B94867"/>
    <w:rsid w:val="00B9590F"/>
    <w:rsid w:val="00B95C77"/>
    <w:rsid w:val="00B96C1A"/>
    <w:rsid w:val="00B96DD1"/>
    <w:rsid w:val="00B97323"/>
    <w:rsid w:val="00B9744A"/>
    <w:rsid w:val="00B974B2"/>
    <w:rsid w:val="00B978D3"/>
    <w:rsid w:val="00B97E84"/>
    <w:rsid w:val="00BA06E8"/>
    <w:rsid w:val="00BA144C"/>
    <w:rsid w:val="00BA14CE"/>
    <w:rsid w:val="00BA15EF"/>
    <w:rsid w:val="00BA178E"/>
    <w:rsid w:val="00BA1CAD"/>
    <w:rsid w:val="00BA1D51"/>
    <w:rsid w:val="00BA2ABA"/>
    <w:rsid w:val="00BA2E7F"/>
    <w:rsid w:val="00BA2FBF"/>
    <w:rsid w:val="00BA3486"/>
    <w:rsid w:val="00BA379C"/>
    <w:rsid w:val="00BA3F03"/>
    <w:rsid w:val="00BA4446"/>
    <w:rsid w:val="00BA451B"/>
    <w:rsid w:val="00BA4752"/>
    <w:rsid w:val="00BA4795"/>
    <w:rsid w:val="00BA49A8"/>
    <w:rsid w:val="00BA4A0E"/>
    <w:rsid w:val="00BA4BCD"/>
    <w:rsid w:val="00BA5050"/>
    <w:rsid w:val="00BA5614"/>
    <w:rsid w:val="00BA56AB"/>
    <w:rsid w:val="00BA5CDB"/>
    <w:rsid w:val="00BA637E"/>
    <w:rsid w:val="00BA64F7"/>
    <w:rsid w:val="00BA7359"/>
    <w:rsid w:val="00BA77B7"/>
    <w:rsid w:val="00BA7DEC"/>
    <w:rsid w:val="00BB0DE4"/>
    <w:rsid w:val="00BB1044"/>
    <w:rsid w:val="00BB1359"/>
    <w:rsid w:val="00BB1839"/>
    <w:rsid w:val="00BB1A60"/>
    <w:rsid w:val="00BB1AA2"/>
    <w:rsid w:val="00BB1BB3"/>
    <w:rsid w:val="00BB206D"/>
    <w:rsid w:val="00BB23D6"/>
    <w:rsid w:val="00BB240F"/>
    <w:rsid w:val="00BB2945"/>
    <w:rsid w:val="00BB2B1F"/>
    <w:rsid w:val="00BB2E61"/>
    <w:rsid w:val="00BB33B7"/>
    <w:rsid w:val="00BB34FF"/>
    <w:rsid w:val="00BB3708"/>
    <w:rsid w:val="00BB3A31"/>
    <w:rsid w:val="00BB3CC3"/>
    <w:rsid w:val="00BB4098"/>
    <w:rsid w:val="00BB418A"/>
    <w:rsid w:val="00BB4243"/>
    <w:rsid w:val="00BB4652"/>
    <w:rsid w:val="00BB4B69"/>
    <w:rsid w:val="00BB4BB0"/>
    <w:rsid w:val="00BB4BC0"/>
    <w:rsid w:val="00BB4CB8"/>
    <w:rsid w:val="00BB4CE0"/>
    <w:rsid w:val="00BB4D4D"/>
    <w:rsid w:val="00BB4EB9"/>
    <w:rsid w:val="00BB5059"/>
    <w:rsid w:val="00BB5234"/>
    <w:rsid w:val="00BB5ECB"/>
    <w:rsid w:val="00BB6187"/>
    <w:rsid w:val="00BB66DA"/>
    <w:rsid w:val="00BB6E07"/>
    <w:rsid w:val="00BB7653"/>
    <w:rsid w:val="00BB788D"/>
    <w:rsid w:val="00BB79AD"/>
    <w:rsid w:val="00BC0449"/>
    <w:rsid w:val="00BC063C"/>
    <w:rsid w:val="00BC089F"/>
    <w:rsid w:val="00BC0CC9"/>
    <w:rsid w:val="00BC0D55"/>
    <w:rsid w:val="00BC10BD"/>
    <w:rsid w:val="00BC1B2E"/>
    <w:rsid w:val="00BC1BA9"/>
    <w:rsid w:val="00BC1C87"/>
    <w:rsid w:val="00BC2081"/>
    <w:rsid w:val="00BC21A5"/>
    <w:rsid w:val="00BC22D9"/>
    <w:rsid w:val="00BC24BA"/>
    <w:rsid w:val="00BC2974"/>
    <w:rsid w:val="00BC2CA4"/>
    <w:rsid w:val="00BC2DC0"/>
    <w:rsid w:val="00BC2F96"/>
    <w:rsid w:val="00BC31A9"/>
    <w:rsid w:val="00BC31CE"/>
    <w:rsid w:val="00BC3412"/>
    <w:rsid w:val="00BC34CB"/>
    <w:rsid w:val="00BC36EF"/>
    <w:rsid w:val="00BC371F"/>
    <w:rsid w:val="00BC3776"/>
    <w:rsid w:val="00BC3B0B"/>
    <w:rsid w:val="00BC3B6E"/>
    <w:rsid w:val="00BC483B"/>
    <w:rsid w:val="00BC4975"/>
    <w:rsid w:val="00BC4C14"/>
    <w:rsid w:val="00BC5099"/>
    <w:rsid w:val="00BC577A"/>
    <w:rsid w:val="00BC58C6"/>
    <w:rsid w:val="00BC5AA6"/>
    <w:rsid w:val="00BC5BB0"/>
    <w:rsid w:val="00BC5DC3"/>
    <w:rsid w:val="00BC600D"/>
    <w:rsid w:val="00BC64F7"/>
    <w:rsid w:val="00BC6680"/>
    <w:rsid w:val="00BC6B49"/>
    <w:rsid w:val="00BC6F0C"/>
    <w:rsid w:val="00BC6F7D"/>
    <w:rsid w:val="00BC727B"/>
    <w:rsid w:val="00BC7312"/>
    <w:rsid w:val="00BC7491"/>
    <w:rsid w:val="00BC7901"/>
    <w:rsid w:val="00BC7CE4"/>
    <w:rsid w:val="00BC7DFC"/>
    <w:rsid w:val="00BC7EC4"/>
    <w:rsid w:val="00BD0216"/>
    <w:rsid w:val="00BD0305"/>
    <w:rsid w:val="00BD036A"/>
    <w:rsid w:val="00BD0659"/>
    <w:rsid w:val="00BD0B4A"/>
    <w:rsid w:val="00BD0B64"/>
    <w:rsid w:val="00BD0EE3"/>
    <w:rsid w:val="00BD0FFB"/>
    <w:rsid w:val="00BD1135"/>
    <w:rsid w:val="00BD125A"/>
    <w:rsid w:val="00BD12A7"/>
    <w:rsid w:val="00BD14B8"/>
    <w:rsid w:val="00BD1685"/>
    <w:rsid w:val="00BD1B4F"/>
    <w:rsid w:val="00BD1CFE"/>
    <w:rsid w:val="00BD1D3A"/>
    <w:rsid w:val="00BD20BE"/>
    <w:rsid w:val="00BD21B3"/>
    <w:rsid w:val="00BD2659"/>
    <w:rsid w:val="00BD285B"/>
    <w:rsid w:val="00BD2FD9"/>
    <w:rsid w:val="00BD30CE"/>
    <w:rsid w:val="00BD30ED"/>
    <w:rsid w:val="00BD32BB"/>
    <w:rsid w:val="00BD3AFC"/>
    <w:rsid w:val="00BD3D79"/>
    <w:rsid w:val="00BD3FB5"/>
    <w:rsid w:val="00BD42EF"/>
    <w:rsid w:val="00BD4C4A"/>
    <w:rsid w:val="00BD4D22"/>
    <w:rsid w:val="00BD50A5"/>
    <w:rsid w:val="00BD5933"/>
    <w:rsid w:val="00BD60AC"/>
    <w:rsid w:val="00BD6360"/>
    <w:rsid w:val="00BD6E1D"/>
    <w:rsid w:val="00BD70E5"/>
    <w:rsid w:val="00BD73A1"/>
    <w:rsid w:val="00BD75C5"/>
    <w:rsid w:val="00BD7892"/>
    <w:rsid w:val="00BD7E78"/>
    <w:rsid w:val="00BE009A"/>
    <w:rsid w:val="00BE037D"/>
    <w:rsid w:val="00BE056C"/>
    <w:rsid w:val="00BE0797"/>
    <w:rsid w:val="00BE0977"/>
    <w:rsid w:val="00BE0BAA"/>
    <w:rsid w:val="00BE0D20"/>
    <w:rsid w:val="00BE0EC8"/>
    <w:rsid w:val="00BE1248"/>
    <w:rsid w:val="00BE1304"/>
    <w:rsid w:val="00BE136C"/>
    <w:rsid w:val="00BE1563"/>
    <w:rsid w:val="00BE2519"/>
    <w:rsid w:val="00BE260D"/>
    <w:rsid w:val="00BE27F9"/>
    <w:rsid w:val="00BE2ADB"/>
    <w:rsid w:val="00BE2FF8"/>
    <w:rsid w:val="00BE30CE"/>
    <w:rsid w:val="00BE35C1"/>
    <w:rsid w:val="00BE3970"/>
    <w:rsid w:val="00BE39CE"/>
    <w:rsid w:val="00BE3A0D"/>
    <w:rsid w:val="00BE43AE"/>
    <w:rsid w:val="00BE443F"/>
    <w:rsid w:val="00BE45BD"/>
    <w:rsid w:val="00BE48EA"/>
    <w:rsid w:val="00BE49C2"/>
    <w:rsid w:val="00BE4F92"/>
    <w:rsid w:val="00BE51F0"/>
    <w:rsid w:val="00BE5265"/>
    <w:rsid w:val="00BE59E6"/>
    <w:rsid w:val="00BE5DD8"/>
    <w:rsid w:val="00BE62B2"/>
    <w:rsid w:val="00BE6362"/>
    <w:rsid w:val="00BE643C"/>
    <w:rsid w:val="00BE661F"/>
    <w:rsid w:val="00BE66C5"/>
    <w:rsid w:val="00BE6755"/>
    <w:rsid w:val="00BE6CA5"/>
    <w:rsid w:val="00BE6EA4"/>
    <w:rsid w:val="00BE72D8"/>
    <w:rsid w:val="00BE72F8"/>
    <w:rsid w:val="00BF0708"/>
    <w:rsid w:val="00BF093A"/>
    <w:rsid w:val="00BF0C24"/>
    <w:rsid w:val="00BF0FA5"/>
    <w:rsid w:val="00BF16A5"/>
    <w:rsid w:val="00BF184F"/>
    <w:rsid w:val="00BF1907"/>
    <w:rsid w:val="00BF1912"/>
    <w:rsid w:val="00BF2506"/>
    <w:rsid w:val="00BF2559"/>
    <w:rsid w:val="00BF262E"/>
    <w:rsid w:val="00BF27B5"/>
    <w:rsid w:val="00BF27FF"/>
    <w:rsid w:val="00BF2C22"/>
    <w:rsid w:val="00BF2F1A"/>
    <w:rsid w:val="00BF32AB"/>
    <w:rsid w:val="00BF331D"/>
    <w:rsid w:val="00BF3573"/>
    <w:rsid w:val="00BF3DE5"/>
    <w:rsid w:val="00BF3FC1"/>
    <w:rsid w:val="00BF458C"/>
    <w:rsid w:val="00BF470E"/>
    <w:rsid w:val="00BF4724"/>
    <w:rsid w:val="00BF487D"/>
    <w:rsid w:val="00BF4DA8"/>
    <w:rsid w:val="00BF4EB7"/>
    <w:rsid w:val="00BF5440"/>
    <w:rsid w:val="00BF56F1"/>
    <w:rsid w:val="00BF5A92"/>
    <w:rsid w:val="00BF5E40"/>
    <w:rsid w:val="00BF65BC"/>
    <w:rsid w:val="00BF6645"/>
    <w:rsid w:val="00BF6723"/>
    <w:rsid w:val="00BF68E4"/>
    <w:rsid w:val="00BF6AF4"/>
    <w:rsid w:val="00BF6D5F"/>
    <w:rsid w:val="00BF707D"/>
    <w:rsid w:val="00BF7335"/>
    <w:rsid w:val="00BF73D2"/>
    <w:rsid w:val="00BF74BA"/>
    <w:rsid w:val="00C006AE"/>
    <w:rsid w:val="00C00A82"/>
    <w:rsid w:val="00C00CEA"/>
    <w:rsid w:val="00C0103E"/>
    <w:rsid w:val="00C012A6"/>
    <w:rsid w:val="00C01420"/>
    <w:rsid w:val="00C01AA7"/>
    <w:rsid w:val="00C01FF1"/>
    <w:rsid w:val="00C0216A"/>
    <w:rsid w:val="00C021B1"/>
    <w:rsid w:val="00C02432"/>
    <w:rsid w:val="00C025EF"/>
    <w:rsid w:val="00C02755"/>
    <w:rsid w:val="00C02939"/>
    <w:rsid w:val="00C02A10"/>
    <w:rsid w:val="00C0305A"/>
    <w:rsid w:val="00C030C3"/>
    <w:rsid w:val="00C032F9"/>
    <w:rsid w:val="00C037B4"/>
    <w:rsid w:val="00C039CD"/>
    <w:rsid w:val="00C03A2A"/>
    <w:rsid w:val="00C03C7E"/>
    <w:rsid w:val="00C03F46"/>
    <w:rsid w:val="00C03F47"/>
    <w:rsid w:val="00C03FB1"/>
    <w:rsid w:val="00C04104"/>
    <w:rsid w:val="00C042B9"/>
    <w:rsid w:val="00C042BA"/>
    <w:rsid w:val="00C045A2"/>
    <w:rsid w:val="00C049BE"/>
    <w:rsid w:val="00C04A1F"/>
    <w:rsid w:val="00C04B4B"/>
    <w:rsid w:val="00C04BB4"/>
    <w:rsid w:val="00C04BC3"/>
    <w:rsid w:val="00C04F41"/>
    <w:rsid w:val="00C05560"/>
    <w:rsid w:val="00C05592"/>
    <w:rsid w:val="00C0585E"/>
    <w:rsid w:val="00C058F1"/>
    <w:rsid w:val="00C05C53"/>
    <w:rsid w:val="00C05CE6"/>
    <w:rsid w:val="00C0604B"/>
    <w:rsid w:val="00C060F6"/>
    <w:rsid w:val="00C060FB"/>
    <w:rsid w:val="00C061FC"/>
    <w:rsid w:val="00C06262"/>
    <w:rsid w:val="00C068D9"/>
    <w:rsid w:val="00C069B8"/>
    <w:rsid w:val="00C06F75"/>
    <w:rsid w:val="00C0725D"/>
    <w:rsid w:val="00C07448"/>
    <w:rsid w:val="00C077B3"/>
    <w:rsid w:val="00C077DD"/>
    <w:rsid w:val="00C07A5D"/>
    <w:rsid w:val="00C07C02"/>
    <w:rsid w:val="00C10B20"/>
    <w:rsid w:val="00C114E2"/>
    <w:rsid w:val="00C11615"/>
    <w:rsid w:val="00C1190B"/>
    <w:rsid w:val="00C120B7"/>
    <w:rsid w:val="00C1247C"/>
    <w:rsid w:val="00C124C5"/>
    <w:rsid w:val="00C12774"/>
    <w:rsid w:val="00C129C1"/>
    <w:rsid w:val="00C12A86"/>
    <w:rsid w:val="00C12CE7"/>
    <w:rsid w:val="00C134DA"/>
    <w:rsid w:val="00C13797"/>
    <w:rsid w:val="00C13825"/>
    <w:rsid w:val="00C13B86"/>
    <w:rsid w:val="00C13D68"/>
    <w:rsid w:val="00C14038"/>
    <w:rsid w:val="00C14049"/>
    <w:rsid w:val="00C14747"/>
    <w:rsid w:val="00C1479A"/>
    <w:rsid w:val="00C148E9"/>
    <w:rsid w:val="00C14BF1"/>
    <w:rsid w:val="00C15238"/>
    <w:rsid w:val="00C1532A"/>
    <w:rsid w:val="00C15458"/>
    <w:rsid w:val="00C156EE"/>
    <w:rsid w:val="00C16558"/>
    <w:rsid w:val="00C1660F"/>
    <w:rsid w:val="00C1667B"/>
    <w:rsid w:val="00C16716"/>
    <w:rsid w:val="00C167BB"/>
    <w:rsid w:val="00C1680D"/>
    <w:rsid w:val="00C169E4"/>
    <w:rsid w:val="00C171EE"/>
    <w:rsid w:val="00C1740A"/>
    <w:rsid w:val="00C1769B"/>
    <w:rsid w:val="00C17B39"/>
    <w:rsid w:val="00C203EA"/>
    <w:rsid w:val="00C20755"/>
    <w:rsid w:val="00C207FA"/>
    <w:rsid w:val="00C2131A"/>
    <w:rsid w:val="00C2185B"/>
    <w:rsid w:val="00C21D46"/>
    <w:rsid w:val="00C21FF3"/>
    <w:rsid w:val="00C222B7"/>
    <w:rsid w:val="00C222F0"/>
    <w:rsid w:val="00C22673"/>
    <w:rsid w:val="00C23179"/>
    <w:rsid w:val="00C232F1"/>
    <w:rsid w:val="00C23A67"/>
    <w:rsid w:val="00C23B70"/>
    <w:rsid w:val="00C23BA7"/>
    <w:rsid w:val="00C23EAC"/>
    <w:rsid w:val="00C2400C"/>
    <w:rsid w:val="00C240D2"/>
    <w:rsid w:val="00C243C5"/>
    <w:rsid w:val="00C24535"/>
    <w:rsid w:val="00C24654"/>
    <w:rsid w:val="00C249B2"/>
    <w:rsid w:val="00C24BE9"/>
    <w:rsid w:val="00C252C7"/>
    <w:rsid w:val="00C25609"/>
    <w:rsid w:val="00C25659"/>
    <w:rsid w:val="00C257A4"/>
    <w:rsid w:val="00C2586E"/>
    <w:rsid w:val="00C2594C"/>
    <w:rsid w:val="00C25BB1"/>
    <w:rsid w:val="00C25F1F"/>
    <w:rsid w:val="00C25FD8"/>
    <w:rsid w:val="00C26762"/>
    <w:rsid w:val="00C26A5C"/>
    <w:rsid w:val="00C26BDE"/>
    <w:rsid w:val="00C26C69"/>
    <w:rsid w:val="00C26EB9"/>
    <w:rsid w:val="00C26FCD"/>
    <w:rsid w:val="00C27A20"/>
    <w:rsid w:val="00C27DC4"/>
    <w:rsid w:val="00C27DCE"/>
    <w:rsid w:val="00C30178"/>
    <w:rsid w:val="00C305B2"/>
    <w:rsid w:val="00C308C3"/>
    <w:rsid w:val="00C30A25"/>
    <w:rsid w:val="00C30CC8"/>
    <w:rsid w:val="00C30F1C"/>
    <w:rsid w:val="00C30F60"/>
    <w:rsid w:val="00C310E9"/>
    <w:rsid w:val="00C31736"/>
    <w:rsid w:val="00C319CA"/>
    <w:rsid w:val="00C31D3D"/>
    <w:rsid w:val="00C31F9C"/>
    <w:rsid w:val="00C322E7"/>
    <w:rsid w:val="00C323E4"/>
    <w:rsid w:val="00C3299C"/>
    <w:rsid w:val="00C32B32"/>
    <w:rsid w:val="00C33141"/>
    <w:rsid w:val="00C33545"/>
    <w:rsid w:val="00C336D3"/>
    <w:rsid w:val="00C337A5"/>
    <w:rsid w:val="00C33949"/>
    <w:rsid w:val="00C33DA7"/>
    <w:rsid w:val="00C33DCD"/>
    <w:rsid w:val="00C33E85"/>
    <w:rsid w:val="00C33ED9"/>
    <w:rsid w:val="00C33F6B"/>
    <w:rsid w:val="00C3418D"/>
    <w:rsid w:val="00C3440F"/>
    <w:rsid w:val="00C34729"/>
    <w:rsid w:val="00C34A4E"/>
    <w:rsid w:val="00C34F3C"/>
    <w:rsid w:val="00C35443"/>
    <w:rsid w:val="00C35BA7"/>
    <w:rsid w:val="00C362D8"/>
    <w:rsid w:val="00C362ED"/>
    <w:rsid w:val="00C367CA"/>
    <w:rsid w:val="00C368AE"/>
    <w:rsid w:val="00C368F6"/>
    <w:rsid w:val="00C36948"/>
    <w:rsid w:val="00C36A35"/>
    <w:rsid w:val="00C36E05"/>
    <w:rsid w:val="00C36E37"/>
    <w:rsid w:val="00C36EC0"/>
    <w:rsid w:val="00C36FA2"/>
    <w:rsid w:val="00C370B4"/>
    <w:rsid w:val="00C370D7"/>
    <w:rsid w:val="00C3734A"/>
    <w:rsid w:val="00C37475"/>
    <w:rsid w:val="00C3750C"/>
    <w:rsid w:val="00C37662"/>
    <w:rsid w:val="00C37867"/>
    <w:rsid w:val="00C37B96"/>
    <w:rsid w:val="00C37CB5"/>
    <w:rsid w:val="00C37FD4"/>
    <w:rsid w:val="00C40273"/>
    <w:rsid w:val="00C40837"/>
    <w:rsid w:val="00C40B80"/>
    <w:rsid w:val="00C40FC8"/>
    <w:rsid w:val="00C4105F"/>
    <w:rsid w:val="00C418B8"/>
    <w:rsid w:val="00C41922"/>
    <w:rsid w:val="00C41FF0"/>
    <w:rsid w:val="00C42096"/>
    <w:rsid w:val="00C42645"/>
    <w:rsid w:val="00C42778"/>
    <w:rsid w:val="00C42B38"/>
    <w:rsid w:val="00C42E7D"/>
    <w:rsid w:val="00C42F75"/>
    <w:rsid w:val="00C42F84"/>
    <w:rsid w:val="00C4336A"/>
    <w:rsid w:val="00C43A91"/>
    <w:rsid w:val="00C4442D"/>
    <w:rsid w:val="00C44452"/>
    <w:rsid w:val="00C444F0"/>
    <w:rsid w:val="00C44A8B"/>
    <w:rsid w:val="00C44E01"/>
    <w:rsid w:val="00C44F43"/>
    <w:rsid w:val="00C4516A"/>
    <w:rsid w:val="00C45380"/>
    <w:rsid w:val="00C45821"/>
    <w:rsid w:val="00C459F6"/>
    <w:rsid w:val="00C45B06"/>
    <w:rsid w:val="00C45BA3"/>
    <w:rsid w:val="00C45C21"/>
    <w:rsid w:val="00C45DE8"/>
    <w:rsid w:val="00C45F6B"/>
    <w:rsid w:val="00C45FDA"/>
    <w:rsid w:val="00C4613B"/>
    <w:rsid w:val="00C465DD"/>
    <w:rsid w:val="00C468A5"/>
    <w:rsid w:val="00C46944"/>
    <w:rsid w:val="00C46DE9"/>
    <w:rsid w:val="00C46E14"/>
    <w:rsid w:val="00C47532"/>
    <w:rsid w:val="00C479F7"/>
    <w:rsid w:val="00C47B98"/>
    <w:rsid w:val="00C50310"/>
    <w:rsid w:val="00C503ED"/>
    <w:rsid w:val="00C517D8"/>
    <w:rsid w:val="00C51812"/>
    <w:rsid w:val="00C51ABC"/>
    <w:rsid w:val="00C51D8A"/>
    <w:rsid w:val="00C51E43"/>
    <w:rsid w:val="00C51EB3"/>
    <w:rsid w:val="00C52533"/>
    <w:rsid w:val="00C52537"/>
    <w:rsid w:val="00C52582"/>
    <w:rsid w:val="00C52682"/>
    <w:rsid w:val="00C52DED"/>
    <w:rsid w:val="00C52DF3"/>
    <w:rsid w:val="00C5360B"/>
    <w:rsid w:val="00C53DFB"/>
    <w:rsid w:val="00C53FAD"/>
    <w:rsid w:val="00C541B9"/>
    <w:rsid w:val="00C5430F"/>
    <w:rsid w:val="00C54417"/>
    <w:rsid w:val="00C5463F"/>
    <w:rsid w:val="00C546BE"/>
    <w:rsid w:val="00C5520D"/>
    <w:rsid w:val="00C552AC"/>
    <w:rsid w:val="00C55315"/>
    <w:rsid w:val="00C55645"/>
    <w:rsid w:val="00C55694"/>
    <w:rsid w:val="00C55CDE"/>
    <w:rsid w:val="00C55F15"/>
    <w:rsid w:val="00C55FD1"/>
    <w:rsid w:val="00C560F0"/>
    <w:rsid w:val="00C566F2"/>
    <w:rsid w:val="00C567A0"/>
    <w:rsid w:val="00C56BBB"/>
    <w:rsid w:val="00C5712E"/>
    <w:rsid w:val="00C571F2"/>
    <w:rsid w:val="00C60268"/>
    <w:rsid w:val="00C602E3"/>
    <w:rsid w:val="00C606B8"/>
    <w:rsid w:val="00C61333"/>
    <w:rsid w:val="00C61438"/>
    <w:rsid w:val="00C61482"/>
    <w:rsid w:val="00C61819"/>
    <w:rsid w:val="00C61ECB"/>
    <w:rsid w:val="00C61F77"/>
    <w:rsid w:val="00C6236E"/>
    <w:rsid w:val="00C62944"/>
    <w:rsid w:val="00C62C6E"/>
    <w:rsid w:val="00C62EA6"/>
    <w:rsid w:val="00C634AF"/>
    <w:rsid w:val="00C635E1"/>
    <w:rsid w:val="00C641A4"/>
    <w:rsid w:val="00C64320"/>
    <w:rsid w:val="00C64761"/>
    <w:rsid w:val="00C6478F"/>
    <w:rsid w:val="00C64B9A"/>
    <w:rsid w:val="00C64EDB"/>
    <w:rsid w:val="00C65036"/>
    <w:rsid w:val="00C65326"/>
    <w:rsid w:val="00C65391"/>
    <w:rsid w:val="00C65409"/>
    <w:rsid w:val="00C655C8"/>
    <w:rsid w:val="00C659FB"/>
    <w:rsid w:val="00C65C18"/>
    <w:rsid w:val="00C65D5E"/>
    <w:rsid w:val="00C65E93"/>
    <w:rsid w:val="00C65EC0"/>
    <w:rsid w:val="00C665C8"/>
    <w:rsid w:val="00C6696B"/>
    <w:rsid w:val="00C66BAF"/>
    <w:rsid w:val="00C66D00"/>
    <w:rsid w:val="00C66EB3"/>
    <w:rsid w:val="00C6751E"/>
    <w:rsid w:val="00C67A99"/>
    <w:rsid w:val="00C70084"/>
    <w:rsid w:val="00C70160"/>
    <w:rsid w:val="00C70831"/>
    <w:rsid w:val="00C70A28"/>
    <w:rsid w:val="00C70C02"/>
    <w:rsid w:val="00C70C24"/>
    <w:rsid w:val="00C70E28"/>
    <w:rsid w:val="00C71B29"/>
    <w:rsid w:val="00C7218D"/>
    <w:rsid w:val="00C721DB"/>
    <w:rsid w:val="00C72352"/>
    <w:rsid w:val="00C72668"/>
    <w:rsid w:val="00C7385F"/>
    <w:rsid w:val="00C73863"/>
    <w:rsid w:val="00C73CBC"/>
    <w:rsid w:val="00C74A62"/>
    <w:rsid w:val="00C75034"/>
    <w:rsid w:val="00C75415"/>
    <w:rsid w:val="00C7588E"/>
    <w:rsid w:val="00C75AD8"/>
    <w:rsid w:val="00C75C15"/>
    <w:rsid w:val="00C762FE"/>
    <w:rsid w:val="00C76304"/>
    <w:rsid w:val="00C7675C"/>
    <w:rsid w:val="00C768F2"/>
    <w:rsid w:val="00C76E7C"/>
    <w:rsid w:val="00C772B5"/>
    <w:rsid w:val="00C778D8"/>
    <w:rsid w:val="00C77B6F"/>
    <w:rsid w:val="00C77F72"/>
    <w:rsid w:val="00C8010E"/>
    <w:rsid w:val="00C801C0"/>
    <w:rsid w:val="00C80508"/>
    <w:rsid w:val="00C807CB"/>
    <w:rsid w:val="00C80860"/>
    <w:rsid w:val="00C80870"/>
    <w:rsid w:val="00C809C9"/>
    <w:rsid w:val="00C80E23"/>
    <w:rsid w:val="00C80E60"/>
    <w:rsid w:val="00C80F03"/>
    <w:rsid w:val="00C80F86"/>
    <w:rsid w:val="00C8137B"/>
    <w:rsid w:val="00C81613"/>
    <w:rsid w:val="00C817E3"/>
    <w:rsid w:val="00C81975"/>
    <w:rsid w:val="00C81AE9"/>
    <w:rsid w:val="00C8210C"/>
    <w:rsid w:val="00C823A0"/>
    <w:rsid w:val="00C823CF"/>
    <w:rsid w:val="00C825FF"/>
    <w:rsid w:val="00C82C50"/>
    <w:rsid w:val="00C82FBB"/>
    <w:rsid w:val="00C831A8"/>
    <w:rsid w:val="00C83585"/>
    <w:rsid w:val="00C84107"/>
    <w:rsid w:val="00C84232"/>
    <w:rsid w:val="00C84262"/>
    <w:rsid w:val="00C8449E"/>
    <w:rsid w:val="00C844AF"/>
    <w:rsid w:val="00C84539"/>
    <w:rsid w:val="00C84A48"/>
    <w:rsid w:val="00C84B96"/>
    <w:rsid w:val="00C8579E"/>
    <w:rsid w:val="00C85FDB"/>
    <w:rsid w:val="00C863B6"/>
    <w:rsid w:val="00C8640F"/>
    <w:rsid w:val="00C8673B"/>
    <w:rsid w:val="00C867E6"/>
    <w:rsid w:val="00C86885"/>
    <w:rsid w:val="00C869BC"/>
    <w:rsid w:val="00C869DA"/>
    <w:rsid w:val="00C86F60"/>
    <w:rsid w:val="00C871F3"/>
    <w:rsid w:val="00C87741"/>
    <w:rsid w:val="00C87B5E"/>
    <w:rsid w:val="00C87E00"/>
    <w:rsid w:val="00C87EB5"/>
    <w:rsid w:val="00C9049A"/>
    <w:rsid w:val="00C9077F"/>
    <w:rsid w:val="00C9095E"/>
    <w:rsid w:val="00C90A84"/>
    <w:rsid w:val="00C90AEE"/>
    <w:rsid w:val="00C90CDF"/>
    <w:rsid w:val="00C90F51"/>
    <w:rsid w:val="00C91100"/>
    <w:rsid w:val="00C9180D"/>
    <w:rsid w:val="00C91E7B"/>
    <w:rsid w:val="00C9200C"/>
    <w:rsid w:val="00C925D6"/>
    <w:rsid w:val="00C926CA"/>
    <w:rsid w:val="00C928BB"/>
    <w:rsid w:val="00C92938"/>
    <w:rsid w:val="00C92B61"/>
    <w:rsid w:val="00C92BF2"/>
    <w:rsid w:val="00C92C05"/>
    <w:rsid w:val="00C9361F"/>
    <w:rsid w:val="00C93A0A"/>
    <w:rsid w:val="00C93C3D"/>
    <w:rsid w:val="00C94208"/>
    <w:rsid w:val="00C94BBC"/>
    <w:rsid w:val="00C94EF2"/>
    <w:rsid w:val="00C94FDA"/>
    <w:rsid w:val="00C95363"/>
    <w:rsid w:val="00C9547E"/>
    <w:rsid w:val="00C955F2"/>
    <w:rsid w:val="00C95896"/>
    <w:rsid w:val="00C958CC"/>
    <w:rsid w:val="00C960BA"/>
    <w:rsid w:val="00C9681A"/>
    <w:rsid w:val="00C96DE8"/>
    <w:rsid w:val="00C97222"/>
    <w:rsid w:val="00C9774E"/>
    <w:rsid w:val="00C97B79"/>
    <w:rsid w:val="00CA0250"/>
    <w:rsid w:val="00CA02BA"/>
    <w:rsid w:val="00CA03F4"/>
    <w:rsid w:val="00CA09C8"/>
    <w:rsid w:val="00CA0AAD"/>
    <w:rsid w:val="00CA0D15"/>
    <w:rsid w:val="00CA140C"/>
    <w:rsid w:val="00CA1E1C"/>
    <w:rsid w:val="00CA2069"/>
    <w:rsid w:val="00CA22C5"/>
    <w:rsid w:val="00CA2622"/>
    <w:rsid w:val="00CA2A76"/>
    <w:rsid w:val="00CA34D6"/>
    <w:rsid w:val="00CA37C6"/>
    <w:rsid w:val="00CA38CD"/>
    <w:rsid w:val="00CA3FF0"/>
    <w:rsid w:val="00CA407D"/>
    <w:rsid w:val="00CA41B9"/>
    <w:rsid w:val="00CA42A0"/>
    <w:rsid w:val="00CA4875"/>
    <w:rsid w:val="00CA5475"/>
    <w:rsid w:val="00CA5626"/>
    <w:rsid w:val="00CA5A4B"/>
    <w:rsid w:val="00CA6337"/>
    <w:rsid w:val="00CA634E"/>
    <w:rsid w:val="00CA680D"/>
    <w:rsid w:val="00CA6BD9"/>
    <w:rsid w:val="00CA6C59"/>
    <w:rsid w:val="00CA6F12"/>
    <w:rsid w:val="00CA7590"/>
    <w:rsid w:val="00CB0920"/>
    <w:rsid w:val="00CB09B7"/>
    <w:rsid w:val="00CB0BF9"/>
    <w:rsid w:val="00CB0FDA"/>
    <w:rsid w:val="00CB1682"/>
    <w:rsid w:val="00CB16D1"/>
    <w:rsid w:val="00CB181E"/>
    <w:rsid w:val="00CB1C41"/>
    <w:rsid w:val="00CB1CE6"/>
    <w:rsid w:val="00CB29A3"/>
    <w:rsid w:val="00CB2A22"/>
    <w:rsid w:val="00CB2A44"/>
    <w:rsid w:val="00CB2BBE"/>
    <w:rsid w:val="00CB2BCA"/>
    <w:rsid w:val="00CB2DE1"/>
    <w:rsid w:val="00CB2F1B"/>
    <w:rsid w:val="00CB2F3D"/>
    <w:rsid w:val="00CB3010"/>
    <w:rsid w:val="00CB318A"/>
    <w:rsid w:val="00CB34F5"/>
    <w:rsid w:val="00CB4153"/>
    <w:rsid w:val="00CB4ADB"/>
    <w:rsid w:val="00CB4EC2"/>
    <w:rsid w:val="00CB4F3F"/>
    <w:rsid w:val="00CB5247"/>
    <w:rsid w:val="00CB526D"/>
    <w:rsid w:val="00CB5AEA"/>
    <w:rsid w:val="00CB5BBF"/>
    <w:rsid w:val="00CB5D0A"/>
    <w:rsid w:val="00CB5E4A"/>
    <w:rsid w:val="00CB6321"/>
    <w:rsid w:val="00CB6746"/>
    <w:rsid w:val="00CB6950"/>
    <w:rsid w:val="00CB6CBA"/>
    <w:rsid w:val="00CB6E8B"/>
    <w:rsid w:val="00CB6F9E"/>
    <w:rsid w:val="00CB71EC"/>
    <w:rsid w:val="00CB72F6"/>
    <w:rsid w:val="00CB73F6"/>
    <w:rsid w:val="00CB7424"/>
    <w:rsid w:val="00CB753B"/>
    <w:rsid w:val="00CB7714"/>
    <w:rsid w:val="00CB77B2"/>
    <w:rsid w:val="00CB7A86"/>
    <w:rsid w:val="00CB7BA6"/>
    <w:rsid w:val="00CB7D62"/>
    <w:rsid w:val="00CB7E17"/>
    <w:rsid w:val="00CC0699"/>
    <w:rsid w:val="00CC0EBE"/>
    <w:rsid w:val="00CC0FCA"/>
    <w:rsid w:val="00CC17A7"/>
    <w:rsid w:val="00CC1990"/>
    <w:rsid w:val="00CC1A7A"/>
    <w:rsid w:val="00CC1D69"/>
    <w:rsid w:val="00CC1F37"/>
    <w:rsid w:val="00CC2603"/>
    <w:rsid w:val="00CC2828"/>
    <w:rsid w:val="00CC2A39"/>
    <w:rsid w:val="00CC2CF0"/>
    <w:rsid w:val="00CC2FBB"/>
    <w:rsid w:val="00CC32C1"/>
    <w:rsid w:val="00CC3344"/>
    <w:rsid w:val="00CC3360"/>
    <w:rsid w:val="00CC3A79"/>
    <w:rsid w:val="00CC3C23"/>
    <w:rsid w:val="00CC4715"/>
    <w:rsid w:val="00CC4823"/>
    <w:rsid w:val="00CC502C"/>
    <w:rsid w:val="00CC560B"/>
    <w:rsid w:val="00CC5686"/>
    <w:rsid w:val="00CC5896"/>
    <w:rsid w:val="00CC5A0D"/>
    <w:rsid w:val="00CC5AE4"/>
    <w:rsid w:val="00CC5DD2"/>
    <w:rsid w:val="00CC5DEE"/>
    <w:rsid w:val="00CC5E10"/>
    <w:rsid w:val="00CC60A8"/>
    <w:rsid w:val="00CC6413"/>
    <w:rsid w:val="00CC6614"/>
    <w:rsid w:val="00CC68E6"/>
    <w:rsid w:val="00CC6949"/>
    <w:rsid w:val="00CC6C12"/>
    <w:rsid w:val="00CC6DD5"/>
    <w:rsid w:val="00CC6EA1"/>
    <w:rsid w:val="00CC7045"/>
    <w:rsid w:val="00CC72B7"/>
    <w:rsid w:val="00CC75E0"/>
    <w:rsid w:val="00CC7A77"/>
    <w:rsid w:val="00CD0195"/>
    <w:rsid w:val="00CD01BB"/>
    <w:rsid w:val="00CD0221"/>
    <w:rsid w:val="00CD064F"/>
    <w:rsid w:val="00CD0761"/>
    <w:rsid w:val="00CD0A47"/>
    <w:rsid w:val="00CD0B98"/>
    <w:rsid w:val="00CD0CA2"/>
    <w:rsid w:val="00CD131D"/>
    <w:rsid w:val="00CD185A"/>
    <w:rsid w:val="00CD2153"/>
    <w:rsid w:val="00CD2383"/>
    <w:rsid w:val="00CD23AE"/>
    <w:rsid w:val="00CD2545"/>
    <w:rsid w:val="00CD293F"/>
    <w:rsid w:val="00CD299F"/>
    <w:rsid w:val="00CD2DFC"/>
    <w:rsid w:val="00CD2EB8"/>
    <w:rsid w:val="00CD2EE3"/>
    <w:rsid w:val="00CD3122"/>
    <w:rsid w:val="00CD3AE1"/>
    <w:rsid w:val="00CD3B4D"/>
    <w:rsid w:val="00CD3E1E"/>
    <w:rsid w:val="00CD45C3"/>
    <w:rsid w:val="00CD4B4E"/>
    <w:rsid w:val="00CD4E5F"/>
    <w:rsid w:val="00CD4F1B"/>
    <w:rsid w:val="00CD515F"/>
    <w:rsid w:val="00CD532F"/>
    <w:rsid w:val="00CD55C6"/>
    <w:rsid w:val="00CD563F"/>
    <w:rsid w:val="00CD58F5"/>
    <w:rsid w:val="00CD5C53"/>
    <w:rsid w:val="00CD5CBC"/>
    <w:rsid w:val="00CD5E25"/>
    <w:rsid w:val="00CD69C3"/>
    <w:rsid w:val="00CD6A1C"/>
    <w:rsid w:val="00CD6BA2"/>
    <w:rsid w:val="00CD6E08"/>
    <w:rsid w:val="00CD7087"/>
    <w:rsid w:val="00CD70E6"/>
    <w:rsid w:val="00CD7206"/>
    <w:rsid w:val="00CD7216"/>
    <w:rsid w:val="00CD74C5"/>
    <w:rsid w:val="00CD754D"/>
    <w:rsid w:val="00CD75DA"/>
    <w:rsid w:val="00CD77C7"/>
    <w:rsid w:val="00CD7ABA"/>
    <w:rsid w:val="00CD7B86"/>
    <w:rsid w:val="00CE001B"/>
    <w:rsid w:val="00CE00E6"/>
    <w:rsid w:val="00CE01F2"/>
    <w:rsid w:val="00CE048F"/>
    <w:rsid w:val="00CE04B9"/>
    <w:rsid w:val="00CE071C"/>
    <w:rsid w:val="00CE072E"/>
    <w:rsid w:val="00CE08F8"/>
    <w:rsid w:val="00CE0BA4"/>
    <w:rsid w:val="00CE0FDF"/>
    <w:rsid w:val="00CE115A"/>
    <w:rsid w:val="00CE1344"/>
    <w:rsid w:val="00CE148C"/>
    <w:rsid w:val="00CE1804"/>
    <w:rsid w:val="00CE1922"/>
    <w:rsid w:val="00CE1B80"/>
    <w:rsid w:val="00CE1B8F"/>
    <w:rsid w:val="00CE1C00"/>
    <w:rsid w:val="00CE1C1B"/>
    <w:rsid w:val="00CE1D3B"/>
    <w:rsid w:val="00CE1D7A"/>
    <w:rsid w:val="00CE24F3"/>
    <w:rsid w:val="00CE256F"/>
    <w:rsid w:val="00CE268D"/>
    <w:rsid w:val="00CE271D"/>
    <w:rsid w:val="00CE2757"/>
    <w:rsid w:val="00CE297B"/>
    <w:rsid w:val="00CE2DE0"/>
    <w:rsid w:val="00CE2F8C"/>
    <w:rsid w:val="00CE3919"/>
    <w:rsid w:val="00CE3B24"/>
    <w:rsid w:val="00CE3B3D"/>
    <w:rsid w:val="00CE3C9F"/>
    <w:rsid w:val="00CE3DA9"/>
    <w:rsid w:val="00CE4770"/>
    <w:rsid w:val="00CE4954"/>
    <w:rsid w:val="00CE49BA"/>
    <w:rsid w:val="00CE4E11"/>
    <w:rsid w:val="00CE547F"/>
    <w:rsid w:val="00CE5655"/>
    <w:rsid w:val="00CE57D1"/>
    <w:rsid w:val="00CE5910"/>
    <w:rsid w:val="00CE5FDD"/>
    <w:rsid w:val="00CE69F4"/>
    <w:rsid w:val="00CE6E31"/>
    <w:rsid w:val="00CE6E67"/>
    <w:rsid w:val="00CE6EB7"/>
    <w:rsid w:val="00CE6F49"/>
    <w:rsid w:val="00CE71B6"/>
    <w:rsid w:val="00CE71F0"/>
    <w:rsid w:val="00CE72B1"/>
    <w:rsid w:val="00CE7442"/>
    <w:rsid w:val="00CE7C41"/>
    <w:rsid w:val="00CF02EC"/>
    <w:rsid w:val="00CF04EB"/>
    <w:rsid w:val="00CF083B"/>
    <w:rsid w:val="00CF0FEF"/>
    <w:rsid w:val="00CF10C2"/>
    <w:rsid w:val="00CF12C3"/>
    <w:rsid w:val="00CF18D6"/>
    <w:rsid w:val="00CF1995"/>
    <w:rsid w:val="00CF1BC6"/>
    <w:rsid w:val="00CF1D78"/>
    <w:rsid w:val="00CF31FB"/>
    <w:rsid w:val="00CF3317"/>
    <w:rsid w:val="00CF3319"/>
    <w:rsid w:val="00CF36DA"/>
    <w:rsid w:val="00CF36FC"/>
    <w:rsid w:val="00CF3A37"/>
    <w:rsid w:val="00CF3B43"/>
    <w:rsid w:val="00CF3E21"/>
    <w:rsid w:val="00CF3F16"/>
    <w:rsid w:val="00CF4649"/>
    <w:rsid w:val="00CF53F8"/>
    <w:rsid w:val="00CF54AA"/>
    <w:rsid w:val="00CF588D"/>
    <w:rsid w:val="00CF5F1C"/>
    <w:rsid w:val="00CF6791"/>
    <w:rsid w:val="00CF6A28"/>
    <w:rsid w:val="00CF6BB4"/>
    <w:rsid w:val="00CF7143"/>
    <w:rsid w:val="00CF7486"/>
    <w:rsid w:val="00CF79A5"/>
    <w:rsid w:val="00CF7CE0"/>
    <w:rsid w:val="00D00130"/>
    <w:rsid w:val="00D00368"/>
    <w:rsid w:val="00D00702"/>
    <w:rsid w:val="00D00709"/>
    <w:rsid w:val="00D007BB"/>
    <w:rsid w:val="00D0095D"/>
    <w:rsid w:val="00D00D2A"/>
    <w:rsid w:val="00D00FE4"/>
    <w:rsid w:val="00D0159D"/>
    <w:rsid w:val="00D0174E"/>
    <w:rsid w:val="00D017B4"/>
    <w:rsid w:val="00D018C8"/>
    <w:rsid w:val="00D01A6C"/>
    <w:rsid w:val="00D01BB8"/>
    <w:rsid w:val="00D01C54"/>
    <w:rsid w:val="00D01D48"/>
    <w:rsid w:val="00D02301"/>
    <w:rsid w:val="00D0262A"/>
    <w:rsid w:val="00D02917"/>
    <w:rsid w:val="00D02C53"/>
    <w:rsid w:val="00D02D3F"/>
    <w:rsid w:val="00D031EE"/>
    <w:rsid w:val="00D034B4"/>
    <w:rsid w:val="00D03529"/>
    <w:rsid w:val="00D0358A"/>
    <w:rsid w:val="00D03A31"/>
    <w:rsid w:val="00D03AF3"/>
    <w:rsid w:val="00D03B84"/>
    <w:rsid w:val="00D04194"/>
    <w:rsid w:val="00D0423B"/>
    <w:rsid w:val="00D04293"/>
    <w:rsid w:val="00D04721"/>
    <w:rsid w:val="00D0477E"/>
    <w:rsid w:val="00D047D3"/>
    <w:rsid w:val="00D04956"/>
    <w:rsid w:val="00D049A9"/>
    <w:rsid w:val="00D04BFC"/>
    <w:rsid w:val="00D0555A"/>
    <w:rsid w:val="00D05569"/>
    <w:rsid w:val="00D05751"/>
    <w:rsid w:val="00D0578D"/>
    <w:rsid w:val="00D05A7B"/>
    <w:rsid w:val="00D05D3F"/>
    <w:rsid w:val="00D05EEF"/>
    <w:rsid w:val="00D061D5"/>
    <w:rsid w:val="00D06426"/>
    <w:rsid w:val="00D0649D"/>
    <w:rsid w:val="00D068AC"/>
    <w:rsid w:val="00D07029"/>
    <w:rsid w:val="00D07436"/>
    <w:rsid w:val="00D0743D"/>
    <w:rsid w:val="00D07488"/>
    <w:rsid w:val="00D0755B"/>
    <w:rsid w:val="00D07724"/>
    <w:rsid w:val="00D07AA3"/>
    <w:rsid w:val="00D07ABB"/>
    <w:rsid w:val="00D100D4"/>
    <w:rsid w:val="00D1024F"/>
    <w:rsid w:val="00D102B2"/>
    <w:rsid w:val="00D10768"/>
    <w:rsid w:val="00D109B9"/>
    <w:rsid w:val="00D10A16"/>
    <w:rsid w:val="00D10AD1"/>
    <w:rsid w:val="00D10B52"/>
    <w:rsid w:val="00D10C49"/>
    <w:rsid w:val="00D10C89"/>
    <w:rsid w:val="00D10EBC"/>
    <w:rsid w:val="00D111E2"/>
    <w:rsid w:val="00D11683"/>
    <w:rsid w:val="00D1169D"/>
    <w:rsid w:val="00D11823"/>
    <w:rsid w:val="00D118BA"/>
    <w:rsid w:val="00D11E3A"/>
    <w:rsid w:val="00D121C0"/>
    <w:rsid w:val="00D123D4"/>
    <w:rsid w:val="00D1265F"/>
    <w:rsid w:val="00D12B61"/>
    <w:rsid w:val="00D13194"/>
    <w:rsid w:val="00D133D5"/>
    <w:rsid w:val="00D135F3"/>
    <w:rsid w:val="00D13775"/>
    <w:rsid w:val="00D13DFA"/>
    <w:rsid w:val="00D14056"/>
    <w:rsid w:val="00D1465C"/>
    <w:rsid w:val="00D14C4A"/>
    <w:rsid w:val="00D15065"/>
    <w:rsid w:val="00D15255"/>
    <w:rsid w:val="00D15379"/>
    <w:rsid w:val="00D15794"/>
    <w:rsid w:val="00D15941"/>
    <w:rsid w:val="00D15A55"/>
    <w:rsid w:val="00D1644B"/>
    <w:rsid w:val="00D168BD"/>
    <w:rsid w:val="00D1694E"/>
    <w:rsid w:val="00D179BA"/>
    <w:rsid w:val="00D17CEE"/>
    <w:rsid w:val="00D17F37"/>
    <w:rsid w:val="00D202A4"/>
    <w:rsid w:val="00D2062B"/>
    <w:rsid w:val="00D20D35"/>
    <w:rsid w:val="00D21288"/>
    <w:rsid w:val="00D2133B"/>
    <w:rsid w:val="00D219D9"/>
    <w:rsid w:val="00D21A24"/>
    <w:rsid w:val="00D22049"/>
    <w:rsid w:val="00D22102"/>
    <w:rsid w:val="00D22801"/>
    <w:rsid w:val="00D22A6C"/>
    <w:rsid w:val="00D22AAF"/>
    <w:rsid w:val="00D2310D"/>
    <w:rsid w:val="00D23507"/>
    <w:rsid w:val="00D2372C"/>
    <w:rsid w:val="00D24090"/>
    <w:rsid w:val="00D246AF"/>
    <w:rsid w:val="00D24723"/>
    <w:rsid w:val="00D24A53"/>
    <w:rsid w:val="00D24BA0"/>
    <w:rsid w:val="00D250BA"/>
    <w:rsid w:val="00D25170"/>
    <w:rsid w:val="00D2522F"/>
    <w:rsid w:val="00D25550"/>
    <w:rsid w:val="00D255E9"/>
    <w:rsid w:val="00D2561A"/>
    <w:rsid w:val="00D256D0"/>
    <w:rsid w:val="00D2570E"/>
    <w:rsid w:val="00D25D5E"/>
    <w:rsid w:val="00D25E75"/>
    <w:rsid w:val="00D261AE"/>
    <w:rsid w:val="00D261BB"/>
    <w:rsid w:val="00D267AE"/>
    <w:rsid w:val="00D26FED"/>
    <w:rsid w:val="00D30104"/>
    <w:rsid w:val="00D30147"/>
    <w:rsid w:val="00D30AAA"/>
    <w:rsid w:val="00D3129D"/>
    <w:rsid w:val="00D31D48"/>
    <w:rsid w:val="00D32005"/>
    <w:rsid w:val="00D32B22"/>
    <w:rsid w:val="00D32FAD"/>
    <w:rsid w:val="00D33073"/>
    <w:rsid w:val="00D33183"/>
    <w:rsid w:val="00D332A4"/>
    <w:rsid w:val="00D3334F"/>
    <w:rsid w:val="00D338BF"/>
    <w:rsid w:val="00D33B34"/>
    <w:rsid w:val="00D33BC0"/>
    <w:rsid w:val="00D33DDA"/>
    <w:rsid w:val="00D340FC"/>
    <w:rsid w:val="00D34629"/>
    <w:rsid w:val="00D349BD"/>
    <w:rsid w:val="00D34C8C"/>
    <w:rsid w:val="00D34CDB"/>
    <w:rsid w:val="00D3508A"/>
    <w:rsid w:val="00D3517A"/>
    <w:rsid w:val="00D351E4"/>
    <w:rsid w:val="00D35207"/>
    <w:rsid w:val="00D3534B"/>
    <w:rsid w:val="00D35944"/>
    <w:rsid w:val="00D359B3"/>
    <w:rsid w:val="00D35B35"/>
    <w:rsid w:val="00D35BAF"/>
    <w:rsid w:val="00D35C8F"/>
    <w:rsid w:val="00D35EDF"/>
    <w:rsid w:val="00D360BB"/>
    <w:rsid w:val="00D3646D"/>
    <w:rsid w:val="00D36656"/>
    <w:rsid w:val="00D36BD2"/>
    <w:rsid w:val="00D36C36"/>
    <w:rsid w:val="00D36C99"/>
    <w:rsid w:val="00D36CDD"/>
    <w:rsid w:val="00D36D83"/>
    <w:rsid w:val="00D36E73"/>
    <w:rsid w:val="00D3727B"/>
    <w:rsid w:val="00D372C9"/>
    <w:rsid w:val="00D3736A"/>
    <w:rsid w:val="00D376AB"/>
    <w:rsid w:val="00D37ADB"/>
    <w:rsid w:val="00D37BFA"/>
    <w:rsid w:val="00D400B8"/>
    <w:rsid w:val="00D40258"/>
    <w:rsid w:val="00D40783"/>
    <w:rsid w:val="00D4081D"/>
    <w:rsid w:val="00D40926"/>
    <w:rsid w:val="00D40C80"/>
    <w:rsid w:val="00D40CE6"/>
    <w:rsid w:val="00D40DDD"/>
    <w:rsid w:val="00D40F43"/>
    <w:rsid w:val="00D41076"/>
    <w:rsid w:val="00D417B7"/>
    <w:rsid w:val="00D41831"/>
    <w:rsid w:val="00D4234B"/>
    <w:rsid w:val="00D424CE"/>
    <w:rsid w:val="00D42BA3"/>
    <w:rsid w:val="00D42E35"/>
    <w:rsid w:val="00D435A2"/>
    <w:rsid w:val="00D436F6"/>
    <w:rsid w:val="00D43771"/>
    <w:rsid w:val="00D4396F"/>
    <w:rsid w:val="00D4417B"/>
    <w:rsid w:val="00D441D6"/>
    <w:rsid w:val="00D44686"/>
    <w:rsid w:val="00D44FEC"/>
    <w:rsid w:val="00D4517E"/>
    <w:rsid w:val="00D4552E"/>
    <w:rsid w:val="00D4598A"/>
    <w:rsid w:val="00D45FC8"/>
    <w:rsid w:val="00D4616D"/>
    <w:rsid w:val="00D4617F"/>
    <w:rsid w:val="00D46302"/>
    <w:rsid w:val="00D465B0"/>
    <w:rsid w:val="00D46737"/>
    <w:rsid w:val="00D467CE"/>
    <w:rsid w:val="00D46888"/>
    <w:rsid w:val="00D47237"/>
    <w:rsid w:val="00D47292"/>
    <w:rsid w:val="00D47537"/>
    <w:rsid w:val="00D476E7"/>
    <w:rsid w:val="00D478F6"/>
    <w:rsid w:val="00D47965"/>
    <w:rsid w:val="00D47FFE"/>
    <w:rsid w:val="00D50221"/>
    <w:rsid w:val="00D50545"/>
    <w:rsid w:val="00D507B9"/>
    <w:rsid w:val="00D50A14"/>
    <w:rsid w:val="00D518A5"/>
    <w:rsid w:val="00D51C32"/>
    <w:rsid w:val="00D51D99"/>
    <w:rsid w:val="00D51F07"/>
    <w:rsid w:val="00D52031"/>
    <w:rsid w:val="00D52630"/>
    <w:rsid w:val="00D526FB"/>
    <w:rsid w:val="00D527F8"/>
    <w:rsid w:val="00D52E1E"/>
    <w:rsid w:val="00D5312A"/>
    <w:rsid w:val="00D5327D"/>
    <w:rsid w:val="00D5348E"/>
    <w:rsid w:val="00D5349E"/>
    <w:rsid w:val="00D535A5"/>
    <w:rsid w:val="00D53644"/>
    <w:rsid w:val="00D53A0B"/>
    <w:rsid w:val="00D53D65"/>
    <w:rsid w:val="00D53F99"/>
    <w:rsid w:val="00D54350"/>
    <w:rsid w:val="00D544C9"/>
    <w:rsid w:val="00D54D92"/>
    <w:rsid w:val="00D54E4A"/>
    <w:rsid w:val="00D54FDC"/>
    <w:rsid w:val="00D556D7"/>
    <w:rsid w:val="00D55748"/>
    <w:rsid w:val="00D557AB"/>
    <w:rsid w:val="00D5581C"/>
    <w:rsid w:val="00D562E9"/>
    <w:rsid w:val="00D56414"/>
    <w:rsid w:val="00D564AF"/>
    <w:rsid w:val="00D5695A"/>
    <w:rsid w:val="00D56D19"/>
    <w:rsid w:val="00D56D41"/>
    <w:rsid w:val="00D57327"/>
    <w:rsid w:val="00D57851"/>
    <w:rsid w:val="00D57860"/>
    <w:rsid w:val="00D5794A"/>
    <w:rsid w:val="00D579CE"/>
    <w:rsid w:val="00D57A11"/>
    <w:rsid w:val="00D57B29"/>
    <w:rsid w:val="00D57D94"/>
    <w:rsid w:val="00D601B2"/>
    <w:rsid w:val="00D6050A"/>
    <w:rsid w:val="00D607C9"/>
    <w:rsid w:val="00D60BA1"/>
    <w:rsid w:val="00D60CE2"/>
    <w:rsid w:val="00D60F57"/>
    <w:rsid w:val="00D6103D"/>
    <w:rsid w:val="00D611F8"/>
    <w:rsid w:val="00D6120A"/>
    <w:rsid w:val="00D61292"/>
    <w:rsid w:val="00D61450"/>
    <w:rsid w:val="00D61EDE"/>
    <w:rsid w:val="00D61F48"/>
    <w:rsid w:val="00D62146"/>
    <w:rsid w:val="00D62151"/>
    <w:rsid w:val="00D623C4"/>
    <w:rsid w:val="00D6260A"/>
    <w:rsid w:val="00D62724"/>
    <w:rsid w:val="00D629C9"/>
    <w:rsid w:val="00D62B22"/>
    <w:rsid w:val="00D63317"/>
    <w:rsid w:val="00D634E3"/>
    <w:rsid w:val="00D636D9"/>
    <w:rsid w:val="00D639AC"/>
    <w:rsid w:val="00D63CE8"/>
    <w:rsid w:val="00D6494F"/>
    <w:rsid w:val="00D64988"/>
    <w:rsid w:val="00D64A8D"/>
    <w:rsid w:val="00D64B21"/>
    <w:rsid w:val="00D64C2A"/>
    <w:rsid w:val="00D64D6F"/>
    <w:rsid w:val="00D6504E"/>
    <w:rsid w:val="00D654ED"/>
    <w:rsid w:val="00D658B5"/>
    <w:rsid w:val="00D65C57"/>
    <w:rsid w:val="00D65C6F"/>
    <w:rsid w:val="00D6636C"/>
    <w:rsid w:val="00D66F0B"/>
    <w:rsid w:val="00D66FCE"/>
    <w:rsid w:val="00D678AB"/>
    <w:rsid w:val="00D678F2"/>
    <w:rsid w:val="00D67B3C"/>
    <w:rsid w:val="00D67BC2"/>
    <w:rsid w:val="00D67BFB"/>
    <w:rsid w:val="00D70376"/>
    <w:rsid w:val="00D7055F"/>
    <w:rsid w:val="00D708FA"/>
    <w:rsid w:val="00D709F5"/>
    <w:rsid w:val="00D70DAB"/>
    <w:rsid w:val="00D71675"/>
    <w:rsid w:val="00D71924"/>
    <w:rsid w:val="00D71956"/>
    <w:rsid w:val="00D71B48"/>
    <w:rsid w:val="00D71E34"/>
    <w:rsid w:val="00D72283"/>
    <w:rsid w:val="00D72638"/>
    <w:rsid w:val="00D7265E"/>
    <w:rsid w:val="00D7291E"/>
    <w:rsid w:val="00D7297C"/>
    <w:rsid w:val="00D72DFE"/>
    <w:rsid w:val="00D72FBC"/>
    <w:rsid w:val="00D73424"/>
    <w:rsid w:val="00D738A4"/>
    <w:rsid w:val="00D73A26"/>
    <w:rsid w:val="00D73D14"/>
    <w:rsid w:val="00D741AB"/>
    <w:rsid w:val="00D741B3"/>
    <w:rsid w:val="00D74480"/>
    <w:rsid w:val="00D7451D"/>
    <w:rsid w:val="00D74622"/>
    <w:rsid w:val="00D748DB"/>
    <w:rsid w:val="00D74D0F"/>
    <w:rsid w:val="00D74FB4"/>
    <w:rsid w:val="00D7507E"/>
    <w:rsid w:val="00D7525D"/>
    <w:rsid w:val="00D752C1"/>
    <w:rsid w:val="00D75464"/>
    <w:rsid w:val="00D75472"/>
    <w:rsid w:val="00D75920"/>
    <w:rsid w:val="00D75DAC"/>
    <w:rsid w:val="00D75F8F"/>
    <w:rsid w:val="00D76305"/>
    <w:rsid w:val="00D76553"/>
    <w:rsid w:val="00D767F0"/>
    <w:rsid w:val="00D76D19"/>
    <w:rsid w:val="00D76D29"/>
    <w:rsid w:val="00D76EDF"/>
    <w:rsid w:val="00D77656"/>
    <w:rsid w:val="00D776B4"/>
    <w:rsid w:val="00D77B81"/>
    <w:rsid w:val="00D800E9"/>
    <w:rsid w:val="00D801AA"/>
    <w:rsid w:val="00D802A6"/>
    <w:rsid w:val="00D804CA"/>
    <w:rsid w:val="00D808EE"/>
    <w:rsid w:val="00D80D19"/>
    <w:rsid w:val="00D81068"/>
    <w:rsid w:val="00D81153"/>
    <w:rsid w:val="00D814A7"/>
    <w:rsid w:val="00D815C5"/>
    <w:rsid w:val="00D816DC"/>
    <w:rsid w:val="00D81821"/>
    <w:rsid w:val="00D81A28"/>
    <w:rsid w:val="00D81C17"/>
    <w:rsid w:val="00D81D0E"/>
    <w:rsid w:val="00D81F90"/>
    <w:rsid w:val="00D8235B"/>
    <w:rsid w:val="00D826ED"/>
    <w:rsid w:val="00D827FE"/>
    <w:rsid w:val="00D82E95"/>
    <w:rsid w:val="00D83800"/>
    <w:rsid w:val="00D83C4B"/>
    <w:rsid w:val="00D8469E"/>
    <w:rsid w:val="00D848AE"/>
    <w:rsid w:val="00D84916"/>
    <w:rsid w:val="00D84999"/>
    <w:rsid w:val="00D84C67"/>
    <w:rsid w:val="00D84D2B"/>
    <w:rsid w:val="00D84E23"/>
    <w:rsid w:val="00D84EB2"/>
    <w:rsid w:val="00D85553"/>
    <w:rsid w:val="00D8562C"/>
    <w:rsid w:val="00D85742"/>
    <w:rsid w:val="00D8598D"/>
    <w:rsid w:val="00D863E8"/>
    <w:rsid w:val="00D8644E"/>
    <w:rsid w:val="00D86835"/>
    <w:rsid w:val="00D8691F"/>
    <w:rsid w:val="00D86D3A"/>
    <w:rsid w:val="00D8732A"/>
    <w:rsid w:val="00D876AD"/>
    <w:rsid w:val="00D90966"/>
    <w:rsid w:val="00D9190A"/>
    <w:rsid w:val="00D91A7D"/>
    <w:rsid w:val="00D91AFB"/>
    <w:rsid w:val="00D91BFD"/>
    <w:rsid w:val="00D91DAA"/>
    <w:rsid w:val="00D91DD3"/>
    <w:rsid w:val="00D9207F"/>
    <w:rsid w:val="00D92564"/>
    <w:rsid w:val="00D9277C"/>
    <w:rsid w:val="00D92B1E"/>
    <w:rsid w:val="00D92C59"/>
    <w:rsid w:val="00D92C9F"/>
    <w:rsid w:val="00D92CCA"/>
    <w:rsid w:val="00D92D67"/>
    <w:rsid w:val="00D9313B"/>
    <w:rsid w:val="00D9339A"/>
    <w:rsid w:val="00D93458"/>
    <w:rsid w:val="00D935B3"/>
    <w:rsid w:val="00D93672"/>
    <w:rsid w:val="00D9387F"/>
    <w:rsid w:val="00D93C7B"/>
    <w:rsid w:val="00D93D7A"/>
    <w:rsid w:val="00D93F71"/>
    <w:rsid w:val="00D944A1"/>
    <w:rsid w:val="00D94610"/>
    <w:rsid w:val="00D946E7"/>
    <w:rsid w:val="00D94771"/>
    <w:rsid w:val="00D947AE"/>
    <w:rsid w:val="00D94806"/>
    <w:rsid w:val="00D94AE1"/>
    <w:rsid w:val="00D94CDF"/>
    <w:rsid w:val="00D94F8A"/>
    <w:rsid w:val="00D9516B"/>
    <w:rsid w:val="00D9597E"/>
    <w:rsid w:val="00D95ABA"/>
    <w:rsid w:val="00D96062"/>
    <w:rsid w:val="00D9618F"/>
    <w:rsid w:val="00D96245"/>
    <w:rsid w:val="00D965D8"/>
    <w:rsid w:val="00D968D6"/>
    <w:rsid w:val="00D96AE7"/>
    <w:rsid w:val="00D96C52"/>
    <w:rsid w:val="00D96DB2"/>
    <w:rsid w:val="00D96FF2"/>
    <w:rsid w:val="00D970D6"/>
    <w:rsid w:val="00D97225"/>
    <w:rsid w:val="00D972C9"/>
    <w:rsid w:val="00D97973"/>
    <w:rsid w:val="00D97E53"/>
    <w:rsid w:val="00D97E8C"/>
    <w:rsid w:val="00DA07B2"/>
    <w:rsid w:val="00DA08A7"/>
    <w:rsid w:val="00DA0C4E"/>
    <w:rsid w:val="00DA0DD0"/>
    <w:rsid w:val="00DA0E8B"/>
    <w:rsid w:val="00DA10A3"/>
    <w:rsid w:val="00DA1276"/>
    <w:rsid w:val="00DA1590"/>
    <w:rsid w:val="00DA15C1"/>
    <w:rsid w:val="00DA18DE"/>
    <w:rsid w:val="00DA1BEF"/>
    <w:rsid w:val="00DA1D2D"/>
    <w:rsid w:val="00DA22CD"/>
    <w:rsid w:val="00DA24CA"/>
    <w:rsid w:val="00DA28A8"/>
    <w:rsid w:val="00DA2A15"/>
    <w:rsid w:val="00DA2B56"/>
    <w:rsid w:val="00DA3857"/>
    <w:rsid w:val="00DA38B4"/>
    <w:rsid w:val="00DA398F"/>
    <w:rsid w:val="00DA399C"/>
    <w:rsid w:val="00DA3BE9"/>
    <w:rsid w:val="00DA3CAA"/>
    <w:rsid w:val="00DA3E82"/>
    <w:rsid w:val="00DA4725"/>
    <w:rsid w:val="00DA4745"/>
    <w:rsid w:val="00DA48E8"/>
    <w:rsid w:val="00DA49CB"/>
    <w:rsid w:val="00DA4D24"/>
    <w:rsid w:val="00DA50CA"/>
    <w:rsid w:val="00DA5902"/>
    <w:rsid w:val="00DA5974"/>
    <w:rsid w:val="00DA5DE5"/>
    <w:rsid w:val="00DA61AC"/>
    <w:rsid w:val="00DA6483"/>
    <w:rsid w:val="00DA677C"/>
    <w:rsid w:val="00DA67AB"/>
    <w:rsid w:val="00DA67EA"/>
    <w:rsid w:val="00DA6F72"/>
    <w:rsid w:val="00DA7365"/>
    <w:rsid w:val="00DA7583"/>
    <w:rsid w:val="00DA7700"/>
    <w:rsid w:val="00DB0568"/>
    <w:rsid w:val="00DB0BAA"/>
    <w:rsid w:val="00DB0DA1"/>
    <w:rsid w:val="00DB102C"/>
    <w:rsid w:val="00DB1093"/>
    <w:rsid w:val="00DB167D"/>
    <w:rsid w:val="00DB1B94"/>
    <w:rsid w:val="00DB1E7A"/>
    <w:rsid w:val="00DB1F7B"/>
    <w:rsid w:val="00DB2007"/>
    <w:rsid w:val="00DB2653"/>
    <w:rsid w:val="00DB28F6"/>
    <w:rsid w:val="00DB2B40"/>
    <w:rsid w:val="00DB2C59"/>
    <w:rsid w:val="00DB30B7"/>
    <w:rsid w:val="00DB3107"/>
    <w:rsid w:val="00DB31C1"/>
    <w:rsid w:val="00DB3267"/>
    <w:rsid w:val="00DB3A42"/>
    <w:rsid w:val="00DB3D05"/>
    <w:rsid w:val="00DB3E3E"/>
    <w:rsid w:val="00DB4024"/>
    <w:rsid w:val="00DB435D"/>
    <w:rsid w:val="00DB44E4"/>
    <w:rsid w:val="00DB4976"/>
    <w:rsid w:val="00DB4AD2"/>
    <w:rsid w:val="00DB4BAE"/>
    <w:rsid w:val="00DB4CF7"/>
    <w:rsid w:val="00DB5066"/>
    <w:rsid w:val="00DB51C2"/>
    <w:rsid w:val="00DB551C"/>
    <w:rsid w:val="00DB57F0"/>
    <w:rsid w:val="00DB5B56"/>
    <w:rsid w:val="00DB5D67"/>
    <w:rsid w:val="00DB5D6A"/>
    <w:rsid w:val="00DB5DC4"/>
    <w:rsid w:val="00DB5F82"/>
    <w:rsid w:val="00DB6885"/>
    <w:rsid w:val="00DB6A05"/>
    <w:rsid w:val="00DB6D36"/>
    <w:rsid w:val="00DB6F28"/>
    <w:rsid w:val="00DB7322"/>
    <w:rsid w:val="00DB7AB4"/>
    <w:rsid w:val="00DB7AC3"/>
    <w:rsid w:val="00DB7AC7"/>
    <w:rsid w:val="00DB7B0B"/>
    <w:rsid w:val="00DB7BD2"/>
    <w:rsid w:val="00DB7C47"/>
    <w:rsid w:val="00DB7CCE"/>
    <w:rsid w:val="00DC0414"/>
    <w:rsid w:val="00DC041D"/>
    <w:rsid w:val="00DC055F"/>
    <w:rsid w:val="00DC06EC"/>
    <w:rsid w:val="00DC0A08"/>
    <w:rsid w:val="00DC0D65"/>
    <w:rsid w:val="00DC0D88"/>
    <w:rsid w:val="00DC127D"/>
    <w:rsid w:val="00DC12B3"/>
    <w:rsid w:val="00DC13B1"/>
    <w:rsid w:val="00DC1678"/>
    <w:rsid w:val="00DC17CB"/>
    <w:rsid w:val="00DC1C13"/>
    <w:rsid w:val="00DC1DD4"/>
    <w:rsid w:val="00DC1F64"/>
    <w:rsid w:val="00DC1F7D"/>
    <w:rsid w:val="00DC2623"/>
    <w:rsid w:val="00DC2683"/>
    <w:rsid w:val="00DC2971"/>
    <w:rsid w:val="00DC2BC7"/>
    <w:rsid w:val="00DC30B9"/>
    <w:rsid w:val="00DC349A"/>
    <w:rsid w:val="00DC3847"/>
    <w:rsid w:val="00DC3866"/>
    <w:rsid w:val="00DC3B18"/>
    <w:rsid w:val="00DC4385"/>
    <w:rsid w:val="00DC460C"/>
    <w:rsid w:val="00DC46E5"/>
    <w:rsid w:val="00DC474F"/>
    <w:rsid w:val="00DC496D"/>
    <w:rsid w:val="00DC4986"/>
    <w:rsid w:val="00DC4D5C"/>
    <w:rsid w:val="00DC4E3C"/>
    <w:rsid w:val="00DC4ED4"/>
    <w:rsid w:val="00DC517C"/>
    <w:rsid w:val="00DC56EE"/>
    <w:rsid w:val="00DC58C0"/>
    <w:rsid w:val="00DC5CDF"/>
    <w:rsid w:val="00DC648A"/>
    <w:rsid w:val="00DC6782"/>
    <w:rsid w:val="00DC68CF"/>
    <w:rsid w:val="00DC696B"/>
    <w:rsid w:val="00DC6A0B"/>
    <w:rsid w:val="00DC6F88"/>
    <w:rsid w:val="00DC7728"/>
    <w:rsid w:val="00DC7867"/>
    <w:rsid w:val="00DC7EE5"/>
    <w:rsid w:val="00DD020D"/>
    <w:rsid w:val="00DD0B99"/>
    <w:rsid w:val="00DD0EFE"/>
    <w:rsid w:val="00DD0F45"/>
    <w:rsid w:val="00DD107E"/>
    <w:rsid w:val="00DD111E"/>
    <w:rsid w:val="00DD17FD"/>
    <w:rsid w:val="00DD1B90"/>
    <w:rsid w:val="00DD2436"/>
    <w:rsid w:val="00DD2753"/>
    <w:rsid w:val="00DD27B0"/>
    <w:rsid w:val="00DD281D"/>
    <w:rsid w:val="00DD282B"/>
    <w:rsid w:val="00DD2B9C"/>
    <w:rsid w:val="00DD2DDA"/>
    <w:rsid w:val="00DD3137"/>
    <w:rsid w:val="00DD352E"/>
    <w:rsid w:val="00DD3690"/>
    <w:rsid w:val="00DD39C1"/>
    <w:rsid w:val="00DD4276"/>
    <w:rsid w:val="00DD43B4"/>
    <w:rsid w:val="00DD461C"/>
    <w:rsid w:val="00DD47E1"/>
    <w:rsid w:val="00DD53AD"/>
    <w:rsid w:val="00DD55C2"/>
    <w:rsid w:val="00DD5993"/>
    <w:rsid w:val="00DD5A53"/>
    <w:rsid w:val="00DD5A77"/>
    <w:rsid w:val="00DD5A82"/>
    <w:rsid w:val="00DD5E99"/>
    <w:rsid w:val="00DD5EEA"/>
    <w:rsid w:val="00DD610B"/>
    <w:rsid w:val="00DD6379"/>
    <w:rsid w:val="00DD64F6"/>
    <w:rsid w:val="00DD664D"/>
    <w:rsid w:val="00DD6923"/>
    <w:rsid w:val="00DD6BAE"/>
    <w:rsid w:val="00DD6E4B"/>
    <w:rsid w:val="00DD7102"/>
    <w:rsid w:val="00DD775A"/>
    <w:rsid w:val="00DD77F8"/>
    <w:rsid w:val="00DD7A44"/>
    <w:rsid w:val="00DD7C63"/>
    <w:rsid w:val="00DE0727"/>
    <w:rsid w:val="00DE0995"/>
    <w:rsid w:val="00DE0FE4"/>
    <w:rsid w:val="00DE1108"/>
    <w:rsid w:val="00DE1141"/>
    <w:rsid w:val="00DE14AB"/>
    <w:rsid w:val="00DE1BA6"/>
    <w:rsid w:val="00DE1EA3"/>
    <w:rsid w:val="00DE2194"/>
    <w:rsid w:val="00DE28E4"/>
    <w:rsid w:val="00DE2B02"/>
    <w:rsid w:val="00DE2DA9"/>
    <w:rsid w:val="00DE2F65"/>
    <w:rsid w:val="00DE3083"/>
    <w:rsid w:val="00DE3485"/>
    <w:rsid w:val="00DE392E"/>
    <w:rsid w:val="00DE3BC1"/>
    <w:rsid w:val="00DE3BDD"/>
    <w:rsid w:val="00DE3E61"/>
    <w:rsid w:val="00DE40CE"/>
    <w:rsid w:val="00DE422C"/>
    <w:rsid w:val="00DE43D9"/>
    <w:rsid w:val="00DE449F"/>
    <w:rsid w:val="00DE45A0"/>
    <w:rsid w:val="00DE46A0"/>
    <w:rsid w:val="00DE4CBC"/>
    <w:rsid w:val="00DE4D95"/>
    <w:rsid w:val="00DE4E01"/>
    <w:rsid w:val="00DE4FD7"/>
    <w:rsid w:val="00DE586C"/>
    <w:rsid w:val="00DE5909"/>
    <w:rsid w:val="00DE593F"/>
    <w:rsid w:val="00DE63E5"/>
    <w:rsid w:val="00DE645B"/>
    <w:rsid w:val="00DE65EA"/>
    <w:rsid w:val="00DE66D9"/>
    <w:rsid w:val="00DE67A6"/>
    <w:rsid w:val="00DE6A55"/>
    <w:rsid w:val="00DE6DFB"/>
    <w:rsid w:val="00DE7537"/>
    <w:rsid w:val="00DE77A8"/>
    <w:rsid w:val="00DE7825"/>
    <w:rsid w:val="00DE7A71"/>
    <w:rsid w:val="00DE7CB0"/>
    <w:rsid w:val="00DF0A71"/>
    <w:rsid w:val="00DF1063"/>
    <w:rsid w:val="00DF127D"/>
    <w:rsid w:val="00DF15B7"/>
    <w:rsid w:val="00DF1B6E"/>
    <w:rsid w:val="00DF1C60"/>
    <w:rsid w:val="00DF201A"/>
    <w:rsid w:val="00DF244F"/>
    <w:rsid w:val="00DF26F3"/>
    <w:rsid w:val="00DF274F"/>
    <w:rsid w:val="00DF27F4"/>
    <w:rsid w:val="00DF28FD"/>
    <w:rsid w:val="00DF293F"/>
    <w:rsid w:val="00DF29A3"/>
    <w:rsid w:val="00DF2CC1"/>
    <w:rsid w:val="00DF376A"/>
    <w:rsid w:val="00DF3DED"/>
    <w:rsid w:val="00DF3F94"/>
    <w:rsid w:val="00DF4752"/>
    <w:rsid w:val="00DF484A"/>
    <w:rsid w:val="00DF4B5A"/>
    <w:rsid w:val="00DF53B8"/>
    <w:rsid w:val="00DF556E"/>
    <w:rsid w:val="00DF6484"/>
    <w:rsid w:val="00DF6B14"/>
    <w:rsid w:val="00DF6D8D"/>
    <w:rsid w:val="00DF6E72"/>
    <w:rsid w:val="00DF74C5"/>
    <w:rsid w:val="00DF7CF7"/>
    <w:rsid w:val="00E00241"/>
    <w:rsid w:val="00E01089"/>
    <w:rsid w:val="00E01140"/>
    <w:rsid w:val="00E01E18"/>
    <w:rsid w:val="00E01F00"/>
    <w:rsid w:val="00E0240D"/>
    <w:rsid w:val="00E02497"/>
    <w:rsid w:val="00E02540"/>
    <w:rsid w:val="00E0299D"/>
    <w:rsid w:val="00E02AEB"/>
    <w:rsid w:val="00E02EC1"/>
    <w:rsid w:val="00E02F7A"/>
    <w:rsid w:val="00E03208"/>
    <w:rsid w:val="00E032DE"/>
    <w:rsid w:val="00E03787"/>
    <w:rsid w:val="00E03B7C"/>
    <w:rsid w:val="00E03C66"/>
    <w:rsid w:val="00E03D11"/>
    <w:rsid w:val="00E041F5"/>
    <w:rsid w:val="00E045BA"/>
    <w:rsid w:val="00E04E1B"/>
    <w:rsid w:val="00E05082"/>
    <w:rsid w:val="00E0527F"/>
    <w:rsid w:val="00E0537B"/>
    <w:rsid w:val="00E053BA"/>
    <w:rsid w:val="00E054A9"/>
    <w:rsid w:val="00E0583F"/>
    <w:rsid w:val="00E0637A"/>
    <w:rsid w:val="00E0639B"/>
    <w:rsid w:val="00E06558"/>
    <w:rsid w:val="00E06810"/>
    <w:rsid w:val="00E06A4A"/>
    <w:rsid w:val="00E06ACB"/>
    <w:rsid w:val="00E06C92"/>
    <w:rsid w:val="00E06CDF"/>
    <w:rsid w:val="00E06E8B"/>
    <w:rsid w:val="00E06F4D"/>
    <w:rsid w:val="00E0724B"/>
    <w:rsid w:val="00E074C9"/>
    <w:rsid w:val="00E074E3"/>
    <w:rsid w:val="00E075F5"/>
    <w:rsid w:val="00E07861"/>
    <w:rsid w:val="00E079AC"/>
    <w:rsid w:val="00E1019B"/>
    <w:rsid w:val="00E10E6E"/>
    <w:rsid w:val="00E10E93"/>
    <w:rsid w:val="00E10F1A"/>
    <w:rsid w:val="00E11271"/>
    <w:rsid w:val="00E118B0"/>
    <w:rsid w:val="00E11952"/>
    <w:rsid w:val="00E11A27"/>
    <w:rsid w:val="00E11B27"/>
    <w:rsid w:val="00E11E07"/>
    <w:rsid w:val="00E1258E"/>
    <w:rsid w:val="00E12595"/>
    <w:rsid w:val="00E127A7"/>
    <w:rsid w:val="00E12C4A"/>
    <w:rsid w:val="00E13177"/>
    <w:rsid w:val="00E1368A"/>
    <w:rsid w:val="00E1375D"/>
    <w:rsid w:val="00E13999"/>
    <w:rsid w:val="00E13C91"/>
    <w:rsid w:val="00E14025"/>
    <w:rsid w:val="00E14112"/>
    <w:rsid w:val="00E142EE"/>
    <w:rsid w:val="00E142F4"/>
    <w:rsid w:val="00E14642"/>
    <w:rsid w:val="00E14809"/>
    <w:rsid w:val="00E14886"/>
    <w:rsid w:val="00E149A2"/>
    <w:rsid w:val="00E14A17"/>
    <w:rsid w:val="00E14A90"/>
    <w:rsid w:val="00E14CDB"/>
    <w:rsid w:val="00E14D98"/>
    <w:rsid w:val="00E14DC3"/>
    <w:rsid w:val="00E15860"/>
    <w:rsid w:val="00E15FFC"/>
    <w:rsid w:val="00E163B9"/>
    <w:rsid w:val="00E16565"/>
    <w:rsid w:val="00E16968"/>
    <w:rsid w:val="00E16C50"/>
    <w:rsid w:val="00E16FD4"/>
    <w:rsid w:val="00E170FC"/>
    <w:rsid w:val="00E17214"/>
    <w:rsid w:val="00E172BC"/>
    <w:rsid w:val="00E17501"/>
    <w:rsid w:val="00E17900"/>
    <w:rsid w:val="00E179B3"/>
    <w:rsid w:val="00E17B63"/>
    <w:rsid w:val="00E202C3"/>
    <w:rsid w:val="00E203AC"/>
    <w:rsid w:val="00E203BF"/>
    <w:rsid w:val="00E207BA"/>
    <w:rsid w:val="00E208AF"/>
    <w:rsid w:val="00E20B4B"/>
    <w:rsid w:val="00E20B91"/>
    <w:rsid w:val="00E20F0D"/>
    <w:rsid w:val="00E210CD"/>
    <w:rsid w:val="00E21607"/>
    <w:rsid w:val="00E21B47"/>
    <w:rsid w:val="00E22314"/>
    <w:rsid w:val="00E22A8D"/>
    <w:rsid w:val="00E22E30"/>
    <w:rsid w:val="00E23306"/>
    <w:rsid w:val="00E23327"/>
    <w:rsid w:val="00E23449"/>
    <w:rsid w:val="00E2367F"/>
    <w:rsid w:val="00E23CC0"/>
    <w:rsid w:val="00E23D31"/>
    <w:rsid w:val="00E23F0F"/>
    <w:rsid w:val="00E240B0"/>
    <w:rsid w:val="00E240C7"/>
    <w:rsid w:val="00E2428E"/>
    <w:rsid w:val="00E24329"/>
    <w:rsid w:val="00E24B24"/>
    <w:rsid w:val="00E25195"/>
    <w:rsid w:val="00E252D9"/>
    <w:rsid w:val="00E25414"/>
    <w:rsid w:val="00E25589"/>
    <w:rsid w:val="00E25A37"/>
    <w:rsid w:val="00E25EFD"/>
    <w:rsid w:val="00E263C0"/>
    <w:rsid w:val="00E26564"/>
    <w:rsid w:val="00E26727"/>
    <w:rsid w:val="00E267C8"/>
    <w:rsid w:val="00E27861"/>
    <w:rsid w:val="00E27A7E"/>
    <w:rsid w:val="00E27AF8"/>
    <w:rsid w:val="00E27E7D"/>
    <w:rsid w:val="00E30328"/>
    <w:rsid w:val="00E30509"/>
    <w:rsid w:val="00E3073A"/>
    <w:rsid w:val="00E30A2A"/>
    <w:rsid w:val="00E31048"/>
    <w:rsid w:val="00E31436"/>
    <w:rsid w:val="00E318FF"/>
    <w:rsid w:val="00E31997"/>
    <w:rsid w:val="00E31A25"/>
    <w:rsid w:val="00E32871"/>
    <w:rsid w:val="00E32B9C"/>
    <w:rsid w:val="00E33308"/>
    <w:rsid w:val="00E33557"/>
    <w:rsid w:val="00E337A9"/>
    <w:rsid w:val="00E338B7"/>
    <w:rsid w:val="00E33CDD"/>
    <w:rsid w:val="00E34381"/>
    <w:rsid w:val="00E3480D"/>
    <w:rsid w:val="00E34989"/>
    <w:rsid w:val="00E3506B"/>
    <w:rsid w:val="00E3533E"/>
    <w:rsid w:val="00E35CB7"/>
    <w:rsid w:val="00E3602C"/>
    <w:rsid w:val="00E3603F"/>
    <w:rsid w:val="00E36113"/>
    <w:rsid w:val="00E36415"/>
    <w:rsid w:val="00E3649E"/>
    <w:rsid w:val="00E367E7"/>
    <w:rsid w:val="00E36830"/>
    <w:rsid w:val="00E36B47"/>
    <w:rsid w:val="00E36D36"/>
    <w:rsid w:val="00E37664"/>
    <w:rsid w:val="00E37766"/>
    <w:rsid w:val="00E37B36"/>
    <w:rsid w:val="00E37D4C"/>
    <w:rsid w:val="00E37E1D"/>
    <w:rsid w:val="00E408BA"/>
    <w:rsid w:val="00E40A09"/>
    <w:rsid w:val="00E40EB1"/>
    <w:rsid w:val="00E40EC6"/>
    <w:rsid w:val="00E40F01"/>
    <w:rsid w:val="00E411A4"/>
    <w:rsid w:val="00E41621"/>
    <w:rsid w:val="00E41913"/>
    <w:rsid w:val="00E41D5D"/>
    <w:rsid w:val="00E41F3C"/>
    <w:rsid w:val="00E42292"/>
    <w:rsid w:val="00E422F4"/>
    <w:rsid w:val="00E428E2"/>
    <w:rsid w:val="00E428F5"/>
    <w:rsid w:val="00E42A20"/>
    <w:rsid w:val="00E42A2C"/>
    <w:rsid w:val="00E42BBC"/>
    <w:rsid w:val="00E42CB6"/>
    <w:rsid w:val="00E4319E"/>
    <w:rsid w:val="00E438DB"/>
    <w:rsid w:val="00E439A7"/>
    <w:rsid w:val="00E43E73"/>
    <w:rsid w:val="00E443A2"/>
    <w:rsid w:val="00E443DC"/>
    <w:rsid w:val="00E4446C"/>
    <w:rsid w:val="00E44585"/>
    <w:rsid w:val="00E44653"/>
    <w:rsid w:val="00E44742"/>
    <w:rsid w:val="00E44D39"/>
    <w:rsid w:val="00E45024"/>
    <w:rsid w:val="00E451AE"/>
    <w:rsid w:val="00E451CE"/>
    <w:rsid w:val="00E45363"/>
    <w:rsid w:val="00E459D5"/>
    <w:rsid w:val="00E45AB4"/>
    <w:rsid w:val="00E46439"/>
    <w:rsid w:val="00E4660C"/>
    <w:rsid w:val="00E4690F"/>
    <w:rsid w:val="00E46A2E"/>
    <w:rsid w:val="00E46F5D"/>
    <w:rsid w:val="00E47DAE"/>
    <w:rsid w:val="00E47DF1"/>
    <w:rsid w:val="00E47FF8"/>
    <w:rsid w:val="00E501FE"/>
    <w:rsid w:val="00E504A7"/>
    <w:rsid w:val="00E50535"/>
    <w:rsid w:val="00E50556"/>
    <w:rsid w:val="00E50840"/>
    <w:rsid w:val="00E50DBB"/>
    <w:rsid w:val="00E50E32"/>
    <w:rsid w:val="00E50E67"/>
    <w:rsid w:val="00E51044"/>
    <w:rsid w:val="00E510B8"/>
    <w:rsid w:val="00E5118A"/>
    <w:rsid w:val="00E51305"/>
    <w:rsid w:val="00E513E2"/>
    <w:rsid w:val="00E515E5"/>
    <w:rsid w:val="00E51617"/>
    <w:rsid w:val="00E516CC"/>
    <w:rsid w:val="00E51BA9"/>
    <w:rsid w:val="00E51BD5"/>
    <w:rsid w:val="00E526DD"/>
    <w:rsid w:val="00E52D42"/>
    <w:rsid w:val="00E52DAD"/>
    <w:rsid w:val="00E52EE3"/>
    <w:rsid w:val="00E53118"/>
    <w:rsid w:val="00E53320"/>
    <w:rsid w:val="00E5332B"/>
    <w:rsid w:val="00E5337D"/>
    <w:rsid w:val="00E5362F"/>
    <w:rsid w:val="00E53706"/>
    <w:rsid w:val="00E53AA6"/>
    <w:rsid w:val="00E53AB0"/>
    <w:rsid w:val="00E53C03"/>
    <w:rsid w:val="00E53E39"/>
    <w:rsid w:val="00E548BA"/>
    <w:rsid w:val="00E54952"/>
    <w:rsid w:val="00E54A44"/>
    <w:rsid w:val="00E54EB1"/>
    <w:rsid w:val="00E55491"/>
    <w:rsid w:val="00E55FE1"/>
    <w:rsid w:val="00E56089"/>
    <w:rsid w:val="00E561DB"/>
    <w:rsid w:val="00E56C4C"/>
    <w:rsid w:val="00E56FE9"/>
    <w:rsid w:val="00E57007"/>
    <w:rsid w:val="00E575BF"/>
    <w:rsid w:val="00E575D0"/>
    <w:rsid w:val="00E5762C"/>
    <w:rsid w:val="00E5772F"/>
    <w:rsid w:val="00E57B2E"/>
    <w:rsid w:val="00E57B40"/>
    <w:rsid w:val="00E57B85"/>
    <w:rsid w:val="00E57F8C"/>
    <w:rsid w:val="00E60544"/>
    <w:rsid w:val="00E61146"/>
    <w:rsid w:val="00E6130E"/>
    <w:rsid w:val="00E61514"/>
    <w:rsid w:val="00E6183A"/>
    <w:rsid w:val="00E6184E"/>
    <w:rsid w:val="00E61AC9"/>
    <w:rsid w:val="00E61BE7"/>
    <w:rsid w:val="00E629BD"/>
    <w:rsid w:val="00E62C64"/>
    <w:rsid w:val="00E62DF5"/>
    <w:rsid w:val="00E62F9A"/>
    <w:rsid w:val="00E63990"/>
    <w:rsid w:val="00E63BFE"/>
    <w:rsid w:val="00E63C95"/>
    <w:rsid w:val="00E63EBA"/>
    <w:rsid w:val="00E640BD"/>
    <w:rsid w:val="00E6429B"/>
    <w:rsid w:val="00E644FE"/>
    <w:rsid w:val="00E646AE"/>
    <w:rsid w:val="00E646B2"/>
    <w:rsid w:val="00E64B50"/>
    <w:rsid w:val="00E64B8C"/>
    <w:rsid w:val="00E64E2F"/>
    <w:rsid w:val="00E64E5F"/>
    <w:rsid w:val="00E6506B"/>
    <w:rsid w:val="00E650C6"/>
    <w:rsid w:val="00E650FC"/>
    <w:rsid w:val="00E655C7"/>
    <w:rsid w:val="00E65812"/>
    <w:rsid w:val="00E65C4A"/>
    <w:rsid w:val="00E65EC1"/>
    <w:rsid w:val="00E65F3F"/>
    <w:rsid w:val="00E65F45"/>
    <w:rsid w:val="00E65F69"/>
    <w:rsid w:val="00E660B1"/>
    <w:rsid w:val="00E6611E"/>
    <w:rsid w:val="00E66653"/>
    <w:rsid w:val="00E6666B"/>
    <w:rsid w:val="00E66B54"/>
    <w:rsid w:val="00E66C65"/>
    <w:rsid w:val="00E66DEB"/>
    <w:rsid w:val="00E674F5"/>
    <w:rsid w:val="00E6760C"/>
    <w:rsid w:val="00E677EF"/>
    <w:rsid w:val="00E7049E"/>
    <w:rsid w:val="00E705C1"/>
    <w:rsid w:val="00E70ACF"/>
    <w:rsid w:val="00E7109F"/>
    <w:rsid w:val="00E71290"/>
    <w:rsid w:val="00E712A3"/>
    <w:rsid w:val="00E715A2"/>
    <w:rsid w:val="00E71A58"/>
    <w:rsid w:val="00E71D65"/>
    <w:rsid w:val="00E71E2D"/>
    <w:rsid w:val="00E72056"/>
    <w:rsid w:val="00E720B9"/>
    <w:rsid w:val="00E72336"/>
    <w:rsid w:val="00E72615"/>
    <w:rsid w:val="00E72C36"/>
    <w:rsid w:val="00E72D68"/>
    <w:rsid w:val="00E7365E"/>
    <w:rsid w:val="00E738FC"/>
    <w:rsid w:val="00E73CCE"/>
    <w:rsid w:val="00E73D3F"/>
    <w:rsid w:val="00E73E07"/>
    <w:rsid w:val="00E73F1D"/>
    <w:rsid w:val="00E74094"/>
    <w:rsid w:val="00E742AC"/>
    <w:rsid w:val="00E743C7"/>
    <w:rsid w:val="00E7445E"/>
    <w:rsid w:val="00E7468F"/>
    <w:rsid w:val="00E748CB"/>
    <w:rsid w:val="00E74A94"/>
    <w:rsid w:val="00E74CEC"/>
    <w:rsid w:val="00E74E5E"/>
    <w:rsid w:val="00E74EDA"/>
    <w:rsid w:val="00E75735"/>
    <w:rsid w:val="00E75828"/>
    <w:rsid w:val="00E75868"/>
    <w:rsid w:val="00E763B6"/>
    <w:rsid w:val="00E764BC"/>
    <w:rsid w:val="00E76879"/>
    <w:rsid w:val="00E76BDA"/>
    <w:rsid w:val="00E76E80"/>
    <w:rsid w:val="00E76F5B"/>
    <w:rsid w:val="00E773CA"/>
    <w:rsid w:val="00E77A4A"/>
    <w:rsid w:val="00E77A96"/>
    <w:rsid w:val="00E77CA4"/>
    <w:rsid w:val="00E802E2"/>
    <w:rsid w:val="00E808BE"/>
    <w:rsid w:val="00E80C7D"/>
    <w:rsid w:val="00E8180F"/>
    <w:rsid w:val="00E82248"/>
    <w:rsid w:val="00E8225C"/>
    <w:rsid w:val="00E824A7"/>
    <w:rsid w:val="00E826F8"/>
    <w:rsid w:val="00E82976"/>
    <w:rsid w:val="00E82A21"/>
    <w:rsid w:val="00E82A47"/>
    <w:rsid w:val="00E82B7F"/>
    <w:rsid w:val="00E82E7E"/>
    <w:rsid w:val="00E83019"/>
    <w:rsid w:val="00E8354F"/>
    <w:rsid w:val="00E8391E"/>
    <w:rsid w:val="00E83CCA"/>
    <w:rsid w:val="00E83CF0"/>
    <w:rsid w:val="00E84020"/>
    <w:rsid w:val="00E8405E"/>
    <w:rsid w:val="00E84112"/>
    <w:rsid w:val="00E841CA"/>
    <w:rsid w:val="00E84287"/>
    <w:rsid w:val="00E8433D"/>
    <w:rsid w:val="00E84497"/>
    <w:rsid w:val="00E847C6"/>
    <w:rsid w:val="00E84885"/>
    <w:rsid w:val="00E84B60"/>
    <w:rsid w:val="00E85171"/>
    <w:rsid w:val="00E851D6"/>
    <w:rsid w:val="00E851F8"/>
    <w:rsid w:val="00E85911"/>
    <w:rsid w:val="00E85B6E"/>
    <w:rsid w:val="00E85E44"/>
    <w:rsid w:val="00E85FDD"/>
    <w:rsid w:val="00E86112"/>
    <w:rsid w:val="00E86502"/>
    <w:rsid w:val="00E86566"/>
    <w:rsid w:val="00E87055"/>
    <w:rsid w:val="00E87231"/>
    <w:rsid w:val="00E87508"/>
    <w:rsid w:val="00E879C7"/>
    <w:rsid w:val="00E87BD6"/>
    <w:rsid w:val="00E87DEF"/>
    <w:rsid w:val="00E9007D"/>
    <w:rsid w:val="00E90414"/>
    <w:rsid w:val="00E90681"/>
    <w:rsid w:val="00E906D6"/>
    <w:rsid w:val="00E9072F"/>
    <w:rsid w:val="00E90F60"/>
    <w:rsid w:val="00E9108A"/>
    <w:rsid w:val="00E91CB8"/>
    <w:rsid w:val="00E9231C"/>
    <w:rsid w:val="00E923B6"/>
    <w:rsid w:val="00E923CD"/>
    <w:rsid w:val="00E927C7"/>
    <w:rsid w:val="00E927D8"/>
    <w:rsid w:val="00E928F7"/>
    <w:rsid w:val="00E92AB5"/>
    <w:rsid w:val="00E93057"/>
    <w:rsid w:val="00E93125"/>
    <w:rsid w:val="00E939D0"/>
    <w:rsid w:val="00E93A70"/>
    <w:rsid w:val="00E9401B"/>
    <w:rsid w:val="00E9419F"/>
    <w:rsid w:val="00E943A5"/>
    <w:rsid w:val="00E94AAD"/>
    <w:rsid w:val="00E94AE3"/>
    <w:rsid w:val="00E9504F"/>
    <w:rsid w:val="00E953B0"/>
    <w:rsid w:val="00E95402"/>
    <w:rsid w:val="00E9595A"/>
    <w:rsid w:val="00E95D4A"/>
    <w:rsid w:val="00E96339"/>
    <w:rsid w:val="00E96354"/>
    <w:rsid w:val="00E9653F"/>
    <w:rsid w:val="00E969B4"/>
    <w:rsid w:val="00E9711F"/>
    <w:rsid w:val="00E97498"/>
    <w:rsid w:val="00E9750D"/>
    <w:rsid w:val="00E97521"/>
    <w:rsid w:val="00E97746"/>
    <w:rsid w:val="00E978CD"/>
    <w:rsid w:val="00E97C28"/>
    <w:rsid w:val="00E97D85"/>
    <w:rsid w:val="00EA0056"/>
    <w:rsid w:val="00EA0407"/>
    <w:rsid w:val="00EA06BB"/>
    <w:rsid w:val="00EA08EE"/>
    <w:rsid w:val="00EA0AE1"/>
    <w:rsid w:val="00EA10DB"/>
    <w:rsid w:val="00EA12D5"/>
    <w:rsid w:val="00EA1343"/>
    <w:rsid w:val="00EA1E1C"/>
    <w:rsid w:val="00EA1E42"/>
    <w:rsid w:val="00EA26CA"/>
    <w:rsid w:val="00EA27F2"/>
    <w:rsid w:val="00EA29E7"/>
    <w:rsid w:val="00EA2B47"/>
    <w:rsid w:val="00EA3059"/>
    <w:rsid w:val="00EA360C"/>
    <w:rsid w:val="00EA3868"/>
    <w:rsid w:val="00EA38F4"/>
    <w:rsid w:val="00EA3BD4"/>
    <w:rsid w:val="00EA3CE5"/>
    <w:rsid w:val="00EA3E65"/>
    <w:rsid w:val="00EA3EC6"/>
    <w:rsid w:val="00EA4132"/>
    <w:rsid w:val="00EA4641"/>
    <w:rsid w:val="00EA499D"/>
    <w:rsid w:val="00EA4BAB"/>
    <w:rsid w:val="00EA521F"/>
    <w:rsid w:val="00EA54D6"/>
    <w:rsid w:val="00EA55B8"/>
    <w:rsid w:val="00EA589F"/>
    <w:rsid w:val="00EA5C71"/>
    <w:rsid w:val="00EA5D4E"/>
    <w:rsid w:val="00EA6049"/>
    <w:rsid w:val="00EA61A2"/>
    <w:rsid w:val="00EA6238"/>
    <w:rsid w:val="00EA64EA"/>
    <w:rsid w:val="00EA6FB5"/>
    <w:rsid w:val="00EA7B0B"/>
    <w:rsid w:val="00EA7C7B"/>
    <w:rsid w:val="00EA7D91"/>
    <w:rsid w:val="00EA7FB2"/>
    <w:rsid w:val="00EB03C6"/>
    <w:rsid w:val="00EB046F"/>
    <w:rsid w:val="00EB06B3"/>
    <w:rsid w:val="00EB072E"/>
    <w:rsid w:val="00EB0762"/>
    <w:rsid w:val="00EB0AF4"/>
    <w:rsid w:val="00EB0BF2"/>
    <w:rsid w:val="00EB0C71"/>
    <w:rsid w:val="00EB10C0"/>
    <w:rsid w:val="00EB115E"/>
    <w:rsid w:val="00EB1201"/>
    <w:rsid w:val="00EB133C"/>
    <w:rsid w:val="00EB1823"/>
    <w:rsid w:val="00EB1BF0"/>
    <w:rsid w:val="00EB1C4A"/>
    <w:rsid w:val="00EB1F70"/>
    <w:rsid w:val="00EB21C8"/>
    <w:rsid w:val="00EB21CA"/>
    <w:rsid w:val="00EB2283"/>
    <w:rsid w:val="00EB2329"/>
    <w:rsid w:val="00EB2502"/>
    <w:rsid w:val="00EB254A"/>
    <w:rsid w:val="00EB26C5"/>
    <w:rsid w:val="00EB26D1"/>
    <w:rsid w:val="00EB289B"/>
    <w:rsid w:val="00EB28A7"/>
    <w:rsid w:val="00EB2901"/>
    <w:rsid w:val="00EB2A23"/>
    <w:rsid w:val="00EB2F88"/>
    <w:rsid w:val="00EB3036"/>
    <w:rsid w:val="00EB3192"/>
    <w:rsid w:val="00EB320F"/>
    <w:rsid w:val="00EB330E"/>
    <w:rsid w:val="00EB340D"/>
    <w:rsid w:val="00EB3F1D"/>
    <w:rsid w:val="00EB413C"/>
    <w:rsid w:val="00EB42A7"/>
    <w:rsid w:val="00EB446D"/>
    <w:rsid w:val="00EB44AE"/>
    <w:rsid w:val="00EB4866"/>
    <w:rsid w:val="00EB4933"/>
    <w:rsid w:val="00EB4DD4"/>
    <w:rsid w:val="00EB5340"/>
    <w:rsid w:val="00EB539D"/>
    <w:rsid w:val="00EB542E"/>
    <w:rsid w:val="00EB56E3"/>
    <w:rsid w:val="00EB5710"/>
    <w:rsid w:val="00EB6161"/>
    <w:rsid w:val="00EB618D"/>
    <w:rsid w:val="00EB6592"/>
    <w:rsid w:val="00EB68A8"/>
    <w:rsid w:val="00EB693D"/>
    <w:rsid w:val="00EB697E"/>
    <w:rsid w:val="00EB6BCD"/>
    <w:rsid w:val="00EB6CAA"/>
    <w:rsid w:val="00EB6D77"/>
    <w:rsid w:val="00EB6E4C"/>
    <w:rsid w:val="00EB7384"/>
    <w:rsid w:val="00EB7595"/>
    <w:rsid w:val="00EB78D5"/>
    <w:rsid w:val="00EB79EA"/>
    <w:rsid w:val="00EB7CD7"/>
    <w:rsid w:val="00EB7E36"/>
    <w:rsid w:val="00EB7EEF"/>
    <w:rsid w:val="00EB7F5E"/>
    <w:rsid w:val="00EC006E"/>
    <w:rsid w:val="00EC0348"/>
    <w:rsid w:val="00EC054B"/>
    <w:rsid w:val="00EC0880"/>
    <w:rsid w:val="00EC08E9"/>
    <w:rsid w:val="00EC0A12"/>
    <w:rsid w:val="00EC0C40"/>
    <w:rsid w:val="00EC1109"/>
    <w:rsid w:val="00EC11AC"/>
    <w:rsid w:val="00EC13BD"/>
    <w:rsid w:val="00EC199D"/>
    <w:rsid w:val="00EC1BB2"/>
    <w:rsid w:val="00EC1C06"/>
    <w:rsid w:val="00EC1CAA"/>
    <w:rsid w:val="00EC1E12"/>
    <w:rsid w:val="00EC1FDF"/>
    <w:rsid w:val="00EC1FF5"/>
    <w:rsid w:val="00EC2323"/>
    <w:rsid w:val="00EC23D7"/>
    <w:rsid w:val="00EC2AAD"/>
    <w:rsid w:val="00EC2FD8"/>
    <w:rsid w:val="00EC3456"/>
    <w:rsid w:val="00EC346F"/>
    <w:rsid w:val="00EC3681"/>
    <w:rsid w:val="00EC3BE1"/>
    <w:rsid w:val="00EC487D"/>
    <w:rsid w:val="00EC4EE4"/>
    <w:rsid w:val="00EC5565"/>
    <w:rsid w:val="00EC58C1"/>
    <w:rsid w:val="00EC5C8F"/>
    <w:rsid w:val="00EC5D51"/>
    <w:rsid w:val="00EC617E"/>
    <w:rsid w:val="00EC6581"/>
    <w:rsid w:val="00EC6A45"/>
    <w:rsid w:val="00EC6C4F"/>
    <w:rsid w:val="00EC6EAE"/>
    <w:rsid w:val="00EC72DA"/>
    <w:rsid w:val="00EC73B8"/>
    <w:rsid w:val="00EC7734"/>
    <w:rsid w:val="00EC7A3B"/>
    <w:rsid w:val="00EC7FAA"/>
    <w:rsid w:val="00ED00DF"/>
    <w:rsid w:val="00ED033E"/>
    <w:rsid w:val="00ED0D08"/>
    <w:rsid w:val="00ED145E"/>
    <w:rsid w:val="00ED17AF"/>
    <w:rsid w:val="00ED1B25"/>
    <w:rsid w:val="00ED1CF1"/>
    <w:rsid w:val="00ED1F29"/>
    <w:rsid w:val="00ED20E2"/>
    <w:rsid w:val="00ED242F"/>
    <w:rsid w:val="00ED2B83"/>
    <w:rsid w:val="00ED2CAB"/>
    <w:rsid w:val="00ED2E8A"/>
    <w:rsid w:val="00ED2FC1"/>
    <w:rsid w:val="00ED2FEA"/>
    <w:rsid w:val="00ED3742"/>
    <w:rsid w:val="00ED3B86"/>
    <w:rsid w:val="00ED40DD"/>
    <w:rsid w:val="00ED40FD"/>
    <w:rsid w:val="00ED422B"/>
    <w:rsid w:val="00ED42F8"/>
    <w:rsid w:val="00ED4D07"/>
    <w:rsid w:val="00ED4EE6"/>
    <w:rsid w:val="00ED4FEA"/>
    <w:rsid w:val="00ED5C43"/>
    <w:rsid w:val="00ED6655"/>
    <w:rsid w:val="00ED686A"/>
    <w:rsid w:val="00ED6A97"/>
    <w:rsid w:val="00ED6D85"/>
    <w:rsid w:val="00ED720F"/>
    <w:rsid w:val="00ED7463"/>
    <w:rsid w:val="00ED7822"/>
    <w:rsid w:val="00ED7F23"/>
    <w:rsid w:val="00EE019C"/>
    <w:rsid w:val="00EE04AD"/>
    <w:rsid w:val="00EE060C"/>
    <w:rsid w:val="00EE0666"/>
    <w:rsid w:val="00EE088B"/>
    <w:rsid w:val="00EE0BED"/>
    <w:rsid w:val="00EE11AB"/>
    <w:rsid w:val="00EE1D68"/>
    <w:rsid w:val="00EE235B"/>
    <w:rsid w:val="00EE259F"/>
    <w:rsid w:val="00EE2676"/>
    <w:rsid w:val="00EE35B3"/>
    <w:rsid w:val="00EE35B8"/>
    <w:rsid w:val="00EE37A6"/>
    <w:rsid w:val="00EE38EB"/>
    <w:rsid w:val="00EE3970"/>
    <w:rsid w:val="00EE3BDA"/>
    <w:rsid w:val="00EE3DDD"/>
    <w:rsid w:val="00EE3F24"/>
    <w:rsid w:val="00EE40AA"/>
    <w:rsid w:val="00EE4209"/>
    <w:rsid w:val="00EE4CF8"/>
    <w:rsid w:val="00EE5081"/>
    <w:rsid w:val="00EE51BA"/>
    <w:rsid w:val="00EE51DC"/>
    <w:rsid w:val="00EE56BD"/>
    <w:rsid w:val="00EE5941"/>
    <w:rsid w:val="00EE5B3C"/>
    <w:rsid w:val="00EE6166"/>
    <w:rsid w:val="00EE61F1"/>
    <w:rsid w:val="00EE6237"/>
    <w:rsid w:val="00EE6375"/>
    <w:rsid w:val="00EE637B"/>
    <w:rsid w:val="00EE64B9"/>
    <w:rsid w:val="00EE67C3"/>
    <w:rsid w:val="00EE734B"/>
    <w:rsid w:val="00EE7ADF"/>
    <w:rsid w:val="00EE7F75"/>
    <w:rsid w:val="00EF00DD"/>
    <w:rsid w:val="00EF06BD"/>
    <w:rsid w:val="00EF073D"/>
    <w:rsid w:val="00EF0857"/>
    <w:rsid w:val="00EF0A41"/>
    <w:rsid w:val="00EF0CE1"/>
    <w:rsid w:val="00EF1032"/>
    <w:rsid w:val="00EF1278"/>
    <w:rsid w:val="00EF166B"/>
    <w:rsid w:val="00EF1842"/>
    <w:rsid w:val="00EF1A45"/>
    <w:rsid w:val="00EF1E7A"/>
    <w:rsid w:val="00EF20E7"/>
    <w:rsid w:val="00EF2480"/>
    <w:rsid w:val="00EF2C8A"/>
    <w:rsid w:val="00EF2E6A"/>
    <w:rsid w:val="00EF33B2"/>
    <w:rsid w:val="00EF3BD0"/>
    <w:rsid w:val="00EF3BDD"/>
    <w:rsid w:val="00EF3D6B"/>
    <w:rsid w:val="00EF3D93"/>
    <w:rsid w:val="00EF3E34"/>
    <w:rsid w:val="00EF3E39"/>
    <w:rsid w:val="00EF413B"/>
    <w:rsid w:val="00EF4238"/>
    <w:rsid w:val="00EF44C5"/>
    <w:rsid w:val="00EF4604"/>
    <w:rsid w:val="00EF4A39"/>
    <w:rsid w:val="00EF4B2F"/>
    <w:rsid w:val="00EF4B4B"/>
    <w:rsid w:val="00EF4CC8"/>
    <w:rsid w:val="00EF4DD4"/>
    <w:rsid w:val="00EF4F9A"/>
    <w:rsid w:val="00EF532A"/>
    <w:rsid w:val="00EF5BF5"/>
    <w:rsid w:val="00EF61AC"/>
    <w:rsid w:val="00EF6255"/>
    <w:rsid w:val="00EF64D0"/>
    <w:rsid w:val="00EF68CB"/>
    <w:rsid w:val="00EF6A5E"/>
    <w:rsid w:val="00EF6DE4"/>
    <w:rsid w:val="00EF6FAF"/>
    <w:rsid w:val="00EF71EE"/>
    <w:rsid w:val="00EF7207"/>
    <w:rsid w:val="00EF72FD"/>
    <w:rsid w:val="00EF78C6"/>
    <w:rsid w:val="00EF7A0F"/>
    <w:rsid w:val="00EF7CCC"/>
    <w:rsid w:val="00F00019"/>
    <w:rsid w:val="00F000AC"/>
    <w:rsid w:val="00F00311"/>
    <w:rsid w:val="00F0039A"/>
    <w:rsid w:val="00F00B94"/>
    <w:rsid w:val="00F00D95"/>
    <w:rsid w:val="00F00EC2"/>
    <w:rsid w:val="00F00ED3"/>
    <w:rsid w:val="00F01241"/>
    <w:rsid w:val="00F013EF"/>
    <w:rsid w:val="00F01809"/>
    <w:rsid w:val="00F0184D"/>
    <w:rsid w:val="00F0185A"/>
    <w:rsid w:val="00F01A5F"/>
    <w:rsid w:val="00F01B27"/>
    <w:rsid w:val="00F02030"/>
    <w:rsid w:val="00F020B1"/>
    <w:rsid w:val="00F020BD"/>
    <w:rsid w:val="00F0221B"/>
    <w:rsid w:val="00F02278"/>
    <w:rsid w:val="00F02554"/>
    <w:rsid w:val="00F02785"/>
    <w:rsid w:val="00F0280E"/>
    <w:rsid w:val="00F02BFB"/>
    <w:rsid w:val="00F032F8"/>
    <w:rsid w:val="00F0381E"/>
    <w:rsid w:val="00F04689"/>
    <w:rsid w:val="00F04859"/>
    <w:rsid w:val="00F04D18"/>
    <w:rsid w:val="00F053CC"/>
    <w:rsid w:val="00F0543D"/>
    <w:rsid w:val="00F058F3"/>
    <w:rsid w:val="00F0596C"/>
    <w:rsid w:val="00F0597B"/>
    <w:rsid w:val="00F05988"/>
    <w:rsid w:val="00F059FD"/>
    <w:rsid w:val="00F05E95"/>
    <w:rsid w:val="00F06264"/>
    <w:rsid w:val="00F06327"/>
    <w:rsid w:val="00F06688"/>
    <w:rsid w:val="00F066B4"/>
    <w:rsid w:val="00F06C74"/>
    <w:rsid w:val="00F07107"/>
    <w:rsid w:val="00F0765F"/>
    <w:rsid w:val="00F07C8F"/>
    <w:rsid w:val="00F07D6D"/>
    <w:rsid w:val="00F07EB5"/>
    <w:rsid w:val="00F100B4"/>
    <w:rsid w:val="00F10314"/>
    <w:rsid w:val="00F10528"/>
    <w:rsid w:val="00F10A3D"/>
    <w:rsid w:val="00F10B62"/>
    <w:rsid w:val="00F10BF9"/>
    <w:rsid w:val="00F10F20"/>
    <w:rsid w:val="00F11283"/>
    <w:rsid w:val="00F11730"/>
    <w:rsid w:val="00F117A6"/>
    <w:rsid w:val="00F119D9"/>
    <w:rsid w:val="00F11D8F"/>
    <w:rsid w:val="00F1207A"/>
    <w:rsid w:val="00F124E8"/>
    <w:rsid w:val="00F125B3"/>
    <w:rsid w:val="00F12622"/>
    <w:rsid w:val="00F136E9"/>
    <w:rsid w:val="00F13856"/>
    <w:rsid w:val="00F138EF"/>
    <w:rsid w:val="00F13989"/>
    <w:rsid w:val="00F139CC"/>
    <w:rsid w:val="00F13CFB"/>
    <w:rsid w:val="00F13D3F"/>
    <w:rsid w:val="00F141B6"/>
    <w:rsid w:val="00F14522"/>
    <w:rsid w:val="00F145CE"/>
    <w:rsid w:val="00F14CEC"/>
    <w:rsid w:val="00F14E54"/>
    <w:rsid w:val="00F150C1"/>
    <w:rsid w:val="00F150EB"/>
    <w:rsid w:val="00F152F6"/>
    <w:rsid w:val="00F15553"/>
    <w:rsid w:val="00F15591"/>
    <w:rsid w:val="00F15BD3"/>
    <w:rsid w:val="00F16385"/>
    <w:rsid w:val="00F164A8"/>
    <w:rsid w:val="00F16932"/>
    <w:rsid w:val="00F16B00"/>
    <w:rsid w:val="00F16B84"/>
    <w:rsid w:val="00F16B8A"/>
    <w:rsid w:val="00F16CC3"/>
    <w:rsid w:val="00F16DB2"/>
    <w:rsid w:val="00F16EFB"/>
    <w:rsid w:val="00F173ED"/>
    <w:rsid w:val="00F1744E"/>
    <w:rsid w:val="00F174D6"/>
    <w:rsid w:val="00F177AE"/>
    <w:rsid w:val="00F17BA1"/>
    <w:rsid w:val="00F17C84"/>
    <w:rsid w:val="00F17D43"/>
    <w:rsid w:val="00F200FA"/>
    <w:rsid w:val="00F202A3"/>
    <w:rsid w:val="00F203EA"/>
    <w:rsid w:val="00F20AB7"/>
    <w:rsid w:val="00F20B58"/>
    <w:rsid w:val="00F21336"/>
    <w:rsid w:val="00F21390"/>
    <w:rsid w:val="00F21A36"/>
    <w:rsid w:val="00F21D63"/>
    <w:rsid w:val="00F21E31"/>
    <w:rsid w:val="00F21FA0"/>
    <w:rsid w:val="00F2216F"/>
    <w:rsid w:val="00F2230A"/>
    <w:rsid w:val="00F22363"/>
    <w:rsid w:val="00F22851"/>
    <w:rsid w:val="00F22B64"/>
    <w:rsid w:val="00F22E11"/>
    <w:rsid w:val="00F2362C"/>
    <w:rsid w:val="00F2373D"/>
    <w:rsid w:val="00F23877"/>
    <w:rsid w:val="00F23989"/>
    <w:rsid w:val="00F23C1E"/>
    <w:rsid w:val="00F23E62"/>
    <w:rsid w:val="00F2403F"/>
    <w:rsid w:val="00F2414F"/>
    <w:rsid w:val="00F24D9C"/>
    <w:rsid w:val="00F2511F"/>
    <w:rsid w:val="00F25366"/>
    <w:rsid w:val="00F25749"/>
    <w:rsid w:val="00F25922"/>
    <w:rsid w:val="00F25978"/>
    <w:rsid w:val="00F25AB5"/>
    <w:rsid w:val="00F25BBE"/>
    <w:rsid w:val="00F25C81"/>
    <w:rsid w:val="00F25F2C"/>
    <w:rsid w:val="00F2611B"/>
    <w:rsid w:val="00F26344"/>
    <w:rsid w:val="00F26488"/>
    <w:rsid w:val="00F26767"/>
    <w:rsid w:val="00F26A93"/>
    <w:rsid w:val="00F26AD1"/>
    <w:rsid w:val="00F26F38"/>
    <w:rsid w:val="00F274F5"/>
    <w:rsid w:val="00F27C26"/>
    <w:rsid w:val="00F27E38"/>
    <w:rsid w:val="00F27E86"/>
    <w:rsid w:val="00F3007E"/>
    <w:rsid w:val="00F3016F"/>
    <w:rsid w:val="00F305BB"/>
    <w:rsid w:val="00F30761"/>
    <w:rsid w:val="00F30DA9"/>
    <w:rsid w:val="00F30DFA"/>
    <w:rsid w:val="00F30E3F"/>
    <w:rsid w:val="00F30ED8"/>
    <w:rsid w:val="00F30EE7"/>
    <w:rsid w:val="00F31186"/>
    <w:rsid w:val="00F31210"/>
    <w:rsid w:val="00F3131C"/>
    <w:rsid w:val="00F3147D"/>
    <w:rsid w:val="00F3155A"/>
    <w:rsid w:val="00F31657"/>
    <w:rsid w:val="00F31D5D"/>
    <w:rsid w:val="00F32481"/>
    <w:rsid w:val="00F3251D"/>
    <w:rsid w:val="00F3267C"/>
    <w:rsid w:val="00F32B63"/>
    <w:rsid w:val="00F32FF6"/>
    <w:rsid w:val="00F33088"/>
    <w:rsid w:val="00F330EF"/>
    <w:rsid w:val="00F33D41"/>
    <w:rsid w:val="00F33D45"/>
    <w:rsid w:val="00F33DE8"/>
    <w:rsid w:val="00F33E2F"/>
    <w:rsid w:val="00F3408F"/>
    <w:rsid w:val="00F344BE"/>
    <w:rsid w:val="00F34722"/>
    <w:rsid w:val="00F348EA"/>
    <w:rsid w:val="00F34B71"/>
    <w:rsid w:val="00F35141"/>
    <w:rsid w:val="00F35202"/>
    <w:rsid w:val="00F357DC"/>
    <w:rsid w:val="00F35B1B"/>
    <w:rsid w:val="00F35E89"/>
    <w:rsid w:val="00F35F62"/>
    <w:rsid w:val="00F36021"/>
    <w:rsid w:val="00F36192"/>
    <w:rsid w:val="00F36440"/>
    <w:rsid w:val="00F36CDA"/>
    <w:rsid w:val="00F37038"/>
    <w:rsid w:val="00F372B0"/>
    <w:rsid w:val="00F3742B"/>
    <w:rsid w:val="00F374FC"/>
    <w:rsid w:val="00F3755D"/>
    <w:rsid w:val="00F375D1"/>
    <w:rsid w:val="00F375E1"/>
    <w:rsid w:val="00F37D87"/>
    <w:rsid w:val="00F37F53"/>
    <w:rsid w:val="00F40126"/>
    <w:rsid w:val="00F4016A"/>
    <w:rsid w:val="00F40511"/>
    <w:rsid w:val="00F40647"/>
    <w:rsid w:val="00F41243"/>
    <w:rsid w:val="00F41500"/>
    <w:rsid w:val="00F41674"/>
    <w:rsid w:val="00F418C3"/>
    <w:rsid w:val="00F419A5"/>
    <w:rsid w:val="00F419BA"/>
    <w:rsid w:val="00F41B26"/>
    <w:rsid w:val="00F41B61"/>
    <w:rsid w:val="00F41D35"/>
    <w:rsid w:val="00F41DAE"/>
    <w:rsid w:val="00F41E27"/>
    <w:rsid w:val="00F41EE5"/>
    <w:rsid w:val="00F42226"/>
    <w:rsid w:val="00F42452"/>
    <w:rsid w:val="00F424C2"/>
    <w:rsid w:val="00F4254E"/>
    <w:rsid w:val="00F4284B"/>
    <w:rsid w:val="00F4284E"/>
    <w:rsid w:val="00F42C91"/>
    <w:rsid w:val="00F43265"/>
    <w:rsid w:val="00F43588"/>
    <w:rsid w:val="00F43746"/>
    <w:rsid w:val="00F43967"/>
    <w:rsid w:val="00F43CDE"/>
    <w:rsid w:val="00F43F4E"/>
    <w:rsid w:val="00F44249"/>
    <w:rsid w:val="00F44539"/>
    <w:rsid w:val="00F44608"/>
    <w:rsid w:val="00F4465F"/>
    <w:rsid w:val="00F44F20"/>
    <w:rsid w:val="00F44FAF"/>
    <w:rsid w:val="00F451B4"/>
    <w:rsid w:val="00F45342"/>
    <w:rsid w:val="00F45534"/>
    <w:rsid w:val="00F455EC"/>
    <w:rsid w:val="00F459A4"/>
    <w:rsid w:val="00F45D29"/>
    <w:rsid w:val="00F46116"/>
    <w:rsid w:val="00F472D9"/>
    <w:rsid w:val="00F47986"/>
    <w:rsid w:val="00F47B52"/>
    <w:rsid w:val="00F5006E"/>
    <w:rsid w:val="00F5014B"/>
    <w:rsid w:val="00F503D3"/>
    <w:rsid w:val="00F50439"/>
    <w:rsid w:val="00F506AE"/>
    <w:rsid w:val="00F50804"/>
    <w:rsid w:val="00F50F3D"/>
    <w:rsid w:val="00F50FCF"/>
    <w:rsid w:val="00F51173"/>
    <w:rsid w:val="00F51244"/>
    <w:rsid w:val="00F5188A"/>
    <w:rsid w:val="00F51C6C"/>
    <w:rsid w:val="00F51CD0"/>
    <w:rsid w:val="00F52159"/>
    <w:rsid w:val="00F52467"/>
    <w:rsid w:val="00F52749"/>
    <w:rsid w:val="00F52967"/>
    <w:rsid w:val="00F529DC"/>
    <w:rsid w:val="00F52A99"/>
    <w:rsid w:val="00F52BA4"/>
    <w:rsid w:val="00F52F3D"/>
    <w:rsid w:val="00F53287"/>
    <w:rsid w:val="00F5339D"/>
    <w:rsid w:val="00F53C6D"/>
    <w:rsid w:val="00F53CEA"/>
    <w:rsid w:val="00F53DB7"/>
    <w:rsid w:val="00F540E3"/>
    <w:rsid w:val="00F55149"/>
    <w:rsid w:val="00F553B2"/>
    <w:rsid w:val="00F556FB"/>
    <w:rsid w:val="00F55A3C"/>
    <w:rsid w:val="00F55B7B"/>
    <w:rsid w:val="00F55B82"/>
    <w:rsid w:val="00F55BFD"/>
    <w:rsid w:val="00F5603E"/>
    <w:rsid w:val="00F565E8"/>
    <w:rsid w:val="00F5685C"/>
    <w:rsid w:val="00F56A7C"/>
    <w:rsid w:val="00F56D84"/>
    <w:rsid w:val="00F56DFA"/>
    <w:rsid w:val="00F573B1"/>
    <w:rsid w:val="00F579C1"/>
    <w:rsid w:val="00F57A5A"/>
    <w:rsid w:val="00F57DAE"/>
    <w:rsid w:val="00F60659"/>
    <w:rsid w:val="00F609BB"/>
    <w:rsid w:val="00F60A0F"/>
    <w:rsid w:val="00F61831"/>
    <w:rsid w:val="00F61AE1"/>
    <w:rsid w:val="00F61DC5"/>
    <w:rsid w:val="00F61F43"/>
    <w:rsid w:val="00F62138"/>
    <w:rsid w:val="00F621A4"/>
    <w:rsid w:val="00F6223C"/>
    <w:rsid w:val="00F62286"/>
    <w:rsid w:val="00F62473"/>
    <w:rsid w:val="00F6252D"/>
    <w:rsid w:val="00F6255E"/>
    <w:rsid w:val="00F62641"/>
    <w:rsid w:val="00F635B5"/>
    <w:rsid w:val="00F643BE"/>
    <w:rsid w:val="00F64582"/>
    <w:rsid w:val="00F64873"/>
    <w:rsid w:val="00F648D1"/>
    <w:rsid w:val="00F64A75"/>
    <w:rsid w:val="00F64E86"/>
    <w:rsid w:val="00F653D7"/>
    <w:rsid w:val="00F65441"/>
    <w:rsid w:val="00F65861"/>
    <w:rsid w:val="00F65982"/>
    <w:rsid w:val="00F659A6"/>
    <w:rsid w:val="00F65A50"/>
    <w:rsid w:val="00F65E1F"/>
    <w:rsid w:val="00F65ECA"/>
    <w:rsid w:val="00F6637D"/>
    <w:rsid w:val="00F66575"/>
    <w:rsid w:val="00F6682B"/>
    <w:rsid w:val="00F669A5"/>
    <w:rsid w:val="00F66E72"/>
    <w:rsid w:val="00F66EF0"/>
    <w:rsid w:val="00F67121"/>
    <w:rsid w:val="00F67169"/>
    <w:rsid w:val="00F673EE"/>
    <w:rsid w:val="00F67C03"/>
    <w:rsid w:val="00F700D1"/>
    <w:rsid w:val="00F7095D"/>
    <w:rsid w:val="00F709AB"/>
    <w:rsid w:val="00F709E8"/>
    <w:rsid w:val="00F70D04"/>
    <w:rsid w:val="00F710DF"/>
    <w:rsid w:val="00F7136A"/>
    <w:rsid w:val="00F713A1"/>
    <w:rsid w:val="00F718F4"/>
    <w:rsid w:val="00F71B4A"/>
    <w:rsid w:val="00F71C8B"/>
    <w:rsid w:val="00F71D77"/>
    <w:rsid w:val="00F71E86"/>
    <w:rsid w:val="00F72017"/>
    <w:rsid w:val="00F72584"/>
    <w:rsid w:val="00F727E8"/>
    <w:rsid w:val="00F72946"/>
    <w:rsid w:val="00F729EF"/>
    <w:rsid w:val="00F72A13"/>
    <w:rsid w:val="00F72BF6"/>
    <w:rsid w:val="00F72C59"/>
    <w:rsid w:val="00F72CAD"/>
    <w:rsid w:val="00F7331B"/>
    <w:rsid w:val="00F73335"/>
    <w:rsid w:val="00F7382E"/>
    <w:rsid w:val="00F73A6F"/>
    <w:rsid w:val="00F73C49"/>
    <w:rsid w:val="00F74186"/>
    <w:rsid w:val="00F744F2"/>
    <w:rsid w:val="00F747BA"/>
    <w:rsid w:val="00F74E34"/>
    <w:rsid w:val="00F75166"/>
    <w:rsid w:val="00F759A6"/>
    <w:rsid w:val="00F75E61"/>
    <w:rsid w:val="00F7657D"/>
    <w:rsid w:val="00F76768"/>
    <w:rsid w:val="00F76A12"/>
    <w:rsid w:val="00F76B60"/>
    <w:rsid w:val="00F76D42"/>
    <w:rsid w:val="00F76D72"/>
    <w:rsid w:val="00F76DDC"/>
    <w:rsid w:val="00F770A4"/>
    <w:rsid w:val="00F77168"/>
    <w:rsid w:val="00F771C1"/>
    <w:rsid w:val="00F77218"/>
    <w:rsid w:val="00F77284"/>
    <w:rsid w:val="00F77361"/>
    <w:rsid w:val="00F7750B"/>
    <w:rsid w:val="00F77FDA"/>
    <w:rsid w:val="00F80028"/>
    <w:rsid w:val="00F80417"/>
    <w:rsid w:val="00F8065A"/>
    <w:rsid w:val="00F81107"/>
    <w:rsid w:val="00F81379"/>
    <w:rsid w:val="00F81723"/>
    <w:rsid w:val="00F81BAB"/>
    <w:rsid w:val="00F81DAA"/>
    <w:rsid w:val="00F81EF2"/>
    <w:rsid w:val="00F82127"/>
    <w:rsid w:val="00F8261E"/>
    <w:rsid w:val="00F82731"/>
    <w:rsid w:val="00F829C8"/>
    <w:rsid w:val="00F82D76"/>
    <w:rsid w:val="00F82DE4"/>
    <w:rsid w:val="00F82F0D"/>
    <w:rsid w:val="00F82FD4"/>
    <w:rsid w:val="00F834BA"/>
    <w:rsid w:val="00F83C01"/>
    <w:rsid w:val="00F83F1D"/>
    <w:rsid w:val="00F83FF4"/>
    <w:rsid w:val="00F840E4"/>
    <w:rsid w:val="00F84162"/>
    <w:rsid w:val="00F84228"/>
    <w:rsid w:val="00F8462A"/>
    <w:rsid w:val="00F851D8"/>
    <w:rsid w:val="00F85366"/>
    <w:rsid w:val="00F856C8"/>
    <w:rsid w:val="00F8579B"/>
    <w:rsid w:val="00F85837"/>
    <w:rsid w:val="00F85B39"/>
    <w:rsid w:val="00F85BB9"/>
    <w:rsid w:val="00F85C2A"/>
    <w:rsid w:val="00F85E07"/>
    <w:rsid w:val="00F86367"/>
    <w:rsid w:val="00F8657B"/>
    <w:rsid w:val="00F86F7C"/>
    <w:rsid w:val="00F872EA"/>
    <w:rsid w:val="00F87374"/>
    <w:rsid w:val="00F8760F"/>
    <w:rsid w:val="00F876BC"/>
    <w:rsid w:val="00F87B18"/>
    <w:rsid w:val="00F87D25"/>
    <w:rsid w:val="00F87EE1"/>
    <w:rsid w:val="00F87F48"/>
    <w:rsid w:val="00F903CD"/>
    <w:rsid w:val="00F905AF"/>
    <w:rsid w:val="00F914C8"/>
    <w:rsid w:val="00F91641"/>
    <w:rsid w:val="00F916FA"/>
    <w:rsid w:val="00F9181D"/>
    <w:rsid w:val="00F91976"/>
    <w:rsid w:val="00F919A4"/>
    <w:rsid w:val="00F91EAC"/>
    <w:rsid w:val="00F921FD"/>
    <w:rsid w:val="00F924D3"/>
    <w:rsid w:val="00F928DE"/>
    <w:rsid w:val="00F92945"/>
    <w:rsid w:val="00F92A42"/>
    <w:rsid w:val="00F92B02"/>
    <w:rsid w:val="00F92B3E"/>
    <w:rsid w:val="00F92BF8"/>
    <w:rsid w:val="00F92E43"/>
    <w:rsid w:val="00F92EDB"/>
    <w:rsid w:val="00F92FDB"/>
    <w:rsid w:val="00F93273"/>
    <w:rsid w:val="00F932DA"/>
    <w:rsid w:val="00F932E5"/>
    <w:rsid w:val="00F933FF"/>
    <w:rsid w:val="00F93452"/>
    <w:rsid w:val="00F93871"/>
    <w:rsid w:val="00F93C80"/>
    <w:rsid w:val="00F940F9"/>
    <w:rsid w:val="00F948B7"/>
    <w:rsid w:val="00F94A44"/>
    <w:rsid w:val="00F94C1D"/>
    <w:rsid w:val="00F9575B"/>
    <w:rsid w:val="00F95A78"/>
    <w:rsid w:val="00F95C23"/>
    <w:rsid w:val="00F95D41"/>
    <w:rsid w:val="00F96362"/>
    <w:rsid w:val="00F965D4"/>
    <w:rsid w:val="00F965DC"/>
    <w:rsid w:val="00F969A5"/>
    <w:rsid w:val="00F96CB8"/>
    <w:rsid w:val="00F96CFF"/>
    <w:rsid w:val="00F96E29"/>
    <w:rsid w:val="00F97170"/>
    <w:rsid w:val="00F9734B"/>
    <w:rsid w:val="00F9735C"/>
    <w:rsid w:val="00F974E8"/>
    <w:rsid w:val="00F974FC"/>
    <w:rsid w:val="00F97B40"/>
    <w:rsid w:val="00F97FE7"/>
    <w:rsid w:val="00FA00BB"/>
    <w:rsid w:val="00FA023B"/>
    <w:rsid w:val="00FA03BA"/>
    <w:rsid w:val="00FA06A3"/>
    <w:rsid w:val="00FA1287"/>
    <w:rsid w:val="00FA14D5"/>
    <w:rsid w:val="00FA1A6B"/>
    <w:rsid w:val="00FA1D21"/>
    <w:rsid w:val="00FA1F55"/>
    <w:rsid w:val="00FA294F"/>
    <w:rsid w:val="00FA3867"/>
    <w:rsid w:val="00FA3E26"/>
    <w:rsid w:val="00FA4471"/>
    <w:rsid w:val="00FA4893"/>
    <w:rsid w:val="00FA4AC3"/>
    <w:rsid w:val="00FA50D4"/>
    <w:rsid w:val="00FA50E2"/>
    <w:rsid w:val="00FA5DE0"/>
    <w:rsid w:val="00FA5E50"/>
    <w:rsid w:val="00FA60E2"/>
    <w:rsid w:val="00FA63E5"/>
    <w:rsid w:val="00FA6460"/>
    <w:rsid w:val="00FA65B0"/>
    <w:rsid w:val="00FA6EB7"/>
    <w:rsid w:val="00FA72C3"/>
    <w:rsid w:val="00FA752F"/>
    <w:rsid w:val="00FA7541"/>
    <w:rsid w:val="00FA760B"/>
    <w:rsid w:val="00FA772B"/>
    <w:rsid w:val="00FA7DA9"/>
    <w:rsid w:val="00FA7E05"/>
    <w:rsid w:val="00FB0077"/>
    <w:rsid w:val="00FB0655"/>
    <w:rsid w:val="00FB07FF"/>
    <w:rsid w:val="00FB0CE6"/>
    <w:rsid w:val="00FB0ED0"/>
    <w:rsid w:val="00FB0FDD"/>
    <w:rsid w:val="00FB1291"/>
    <w:rsid w:val="00FB17BC"/>
    <w:rsid w:val="00FB1DAA"/>
    <w:rsid w:val="00FB23FF"/>
    <w:rsid w:val="00FB27DD"/>
    <w:rsid w:val="00FB3205"/>
    <w:rsid w:val="00FB3C13"/>
    <w:rsid w:val="00FB3D54"/>
    <w:rsid w:val="00FB3DEA"/>
    <w:rsid w:val="00FB41FA"/>
    <w:rsid w:val="00FB4204"/>
    <w:rsid w:val="00FB45A3"/>
    <w:rsid w:val="00FB46E3"/>
    <w:rsid w:val="00FB476D"/>
    <w:rsid w:val="00FB4787"/>
    <w:rsid w:val="00FB4BAF"/>
    <w:rsid w:val="00FB4BB4"/>
    <w:rsid w:val="00FB4E68"/>
    <w:rsid w:val="00FB50EB"/>
    <w:rsid w:val="00FB53B9"/>
    <w:rsid w:val="00FB53FF"/>
    <w:rsid w:val="00FB54F9"/>
    <w:rsid w:val="00FB56DE"/>
    <w:rsid w:val="00FB5CB7"/>
    <w:rsid w:val="00FB5DD8"/>
    <w:rsid w:val="00FB5F44"/>
    <w:rsid w:val="00FB60FB"/>
    <w:rsid w:val="00FB616A"/>
    <w:rsid w:val="00FB667D"/>
    <w:rsid w:val="00FB676F"/>
    <w:rsid w:val="00FB6BD6"/>
    <w:rsid w:val="00FB6BF0"/>
    <w:rsid w:val="00FB6C4F"/>
    <w:rsid w:val="00FB6E34"/>
    <w:rsid w:val="00FB7078"/>
    <w:rsid w:val="00FB7105"/>
    <w:rsid w:val="00FB74B8"/>
    <w:rsid w:val="00FB74BC"/>
    <w:rsid w:val="00FB7641"/>
    <w:rsid w:val="00FB76E3"/>
    <w:rsid w:val="00FB7703"/>
    <w:rsid w:val="00FB7C3C"/>
    <w:rsid w:val="00FC02CF"/>
    <w:rsid w:val="00FC077B"/>
    <w:rsid w:val="00FC10B8"/>
    <w:rsid w:val="00FC160B"/>
    <w:rsid w:val="00FC166C"/>
    <w:rsid w:val="00FC1E8E"/>
    <w:rsid w:val="00FC1FCD"/>
    <w:rsid w:val="00FC2143"/>
    <w:rsid w:val="00FC2417"/>
    <w:rsid w:val="00FC258E"/>
    <w:rsid w:val="00FC263E"/>
    <w:rsid w:val="00FC2698"/>
    <w:rsid w:val="00FC2A60"/>
    <w:rsid w:val="00FC2D54"/>
    <w:rsid w:val="00FC2F48"/>
    <w:rsid w:val="00FC30FF"/>
    <w:rsid w:val="00FC317A"/>
    <w:rsid w:val="00FC31A3"/>
    <w:rsid w:val="00FC3327"/>
    <w:rsid w:val="00FC3500"/>
    <w:rsid w:val="00FC3598"/>
    <w:rsid w:val="00FC3722"/>
    <w:rsid w:val="00FC3889"/>
    <w:rsid w:val="00FC38BB"/>
    <w:rsid w:val="00FC3CC7"/>
    <w:rsid w:val="00FC3D98"/>
    <w:rsid w:val="00FC432F"/>
    <w:rsid w:val="00FC464F"/>
    <w:rsid w:val="00FC46C0"/>
    <w:rsid w:val="00FC494F"/>
    <w:rsid w:val="00FC4EAF"/>
    <w:rsid w:val="00FC5574"/>
    <w:rsid w:val="00FC5FE1"/>
    <w:rsid w:val="00FC616A"/>
    <w:rsid w:val="00FC6222"/>
    <w:rsid w:val="00FC6613"/>
    <w:rsid w:val="00FC66AD"/>
    <w:rsid w:val="00FC6971"/>
    <w:rsid w:val="00FC6C9F"/>
    <w:rsid w:val="00FC76BE"/>
    <w:rsid w:val="00FC783F"/>
    <w:rsid w:val="00FC7AFC"/>
    <w:rsid w:val="00FC7B89"/>
    <w:rsid w:val="00FC7D7B"/>
    <w:rsid w:val="00FC7F10"/>
    <w:rsid w:val="00FD02CF"/>
    <w:rsid w:val="00FD05C9"/>
    <w:rsid w:val="00FD0642"/>
    <w:rsid w:val="00FD069E"/>
    <w:rsid w:val="00FD06F8"/>
    <w:rsid w:val="00FD0841"/>
    <w:rsid w:val="00FD09C1"/>
    <w:rsid w:val="00FD11D1"/>
    <w:rsid w:val="00FD1BC9"/>
    <w:rsid w:val="00FD1E85"/>
    <w:rsid w:val="00FD2023"/>
    <w:rsid w:val="00FD2235"/>
    <w:rsid w:val="00FD2272"/>
    <w:rsid w:val="00FD23B0"/>
    <w:rsid w:val="00FD2C31"/>
    <w:rsid w:val="00FD332D"/>
    <w:rsid w:val="00FD37CA"/>
    <w:rsid w:val="00FD3909"/>
    <w:rsid w:val="00FD3EA9"/>
    <w:rsid w:val="00FD3F6B"/>
    <w:rsid w:val="00FD3F78"/>
    <w:rsid w:val="00FD40E0"/>
    <w:rsid w:val="00FD4243"/>
    <w:rsid w:val="00FD4651"/>
    <w:rsid w:val="00FD4F5E"/>
    <w:rsid w:val="00FD57BE"/>
    <w:rsid w:val="00FD5B55"/>
    <w:rsid w:val="00FD5F84"/>
    <w:rsid w:val="00FD5FE0"/>
    <w:rsid w:val="00FD60ED"/>
    <w:rsid w:val="00FD64C7"/>
    <w:rsid w:val="00FD6887"/>
    <w:rsid w:val="00FD68E3"/>
    <w:rsid w:val="00FD6B49"/>
    <w:rsid w:val="00FD7488"/>
    <w:rsid w:val="00FD7EE1"/>
    <w:rsid w:val="00FE00A4"/>
    <w:rsid w:val="00FE051E"/>
    <w:rsid w:val="00FE05C6"/>
    <w:rsid w:val="00FE0BEA"/>
    <w:rsid w:val="00FE1545"/>
    <w:rsid w:val="00FE1F1B"/>
    <w:rsid w:val="00FE1FEE"/>
    <w:rsid w:val="00FE23DF"/>
    <w:rsid w:val="00FE27C3"/>
    <w:rsid w:val="00FE2D1C"/>
    <w:rsid w:val="00FE2E63"/>
    <w:rsid w:val="00FE2EFE"/>
    <w:rsid w:val="00FE3100"/>
    <w:rsid w:val="00FE3608"/>
    <w:rsid w:val="00FE37CA"/>
    <w:rsid w:val="00FE423C"/>
    <w:rsid w:val="00FE46FC"/>
    <w:rsid w:val="00FE47BA"/>
    <w:rsid w:val="00FE485F"/>
    <w:rsid w:val="00FE48AD"/>
    <w:rsid w:val="00FE4B03"/>
    <w:rsid w:val="00FE5503"/>
    <w:rsid w:val="00FE55D3"/>
    <w:rsid w:val="00FE5D9F"/>
    <w:rsid w:val="00FE64FF"/>
    <w:rsid w:val="00FE686D"/>
    <w:rsid w:val="00FE7087"/>
    <w:rsid w:val="00FE70A9"/>
    <w:rsid w:val="00FE73E0"/>
    <w:rsid w:val="00FE7B55"/>
    <w:rsid w:val="00FE7CE6"/>
    <w:rsid w:val="00FE7DA0"/>
    <w:rsid w:val="00FF0033"/>
    <w:rsid w:val="00FF0059"/>
    <w:rsid w:val="00FF0136"/>
    <w:rsid w:val="00FF0214"/>
    <w:rsid w:val="00FF03C0"/>
    <w:rsid w:val="00FF0817"/>
    <w:rsid w:val="00FF084C"/>
    <w:rsid w:val="00FF092C"/>
    <w:rsid w:val="00FF0A3E"/>
    <w:rsid w:val="00FF0CE0"/>
    <w:rsid w:val="00FF0D8B"/>
    <w:rsid w:val="00FF0F33"/>
    <w:rsid w:val="00FF0F6A"/>
    <w:rsid w:val="00FF1000"/>
    <w:rsid w:val="00FF1280"/>
    <w:rsid w:val="00FF139A"/>
    <w:rsid w:val="00FF13E6"/>
    <w:rsid w:val="00FF14C8"/>
    <w:rsid w:val="00FF191B"/>
    <w:rsid w:val="00FF2069"/>
    <w:rsid w:val="00FF26FD"/>
    <w:rsid w:val="00FF2A89"/>
    <w:rsid w:val="00FF2B48"/>
    <w:rsid w:val="00FF3585"/>
    <w:rsid w:val="00FF35B0"/>
    <w:rsid w:val="00FF3DC4"/>
    <w:rsid w:val="00FF422F"/>
    <w:rsid w:val="00FF4293"/>
    <w:rsid w:val="00FF4D4D"/>
    <w:rsid w:val="00FF4EBA"/>
    <w:rsid w:val="00FF59DC"/>
    <w:rsid w:val="00FF59F1"/>
    <w:rsid w:val="00FF5AAD"/>
    <w:rsid w:val="00FF5AAE"/>
    <w:rsid w:val="00FF5AC7"/>
    <w:rsid w:val="00FF5D21"/>
    <w:rsid w:val="00FF5EB8"/>
    <w:rsid w:val="00FF602B"/>
    <w:rsid w:val="00FF6274"/>
    <w:rsid w:val="00FF63C2"/>
    <w:rsid w:val="00FF65EE"/>
    <w:rsid w:val="00FF6770"/>
    <w:rsid w:val="00FF695F"/>
    <w:rsid w:val="00FF69A2"/>
    <w:rsid w:val="00FF6A80"/>
    <w:rsid w:val="00FF6A84"/>
    <w:rsid w:val="00FF6A85"/>
    <w:rsid w:val="00FF6B60"/>
    <w:rsid w:val="00FF6F0F"/>
    <w:rsid w:val="00FF7036"/>
    <w:rsid w:val="00FF72F6"/>
    <w:rsid w:val="00FF7649"/>
    <w:rsid w:val="00FF7BC6"/>
    <w:rsid w:val="00FF7CFC"/>
    <w:rsid w:val="00FF7E63"/>
    <w:rsid w:val="00FF7F3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445A"/>
    <w:pPr>
      <w:spacing w:after="200" w:line="276" w:lineRule="auto"/>
    </w:pPr>
    <w:rPr>
      <w:rFonts w:ascii="Calibri" w:hAnsi="Calibri"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Title">
    <w:name w:val="ConsPlusTitle"/>
    <w:uiPriority w:val="99"/>
    <w:rsid w:val="00B2445A"/>
    <w:pPr>
      <w:widowControl w:val="0"/>
      <w:autoSpaceDE w:val="0"/>
      <w:autoSpaceDN w:val="0"/>
    </w:pPr>
    <w:rPr>
      <w:rFonts w:ascii="Calibri" w:hAnsi="Calibri" w:cs="Calibri"/>
      <w:b/>
      <w:bCs/>
    </w:rPr>
  </w:style>
  <w:style w:type="paragraph" w:customStyle="1" w:styleId="ConsPlusNormal">
    <w:name w:val="ConsPlusNormal"/>
    <w:uiPriority w:val="99"/>
    <w:rsid w:val="00B2445A"/>
    <w:pPr>
      <w:widowControl w:val="0"/>
      <w:autoSpaceDE w:val="0"/>
      <w:autoSpaceDN w:val="0"/>
    </w:pPr>
    <w:rPr>
      <w:rFonts w:ascii="Calibri" w:hAnsi="Calibri" w:cs="Calibri"/>
    </w:rPr>
  </w:style>
  <w:style w:type="paragraph" w:customStyle="1" w:styleId="ConsPlusNonformat">
    <w:name w:val="ConsPlusNonformat"/>
    <w:uiPriority w:val="99"/>
    <w:rsid w:val="00B2445A"/>
    <w:pPr>
      <w:widowControl w:val="0"/>
      <w:autoSpaceDE w:val="0"/>
      <w:autoSpaceDN w:val="0"/>
    </w:pPr>
    <w:rPr>
      <w:rFonts w:ascii="Courier New" w:hAnsi="Courier New" w:cs="Courier New"/>
      <w:sz w:val="20"/>
      <w:szCs w:val="20"/>
    </w:rPr>
  </w:style>
  <w:style w:type="character" w:styleId="Hyperlink">
    <w:name w:val="Hyperlink"/>
    <w:basedOn w:val="DefaultParagraphFont"/>
    <w:uiPriority w:val="99"/>
    <w:semiHidden/>
    <w:rsid w:val="00B2445A"/>
    <w:rPr>
      <w:color w:val="0000FF"/>
      <w:u w:val="single"/>
    </w:rPr>
  </w:style>
  <w:style w:type="character" w:styleId="FollowedHyperlink">
    <w:name w:val="FollowedHyperlink"/>
    <w:basedOn w:val="DefaultParagraphFont"/>
    <w:uiPriority w:val="99"/>
    <w:semiHidden/>
    <w:rsid w:val="00B2445A"/>
    <w:rPr>
      <w:color w:val="800080"/>
      <w:u w:val="single"/>
    </w:rPr>
  </w:style>
</w:styles>
</file>

<file path=word/webSettings.xml><?xml version="1.0" encoding="utf-8"?>
<w:webSettings xmlns:r="http://schemas.openxmlformats.org/officeDocument/2006/relationships" xmlns:w="http://schemas.openxmlformats.org/wordprocessingml/2006/main">
  <w:divs>
    <w:div w:id="9297024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User\Desktop\&#1055;&#1072;&#1085;&#1086;&#1074;%20&#1052;&#1040;&#1049;\&#1055;&#1056;&#1054;&#1045;&#1050;&#1058;.docx" TargetMode="External"/><Relationship Id="rId13" Type="http://schemas.openxmlformats.org/officeDocument/2006/relationships/hyperlink" Target="file:///C:\Users\User\Desktop\&#1055;&#1072;&#1085;&#1086;&#1074;%20&#1052;&#1040;&#1049;\&#1055;&#1056;&#1054;&#1045;&#1050;&#1058;.docx" TargetMode="External"/><Relationship Id="rId18" Type="http://schemas.openxmlformats.org/officeDocument/2006/relationships/hyperlink" Target="consultantplus://offline/ref=06DF8CCDADD70FF717795DB5CEBC8943FF26D27F0B602DEF3B7EBFAFAA036556718F5F3F3BA6253912531612ABm7nDI" TargetMode="External"/><Relationship Id="rId26" Type="http://schemas.openxmlformats.org/officeDocument/2006/relationships/hyperlink" Target="file:///C:\Users\User\Desktop\&#1055;&#1072;&#1085;&#1086;&#1074;%20&#1052;&#1040;&#1049;\&#1055;&#1056;&#1054;&#1045;&#1050;&#1058;.docx" TargetMode="External"/><Relationship Id="rId3" Type="http://schemas.openxmlformats.org/officeDocument/2006/relationships/webSettings" Target="webSettings.xml"/><Relationship Id="rId21" Type="http://schemas.openxmlformats.org/officeDocument/2006/relationships/hyperlink" Target="consultantplus://offline/ref=06DF8CCDADD70FF717795DB5CEBC8943FF2CD4720A632DEF3B7EBFAFAA036556718F5F3F3BA6253912531612ABm7nDI" TargetMode="External"/><Relationship Id="rId34" Type="http://schemas.openxmlformats.org/officeDocument/2006/relationships/hyperlink" Target="file:///C:\Users\User\Desktop\&#1055;&#1072;&#1085;&#1086;&#1074;%20&#1052;&#1040;&#1049;\&#1055;&#1056;&#1054;&#1045;&#1050;&#1058;.docx" TargetMode="External"/><Relationship Id="rId7" Type="http://schemas.openxmlformats.org/officeDocument/2006/relationships/hyperlink" Target="consultantplus://offline/ref=06DF8CCDADD70FF717795DB5CEBC8943FE25D67F08642DEF3B7EBFAFAA036556638F073339AE3A3F15464043EE2117DC122801B636ECA1C5m1n0I" TargetMode="External"/><Relationship Id="rId12" Type="http://schemas.openxmlformats.org/officeDocument/2006/relationships/hyperlink" Target="file:///C:\Users\User\Desktop\&#1055;&#1072;&#1085;&#1086;&#1074;%20&#1052;&#1040;&#1049;\&#1055;&#1056;&#1054;&#1045;&#1050;&#1058;.docx" TargetMode="External"/><Relationship Id="rId17" Type="http://schemas.openxmlformats.org/officeDocument/2006/relationships/hyperlink" Target="consultantplus://offline/ref=06DF8CCDADD70FF717795DB5CEBC8943FF2CD47E0E6F2DEF3B7EBFAFAA036556718F5F3F3BA6253912531612ABm7nDI" TargetMode="External"/><Relationship Id="rId25" Type="http://schemas.openxmlformats.org/officeDocument/2006/relationships/hyperlink" Target="file:///C:\Users\User\Desktop\&#1055;&#1072;&#1085;&#1086;&#1074;%20&#1052;&#1040;&#1049;\&#1055;&#1056;&#1054;&#1045;&#1050;&#1058;.docx" TargetMode="External"/><Relationship Id="rId33" Type="http://schemas.openxmlformats.org/officeDocument/2006/relationships/hyperlink" Target="file:///C:\Users\User\Desktop\&#1055;&#1072;&#1085;&#1086;&#1074;%20&#1052;&#1040;&#1049;\&#1055;&#1056;&#1054;&#1045;&#1050;&#1058;.docx" TargetMode="External"/><Relationship Id="rId2" Type="http://schemas.openxmlformats.org/officeDocument/2006/relationships/settings" Target="settings.xml"/><Relationship Id="rId16" Type="http://schemas.openxmlformats.org/officeDocument/2006/relationships/hyperlink" Target="consultantplus://offline/ref=06DF8CCDADD70FF717795DB5CEBC8943FE25D67F09662DEF3B7EBFAFAA036556718F5F3F3BA6253912531612ABm7nDI" TargetMode="External"/><Relationship Id="rId20" Type="http://schemas.openxmlformats.org/officeDocument/2006/relationships/hyperlink" Target="consultantplus://offline/ref=06DF8CCDADD70FF717795DB5CEBC8943FE25D67F08642DEF3B7EBFAFAA036556718F5F3F3BA6253912531612ABm7nDI" TargetMode="External"/><Relationship Id="rId29" Type="http://schemas.openxmlformats.org/officeDocument/2006/relationships/hyperlink" Target="file:///C:\Users\User\Desktop\&#1055;&#1072;&#1085;&#1086;&#1074;%20&#1052;&#1040;&#1049;\&#1055;&#1056;&#1054;&#1045;&#1050;&#1058;.docx" TargetMode="External"/><Relationship Id="rId1" Type="http://schemas.openxmlformats.org/officeDocument/2006/relationships/styles" Target="styles.xml"/><Relationship Id="rId6" Type="http://schemas.openxmlformats.org/officeDocument/2006/relationships/hyperlink" Target="consultantplus://offline/ref=06DF8CCDADD70FF717795DB5CEBC8943FF24D0740D632DEF3B7EBFAFAA036556718F5F3F3BA6253912531612ABm7nDI" TargetMode="External"/><Relationship Id="rId11" Type="http://schemas.openxmlformats.org/officeDocument/2006/relationships/hyperlink" Target="file:///C:\Users\User\Desktop\&#1055;&#1072;&#1085;&#1086;&#1074;%20&#1052;&#1040;&#1049;\&#1055;&#1056;&#1054;&#1045;&#1050;&#1058;.docx" TargetMode="External"/><Relationship Id="rId24" Type="http://schemas.openxmlformats.org/officeDocument/2006/relationships/hyperlink" Target="consultantplus://offline/ref=06DF8CCDADD70FF717795DB5CEBC8943FF25D27303662DEF3B7EBFAFAA036556718F5F3F3BA6253912531612ABm7nDI" TargetMode="External"/><Relationship Id="rId32" Type="http://schemas.openxmlformats.org/officeDocument/2006/relationships/hyperlink" Target="file:///C:\Users\User\Desktop\&#1055;&#1072;&#1085;&#1086;&#1074;%20&#1052;&#1040;&#1049;\&#1055;&#1056;&#1054;&#1045;&#1050;&#1058;.docx" TargetMode="External"/><Relationship Id="rId37" Type="http://schemas.openxmlformats.org/officeDocument/2006/relationships/theme" Target="theme/theme1.xml"/><Relationship Id="rId5" Type="http://schemas.openxmlformats.org/officeDocument/2006/relationships/hyperlink" Target="consultantplus://offline/ref=06DF8CCDADD70FF717795DB5CEBC8943FE25D67F08642DEF3B7EBFAFAA036556638F073339AE383F16464043EE2117DC122801B636ECA1C5m1n0I" TargetMode="External"/><Relationship Id="rId15" Type="http://schemas.openxmlformats.org/officeDocument/2006/relationships/hyperlink" Target="consultantplus://offline/ref=06DF8CCDADD70FF717795DB5CEBC8943FE25D5710D642DEF3B7EBFAFAA036556718F5F3F3BA6253912531612ABm7nDI" TargetMode="External"/><Relationship Id="rId23" Type="http://schemas.openxmlformats.org/officeDocument/2006/relationships/hyperlink" Target="consultantplus://offline/ref=06DF8CCDADD70FF717795DB5CEBC8943FE25D47F026F2DEF3B7EBFAFAA036556718F5F3F3BA6253912531612ABm7nDI" TargetMode="External"/><Relationship Id="rId28" Type="http://schemas.openxmlformats.org/officeDocument/2006/relationships/hyperlink" Target="consultantplus://offline/ref=06DF8CCDADD70FF717795DB5CEBC8943FE24D1710E6E2DEF3B7EBFAFAA036556638F073038AC306D4609411FA87C04DE1F2803B329mEn7I" TargetMode="External"/><Relationship Id="rId36" Type="http://schemas.openxmlformats.org/officeDocument/2006/relationships/fontTable" Target="fontTable.xml"/><Relationship Id="rId10" Type="http://schemas.openxmlformats.org/officeDocument/2006/relationships/hyperlink" Target="file:///C:\Users\User\Desktop\&#1055;&#1072;&#1085;&#1086;&#1074;%20&#1052;&#1040;&#1049;\&#1055;&#1056;&#1054;&#1045;&#1050;&#1058;.docx" TargetMode="External"/><Relationship Id="rId19" Type="http://schemas.openxmlformats.org/officeDocument/2006/relationships/hyperlink" Target="consultantplus://offline/ref=06DF8CCDADD70FF717795DB5CEBC8943FE24D7700E662DEF3B7EBFAFAA036556718F5F3F3BA6253912531612ABm7nDI" TargetMode="External"/><Relationship Id="rId31" Type="http://schemas.openxmlformats.org/officeDocument/2006/relationships/hyperlink" Target="file:///C:\Users\User\Desktop\&#1055;&#1072;&#1085;&#1086;&#1074;%20&#1052;&#1040;&#1049;\&#1055;&#1056;&#1054;&#1045;&#1050;&#1058;.docx" TargetMode="External"/><Relationship Id="rId4" Type="http://schemas.openxmlformats.org/officeDocument/2006/relationships/hyperlink" Target="consultantplus://offline/ref=06DF8CCDADD70FF717795DB5CEBC8943FE24D1710E6E2DEF3B7EBFAFAA036556718F5F3F3BA6253912531612ABm7nDI" TargetMode="External"/><Relationship Id="rId9" Type="http://schemas.openxmlformats.org/officeDocument/2006/relationships/hyperlink" Target="consultantplus://offline/ref=06DF8CCDADD70FF717795DB5CEBC8943FE24D1710E6E2DEF3B7EBFAFAA036556718F5F3F3BA6253912531612ABm7nDI" TargetMode="External"/><Relationship Id="rId14" Type="http://schemas.openxmlformats.org/officeDocument/2006/relationships/hyperlink" Target="consultantplus://offline/ref=06DF8CCDADD70FF717795DB5CEBC8943FF2CD57200307AED6A2BB1AAA2533F4675C6083A27AE3E27154D15m1nBI" TargetMode="External"/><Relationship Id="rId22" Type="http://schemas.openxmlformats.org/officeDocument/2006/relationships/hyperlink" Target="consultantplus://offline/ref=06DF8CCDADD70FF717795DB5CEBC8943FE24D1710E6E2DEF3B7EBFAFAA036556718F5F3F3BA6253912531612ABm7nDI" TargetMode="External"/><Relationship Id="rId27" Type="http://schemas.openxmlformats.org/officeDocument/2006/relationships/hyperlink" Target="file:///C:\Users\User\Desktop\&#1055;&#1072;&#1085;&#1086;&#1074;%20&#1052;&#1040;&#1049;\&#1055;&#1056;&#1054;&#1045;&#1050;&#1058;.docx" TargetMode="External"/><Relationship Id="rId30" Type="http://schemas.openxmlformats.org/officeDocument/2006/relationships/hyperlink" Target="file:///C:\Users\User\Desktop\&#1055;&#1072;&#1085;&#1086;&#1074;%20&#1052;&#1040;&#1049;\&#1055;&#1056;&#1054;&#1045;&#1050;&#1058;.docx" TargetMode="External"/><Relationship Id="rId35" Type="http://schemas.openxmlformats.org/officeDocument/2006/relationships/hyperlink" Target="file:///C:\Users\User\Desktop\&#1055;&#1072;&#1085;&#1086;&#1074;%20&#1052;&#1040;&#1049;\&#1055;&#1056;&#1054;&#1045;&#1050;&#1058;.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31</TotalTime>
  <Pages>28</Pages>
  <Words>9694</Words>
  <Characters>-32766</Characters>
  <Application>Microsoft Office Outlook</Application>
  <DocSecurity>0</DocSecurity>
  <Lines>0</Lines>
  <Paragraphs>0</Paragraphs>
  <ScaleCrop>false</ScaleCrop>
  <Company>Администрация Торгунского сельского поселения</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Администрация </cp:lastModifiedBy>
  <cp:revision>2</cp:revision>
  <dcterms:created xsi:type="dcterms:W3CDTF">2019-05-30T07:38:00Z</dcterms:created>
  <dcterms:modified xsi:type="dcterms:W3CDTF">2019-05-31T05:22:00Z</dcterms:modified>
</cp:coreProperties>
</file>