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82" w:rsidRPr="00372930" w:rsidRDefault="009B6E82" w:rsidP="00002E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729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9B6E82" w:rsidRPr="00372930" w:rsidRDefault="009B6E82" w:rsidP="00002E02">
      <w:pPr>
        <w:spacing w:after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ТОРГУН</w:t>
      </w:r>
      <w:r w:rsidRPr="003729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СКОГО СЕЛЬСКОГО ПОСЕЛЕНИЯ</w:t>
      </w:r>
    </w:p>
    <w:p w:rsidR="009B6E82" w:rsidRPr="00372930" w:rsidRDefault="009B6E82" w:rsidP="00002E02">
      <w:pPr>
        <w:spacing w:after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СТАРОПОЛТАВ</w:t>
      </w:r>
      <w:r w:rsidRPr="003729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СКОГО МУНИЦИПАЛЬНОГО РАЙОНА</w:t>
      </w:r>
    </w:p>
    <w:p w:rsidR="009B6E82" w:rsidRPr="00372930" w:rsidRDefault="009B6E82" w:rsidP="00002E02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729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ВОЛГОГРАДСКОЙ ОБЛАСТИ</w:t>
      </w:r>
    </w:p>
    <w:p w:rsidR="009B6E82" w:rsidRPr="00372930" w:rsidRDefault="009B6E82" w:rsidP="00002E02">
      <w:pPr>
        <w:keepNext/>
        <w:spacing w:before="240" w:after="60" w:line="240" w:lineRule="auto"/>
        <w:outlineLvl w:val="0"/>
        <w:rPr>
          <w:rFonts w:ascii="Times New Roman" w:hAnsi="Times New Roman" w:cs="Times New Roman"/>
          <w:kern w:val="32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1" o:spid="_x0000_s1026" style="position:absolute;z-index:251658240;visibility:visible;mso-wrap-distance-top:-3e-5mm;mso-wrap-distance-bottom:-3e-5mm" from="18.3pt,17.1pt" to="496.05pt,17.1pt" strokeweight="4.5pt">
            <v:stroke linestyle="thinThick"/>
          </v:line>
        </w:pict>
      </w:r>
    </w:p>
    <w:p w:rsidR="009B6E82" w:rsidRPr="00372930" w:rsidRDefault="009B6E82" w:rsidP="00002E0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6E82" w:rsidRPr="00372930" w:rsidRDefault="009B6E82" w:rsidP="00002E02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729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 О С Т А Н О В Л Е Н И Е</w:t>
      </w:r>
    </w:p>
    <w:p w:rsidR="009B6E82" w:rsidRPr="00372930" w:rsidRDefault="009B6E82" w:rsidP="00002E02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6E82" w:rsidRPr="00372930" w:rsidRDefault="009B6E82" w:rsidP="00002E02">
      <w:pPr>
        <w:pStyle w:val="ConsPlusNormal"/>
        <w:tabs>
          <w:tab w:val="left" w:pos="4200"/>
          <w:tab w:val="center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15 октября 2018</w:t>
      </w:r>
      <w:r w:rsidRPr="00372930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372930">
        <w:rPr>
          <w:rFonts w:ascii="Times New Roman" w:hAnsi="Times New Roman" w:cs="Times New Roman"/>
          <w:sz w:val="24"/>
          <w:szCs w:val="24"/>
        </w:rPr>
        <w:t xml:space="preserve"> №  </w:t>
      </w:r>
      <w:r>
        <w:rPr>
          <w:rFonts w:ascii="Times New Roman" w:hAnsi="Times New Roman" w:cs="Times New Roman"/>
          <w:sz w:val="24"/>
          <w:szCs w:val="24"/>
        </w:rPr>
        <w:t>75</w:t>
      </w:r>
    </w:p>
    <w:p w:rsidR="009B6E82" w:rsidRPr="00372930" w:rsidRDefault="009B6E82" w:rsidP="00002E02">
      <w:pPr>
        <w:pStyle w:val="ConsPlusNormal"/>
        <w:tabs>
          <w:tab w:val="left" w:pos="4200"/>
          <w:tab w:val="center" w:pos="510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B6E82" w:rsidRPr="00372930" w:rsidRDefault="009B6E82" w:rsidP="006256DA">
      <w:pPr>
        <w:pStyle w:val="ConsPlusNormal"/>
        <w:tabs>
          <w:tab w:val="left" w:pos="4200"/>
          <w:tab w:val="center" w:pos="5103"/>
        </w:tabs>
        <w:rPr>
          <w:rFonts w:ascii="Times New Roman" w:hAnsi="Times New Roman" w:cs="Times New Roman"/>
          <w:sz w:val="24"/>
          <w:szCs w:val="24"/>
        </w:rPr>
      </w:pPr>
    </w:p>
    <w:p w:rsidR="009B6E82" w:rsidRPr="00372930" w:rsidRDefault="009B6E82" w:rsidP="009B585D">
      <w:pPr>
        <w:pStyle w:val="ConsPlusNormal"/>
        <w:tabs>
          <w:tab w:val="left" w:pos="4200"/>
          <w:tab w:val="center" w:pos="5103"/>
        </w:tabs>
        <w:rPr>
          <w:rFonts w:ascii="Times New Roman" w:hAnsi="Times New Roman" w:cs="Times New Roman"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9B6E82" w:rsidRPr="00372930" w:rsidRDefault="009B6E82" w:rsidP="009B585D">
      <w:pPr>
        <w:pStyle w:val="ConsPlusNormal"/>
        <w:tabs>
          <w:tab w:val="left" w:pos="4200"/>
          <w:tab w:val="center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165</w:t>
      </w:r>
      <w:r w:rsidRPr="00372930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1.11</w:t>
      </w:r>
      <w:r w:rsidRPr="00372930">
        <w:rPr>
          <w:rFonts w:ascii="Times New Roman" w:hAnsi="Times New Roman" w:cs="Times New Roman"/>
          <w:sz w:val="24"/>
          <w:szCs w:val="24"/>
        </w:rPr>
        <w:t xml:space="preserve">.2016 года </w:t>
      </w:r>
    </w:p>
    <w:p w:rsidR="009B6E82" w:rsidRPr="00372930" w:rsidRDefault="009B6E82" w:rsidP="009B585D">
      <w:pPr>
        <w:pStyle w:val="ConsPlusNormal"/>
        <w:tabs>
          <w:tab w:val="left" w:pos="4200"/>
          <w:tab w:val="center" w:pos="5103"/>
        </w:tabs>
        <w:rPr>
          <w:rFonts w:ascii="Times New Roman" w:hAnsi="Times New Roman" w:cs="Times New Roman"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>"О возложении полномочий по определению поставщиков</w:t>
      </w:r>
    </w:p>
    <w:p w:rsidR="009B6E82" w:rsidRPr="00372930" w:rsidRDefault="009B6E82" w:rsidP="009B585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>(подрядчиков, исполнителей) для муниципальных заказчиков</w:t>
      </w:r>
    </w:p>
    <w:p w:rsidR="009B6E82" w:rsidRPr="00372930" w:rsidRDefault="009B6E82" w:rsidP="009B585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Торгун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Старополтав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</w:t>
      </w:r>
    </w:p>
    <w:p w:rsidR="009B6E82" w:rsidRPr="00372930" w:rsidRDefault="009B6E82" w:rsidP="009B585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>муниципального района Волгоградской области"</w:t>
      </w:r>
    </w:p>
    <w:p w:rsidR="009B6E82" w:rsidRPr="00372930" w:rsidRDefault="009B6E82" w:rsidP="006256DA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6E82" w:rsidRPr="00372930" w:rsidRDefault="009B6E82" w:rsidP="00372930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hyperlink r:id="rId7" w:history="1">
        <w:r w:rsidRPr="00372930">
          <w:rPr>
            <w:rFonts w:ascii="Times New Roman" w:hAnsi="Times New Roman" w:cs="Times New Roman"/>
            <w:sz w:val="24"/>
            <w:szCs w:val="24"/>
          </w:rPr>
          <w:t>со статьей 2</w:t>
        </w:r>
      </w:hyperlink>
      <w:r w:rsidRPr="00372930">
        <w:rPr>
          <w:rFonts w:ascii="Times New Roman" w:hAnsi="Times New Roman" w:cs="Times New Roman"/>
          <w:sz w:val="24"/>
          <w:szCs w:val="24"/>
        </w:rPr>
        <w:t xml:space="preserve">4 Федерального закона от 05.04.2013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72930">
        <w:rPr>
          <w:rFonts w:ascii="Times New Roman" w:hAnsi="Times New Roman" w:cs="Times New Roman"/>
          <w:sz w:val="24"/>
          <w:szCs w:val="24"/>
        </w:rPr>
        <w:t xml:space="preserve"> 44-ФЗ "О контрактной системе в сфере закупок товаров, работ, услуг для обеспечения государственных и муниципальных нужд" </w:t>
      </w:r>
      <w:r w:rsidRPr="00372930">
        <w:rPr>
          <w:rFonts w:ascii="Times New Roman" w:hAnsi="Times New Roman" w:cs="Times New Roman"/>
          <w:b/>
          <w:bCs/>
          <w:sz w:val="24"/>
          <w:szCs w:val="24"/>
        </w:rPr>
        <w:t>п о с т а н о в л я ю:</w:t>
      </w:r>
    </w:p>
    <w:p w:rsidR="009B6E82" w:rsidRDefault="009B6E82" w:rsidP="00873E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>1. В</w:t>
      </w:r>
      <w:r>
        <w:rPr>
          <w:rFonts w:ascii="Times New Roman" w:hAnsi="Times New Roman" w:cs="Times New Roman"/>
          <w:sz w:val="24"/>
          <w:szCs w:val="24"/>
        </w:rPr>
        <w:t>нести в постановление администрации Торгун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Старополтав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Волгоградской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от 21.11.2016 года № 165 </w:t>
      </w:r>
      <w:r w:rsidRPr="00372930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О возложении</w:t>
      </w:r>
      <w:r w:rsidRPr="00372930">
        <w:rPr>
          <w:rFonts w:ascii="Times New Roman" w:hAnsi="Times New Roman" w:cs="Times New Roman"/>
          <w:sz w:val="24"/>
          <w:szCs w:val="24"/>
        </w:rPr>
        <w:t xml:space="preserve"> полномочий по определению поставщиков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2930">
        <w:rPr>
          <w:rFonts w:ascii="Times New Roman" w:hAnsi="Times New Roman" w:cs="Times New Roman"/>
          <w:sz w:val="24"/>
          <w:szCs w:val="24"/>
        </w:rPr>
        <w:t xml:space="preserve">(подрядчиков,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сполнителей) для муниципальных заказчиков </w:t>
      </w:r>
      <w:r>
        <w:rPr>
          <w:rFonts w:ascii="Times New Roman" w:hAnsi="Times New Roman" w:cs="Times New Roman"/>
          <w:sz w:val="24"/>
          <w:szCs w:val="24"/>
        </w:rPr>
        <w:t>Торгун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Старополтав</w:t>
      </w:r>
      <w:r w:rsidRPr="00372930">
        <w:rPr>
          <w:rFonts w:ascii="Times New Roman" w:hAnsi="Times New Roman" w:cs="Times New Roman"/>
          <w:sz w:val="24"/>
          <w:szCs w:val="24"/>
        </w:rPr>
        <w:t>ского муниципального района Волгоградской области"</w:t>
      </w:r>
      <w:r>
        <w:rPr>
          <w:rFonts w:ascii="Times New Roman" w:hAnsi="Times New Roman" w:cs="Times New Roman"/>
          <w:sz w:val="24"/>
          <w:szCs w:val="24"/>
        </w:rPr>
        <w:t xml:space="preserve"> изменение, изложив пункт 2 в следующей редакции:</w:t>
      </w:r>
    </w:p>
    <w:p w:rsidR="009B6E82" w:rsidRDefault="009B6E82" w:rsidP="004B1F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930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2. Установить, что уполномоченный орган осуществляет определение </w:t>
      </w:r>
      <w:r w:rsidRPr="00372930">
        <w:rPr>
          <w:rFonts w:ascii="Times New Roman" w:hAnsi="Times New Roman" w:cs="Times New Roman"/>
          <w:sz w:val="24"/>
          <w:szCs w:val="24"/>
        </w:rPr>
        <w:t>поставщиков (подрядчиков, исполнителей) путем проведения</w:t>
      </w:r>
      <w:r>
        <w:rPr>
          <w:rFonts w:ascii="Times New Roman" w:hAnsi="Times New Roman" w:cs="Times New Roman"/>
          <w:sz w:val="24"/>
          <w:szCs w:val="24"/>
        </w:rPr>
        <w:t xml:space="preserve"> открытых </w:t>
      </w:r>
      <w:r w:rsidRPr="00372930">
        <w:rPr>
          <w:rFonts w:ascii="Times New Roman" w:hAnsi="Times New Roman" w:cs="Times New Roman"/>
          <w:sz w:val="24"/>
          <w:szCs w:val="24"/>
        </w:rPr>
        <w:t xml:space="preserve">конкурсов </w:t>
      </w:r>
      <w:r>
        <w:rPr>
          <w:rFonts w:ascii="Times New Roman" w:hAnsi="Times New Roman" w:cs="Times New Roman"/>
          <w:sz w:val="24"/>
          <w:szCs w:val="24"/>
        </w:rPr>
        <w:t xml:space="preserve">в электронной форме, конкурсов с </w:t>
      </w:r>
      <w:r w:rsidRPr="00372930">
        <w:rPr>
          <w:rFonts w:ascii="Times New Roman" w:hAnsi="Times New Roman" w:cs="Times New Roman"/>
          <w:sz w:val="24"/>
          <w:szCs w:val="24"/>
        </w:rPr>
        <w:t xml:space="preserve">ограниченным </w:t>
      </w:r>
      <w:r>
        <w:rPr>
          <w:rFonts w:ascii="Times New Roman" w:hAnsi="Times New Roman" w:cs="Times New Roman"/>
          <w:sz w:val="24"/>
          <w:szCs w:val="24"/>
        </w:rPr>
        <w:t xml:space="preserve">участием в электронной форме, двухэтапных конкурсов в электронной форме, </w:t>
      </w:r>
      <w:r w:rsidRPr="00372930">
        <w:rPr>
          <w:rFonts w:ascii="Times New Roman" w:hAnsi="Times New Roman" w:cs="Times New Roman"/>
          <w:sz w:val="24"/>
          <w:szCs w:val="24"/>
        </w:rPr>
        <w:t>аукцион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72930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72930">
        <w:rPr>
          <w:rFonts w:ascii="Times New Roman" w:hAnsi="Times New Roman" w:cs="Times New Roman"/>
          <w:sz w:val="24"/>
          <w:szCs w:val="24"/>
        </w:rPr>
        <w:t>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в электронной форме:</w:t>
      </w:r>
    </w:p>
    <w:p w:rsidR="009B6E82" w:rsidRDefault="009B6E82" w:rsidP="004B1FD0">
      <w:pPr>
        <w:pStyle w:val="ConsPlusNormal"/>
        <w:numPr>
          <w:ilvl w:val="0"/>
          <w:numId w:val="1"/>
        </w:numPr>
        <w:ind w:left="1418" w:hanging="8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закупкам товаров, работ, услуг на сумму от 1 млн. рублей;</w:t>
      </w:r>
    </w:p>
    <w:p w:rsidR="009B6E82" w:rsidRDefault="009B6E82" w:rsidP="004B1FD0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закупкам автотранспортных средств независимо от суммы начальной максимальной цены контракта.</w:t>
      </w:r>
      <w:r w:rsidRPr="00372930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6E82" w:rsidRDefault="009B6E82" w:rsidP="00094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Внести в </w:t>
      </w:r>
      <w:hyperlink r:id="rId8" w:history="1">
        <w:r w:rsidRPr="00372930">
          <w:rPr>
            <w:rFonts w:ascii="Times New Roman" w:hAnsi="Times New Roman" w:cs="Times New Roman"/>
            <w:sz w:val="24"/>
            <w:szCs w:val="24"/>
          </w:rPr>
          <w:t>Поряд</w:t>
        </w:r>
        <w:r>
          <w:rPr>
            <w:rFonts w:ascii="Times New Roman" w:hAnsi="Times New Roman" w:cs="Times New Roman"/>
            <w:sz w:val="24"/>
            <w:szCs w:val="24"/>
          </w:rPr>
          <w:t>ок</w:t>
        </w:r>
      </w:hyperlink>
      <w:r w:rsidRPr="00372930">
        <w:rPr>
          <w:rFonts w:ascii="Times New Roman" w:hAnsi="Times New Roman" w:cs="Times New Roman"/>
          <w:sz w:val="24"/>
          <w:szCs w:val="24"/>
        </w:rPr>
        <w:t xml:space="preserve"> взаимодействия уполномоченного органа и муниципальных заказчиков </w:t>
      </w:r>
      <w:r>
        <w:rPr>
          <w:rFonts w:ascii="Times New Roman" w:hAnsi="Times New Roman" w:cs="Times New Roman"/>
          <w:sz w:val="24"/>
          <w:szCs w:val="24"/>
        </w:rPr>
        <w:t>Торгун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Старополтав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Волгоградской области при определении поставщика (подрядчика, исполнителя) для обеспечения муниципальных нужд </w:t>
      </w:r>
      <w:r>
        <w:rPr>
          <w:rFonts w:ascii="Times New Roman" w:hAnsi="Times New Roman" w:cs="Times New Roman"/>
          <w:sz w:val="24"/>
          <w:szCs w:val="24"/>
        </w:rPr>
        <w:t>Торгун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Старополтав</w:t>
      </w:r>
      <w:r w:rsidRPr="00372930">
        <w:rPr>
          <w:rFonts w:ascii="Times New Roman" w:hAnsi="Times New Roman" w:cs="Times New Roman"/>
          <w:sz w:val="24"/>
          <w:szCs w:val="24"/>
        </w:rPr>
        <w:t>ского муниципально</w:t>
      </w:r>
      <w:r>
        <w:rPr>
          <w:rFonts w:ascii="Times New Roman" w:hAnsi="Times New Roman" w:cs="Times New Roman"/>
          <w:sz w:val="24"/>
          <w:szCs w:val="24"/>
        </w:rPr>
        <w:t>го района Волгоградской области, утвержденного вышеуказанным постановлением изменение, изложив пункт 3 в следующей редакции:</w:t>
      </w:r>
    </w:p>
    <w:p w:rsidR="009B6E82" w:rsidRPr="000E1EE4" w:rsidRDefault="009B6E82" w:rsidP="000E1E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1EE4">
        <w:rPr>
          <w:rFonts w:ascii="Times New Roman" w:hAnsi="Times New Roman" w:cs="Times New Roman"/>
          <w:sz w:val="24"/>
          <w:szCs w:val="24"/>
        </w:rPr>
        <w:t>"3. Определение поставщиков (подрядчиков, исполнителей) путем проведения конкурсов в электронной форме (открытый конкурс, конкурс с ограниченным участием), открытых аукционов в электронной форме и запросов предложений в электронной форме (далее по тексту - конкурсов, аукционов и запросов предложений) осуществляется уполномоченным органом при наличии информации о закупке в плане-гр</w:t>
      </w:r>
      <w:r>
        <w:rPr>
          <w:rFonts w:ascii="Times New Roman" w:hAnsi="Times New Roman" w:cs="Times New Roman"/>
          <w:sz w:val="24"/>
          <w:szCs w:val="24"/>
        </w:rPr>
        <w:t>афике муниципального заказчика.</w:t>
      </w:r>
      <w:r w:rsidRPr="000E1EE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6E82" w:rsidRDefault="009B6E82" w:rsidP="006256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72930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</w:t>
      </w:r>
      <w:r>
        <w:rPr>
          <w:rFonts w:ascii="Times New Roman" w:hAnsi="Times New Roman" w:cs="Times New Roman"/>
          <w:sz w:val="24"/>
          <w:szCs w:val="24"/>
        </w:rPr>
        <w:t xml:space="preserve"> 1 января 2019 года и подлежит </w:t>
      </w:r>
      <w:r w:rsidRPr="00372930">
        <w:rPr>
          <w:rFonts w:ascii="Times New Roman" w:hAnsi="Times New Roman" w:cs="Times New Roman"/>
          <w:sz w:val="24"/>
          <w:szCs w:val="24"/>
        </w:rPr>
        <w:t>официальному обнародованию.</w:t>
      </w:r>
    </w:p>
    <w:p w:rsidR="009B6E82" w:rsidRDefault="009B6E82" w:rsidP="006256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6E82" w:rsidRPr="00372930" w:rsidRDefault="009B6E82" w:rsidP="006256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6E82" w:rsidRPr="00372930" w:rsidRDefault="009B6E82">
      <w:pPr>
        <w:rPr>
          <w:rFonts w:ascii="Times New Roman" w:hAnsi="Times New Roman" w:cs="Times New Roman"/>
          <w:sz w:val="24"/>
          <w:szCs w:val="24"/>
        </w:rPr>
      </w:pPr>
    </w:p>
    <w:p w:rsidR="009B6E82" w:rsidRDefault="009B6E82" w:rsidP="001D47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2930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Торгун</w:t>
      </w:r>
      <w:r w:rsidRPr="00372930">
        <w:rPr>
          <w:rFonts w:ascii="Times New Roman" w:hAnsi="Times New Roman" w:cs="Times New Roman"/>
          <w:sz w:val="24"/>
          <w:szCs w:val="24"/>
        </w:rPr>
        <w:t xml:space="preserve">ского сельского поселения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93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И.Б.Шавленов</w:t>
      </w:r>
    </w:p>
    <w:sectPr w:rsidR="009B6E82" w:rsidSect="00002E02">
      <w:pgSz w:w="11906" w:h="16838"/>
      <w:pgMar w:top="851" w:right="567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E82" w:rsidRDefault="009B6E82" w:rsidP="006256DA">
      <w:pPr>
        <w:spacing w:after="0" w:line="240" w:lineRule="auto"/>
      </w:pPr>
      <w:r>
        <w:separator/>
      </w:r>
    </w:p>
  </w:endnote>
  <w:endnote w:type="continuationSeparator" w:id="1">
    <w:p w:rsidR="009B6E82" w:rsidRDefault="009B6E82" w:rsidP="0062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E82" w:rsidRDefault="009B6E82" w:rsidP="006256DA">
      <w:pPr>
        <w:spacing w:after="0" w:line="240" w:lineRule="auto"/>
      </w:pPr>
      <w:r>
        <w:separator/>
      </w:r>
    </w:p>
  </w:footnote>
  <w:footnote w:type="continuationSeparator" w:id="1">
    <w:p w:rsidR="009B6E82" w:rsidRDefault="009B6E82" w:rsidP="00625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47DAE"/>
    <w:multiLevelType w:val="hybridMultilevel"/>
    <w:tmpl w:val="83B2AE24"/>
    <w:lvl w:ilvl="0" w:tplc="8B7E0C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6DA"/>
    <w:rsid w:val="00002E02"/>
    <w:rsid w:val="00035510"/>
    <w:rsid w:val="000676BB"/>
    <w:rsid w:val="00070350"/>
    <w:rsid w:val="0009488D"/>
    <w:rsid w:val="000951DE"/>
    <w:rsid w:val="000E1EE4"/>
    <w:rsid w:val="001003FE"/>
    <w:rsid w:val="00106839"/>
    <w:rsid w:val="001102C3"/>
    <w:rsid w:val="001B77A6"/>
    <w:rsid w:val="001D470D"/>
    <w:rsid w:val="00255290"/>
    <w:rsid w:val="002A489E"/>
    <w:rsid w:val="00334492"/>
    <w:rsid w:val="00367194"/>
    <w:rsid w:val="00372930"/>
    <w:rsid w:val="00393539"/>
    <w:rsid w:val="003D3138"/>
    <w:rsid w:val="003D4F60"/>
    <w:rsid w:val="0044675E"/>
    <w:rsid w:val="0048612D"/>
    <w:rsid w:val="004B1FD0"/>
    <w:rsid w:val="004D5A5A"/>
    <w:rsid w:val="00503E1A"/>
    <w:rsid w:val="00540E9D"/>
    <w:rsid w:val="0058026E"/>
    <w:rsid w:val="005A7A97"/>
    <w:rsid w:val="00606C61"/>
    <w:rsid w:val="006242FA"/>
    <w:rsid w:val="006256DA"/>
    <w:rsid w:val="00674888"/>
    <w:rsid w:val="006C241B"/>
    <w:rsid w:val="006C3B35"/>
    <w:rsid w:val="00726513"/>
    <w:rsid w:val="00784664"/>
    <w:rsid w:val="00790CCE"/>
    <w:rsid w:val="00797581"/>
    <w:rsid w:val="007B1185"/>
    <w:rsid w:val="007C403D"/>
    <w:rsid w:val="00841E6F"/>
    <w:rsid w:val="008560B4"/>
    <w:rsid w:val="008607CB"/>
    <w:rsid w:val="00873E58"/>
    <w:rsid w:val="008C6925"/>
    <w:rsid w:val="008E039A"/>
    <w:rsid w:val="00906D97"/>
    <w:rsid w:val="00927E7D"/>
    <w:rsid w:val="00934328"/>
    <w:rsid w:val="009371DF"/>
    <w:rsid w:val="009605C8"/>
    <w:rsid w:val="009B585D"/>
    <w:rsid w:val="009B6E82"/>
    <w:rsid w:val="009D2F96"/>
    <w:rsid w:val="009F2955"/>
    <w:rsid w:val="00A308A3"/>
    <w:rsid w:val="00A6614D"/>
    <w:rsid w:val="00AC6CEE"/>
    <w:rsid w:val="00AF5F39"/>
    <w:rsid w:val="00B10E4D"/>
    <w:rsid w:val="00B121AA"/>
    <w:rsid w:val="00B35B5B"/>
    <w:rsid w:val="00B46E2C"/>
    <w:rsid w:val="00B62BB5"/>
    <w:rsid w:val="00B66B55"/>
    <w:rsid w:val="00B77430"/>
    <w:rsid w:val="00B809AF"/>
    <w:rsid w:val="00B835E5"/>
    <w:rsid w:val="00BD1FEF"/>
    <w:rsid w:val="00BE6CD8"/>
    <w:rsid w:val="00C223D4"/>
    <w:rsid w:val="00C33433"/>
    <w:rsid w:val="00C6306B"/>
    <w:rsid w:val="00C649E8"/>
    <w:rsid w:val="00C917EB"/>
    <w:rsid w:val="00CB3779"/>
    <w:rsid w:val="00CD5C13"/>
    <w:rsid w:val="00D65586"/>
    <w:rsid w:val="00D70D1F"/>
    <w:rsid w:val="00DA42C8"/>
    <w:rsid w:val="00DB0452"/>
    <w:rsid w:val="00DF2B63"/>
    <w:rsid w:val="00DF486E"/>
    <w:rsid w:val="00E246C1"/>
    <w:rsid w:val="00E312AD"/>
    <w:rsid w:val="00E51C17"/>
    <w:rsid w:val="00EC3B56"/>
    <w:rsid w:val="00EF5738"/>
    <w:rsid w:val="00EF708F"/>
    <w:rsid w:val="00FA2653"/>
    <w:rsid w:val="00FA311A"/>
    <w:rsid w:val="00FC0838"/>
    <w:rsid w:val="00FE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2C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56D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56DA"/>
  </w:style>
  <w:style w:type="paragraph" w:styleId="Footer">
    <w:name w:val="footer"/>
    <w:basedOn w:val="Normal"/>
    <w:link w:val="FooterChar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56DA"/>
  </w:style>
  <w:style w:type="paragraph" w:styleId="ListParagraph">
    <w:name w:val="List Paragraph"/>
    <w:basedOn w:val="Normal"/>
    <w:uiPriority w:val="99"/>
    <w:qFormat/>
    <w:rsid w:val="00873E58"/>
    <w:pPr>
      <w:ind w:left="720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15EC7D1E0BF8BDAD38A5464E1CF3DFAD29EE122F8D19B178B9608CD4642A23633E2172908C37200BDEFC5B6Br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15EC7D1E0BF8BDAD38BB4B5870ACD5AB25B11D268B13E52CE966DB8B342C76237E2727D3C8382860r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</TotalTime>
  <Pages>1</Pages>
  <Words>440</Words>
  <Characters>2512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Администрация </cp:lastModifiedBy>
  <cp:revision>13</cp:revision>
  <cp:lastPrinted>2018-08-13T14:12:00Z</cp:lastPrinted>
  <dcterms:created xsi:type="dcterms:W3CDTF">2018-08-13T11:45:00Z</dcterms:created>
  <dcterms:modified xsi:type="dcterms:W3CDTF">2018-10-15T11:52:00Z</dcterms:modified>
</cp:coreProperties>
</file>