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35" w:rsidRPr="00201B71" w:rsidRDefault="00DC6935" w:rsidP="000A3775">
      <w:pPr>
        <w:jc w:val="center"/>
        <w:rPr>
          <w:i/>
          <w:iCs/>
        </w:rPr>
      </w:pPr>
      <w:r w:rsidRPr="00201B71">
        <w:rPr>
          <w:i/>
          <w:iCs/>
        </w:rPr>
        <w:t>АДМИНИСТРАЦИЯ</w:t>
      </w:r>
    </w:p>
    <w:p w:rsidR="00DC6935" w:rsidRPr="00201B71" w:rsidRDefault="00DC6935" w:rsidP="000A3775">
      <w:pPr>
        <w:jc w:val="center"/>
        <w:rPr>
          <w:i/>
          <w:iCs/>
        </w:rPr>
      </w:pPr>
      <w:r w:rsidRPr="00201B71">
        <w:rPr>
          <w:i/>
          <w:iCs/>
        </w:rPr>
        <w:t xml:space="preserve"> ТОРГУНСКОГО СЕЛЬСКОГО ПОСЕЛЕНИЯ</w:t>
      </w:r>
    </w:p>
    <w:p w:rsidR="00DC6935" w:rsidRPr="00201B71" w:rsidRDefault="00DC6935" w:rsidP="000A3775">
      <w:pPr>
        <w:jc w:val="center"/>
        <w:rPr>
          <w:i/>
          <w:iCs/>
        </w:rPr>
      </w:pPr>
      <w:r w:rsidRPr="00201B71">
        <w:rPr>
          <w:i/>
          <w:iCs/>
        </w:rPr>
        <w:t>СТАРОПОЛТАВСКОГО МУНИЦИПАЛЬНОГО РАЙОНА</w:t>
      </w:r>
    </w:p>
    <w:p w:rsidR="00DC6935" w:rsidRPr="00201B71" w:rsidRDefault="00DC6935" w:rsidP="000A3775">
      <w:pPr>
        <w:tabs>
          <w:tab w:val="left" w:pos="2895"/>
        </w:tabs>
        <w:jc w:val="center"/>
        <w:rPr>
          <w:i/>
          <w:iCs/>
        </w:rPr>
      </w:pPr>
      <w:r w:rsidRPr="00201B71">
        <w:rPr>
          <w:i/>
          <w:iCs/>
        </w:rPr>
        <w:t>ВОЛГОГРАДСКОЙ ОБЛАСТИ</w:t>
      </w:r>
    </w:p>
    <w:p w:rsidR="00DC6935" w:rsidRPr="00201B71" w:rsidRDefault="00DC6935" w:rsidP="000A3775">
      <w:pPr>
        <w:tabs>
          <w:tab w:val="left" w:pos="2895"/>
        </w:tabs>
        <w:jc w:val="center"/>
        <w:rPr>
          <w:i/>
          <w:iCs/>
        </w:rPr>
      </w:pPr>
      <w:r w:rsidRPr="00201B71">
        <w:rPr>
          <w:i/>
          <w:iCs/>
        </w:rPr>
        <w:t>______________________________________________________________________</w:t>
      </w:r>
    </w:p>
    <w:p w:rsidR="00DC6935" w:rsidRDefault="00DC6935" w:rsidP="00201B71">
      <w:pPr>
        <w:shd w:val="clear" w:color="auto" w:fill="FFFFFF"/>
        <w:spacing w:beforeLines="20" w:afterLines="20"/>
      </w:pPr>
      <w:r>
        <w:t xml:space="preserve">                                                  </w:t>
      </w:r>
    </w:p>
    <w:p w:rsidR="00DC6935" w:rsidRPr="00201B71" w:rsidRDefault="00DC6935" w:rsidP="00201B71">
      <w:pPr>
        <w:shd w:val="clear" w:color="auto" w:fill="FFFFFF"/>
        <w:spacing w:beforeLines="20" w:afterLines="20"/>
      </w:pPr>
      <w:r>
        <w:t xml:space="preserve">                                                         </w:t>
      </w:r>
      <w:r w:rsidRPr="00201B71">
        <w:t>ПОСТАНОВЛЕНИЕ</w:t>
      </w:r>
    </w:p>
    <w:p w:rsidR="00DC6935" w:rsidRPr="00201B71" w:rsidRDefault="00DC6935" w:rsidP="00C27650">
      <w:pPr>
        <w:shd w:val="clear" w:color="auto" w:fill="FFFFFF"/>
        <w:spacing w:beforeLines="20" w:afterLines="20"/>
        <w:ind w:left="3206"/>
      </w:pPr>
      <w:r>
        <w:t xml:space="preserve">  </w:t>
      </w:r>
    </w:p>
    <w:p w:rsidR="00DC6935" w:rsidRPr="00201B71" w:rsidRDefault="00DC6935" w:rsidP="000A3775">
      <w:r w:rsidRPr="00201B71">
        <w:rPr>
          <w:color w:val="000000"/>
          <w:spacing w:val="7"/>
        </w:rPr>
        <w:t xml:space="preserve">от 01 октября  2018                                                      </w:t>
      </w:r>
      <w:r w:rsidRPr="00201B71">
        <w:rPr>
          <w:color w:val="000000"/>
          <w:spacing w:val="18"/>
        </w:rPr>
        <w:t>№66</w:t>
      </w:r>
    </w:p>
    <w:p w:rsidR="00DC6935" w:rsidRPr="00201B71" w:rsidRDefault="00DC6935" w:rsidP="000A3775">
      <w:pPr>
        <w:jc w:val="center"/>
      </w:pPr>
    </w:p>
    <w:p w:rsidR="00DC6935" w:rsidRPr="00201B71" w:rsidRDefault="00DC6935" w:rsidP="000A3775"/>
    <w:p w:rsidR="00DC6935" w:rsidRPr="00201B71" w:rsidRDefault="00DC6935" w:rsidP="00E42059">
      <w:pPr>
        <w:spacing w:line="240" w:lineRule="exact"/>
        <w:ind w:right="3968"/>
        <w:jc w:val="both"/>
        <w:rPr>
          <w:rFonts w:eastAsia="Times New Roman"/>
          <w:color w:val="000000"/>
          <w:lang/>
        </w:rPr>
      </w:pPr>
      <w:r w:rsidRPr="00201B71">
        <w:t>О признании утратив</w:t>
      </w:r>
      <w:bookmarkStart w:id="0" w:name="_GoBack"/>
      <w:bookmarkEnd w:id="0"/>
      <w:r w:rsidRPr="00201B71">
        <w:t>шим силу постановления администрации Торгунского сельского поселения  от 09.07.2013 №68«Об утверждении административного  регламента предоставления администрацией Торгунского сельского поселения Старополтавского муниципального района Волгоградской области муниципальной услуги «Выдача копии финансово – лицевого счета, выписки из домовой книги»  и  № 65 от 09.03.2016г</w:t>
      </w:r>
      <w:r w:rsidRPr="00201B71">
        <w:rPr>
          <w:rFonts w:eastAsia="Times New Roman"/>
          <w:color w:val="000000"/>
          <w:lang/>
        </w:rPr>
        <w:t xml:space="preserve"> </w:t>
      </w:r>
      <w:r w:rsidRPr="00201B71">
        <w:rPr>
          <w:rFonts w:eastAsia="Times New Roman"/>
          <w:lang/>
        </w:rPr>
        <w:t>«</w:t>
      </w:r>
      <w:r w:rsidRPr="00201B71">
        <w:rPr>
          <w:rFonts w:eastAsia="Times New Roman"/>
          <w:color w:val="000000"/>
          <w:lang/>
        </w:rPr>
        <w:t xml:space="preserve">О  внесении изменений и дополнений в постановление администрации Торгунского сельского поселения от </w:t>
      </w:r>
      <w:r w:rsidRPr="00201B71">
        <w:rPr>
          <w:rFonts w:eastAsia="Times New Roman"/>
          <w:lang/>
        </w:rPr>
        <w:t>09.07.2013 №68</w:t>
      </w:r>
      <w:r w:rsidRPr="00201B71">
        <w:rPr>
          <w:rFonts w:eastAsia="Times New Roman"/>
          <w:color w:val="000000"/>
          <w:lang/>
        </w:rPr>
        <w:t xml:space="preserve"> «Об утверждении административного регламента исполнения муниципальной услуги «</w:t>
      </w:r>
      <w:r w:rsidRPr="00201B71">
        <w:rPr>
          <w:rFonts w:eastAsia="Times New Roman"/>
          <w:lang/>
        </w:rPr>
        <w:t>Выдача копии финансово-лицевого счета, выписки из домовой книги»</w:t>
      </w:r>
    </w:p>
    <w:p w:rsidR="00DC6935" w:rsidRPr="00201B71" w:rsidRDefault="00DC6935" w:rsidP="000A3775"/>
    <w:p w:rsidR="00DC6935" w:rsidRPr="00201B71" w:rsidRDefault="00DC6935" w:rsidP="000A3775">
      <w:pPr>
        <w:rPr>
          <w:i/>
          <w:iCs/>
        </w:rPr>
      </w:pPr>
    </w:p>
    <w:p w:rsidR="00DC6935" w:rsidRPr="00201B71" w:rsidRDefault="00DC6935" w:rsidP="000A75EC">
      <w:pPr>
        <w:pStyle w:val="BodyText"/>
        <w:spacing w:after="0"/>
        <w:jc w:val="both"/>
      </w:pPr>
      <w:r w:rsidRPr="00201B71">
        <w:tab/>
        <w:t>В целях приведения в соответствие с  законодательством</w:t>
      </w:r>
      <w:r w:rsidRPr="00201B71">
        <w:rPr>
          <w:color w:val="000000"/>
          <w:spacing w:val="-2"/>
          <w:w w:val="102"/>
        </w:rPr>
        <w:t>,</w:t>
      </w:r>
    </w:p>
    <w:p w:rsidR="00DC6935" w:rsidRPr="00201B71" w:rsidRDefault="00DC6935" w:rsidP="000A75EC">
      <w:pPr>
        <w:jc w:val="center"/>
        <w:rPr>
          <w:b/>
          <w:bCs/>
        </w:rPr>
      </w:pPr>
    </w:p>
    <w:p w:rsidR="00DC6935" w:rsidRPr="00201B71" w:rsidRDefault="00DC6935" w:rsidP="000A75EC">
      <w:pPr>
        <w:jc w:val="center"/>
        <w:rPr>
          <w:b/>
          <w:bCs/>
        </w:rPr>
      </w:pPr>
      <w:r w:rsidRPr="00201B71">
        <w:rPr>
          <w:b/>
          <w:bCs/>
        </w:rPr>
        <w:t>П О С Т А Н О В Л Я Е Т:</w:t>
      </w:r>
    </w:p>
    <w:p w:rsidR="00DC6935" w:rsidRPr="00201B71" w:rsidRDefault="00DC6935" w:rsidP="000A75EC">
      <w:pPr>
        <w:jc w:val="both"/>
      </w:pPr>
      <w:r w:rsidRPr="00201B71">
        <w:tab/>
      </w:r>
    </w:p>
    <w:p w:rsidR="00DC6935" w:rsidRDefault="00DC6935" w:rsidP="00201B71">
      <w:pPr>
        <w:spacing w:line="240" w:lineRule="exact"/>
        <w:ind w:right="-185"/>
        <w:jc w:val="both"/>
      </w:pPr>
      <w:r w:rsidRPr="00201B71">
        <w:t>1.Постановление администрации Торгунского сельского поселения от 09.07.2013 № 68 «Об утверждении административного  регламента предоставления администрацией Торгунского сельского поселения Старополтавского муниципального района Волгоградской области муниципальной услуги «Выдача копии финансово – лицевого счета, выписки из домовой книги» и постановление</w:t>
      </w:r>
    </w:p>
    <w:p w:rsidR="00DC6935" w:rsidRPr="00201B71" w:rsidRDefault="00DC6935" w:rsidP="00201B71">
      <w:pPr>
        <w:spacing w:line="240" w:lineRule="exact"/>
        <w:ind w:right="-185"/>
        <w:jc w:val="both"/>
        <w:rPr>
          <w:rFonts w:eastAsia="Times New Roman"/>
          <w:color w:val="000000"/>
          <w:lang/>
        </w:rPr>
      </w:pPr>
      <w:r w:rsidRPr="00201B71">
        <w:t xml:space="preserve"> № 65 от 09.03.2016г </w:t>
      </w:r>
      <w:r w:rsidRPr="00201B71">
        <w:rPr>
          <w:rFonts w:eastAsia="Times New Roman"/>
          <w:lang/>
        </w:rPr>
        <w:t>«</w:t>
      </w:r>
      <w:r w:rsidRPr="00201B71">
        <w:rPr>
          <w:rFonts w:eastAsia="Times New Roman"/>
          <w:color w:val="000000"/>
          <w:lang/>
        </w:rPr>
        <w:t xml:space="preserve">О  внесении изменений и дополнений в постановление администрации Торгунского сельского поселения от </w:t>
      </w:r>
      <w:r w:rsidRPr="00201B71">
        <w:rPr>
          <w:rFonts w:eastAsia="Times New Roman"/>
          <w:lang/>
        </w:rPr>
        <w:t>09.07.2013 №68</w:t>
      </w:r>
      <w:r w:rsidRPr="00201B71">
        <w:rPr>
          <w:rFonts w:eastAsia="Times New Roman"/>
          <w:color w:val="000000"/>
          <w:lang/>
        </w:rPr>
        <w:t xml:space="preserve"> «Об утверждении административного регламента исполнения муниципальной услуги «</w:t>
      </w:r>
      <w:r w:rsidRPr="00201B71">
        <w:rPr>
          <w:rFonts w:eastAsia="Times New Roman"/>
          <w:lang/>
        </w:rPr>
        <w:t>Выдача копии финансово-лицевого счета, выписки из домовой книги»</w:t>
      </w:r>
      <w:r w:rsidRPr="00201B71">
        <w:rPr>
          <w:rFonts w:eastAsia="Times New Roman"/>
          <w:color w:val="000000"/>
          <w:lang/>
        </w:rPr>
        <w:t xml:space="preserve">  </w:t>
      </w:r>
      <w:r w:rsidRPr="00201B71">
        <w:t>признать утратившим силу.</w:t>
      </w:r>
    </w:p>
    <w:p w:rsidR="00DC6935" w:rsidRPr="00201B71" w:rsidRDefault="00DC6935" w:rsidP="00201B71">
      <w:pPr>
        <w:ind w:right="-185" w:firstLine="720"/>
        <w:jc w:val="both"/>
      </w:pPr>
      <w:r w:rsidRPr="00201B71">
        <w:t>2. Обнародовать настоящее постановление в установленных местах и разместить в сети интернет на сайте Торгунского сельского поселения.</w:t>
      </w:r>
    </w:p>
    <w:p w:rsidR="00DC6935" w:rsidRDefault="00DC6935" w:rsidP="00201B71">
      <w:pPr>
        <w:ind w:right="-185"/>
        <w:jc w:val="both"/>
      </w:pPr>
    </w:p>
    <w:p w:rsidR="00DC6935" w:rsidRDefault="00DC6935" w:rsidP="00201B71">
      <w:pPr>
        <w:ind w:right="-185"/>
        <w:jc w:val="both"/>
      </w:pPr>
    </w:p>
    <w:p w:rsidR="00DC6935" w:rsidRPr="00201B71" w:rsidRDefault="00DC6935" w:rsidP="00201B71">
      <w:pPr>
        <w:ind w:right="-185"/>
        <w:jc w:val="both"/>
      </w:pPr>
    </w:p>
    <w:p w:rsidR="00DC6935" w:rsidRPr="00201B71" w:rsidRDefault="00DC6935" w:rsidP="000A3775">
      <w:pPr>
        <w:jc w:val="both"/>
      </w:pPr>
    </w:p>
    <w:p w:rsidR="00DC6935" w:rsidRPr="00201B71" w:rsidRDefault="00DC6935" w:rsidP="000A3775">
      <w:pPr>
        <w:jc w:val="both"/>
      </w:pPr>
      <w:r w:rsidRPr="00201B71">
        <w:t xml:space="preserve">Глава Торгунского </w:t>
      </w:r>
    </w:p>
    <w:p w:rsidR="00DC6935" w:rsidRPr="00201B71" w:rsidRDefault="00DC6935" w:rsidP="000A3775">
      <w:pPr>
        <w:jc w:val="both"/>
      </w:pPr>
      <w:r w:rsidRPr="00201B71">
        <w:t>сельского поселения                                                  И.Б.Шавленов</w:t>
      </w:r>
    </w:p>
    <w:p w:rsidR="00DC6935" w:rsidRDefault="00DC6935" w:rsidP="000A3775">
      <w:pPr>
        <w:rPr>
          <w:sz w:val="28"/>
          <w:szCs w:val="28"/>
        </w:rPr>
      </w:pPr>
    </w:p>
    <w:p w:rsidR="00DC6935" w:rsidRDefault="00DC6935" w:rsidP="000A3775">
      <w:pPr>
        <w:rPr>
          <w:sz w:val="28"/>
          <w:szCs w:val="28"/>
        </w:rPr>
      </w:pPr>
    </w:p>
    <w:p w:rsidR="00DC6935" w:rsidRPr="000A3775" w:rsidRDefault="00DC6935" w:rsidP="000A3775"/>
    <w:sectPr w:rsidR="00DC6935" w:rsidRPr="000A3775" w:rsidSect="002C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935" w:rsidRDefault="00DC6935" w:rsidP="00ED571E">
      <w:r>
        <w:separator/>
      </w:r>
    </w:p>
  </w:endnote>
  <w:endnote w:type="continuationSeparator" w:id="1">
    <w:p w:rsidR="00DC6935" w:rsidRDefault="00DC6935" w:rsidP="00ED5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935" w:rsidRDefault="00DC6935" w:rsidP="00ED571E">
      <w:r>
        <w:separator/>
      </w:r>
    </w:p>
  </w:footnote>
  <w:footnote w:type="continuationSeparator" w:id="1">
    <w:p w:rsidR="00DC6935" w:rsidRDefault="00DC6935" w:rsidP="00ED5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03BF63DD"/>
    <w:multiLevelType w:val="hybridMultilevel"/>
    <w:tmpl w:val="DB62E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>
    <w:nsid w:val="18053431"/>
    <w:multiLevelType w:val="multilevel"/>
    <w:tmpl w:val="EEC6CF8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DE2673"/>
    <w:multiLevelType w:val="hybridMultilevel"/>
    <w:tmpl w:val="2F2AE576"/>
    <w:lvl w:ilvl="0" w:tplc="60146CB0">
      <w:start w:val="1"/>
      <w:numFmt w:val="decimal"/>
      <w:lvlText w:val="%1."/>
      <w:lvlJc w:val="left"/>
      <w:pPr>
        <w:ind w:left="736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56" w:hanging="360"/>
      </w:pPr>
    </w:lvl>
    <w:lvl w:ilvl="2" w:tplc="0419001B">
      <w:start w:val="1"/>
      <w:numFmt w:val="lowerRoman"/>
      <w:lvlText w:val="%3."/>
      <w:lvlJc w:val="right"/>
      <w:pPr>
        <w:ind w:left="2176" w:hanging="180"/>
      </w:pPr>
    </w:lvl>
    <w:lvl w:ilvl="3" w:tplc="0419000F">
      <w:start w:val="1"/>
      <w:numFmt w:val="decimal"/>
      <w:lvlText w:val="%4."/>
      <w:lvlJc w:val="left"/>
      <w:pPr>
        <w:ind w:left="2896" w:hanging="360"/>
      </w:pPr>
    </w:lvl>
    <w:lvl w:ilvl="4" w:tplc="04190019">
      <w:start w:val="1"/>
      <w:numFmt w:val="lowerLetter"/>
      <w:lvlText w:val="%5."/>
      <w:lvlJc w:val="left"/>
      <w:pPr>
        <w:ind w:left="3616" w:hanging="360"/>
      </w:pPr>
    </w:lvl>
    <w:lvl w:ilvl="5" w:tplc="0419001B">
      <w:start w:val="1"/>
      <w:numFmt w:val="lowerRoman"/>
      <w:lvlText w:val="%6."/>
      <w:lvlJc w:val="right"/>
      <w:pPr>
        <w:ind w:left="4336" w:hanging="180"/>
      </w:pPr>
    </w:lvl>
    <w:lvl w:ilvl="6" w:tplc="0419000F">
      <w:start w:val="1"/>
      <w:numFmt w:val="decimal"/>
      <w:lvlText w:val="%7."/>
      <w:lvlJc w:val="left"/>
      <w:pPr>
        <w:ind w:left="5056" w:hanging="360"/>
      </w:pPr>
    </w:lvl>
    <w:lvl w:ilvl="7" w:tplc="04190019">
      <w:start w:val="1"/>
      <w:numFmt w:val="lowerLetter"/>
      <w:lvlText w:val="%8."/>
      <w:lvlJc w:val="left"/>
      <w:pPr>
        <w:ind w:left="5776" w:hanging="360"/>
      </w:pPr>
    </w:lvl>
    <w:lvl w:ilvl="8" w:tplc="0419001B">
      <w:start w:val="1"/>
      <w:numFmt w:val="lowerRoman"/>
      <w:lvlText w:val="%9."/>
      <w:lvlJc w:val="right"/>
      <w:pPr>
        <w:ind w:left="6496" w:hanging="180"/>
      </w:pPr>
    </w:lvl>
  </w:abstractNum>
  <w:abstractNum w:abstractNumId="8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>
    <w:nsid w:val="52F4274D"/>
    <w:multiLevelType w:val="hybridMultilevel"/>
    <w:tmpl w:val="E78EF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96045"/>
    <w:multiLevelType w:val="hybridMultilevel"/>
    <w:tmpl w:val="E1AC1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EF8108A"/>
    <w:multiLevelType w:val="multilevel"/>
    <w:tmpl w:val="4E60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5FC251EE"/>
    <w:multiLevelType w:val="multilevel"/>
    <w:tmpl w:val="D42E6BA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7A1D73EA"/>
    <w:multiLevelType w:val="hybridMultilevel"/>
    <w:tmpl w:val="2D64C040"/>
    <w:lvl w:ilvl="0" w:tplc="29DE78DC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163"/>
    <w:rsid w:val="00004E12"/>
    <w:rsid w:val="00026183"/>
    <w:rsid w:val="000806DB"/>
    <w:rsid w:val="000965E5"/>
    <w:rsid w:val="000A3775"/>
    <w:rsid w:val="000A75EC"/>
    <w:rsid w:val="000D5940"/>
    <w:rsid w:val="000E6AE5"/>
    <w:rsid w:val="00102BB6"/>
    <w:rsid w:val="0011233C"/>
    <w:rsid w:val="00135814"/>
    <w:rsid w:val="00155C1E"/>
    <w:rsid w:val="001807C7"/>
    <w:rsid w:val="00195B7C"/>
    <w:rsid w:val="001B17C7"/>
    <w:rsid w:val="001E6163"/>
    <w:rsid w:val="001F33AA"/>
    <w:rsid w:val="001F6B37"/>
    <w:rsid w:val="00201B71"/>
    <w:rsid w:val="00243E92"/>
    <w:rsid w:val="002A31F4"/>
    <w:rsid w:val="002C26B3"/>
    <w:rsid w:val="002C47EB"/>
    <w:rsid w:val="002C6C32"/>
    <w:rsid w:val="002D587C"/>
    <w:rsid w:val="003014A9"/>
    <w:rsid w:val="00312D2B"/>
    <w:rsid w:val="00321DFA"/>
    <w:rsid w:val="00331604"/>
    <w:rsid w:val="00333B23"/>
    <w:rsid w:val="00335663"/>
    <w:rsid w:val="00343BAB"/>
    <w:rsid w:val="00352E80"/>
    <w:rsid w:val="0035645E"/>
    <w:rsid w:val="003A1A50"/>
    <w:rsid w:val="003A66F6"/>
    <w:rsid w:val="003D06B8"/>
    <w:rsid w:val="003F5672"/>
    <w:rsid w:val="004003F1"/>
    <w:rsid w:val="004173CF"/>
    <w:rsid w:val="00455D7D"/>
    <w:rsid w:val="0046745B"/>
    <w:rsid w:val="004843BC"/>
    <w:rsid w:val="004A6EF2"/>
    <w:rsid w:val="004B7FBF"/>
    <w:rsid w:val="004C357C"/>
    <w:rsid w:val="004F70F8"/>
    <w:rsid w:val="00542154"/>
    <w:rsid w:val="00584D2C"/>
    <w:rsid w:val="005902D9"/>
    <w:rsid w:val="00595924"/>
    <w:rsid w:val="005B089C"/>
    <w:rsid w:val="005D2241"/>
    <w:rsid w:val="005F62FE"/>
    <w:rsid w:val="006010BD"/>
    <w:rsid w:val="006057D9"/>
    <w:rsid w:val="0060615D"/>
    <w:rsid w:val="00635A0C"/>
    <w:rsid w:val="00642705"/>
    <w:rsid w:val="0066119E"/>
    <w:rsid w:val="0069292F"/>
    <w:rsid w:val="006A0082"/>
    <w:rsid w:val="006F11B0"/>
    <w:rsid w:val="0070086B"/>
    <w:rsid w:val="00730593"/>
    <w:rsid w:val="00736D41"/>
    <w:rsid w:val="00753C44"/>
    <w:rsid w:val="00767794"/>
    <w:rsid w:val="007A5881"/>
    <w:rsid w:val="007A69D7"/>
    <w:rsid w:val="007B17B2"/>
    <w:rsid w:val="007F4611"/>
    <w:rsid w:val="008067DE"/>
    <w:rsid w:val="00807AF6"/>
    <w:rsid w:val="00810733"/>
    <w:rsid w:val="0083751C"/>
    <w:rsid w:val="00850E99"/>
    <w:rsid w:val="008855DE"/>
    <w:rsid w:val="008B4AF1"/>
    <w:rsid w:val="008C33BA"/>
    <w:rsid w:val="008C37EA"/>
    <w:rsid w:val="008C6D4E"/>
    <w:rsid w:val="008D0E87"/>
    <w:rsid w:val="0090685D"/>
    <w:rsid w:val="0091733D"/>
    <w:rsid w:val="00930D14"/>
    <w:rsid w:val="00954CAF"/>
    <w:rsid w:val="00960C28"/>
    <w:rsid w:val="00976F85"/>
    <w:rsid w:val="00985E9D"/>
    <w:rsid w:val="00990F93"/>
    <w:rsid w:val="009C2953"/>
    <w:rsid w:val="009C3879"/>
    <w:rsid w:val="00A13DE3"/>
    <w:rsid w:val="00A2684A"/>
    <w:rsid w:val="00AA59EA"/>
    <w:rsid w:val="00AB7390"/>
    <w:rsid w:val="00AD65FD"/>
    <w:rsid w:val="00AF4AE6"/>
    <w:rsid w:val="00AF7F0B"/>
    <w:rsid w:val="00B06C0F"/>
    <w:rsid w:val="00B3251E"/>
    <w:rsid w:val="00BA5403"/>
    <w:rsid w:val="00BC4726"/>
    <w:rsid w:val="00BC56BB"/>
    <w:rsid w:val="00BD12D9"/>
    <w:rsid w:val="00BF3647"/>
    <w:rsid w:val="00BF4B0F"/>
    <w:rsid w:val="00C01EA7"/>
    <w:rsid w:val="00C02E1D"/>
    <w:rsid w:val="00C1447C"/>
    <w:rsid w:val="00C15600"/>
    <w:rsid w:val="00C24108"/>
    <w:rsid w:val="00C27650"/>
    <w:rsid w:val="00C5463B"/>
    <w:rsid w:val="00C54648"/>
    <w:rsid w:val="00C77E47"/>
    <w:rsid w:val="00CA79A5"/>
    <w:rsid w:val="00CF1DF1"/>
    <w:rsid w:val="00D0056B"/>
    <w:rsid w:val="00D017CE"/>
    <w:rsid w:val="00D245F7"/>
    <w:rsid w:val="00D45E9A"/>
    <w:rsid w:val="00D834FE"/>
    <w:rsid w:val="00D83FE8"/>
    <w:rsid w:val="00D846E0"/>
    <w:rsid w:val="00D846FF"/>
    <w:rsid w:val="00DC6935"/>
    <w:rsid w:val="00DF71C5"/>
    <w:rsid w:val="00E10595"/>
    <w:rsid w:val="00E13506"/>
    <w:rsid w:val="00E42059"/>
    <w:rsid w:val="00E473BC"/>
    <w:rsid w:val="00E51D67"/>
    <w:rsid w:val="00E92AD9"/>
    <w:rsid w:val="00EA7258"/>
    <w:rsid w:val="00EB711F"/>
    <w:rsid w:val="00ED571E"/>
    <w:rsid w:val="00EE7130"/>
    <w:rsid w:val="00EF73C1"/>
    <w:rsid w:val="00F12E0D"/>
    <w:rsid w:val="00F41750"/>
    <w:rsid w:val="00FC1597"/>
    <w:rsid w:val="00FD0A67"/>
    <w:rsid w:val="00FD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F2"/>
    <w:pPr>
      <w:widowControl w:val="0"/>
      <w:suppressAutoHyphens/>
    </w:pPr>
    <w:rPr>
      <w:rFonts w:ascii="Arial" w:hAnsi="Arial" w:cs="Arial"/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F41750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2154"/>
    <w:pPr>
      <w:keepNext/>
      <w:keepLines/>
      <w:widowControl/>
      <w:suppressAutoHyphens w:val="0"/>
      <w:spacing w:before="200" w:line="276" w:lineRule="auto"/>
      <w:outlineLvl w:val="2"/>
    </w:pPr>
    <w:rPr>
      <w:rFonts w:ascii="Cambria" w:eastAsia="Times New Roman" w:hAnsi="Cambria" w:cs="Cambria"/>
      <w:b/>
      <w:bCs/>
      <w:color w:val="4F81BD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175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154"/>
    <w:rPr>
      <w:rFonts w:ascii="Cambria" w:hAnsi="Cambria" w:cs="Cambria"/>
      <w:b/>
      <w:bCs/>
      <w:color w:val="4F81BD"/>
    </w:rPr>
  </w:style>
  <w:style w:type="paragraph" w:customStyle="1" w:styleId="ConsPlusTitle">
    <w:name w:val="ConsPlusTitle"/>
    <w:uiPriority w:val="99"/>
    <w:rsid w:val="004A6EF2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4A6EF2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4A6EF2"/>
    <w:pPr>
      <w:shd w:val="clear" w:color="auto" w:fill="FFFFFF"/>
      <w:suppressAutoHyphens w:val="0"/>
      <w:spacing w:before="360" w:after="360" w:line="24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4A6E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NoSpacing">
    <w:name w:val="No Spacing"/>
    <w:link w:val="NoSpacingChar"/>
    <w:uiPriority w:val="99"/>
    <w:qFormat/>
    <w:rsid w:val="004A6EF2"/>
    <w:pPr>
      <w:suppressAutoHyphens/>
    </w:pPr>
    <w:rPr>
      <w:rFonts w:ascii="Arial CYR" w:hAnsi="Arial CYR" w:cs="Arial CYR"/>
      <w:kern w:val="2"/>
      <w:sz w:val="24"/>
      <w:szCs w:val="24"/>
      <w:lang w:eastAsia="ar-SA"/>
    </w:rPr>
  </w:style>
  <w:style w:type="paragraph" w:customStyle="1" w:styleId="normal32">
    <w:name w:val="normal32"/>
    <w:basedOn w:val="Normal"/>
    <w:uiPriority w:val="99"/>
    <w:rsid w:val="004A6EF2"/>
    <w:pPr>
      <w:jc w:val="center"/>
    </w:pPr>
    <w:rPr>
      <w:rFonts w:eastAsia="Times New Roman"/>
      <w:sz w:val="34"/>
      <w:szCs w:val="34"/>
      <w:lang w:eastAsia="ru-RU"/>
    </w:rPr>
  </w:style>
  <w:style w:type="table" w:customStyle="1" w:styleId="21">
    <w:name w:val="Сетка таблицы2"/>
    <w:uiPriority w:val="99"/>
    <w:rsid w:val="004A6EF2"/>
    <w:pPr>
      <w:widowControl w:val="0"/>
    </w:pPr>
    <w:rPr>
      <w:rFonts w:ascii="Arial Unicode MS" w:hAnsi="Arial Unicode MS" w:cs="Arial Unicode M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4A6EF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D571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571E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ED571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571E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930D14"/>
    <w:rPr>
      <w:color w:val="0000FF"/>
      <w:u w:val="single"/>
    </w:rPr>
  </w:style>
  <w:style w:type="paragraph" w:customStyle="1" w:styleId="ConsPlusCell">
    <w:name w:val="ConsPlusCell"/>
    <w:uiPriority w:val="99"/>
    <w:rsid w:val="005F62F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6057D9"/>
    <w:pPr>
      <w:ind w:left="720"/>
    </w:pPr>
  </w:style>
  <w:style w:type="paragraph" w:customStyle="1" w:styleId="sfst">
    <w:name w:val="sfst"/>
    <w:basedOn w:val="Normal"/>
    <w:uiPriority w:val="99"/>
    <w:rsid w:val="00D245F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42154"/>
    <w:rPr>
      <w:rFonts w:ascii="Arial" w:hAnsi="Arial" w:cs="Arial"/>
      <w:sz w:val="22"/>
      <w:szCs w:val="22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EF73C1"/>
    <w:pPr>
      <w:spacing w:after="120"/>
    </w:pPr>
    <w:rPr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F73C1"/>
    <w:rPr>
      <w:rFonts w:ascii="Arial" w:hAnsi="Arial" w:cs="Arial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64270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42705"/>
    <w:rPr>
      <w:rFonts w:ascii="Arial" w:hAnsi="Arial" w:cs="Arial"/>
      <w:sz w:val="24"/>
      <w:szCs w:val="24"/>
    </w:rPr>
  </w:style>
  <w:style w:type="table" w:customStyle="1" w:styleId="1">
    <w:name w:val="Сетка таблицы1"/>
    <w:uiPriority w:val="99"/>
    <w:rsid w:val="00642705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99"/>
    <w:locked/>
    <w:rsid w:val="0011233C"/>
    <w:rPr>
      <w:rFonts w:ascii="Arial CYR" w:hAnsi="Arial CYR" w:cs="Arial CYR"/>
      <w:kern w:val="2"/>
      <w:sz w:val="24"/>
      <w:szCs w:val="24"/>
      <w:lang w:eastAsia="ar-SA" w:bidi="ar-SA"/>
    </w:rPr>
  </w:style>
  <w:style w:type="paragraph" w:customStyle="1" w:styleId="western">
    <w:name w:val="western"/>
    <w:basedOn w:val="Normal"/>
    <w:uiPriority w:val="99"/>
    <w:rsid w:val="00312D2B"/>
    <w:pPr>
      <w:widowControl/>
      <w:suppressAutoHyphens w:val="0"/>
      <w:spacing w:before="100" w:beforeAutospacing="1" w:after="115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0">
    <w:name w:val="Абзац списка1"/>
    <w:basedOn w:val="Normal"/>
    <w:uiPriority w:val="99"/>
    <w:rsid w:val="003014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F41750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F41750"/>
    <w:rPr>
      <w:rFonts w:ascii="Arial" w:hAnsi="Arial" w:cs="Arial"/>
      <w:vanish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F41750"/>
    <w:pPr>
      <w:widowControl/>
      <w:pBdr>
        <w:top w:val="single" w:sz="6" w:space="1" w:color="auto"/>
      </w:pBdr>
      <w:suppressAutoHyphens w:val="0"/>
      <w:jc w:val="center"/>
    </w:pPr>
    <w:rPr>
      <w:rFonts w:eastAsia="Times New Roman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F41750"/>
    <w:rPr>
      <w:rFonts w:ascii="Arial" w:hAnsi="Arial" w:cs="Arial"/>
      <w:vanish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41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17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3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3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3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53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3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53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53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3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3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53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3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53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53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53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53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453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5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301</Words>
  <Characters>1720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12</cp:revision>
  <cp:lastPrinted>2018-10-01T12:37:00Z</cp:lastPrinted>
  <dcterms:created xsi:type="dcterms:W3CDTF">2018-04-11T12:14:00Z</dcterms:created>
  <dcterms:modified xsi:type="dcterms:W3CDTF">2018-10-01T12:37:00Z</dcterms:modified>
</cp:coreProperties>
</file>