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60"/>
        <w:gridCol w:w="426"/>
        <w:gridCol w:w="4435"/>
      </w:tblGrid>
      <w:tr w:rsidR="00E36366" w:rsidRPr="00AB633C" w:rsidTr="00AB633C">
        <w:trPr>
          <w:trHeight w:val="2708"/>
        </w:trPr>
        <w:tc>
          <w:tcPr>
            <w:tcW w:w="4460" w:type="dxa"/>
            <w:tcBorders>
              <w:top w:val="nil"/>
              <w:left w:val="nil"/>
              <w:right w:val="nil"/>
            </w:tcBorders>
          </w:tcPr>
          <w:p w:rsidR="00E36366" w:rsidRPr="00AB633C" w:rsidRDefault="00E3636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633C">
              <w:rPr>
                <w:rFonts w:ascii="Times New Roman" w:hAnsi="Times New Roman"/>
                <w:color w:val="000000"/>
                <w:sz w:val="20"/>
                <w:szCs w:val="20"/>
              </w:rPr>
              <w:t>СОГЛАСОВАНО</w:t>
            </w:r>
          </w:p>
          <w:p w:rsidR="00E36366" w:rsidRPr="00AB633C" w:rsidRDefault="00E3636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633C">
              <w:rPr>
                <w:rFonts w:ascii="Times New Roman" w:hAnsi="Times New Roman"/>
                <w:color w:val="000000"/>
                <w:sz w:val="20"/>
                <w:szCs w:val="20"/>
              </w:rPr>
              <w:t>Председатель Совета ТОС «Торгун»</w:t>
            </w:r>
          </w:p>
          <w:p w:rsidR="00E36366" w:rsidRPr="00AB633C" w:rsidRDefault="00E3636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6366" w:rsidRPr="00AB633C" w:rsidRDefault="00E3636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633C">
              <w:rPr>
                <w:rFonts w:ascii="Times New Roman" w:hAnsi="Times New Roman"/>
                <w:color w:val="000000"/>
                <w:sz w:val="20"/>
                <w:szCs w:val="20"/>
              </w:rPr>
              <w:t>________________Зинатулина Р.А</w:t>
            </w:r>
          </w:p>
          <w:p w:rsidR="00E36366" w:rsidRPr="00AB633C" w:rsidRDefault="00E36366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633C">
              <w:rPr>
                <w:rFonts w:ascii="Times New Roman" w:hAnsi="Times New Roman"/>
                <w:color w:val="000000"/>
                <w:sz w:val="20"/>
                <w:szCs w:val="20"/>
              </w:rPr>
              <w:t>«19» января 2018 г.</w:t>
            </w: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</w:tcPr>
          <w:p w:rsidR="00E36366" w:rsidRPr="00AB633C" w:rsidRDefault="00E36366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35" w:type="dxa"/>
            <w:tcBorders>
              <w:top w:val="nil"/>
              <w:left w:val="nil"/>
              <w:right w:val="nil"/>
            </w:tcBorders>
          </w:tcPr>
          <w:p w:rsidR="00E36366" w:rsidRPr="00AB633C" w:rsidRDefault="00E3636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633C">
              <w:rPr>
                <w:rFonts w:ascii="Times New Roman" w:hAnsi="Times New Roman"/>
                <w:color w:val="000000"/>
                <w:sz w:val="20"/>
                <w:szCs w:val="20"/>
              </w:rPr>
              <w:t>УТВЕРЖДЕНО</w:t>
            </w:r>
          </w:p>
          <w:p w:rsidR="00E36366" w:rsidRPr="00AB633C" w:rsidRDefault="00E3636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633C">
              <w:rPr>
                <w:rFonts w:ascii="Times New Roman" w:hAnsi="Times New Roman"/>
                <w:color w:val="000000"/>
                <w:sz w:val="20"/>
                <w:szCs w:val="20"/>
              </w:rPr>
              <w:t>решением общественной комиссии Торгунского сельского поселения от №2</w:t>
            </w:r>
          </w:p>
          <w:p w:rsidR="00E36366" w:rsidRPr="00AB633C" w:rsidRDefault="00E3636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633C">
              <w:rPr>
                <w:rFonts w:ascii="Times New Roman" w:hAnsi="Times New Roman"/>
                <w:color w:val="000000"/>
                <w:sz w:val="20"/>
                <w:szCs w:val="20"/>
              </w:rPr>
              <w:t>19 января 2018 г.</w:t>
            </w:r>
          </w:p>
          <w:p w:rsidR="00E36366" w:rsidRPr="00AB633C" w:rsidRDefault="00E3636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633C">
              <w:rPr>
                <w:rFonts w:ascii="Times New Roman" w:hAnsi="Times New Roman"/>
                <w:color w:val="000000"/>
                <w:sz w:val="20"/>
                <w:szCs w:val="20"/>
              </w:rPr>
              <w:t>Председатель комиссии</w:t>
            </w:r>
          </w:p>
          <w:p w:rsidR="00E36366" w:rsidRPr="00AB633C" w:rsidRDefault="00E3636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633C">
              <w:rPr>
                <w:rFonts w:ascii="Times New Roman" w:hAnsi="Times New Roman"/>
                <w:color w:val="000000"/>
                <w:sz w:val="20"/>
                <w:szCs w:val="20"/>
              </w:rPr>
              <w:t>__________________ Джадралиева А.А</w:t>
            </w:r>
          </w:p>
          <w:p w:rsidR="00E36366" w:rsidRPr="00AB633C" w:rsidRDefault="00E36366">
            <w:pPr>
              <w:spacing w:line="256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633C">
              <w:rPr>
                <w:rFonts w:ascii="Times New Roman" w:hAnsi="Times New Roman"/>
                <w:color w:val="000000"/>
                <w:sz w:val="20"/>
                <w:szCs w:val="20"/>
              </w:rPr>
              <w:t>«19» января 2018 г.</w:t>
            </w:r>
          </w:p>
        </w:tc>
      </w:tr>
    </w:tbl>
    <w:p w:rsidR="00E36366" w:rsidRPr="00AB633C" w:rsidRDefault="00E36366" w:rsidP="00E72666">
      <w:pPr>
        <w:jc w:val="center"/>
        <w:rPr>
          <w:sz w:val="16"/>
          <w:szCs w:val="16"/>
        </w:rPr>
      </w:pPr>
    </w:p>
    <w:p w:rsidR="00E36366" w:rsidRDefault="00E36366" w:rsidP="00E72666">
      <w:pPr>
        <w:jc w:val="center"/>
        <w:rPr>
          <w:rFonts w:ascii="Times New Roman" w:hAnsi="Times New Roman"/>
          <w:b/>
          <w:sz w:val="96"/>
          <w:szCs w:val="96"/>
        </w:rPr>
      </w:pPr>
      <w:r w:rsidRPr="00E72666">
        <w:rPr>
          <w:rFonts w:ascii="Times New Roman" w:hAnsi="Times New Roman"/>
          <w:b/>
          <w:sz w:val="96"/>
          <w:szCs w:val="96"/>
        </w:rPr>
        <w:t>ПАСПОРТ</w:t>
      </w:r>
    </w:p>
    <w:p w:rsidR="00E36366" w:rsidRPr="00E72666" w:rsidRDefault="00E36366" w:rsidP="00E72666">
      <w:pPr>
        <w:jc w:val="center"/>
        <w:rPr>
          <w:rFonts w:ascii="Times New Roman" w:hAnsi="Times New Roman"/>
          <w:b/>
          <w:sz w:val="48"/>
          <w:szCs w:val="48"/>
        </w:rPr>
      </w:pPr>
    </w:p>
    <w:p w:rsidR="00E36366" w:rsidRPr="00E72666" w:rsidRDefault="00E36366" w:rsidP="00E72666">
      <w:pPr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проекта</w:t>
      </w:r>
      <w:r w:rsidRPr="00E72666">
        <w:rPr>
          <w:rFonts w:ascii="Times New Roman" w:hAnsi="Times New Roman"/>
          <w:sz w:val="48"/>
          <w:szCs w:val="48"/>
        </w:rPr>
        <w:t xml:space="preserve"> (п</w:t>
      </w:r>
      <w:r>
        <w:rPr>
          <w:rFonts w:ascii="Times New Roman" w:hAnsi="Times New Roman"/>
          <w:sz w:val="48"/>
          <w:szCs w:val="48"/>
        </w:rPr>
        <w:t>рограммы) Администрации  Торгунского</w:t>
      </w:r>
      <w:r w:rsidRPr="00E72666">
        <w:rPr>
          <w:rFonts w:ascii="Times New Roman" w:hAnsi="Times New Roman"/>
          <w:sz w:val="48"/>
          <w:szCs w:val="48"/>
        </w:rPr>
        <w:t xml:space="preserve"> сельского поселения</w:t>
      </w:r>
      <w:r>
        <w:rPr>
          <w:rFonts w:ascii="Times New Roman" w:hAnsi="Times New Roman"/>
          <w:sz w:val="48"/>
          <w:szCs w:val="48"/>
        </w:rPr>
        <w:t xml:space="preserve"> Старополтавского муниципального района Волгоградской области, </w:t>
      </w:r>
      <w:r>
        <w:rPr>
          <w:rFonts w:ascii="Times New Roman" w:hAnsi="Times New Roman"/>
          <w:sz w:val="48"/>
          <w:szCs w:val="48"/>
        </w:rPr>
        <w:tab/>
        <w:t xml:space="preserve">    представляемого на Волгоградский областной конкурс проектов (программ) по благоустройству территорий муниципальных образований Волгоградской области </w:t>
      </w:r>
      <w:r>
        <w:rPr>
          <w:rFonts w:ascii="Times New Roman" w:hAnsi="Times New Roman"/>
          <w:sz w:val="48"/>
          <w:szCs w:val="48"/>
        </w:rPr>
        <w:tab/>
      </w:r>
      <w:r>
        <w:rPr>
          <w:rFonts w:ascii="Times New Roman" w:hAnsi="Times New Roman"/>
          <w:sz w:val="48"/>
          <w:szCs w:val="48"/>
        </w:rPr>
        <w:tab/>
        <w:t xml:space="preserve">      в 2018 году</w:t>
      </w:r>
    </w:p>
    <w:p w:rsidR="00E36366" w:rsidRDefault="00E36366"/>
    <w:p w:rsidR="00E36366" w:rsidRDefault="00E36366"/>
    <w:p w:rsidR="00E36366" w:rsidRPr="00EC069A" w:rsidRDefault="00E36366" w:rsidP="00EC069A">
      <w:pPr>
        <w:spacing w:after="0"/>
        <w:rPr>
          <w:rFonts w:ascii="Times New Roman" w:hAnsi="Times New Roman"/>
          <w:sz w:val="24"/>
          <w:szCs w:val="24"/>
        </w:rPr>
      </w:pPr>
      <w:r w:rsidRPr="00EC069A">
        <w:rPr>
          <w:rFonts w:ascii="Times New Roman" w:hAnsi="Times New Roman"/>
          <w:sz w:val="24"/>
          <w:szCs w:val="24"/>
        </w:rPr>
        <w:t>Глав</w:t>
      </w:r>
      <w:r>
        <w:rPr>
          <w:rFonts w:ascii="Times New Roman" w:hAnsi="Times New Roman"/>
          <w:sz w:val="24"/>
          <w:szCs w:val="24"/>
        </w:rPr>
        <w:t>а Торгунского</w:t>
      </w:r>
      <w:r w:rsidRPr="00EC069A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E36366" w:rsidRPr="00EC069A" w:rsidRDefault="00E36366" w:rsidP="00EC069A">
      <w:pPr>
        <w:spacing w:after="0"/>
        <w:rPr>
          <w:rFonts w:ascii="Times New Roman" w:hAnsi="Times New Roman"/>
          <w:sz w:val="24"/>
          <w:szCs w:val="24"/>
        </w:rPr>
      </w:pPr>
      <w:r w:rsidRPr="00EC069A">
        <w:rPr>
          <w:rFonts w:ascii="Times New Roman" w:hAnsi="Times New Roman"/>
          <w:sz w:val="24"/>
          <w:szCs w:val="24"/>
        </w:rPr>
        <w:t>Старополтавского муниципального района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И.Б. Шавленов</w:t>
      </w:r>
    </w:p>
    <w:p w:rsidR="00E36366" w:rsidRPr="00EC069A" w:rsidRDefault="00E36366" w:rsidP="00EC069A">
      <w:pPr>
        <w:spacing w:after="0"/>
        <w:rPr>
          <w:rFonts w:ascii="Times New Roman" w:hAnsi="Times New Roman"/>
          <w:sz w:val="24"/>
          <w:szCs w:val="24"/>
        </w:rPr>
      </w:pPr>
      <w:r w:rsidRPr="00EC069A">
        <w:rPr>
          <w:rFonts w:ascii="Times New Roman" w:hAnsi="Times New Roman"/>
          <w:sz w:val="24"/>
          <w:szCs w:val="24"/>
        </w:rPr>
        <w:t>Волгоградской области</w:t>
      </w:r>
    </w:p>
    <w:p w:rsidR="00E36366" w:rsidRDefault="00E36366"/>
    <w:p w:rsidR="00E36366" w:rsidRDefault="00E36366" w:rsidP="00061D03">
      <w:pPr>
        <w:jc w:val="center"/>
        <w:rPr>
          <w:rFonts w:ascii="Times New Roman" w:hAnsi="Times New Roman"/>
          <w:sz w:val="48"/>
          <w:szCs w:val="48"/>
        </w:rPr>
      </w:pPr>
    </w:p>
    <w:p w:rsidR="00E36366" w:rsidRPr="00061D03" w:rsidRDefault="00E36366" w:rsidP="00061D03">
      <w:pPr>
        <w:jc w:val="center"/>
        <w:rPr>
          <w:rFonts w:ascii="Times New Roman" w:hAnsi="Times New Roman"/>
          <w:sz w:val="48"/>
          <w:szCs w:val="48"/>
        </w:rPr>
      </w:pPr>
      <w:r w:rsidRPr="00061D03">
        <w:rPr>
          <w:rFonts w:ascii="Times New Roman" w:hAnsi="Times New Roman"/>
          <w:sz w:val="48"/>
          <w:szCs w:val="48"/>
        </w:rPr>
        <w:t>2018 год</w:t>
      </w:r>
    </w:p>
    <w:tbl>
      <w:tblPr>
        <w:tblW w:w="0" w:type="auto"/>
        <w:tblInd w:w="-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06"/>
        <w:gridCol w:w="2588"/>
        <w:gridCol w:w="5527"/>
      </w:tblGrid>
      <w:tr w:rsidR="00E36366" w:rsidRPr="007E7AD6" w:rsidTr="008D1A99">
        <w:trPr>
          <w:trHeight w:val="273"/>
        </w:trPr>
        <w:tc>
          <w:tcPr>
            <w:tcW w:w="1206" w:type="dxa"/>
          </w:tcPr>
          <w:p w:rsidR="00E36366" w:rsidRPr="007E7AD6" w:rsidRDefault="00E36366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E36366" w:rsidRPr="007E7AD6" w:rsidRDefault="00E363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6366" w:rsidRPr="007E7AD6" w:rsidRDefault="00E363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E36366" w:rsidRPr="007E7AD6" w:rsidRDefault="00E36366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Наименование администрации</w:t>
            </w:r>
          </w:p>
        </w:tc>
        <w:tc>
          <w:tcPr>
            <w:tcW w:w="5527" w:type="dxa"/>
          </w:tcPr>
          <w:p w:rsidR="00E36366" w:rsidRPr="007E7AD6" w:rsidRDefault="00E36366" w:rsidP="00405EF7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7E7AD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Торгунского сельского поселения Старополтавского </w:t>
            </w:r>
            <w:r w:rsidRPr="007E7AD6">
              <w:rPr>
                <w:rFonts w:ascii="Times New Roman" w:hAnsi="Times New Roman"/>
                <w:sz w:val="24"/>
                <w:szCs w:val="24"/>
              </w:rPr>
              <w:t>муниципального района Волгоградской области</w:t>
            </w:r>
          </w:p>
          <w:p w:rsidR="00E36366" w:rsidRPr="007E7AD6" w:rsidRDefault="00E363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6366" w:rsidRPr="007E7AD6" w:rsidTr="008D1A99">
        <w:trPr>
          <w:trHeight w:val="273"/>
        </w:trPr>
        <w:tc>
          <w:tcPr>
            <w:tcW w:w="1206" w:type="dxa"/>
          </w:tcPr>
          <w:p w:rsidR="00E36366" w:rsidRPr="007E7AD6" w:rsidRDefault="00E36366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88" w:type="dxa"/>
          </w:tcPr>
          <w:p w:rsidR="00E36366" w:rsidRPr="007E7AD6" w:rsidRDefault="00E36366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Полное название проекта</w:t>
            </w:r>
          </w:p>
        </w:tc>
        <w:tc>
          <w:tcPr>
            <w:tcW w:w="5527" w:type="dxa"/>
          </w:tcPr>
          <w:p w:rsidR="00E36366" w:rsidRPr="007E7AD6" w:rsidRDefault="00E36366" w:rsidP="001B00EF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 xml:space="preserve">Благоустройство территории  </w:t>
            </w:r>
            <w:r w:rsidRPr="007E7AD6">
              <w:rPr>
                <w:rFonts w:ascii="Times New Roman" w:hAnsi="Times New Roman"/>
                <w:color w:val="FF0000"/>
                <w:sz w:val="24"/>
                <w:szCs w:val="24"/>
              </w:rPr>
              <w:t>п. Торгун</w:t>
            </w:r>
            <w:r w:rsidRPr="007E7A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36366" w:rsidRPr="007E7AD6" w:rsidTr="008D1A99">
        <w:trPr>
          <w:trHeight w:val="5722"/>
        </w:trPr>
        <w:tc>
          <w:tcPr>
            <w:tcW w:w="1206" w:type="dxa"/>
          </w:tcPr>
          <w:p w:rsidR="00E36366" w:rsidRPr="007E7AD6" w:rsidRDefault="00E36366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88" w:type="dxa"/>
          </w:tcPr>
          <w:p w:rsidR="00E36366" w:rsidRPr="007E7AD6" w:rsidRDefault="00E36366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Цель и задачи проекта</w:t>
            </w:r>
          </w:p>
        </w:tc>
        <w:tc>
          <w:tcPr>
            <w:tcW w:w="5527" w:type="dxa"/>
          </w:tcPr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Цели Проекта: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- повышение качественного  уровня благоустройства территории поселения;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- создание зоны отдыха в соответствии с требованиями к местам массового нахождения населения;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- улучшение внешнего облика сельского поселения.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Задачи Проекта: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 xml:space="preserve"> - создание комфортной среды для проведения общественно-массовых мероприятий,  культурного отдыха гостей и жителей поселения;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- создание  отдельных рекреационных зон на  территории поселения с учетом сложившейся специфики условий размещения имеющихся объектов (МАФ);</w:t>
            </w:r>
          </w:p>
          <w:p w:rsidR="00E36366" w:rsidRPr="007E7AD6" w:rsidRDefault="00E36366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- озеленение территории с целью создания здоровой эколого-эстетической обстановки и снижения негативного воздействия автомобильного транспорта на окружающую среду.</w:t>
            </w:r>
          </w:p>
        </w:tc>
      </w:tr>
      <w:tr w:rsidR="00E36366" w:rsidRPr="007E7AD6" w:rsidTr="008D1A99">
        <w:trPr>
          <w:trHeight w:val="294"/>
        </w:trPr>
        <w:tc>
          <w:tcPr>
            <w:tcW w:w="1206" w:type="dxa"/>
          </w:tcPr>
          <w:p w:rsidR="00E36366" w:rsidRPr="007E7AD6" w:rsidRDefault="00E36366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88" w:type="dxa"/>
          </w:tcPr>
          <w:p w:rsidR="00E36366" w:rsidRPr="007E7AD6" w:rsidRDefault="00E36366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Место реализации проекта, адрес или описание местоположения</w:t>
            </w:r>
          </w:p>
        </w:tc>
        <w:tc>
          <w:tcPr>
            <w:tcW w:w="5527" w:type="dxa"/>
          </w:tcPr>
          <w:p w:rsidR="00E36366" w:rsidRPr="007E7AD6" w:rsidRDefault="00E36366" w:rsidP="008A388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 xml:space="preserve">Волгоградская область, </w:t>
            </w:r>
            <w:r w:rsidRPr="007E7AD6">
              <w:rPr>
                <w:rFonts w:ascii="Times New Roman" w:hAnsi="Times New Roman"/>
                <w:color w:val="FF0000"/>
                <w:sz w:val="24"/>
                <w:szCs w:val="24"/>
              </w:rPr>
              <w:t>Старополтавский</w:t>
            </w:r>
            <w:r w:rsidRPr="007E7AD6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r w:rsidRPr="007E7AD6">
              <w:rPr>
                <w:rFonts w:ascii="Times New Roman" w:hAnsi="Times New Roman"/>
                <w:color w:val="FF0000"/>
                <w:sz w:val="24"/>
                <w:szCs w:val="24"/>
              </w:rPr>
              <w:t>Торгунское</w:t>
            </w:r>
            <w:r w:rsidRPr="007E7AD6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E36366" w:rsidRPr="007E7AD6" w:rsidTr="008D1A99">
        <w:trPr>
          <w:trHeight w:val="292"/>
        </w:trPr>
        <w:tc>
          <w:tcPr>
            <w:tcW w:w="1206" w:type="dxa"/>
          </w:tcPr>
          <w:p w:rsidR="00E36366" w:rsidRPr="007E7AD6" w:rsidRDefault="00E36366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88" w:type="dxa"/>
          </w:tcPr>
          <w:p w:rsidR="00E36366" w:rsidRPr="007E7AD6" w:rsidRDefault="00E36366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5527" w:type="dxa"/>
          </w:tcPr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- совершенствование эстетического состояния  территории поселения, создание максимально  комфортных и безопасных условий для  отдыха жителей и гостей села;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- развитие зоны общественных рекреационных территорий;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- привлечение предприятий и организаций  к работам по благоустройству и предоставлению услуг структурами малого предпринимательства;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- увеличение площади зеленых насаждений на территории поселения.</w:t>
            </w:r>
          </w:p>
        </w:tc>
      </w:tr>
      <w:tr w:rsidR="00E36366" w:rsidRPr="007E7AD6" w:rsidTr="008D1A99">
        <w:trPr>
          <w:trHeight w:val="273"/>
        </w:trPr>
        <w:tc>
          <w:tcPr>
            <w:tcW w:w="1206" w:type="dxa"/>
          </w:tcPr>
          <w:p w:rsidR="00E36366" w:rsidRPr="007E7AD6" w:rsidRDefault="00E36366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88" w:type="dxa"/>
          </w:tcPr>
          <w:p w:rsidR="00E36366" w:rsidRPr="007E7AD6" w:rsidRDefault="00E36366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Целевая группа, на которую рассчитан проект</w:t>
            </w:r>
          </w:p>
        </w:tc>
        <w:tc>
          <w:tcPr>
            <w:tcW w:w="5527" w:type="dxa"/>
          </w:tcPr>
          <w:p w:rsidR="00E36366" w:rsidRPr="007E7AD6" w:rsidRDefault="00E36366" w:rsidP="008A388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 xml:space="preserve">Жители и гости </w:t>
            </w:r>
            <w:r w:rsidRPr="007E7AD6">
              <w:rPr>
                <w:rFonts w:ascii="Times New Roman" w:hAnsi="Times New Roman"/>
                <w:color w:val="FF0000"/>
                <w:sz w:val="24"/>
                <w:szCs w:val="24"/>
              </w:rPr>
              <w:t>Торгунского</w:t>
            </w:r>
            <w:r w:rsidRPr="007E7AD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E36366" w:rsidRPr="007E7AD6" w:rsidTr="008D1A99">
        <w:trPr>
          <w:trHeight w:val="351"/>
        </w:trPr>
        <w:tc>
          <w:tcPr>
            <w:tcW w:w="1206" w:type="dxa"/>
          </w:tcPr>
          <w:p w:rsidR="00E36366" w:rsidRPr="007E7AD6" w:rsidRDefault="00E36366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88" w:type="dxa"/>
          </w:tcPr>
          <w:p w:rsidR="00E36366" w:rsidRPr="007E7AD6" w:rsidRDefault="00E36366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Механизмы реализации (перечень действий и мероприятий)</w:t>
            </w:r>
          </w:p>
        </w:tc>
        <w:tc>
          <w:tcPr>
            <w:tcW w:w="5527" w:type="dxa"/>
          </w:tcPr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-  создание рабочей  группы по проекту;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- проведение  анализа состояния  существующей инфраструктуры и мемориальных объектов;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 xml:space="preserve">- разработка проекта «Благоустройство территории  </w:t>
            </w:r>
            <w:r w:rsidRPr="007E7AD6">
              <w:rPr>
                <w:rFonts w:ascii="Times New Roman" w:hAnsi="Times New Roman"/>
                <w:color w:val="FF0000"/>
                <w:sz w:val="24"/>
                <w:szCs w:val="24"/>
              </w:rPr>
              <w:t>п. Торгун</w:t>
            </w:r>
            <w:r w:rsidRPr="007E7AD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- проведение конкурса конструктивных способов определения поставщиков;</w:t>
            </w:r>
          </w:p>
          <w:p w:rsidR="00E36366" w:rsidRPr="007E7AD6" w:rsidRDefault="00E36366" w:rsidP="00AC4DE6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- осуществление  контроля за ходом благоустройства</w:t>
            </w:r>
          </w:p>
        </w:tc>
      </w:tr>
      <w:tr w:rsidR="00E36366" w:rsidRPr="007E7AD6" w:rsidTr="008D1A99">
        <w:trPr>
          <w:trHeight w:val="272"/>
        </w:trPr>
        <w:tc>
          <w:tcPr>
            <w:tcW w:w="1206" w:type="dxa"/>
          </w:tcPr>
          <w:p w:rsidR="00E36366" w:rsidRPr="007E7AD6" w:rsidRDefault="00E36366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color w:val="FF0000"/>
                <w:sz w:val="24"/>
                <w:szCs w:val="24"/>
              </w:rPr>
              <w:t>8.</w:t>
            </w:r>
          </w:p>
        </w:tc>
        <w:tc>
          <w:tcPr>
            <w:tcW w:w="2588" w:type="dxa"/>
          </w:tcPr>
          <w:p w:rsidR="00E36366" w:rsidRPr="007E7AD6" w:rsidRDefault="00E36366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Этапы и сроки реализации проекта</w:t>
            </w:r>
          </w:p>
        </w:tc>
        <w:tc>
          <w:tcPr>
            <w:tcW w:w="5527" w:type="dxa"/>
          </w:tcPr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 xml:space="preserve">Подготовительный этап: 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3месяца (92дня).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- эскизный проект, визуализация;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- техно-рабочий проект;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- размещение извещения на официальном сайте о проведении конкурса по отбору подрядных организаций для благоустройства территории.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Основной этап: 3месяца (92дня).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- планировка  земельного участка;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- установка сети освещения;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- устройство тротуарного покрытия;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- установка МАФ.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Заключительный этап: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Завершение проекта:  4месяца (122 дня)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Сдача - приемка объекта</w:t>
            </w:r>
          </w:p>
        </w:tc>
      </w:tr>
      <w:tr w:rsidR="00E36366" w:rsidRPr="007E7AD6" w:rsidTr="008D1A99">
        <w:trPr>
          <w:trHeight w:val="170"/>
        </w:trPr>
        <w:tc>
          <w:tcPr>
            <w:tcW w:w="1206" w:type="dxa"/>
          </w:tcPr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color w:val="FF0000"/>
                <w:sz w:val="24"/>
                <w:szCs w:val="24"/>
              </w:rPr>
              <w:t>9.</w:t>
            </w:r>
          </w:p>
        </w:tc>
        <w:tc>
          <w:tcPr>
            <w:tcW w:w="2588" w:type="dxa"/>
          </w:tcPr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Технико-экономическое обоснование проекта</w:t>
            </w:r>
          </w:p>
        </w:tc>
        <w:tc>
          <w:tcPr>
            <w:tcW w:w="5527" w:type="dxa"/>
          </w:tcPr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Наименование показателей, единица измерения величина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 xml:space="preserve">1.Площадь территории, м2  в т.ч.: </w:t>
            </w:r>
            <w:r w:rsidRPr="007E7AD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2295,43 </w:t>
            </w:r>
            <w:r w:rsidRPr="007E7AD6">
              <w:rPr>
                <w:rFonts w:ascii="Times New Roman" w:hAnsi="Times New Roman"/>
                <w:sz w:val="24"/>
                <w:szCs w:val="24"/>
              </w:rPr>
              <w:t>м</w:t>
            </w:r>
            <w:r w:rsidRPr="007E7A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:rsidR="00E36366" w:rsidRPr="007E7AD6" w:rsidRDefault="00E36366" w:rsidP="00A866D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 xml:space="preserve">а) зона тихого отдыха: </w:t>
            </w:r>
            <w:r w:rsidRPr="007E7AD6">
              <w:rPr>
                <w:rFonts w:ascii="Times New Roman" w:hAnsi="Times New Roman"/>
                <w:color w:val="FF0000"/>
                <w:sz w:val="24"/>
                <w:szCs w:val="24"/>
              </w:rPr>
              <w:t>830,86</w:t>
            </w:r>
            <w:r w:rsidRPr="007E7AD6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7E7A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7E7AD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36366" w:rsidRPr="007E7AD6" w:rsidRDefault="00E36366" w:rsidP="009D687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 xml:space="preserve">б) зона динамических процессов: </w:t>
            </w:r>
            <w:r w:rsidRPr="007E7AD6">
              <w:rPr>
                <w:rFonts w:ascii="Times New Roman" w:hAnsi="Times New Roman"/>
                <w:color w:val="FF0000"/>
                <w:sz w:val="24"/>
                <w:szCs w:val="24"/>
              </w:rPr>
              <w:t>441,02</w:t>
            </w:r>
            <w:r w:rsidRPr="007E7AD6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7E7A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7E7AD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36366" w:rsidRPr="007E7AD6" w:rsidRDefault="00E36366" w:rsidP="009D687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6366" w:rsidRPr="007E7AD6" w:rsidTr="008D1A99">
        <w:trPr>
          <w:trHeight w:val="272"/>
        </w:trPr>
        <w:tc>
          <w:tcPr>
            <w:tcW w:w="1206" w:type="dxa"/>
          </w:tcPr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588" w:type="dxa"/>
          </w:tcPr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Эффективность от реализации проекта</w:t>
            </w:r>
          </w:p>
        </w:tc>
        <w:tc>
          <w:tcPr>
            <w:tcW w:w="5527" w:type="dxa"/>
          </w:tcPr>
          <w:p w:rsidR="00E36366" w:rsidRPr="007E7AD6" w:rsidRDefault="00E36366" w:rsidP="000F5AB6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Успешное выполнение мероприятий Программы позволит обеспечить:</w:t>
            </w:r>
          </w:p>
          <w:p w:rsidR="00E36366" w:rsidRPr="007E7AD6" w:rsidRDefault="00E36366" w:rsidP="000F5AB6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- комплексный отдых для жителей и гостей села позволит сделать акцент на семейном отдыхе;</w:t>
            </w:r>
          </w:p>
          <w:p w:rsidR="00E36366" w:rsidRPr="007E7AD6" w:rsidRDefault="00E36366" w:rsidP="000F5AB6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- увеличение количества посетителей;</w:t>
            </w:r>
          </w:p>
          <w:p w:rsidR="00E36366" w:rsidRPr="007E7AD6" w:rsidRDefault="00E36366" w:rsidP="000F5AB6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- позволит направить работу на разные слои населения (дети, ветераны, инвалиды, молодежь, молодая семья).</w:t>
            </w:r>
          </w:p>
          <w:p w:rsidR="00E36366" w:rsidRPr="007E7AD6" w:rsidRDefault="00E36366" w:rsidP="000F5AB6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- создать современные условия для более комфортного отдыха.</w:t>
            </w:r>
          </w:p>
        </w:tc>
      </w:tr>
      <w:tr w:rsidR="00E36366" w:rsidRPr="007E7AD6" w:rsidTr="00AC4DE6">
        <w:trPr>
          <w:trHeight w:val="2824"/>
        </w:trPr>
        <w:tc>
          <w:tcPr>
            <w:tcW w:w="1206" w:type="dxa"/>
          </w:tcPr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color w:val="FF0000"/>
                <w:sz w:val="24"/>
                <w:szCs w:val="24"/>
              </w:rPr>
              <w:t>11.</w:t>
            </w:r>
          </w:p>
        </w:tc>
        <w:tc>
          <w:tcPr>
            <w:tcW w:w="2588" w:type="dxa"/>
          </w:tcPr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Проектные материалы</w:t>
            </w:r>
          </w:p>
        </w:tc>
        <w:tc>
          <w:tcPr>
            <w:tcW w:w="5527" w:type="dxa"/>
          </w:tcPr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 xml:space="preserve">Эскизный проект: </w:t>
            </w:r>
          </w:p>
          <w:p w:rsidR="00E36366" w:rsidRPr="007E7AD6" w:rsidRDefault="00E36366" w:rsidP="0022362D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чертеж 1 – ситуационный план;</w:t>
            </w:r>
          </w:p>
          <w:p w:rsidR="00E36366" w:rsidRPr="007E7AD6" w:rsidRDefault="00E36366" w:rsidP="0022362D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чертеж 2 – схема генерального плана;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чертеж 3 –  общий план;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чертеж 4 – устройство бортовых камней;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чертеж 5 – устройство тротуарной плитки;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чертеж 6 – устройство малых архитектурных форм;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чертеж 7 – устройство уличного освещения;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чертеж 8 – устройство прокладки кабеля освещения;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визуализация проекта.</w:t>
            </w:r>
          </w:p>
        </w:tc>
      </w:tr>
      <w:tr w:rsidR="00E36366" w:rsidRPr="007E7AD6" w:rsidTr="008D1A99">
        <w:trPr>
          <w:trHeight w:val="249"/>
        </w:trPr>
        <w:tc>
          <w:tcPr>
            <w:tcW w:w="1206" w:type="dxa"/>
          </w:tcPr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588" w:type="dxa"/>
          </w:tcPr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Фамилия, имя, отчество автора(ов)  проекта, контактные данные.</w:t>
            </w:r>
          </w:p>
        </w:tc>
        <w:tc>
          <w:tcPr>
            <w:tcW w:w="5527" w:type="dxa"/>
          </w:tcPr>
          <w:p w:rsidR="00E3636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Шавленов Исентай Батыевич</w:t>
            </w:r>
          </w:p>
          <w:p w:rsidR="00E36366" w:rsidRPr="007E7AD6" w:rsidRDefault="00E36366" w:rsidP="008D1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тел: 8-(84493) 4-63-53 моб: 89044164034</w:t>
            </w:r>
          </w:p>
        </w:tc>
      </w:tr>
    </w:tbl>
    <w:p w:rsidR="00E36366" w:rsidRPr="000F5AB6" w:rsidRDefault="00E36366">
      <w:pPr>
        <w:rPr>
          <w:rFonts w:ascii="Times New Roman" w:hAnsi="Times New Roman"/>
          <w:sz w:val="24"/>
          <w:szCs w:val="24"/>
        </w:rPr>
      </w:pPr>
    </w:p>
    <w:p w:rsidR="00E36366" w:rsidRPr="000F5AB6" w:rsidRDefault="00E36366" w:rsidP="000F5AB6">
      <w:pPr>
        <w:jc w:val="both"/>
        <w:rPr>
          <w:rFonts w:ascii="Times New Roman" w:hAnsi="Times New Roman"/>
          <w:b/>
          <w:sz w:val="24"/>
          <w:szCs w:val="24"/>
        </w:rPr>
      </w:pPr>
      <w:r w:rsidRPr="000F5AB6">
        <w:rPr>
          <w:rFonts w:ascii="Times New Roman" w:hAnsi="Times New Roman"/>
          <w:b/>
          <w:sz w:val="24"/>
          <w:szCs w:val="24"/>
        </w:rPr>
        <w:t>Введение.</w:t>
      </w:r>
    </w:p>
    <w:p w:rsidR="00E36366" w:rsidRPr="000F5AB6" w:rsidRDefault="00E36366" w:rsidP="000F5AB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F5AB6">
        <w:rPr>
          <w:rFonts w:ascii="Times New Roman" w:hAnsi="Times New Roman"/>
          <w:sz w:val="24"/>
          <w:szCs w:val="24"/>
        </w:rPr>
        <w:t xml:space="preserve">Концепция долгосрочного социально-экономического развития Российской Федерации на период до 2020 года, утвержденная распоряжением правительства от 17.11.2008 года №1662-р, определяет территории с уникальными природными и климатическими условиями в качестве одного из проявлений инновационного и социального направлений долгосрочного социально-экономического развития страны. Территория, выбранная для благоустройства, исторически сложилась, как место проведения массовых мероприятий, что в купе с патриотической, православной и культурной составляющей </w:t>
      </w:r>
      <w:r w:rsidRPr="00C566DA">
        <w:rPr>
          <w:rFonts w:ascii="Times New Roman" w:hAnsi="Times New Roman"/>
          <w:sz w:val="24"/>
          <w:szCs w:val="24"/>
        </w:rPr>
        <w:t>определяет этот центр как важнейшую общественно-социальную площадку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>Торгунского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E36366" w:rsidRPr="00A866D4" w:rsidRDefault="00E36366" w:rsidP="00A866D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F5AB6">
        <w:rPr>
          <w:rFonts w:ascii="Times New Roman" w:hAnsi="Times New Roman"/>
          <w:sz w:val="24"/>
          <w:szCs w:val="24"/>
        </w:rPr>
        <w:t xml:space="preserve">В рамках представленного проекта, на основании общественного мнения и мониторинга проблем организации мест общественного пользования, определены </w:t>
      </w:r>
      <w:r w:rsidRPr="00C566DA">
        <w:rPr>
          <w:rFonts w:ascii="Times New Roman" w:hAnsi="Times New Roman"/>
          <w:sz w:val="24"/>
          <w:szCs w:val="24"/>
        </w:rPr>
        <w:t xml:space="preserve">основные направления благоустройства </w:t>
      </w:r>
      <w:r>
        <w:rPr>
          <w:rFonts w:ascii="Times New Roman" w:hAnsi="Times New Roman"/>
          <w:color w:val="FF0000"/>
          <w:sz w:val="24"/>
          <w:szCs w:val="24"/>
        </w:rPr>
        <w:t>Торгу</w:t>
      </w:r>
      <w:r w:rsidRPr="002E7F4B">
        <w:rPr>
          <w:rFonts w:ascii="Times New Roman" w:hAnsi="Times New Roman"/>
          <w:color w:val="FF0000"/>
          <w:sz w:val="24"/>
          <w:szCs w:val="24"/>
        </w:rPr>
        <w:t>нского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E36366" w:rsidRDefault="00E36366" w:rsidP="000F5AB6">
      <w:pPr>
        <w:jc w:val="both"/>
        <w:rPr>
          <w:rFonts w:ascii="Times New Roman" w:hAnsi="Times New Roman"/>
          <w:b/>
          <w:sz w:val="24"/>
          <w:szCs w:val="24"/>
        </w:rPr>
      </w:pPr>
    </w:p>
    <w:p w:rsidR="00E36366" w:rsidRDefault="00E36366" w:rsidP="000F5AB6">
      <w:pPr>
        <w:jc w:val="both"/>
        <w:rPr>
          <w:rFonts w:ascii="Times New Roman" w:hAnsi="Times New Roman"/>
          <w:b/>
          <w:sz w:val="24"/>
          <w:szCs w:val="24"/>
        </w:rPr>
      </w:pPr>
      <w:r w:rsidRPr="000F5AB6">
        <w:rPr>
          <w:rFonts w:ascii="Times New Roman" w:hAnsi="Times New Roman"/>
          <w:b/>
          <w:sz w:val="24"/>
          <w:szCs w:val="24"/>
        </w:rPr>
        <w:t>Общая характеристика проекта.</w:t>
      </w:r>
    </w:p>
    <w:p w:rsidR="00E36366" w:rsidRDefault="00E36366" w:rsidP="000F5AB6">
      <w:pPr>
        <w:jc w:val="both"/>
        <w:rPr>
          <w:rFonts w:ascii="Times New Roman" w:hAnsi="Times New Roman"/>
          <w:sz w:val="24"/>
          <w:szCs w:val="24"/>
        </w:rPr>
      </w:pPr>
      <w:r w:rsidRPr="000F5AB6">
        <w:rPr>
          <w:rFonts w:ascii="Times New Roman" w:hAnsi="Times New Roman"/>
          <w:sz w:val="24"/>
          <w:szCs w:val="24"/>
        </w:rPr>
        <w:t xml:space="preserve">На сегодняшний день территория </w:t>
      </w:r>
      <w:r>
        <w:rPr>
          <w:rFonts w:ascii="Times New Roman" w:hAnsi="Times New Roman"/>
          <w:sz w:val="24"/>
          <w:szCs w:val="24"/>
        </w:rPr>
        <w:t xml:space="preserve">составляет около </w:t>
      </w:r>
      <w:r>
        <w:rPr>
          <w:rFonts w:ascii="Times New Roman" w:hAnsi="Times New Roman"/>
          <w:color w:val="FF0000"/>
          <w:sz w:val="24"/>
          <w:szCs w:val="24"/>
        </w:rPr>
        <w:t>2</w:t>
      </w:r>
      <w:r w:rsidRPr="00036D22">
        <w:rPr>
          <w:rFonts w:ascii="Times New Roman" w:hAnsi="Times New Roman"/>
          <w:color w:val="FF0000"/>
          <w:sz w:val="24"/>
          <w:szCs w:val="24"/>
        </w:rPr>
        <w:t xml:space="preserve"> тысяч</w:t>
      </w:r>
      <w:r>
        <w:rPr>
          <w:rFonts w:ascii="Times New Roman" w:hAnsi="Times New Roman"/>
          <w:sz w:val="24"/>
          <w:szCs w:val="24"/>
        </w:rPr>
        <w:t xml:space="preserve"> квадратных метров. </w:t>
      </w:r>
      <w:r w:rsidRPr="00CA4855">
        <w:rPr>
          <w:rFonts w:ascii="Times New Roman" w:hAnsi="Times New Roman"/>
          <w:sz w:val="24"/>
          <w:szCs w:val="24"/>
        </w:rPr>
        <w:t xml:space="preserve">Благоустройство места отдыха не проводилось. В связи с вышеизложенным, назрела острая необходимость в создании зоны отдыха, </w:t>
      </w:r>
      <w:r w:rsidRPr="00C566DA">
        <w:rPr>
          <w:rFonts w:ascii="Times New Roman" w:hAnsi="Times New Roman"/>
          <w:sz w:val="24"/>
          <w:szCs w:val="24"/>
        </w:rPr>
        <w:t>культурного места для жителей села.</w:t>
      </w:r>
      <w:r>
        <w:rPr>
          <w:rFonts w:ascii="Times New Roman" w:hAnsi="Times New Roman"/>
          <w:sz w:val="24"/>
          <w:szCs w:val="24"/>
        </w:rPr>
        <w:t xml:space="preserve"> Необходимы работы по созданию территории в соответствии с современными требованиями к уровню благоустройства мест культуры и отдыха.</w:t>
      </w:r>
    </w:p>
    <w:p w:rsidR="00E36366" w:rsidRPr="000F5AB6" w:rsidRDefault="00E36366" w:rsidP="000F5AB6">
      <w:pPr>
        <w:jc w:val="both"/>
        <w:rPr>
          <w:rFonts w:ascii="Times New Roman" w:hAnsi="Times New Roman"/>
          <w:b/>
          <w:sz w:val="24"/>
          <w:szCs w:val="24"/>
        </w:rPr>
      </w:pPr>
      <w:r w:rsidRPr="000F5AB6">
        <w:rPr>
          <w:rFonts w:ascii="Times New Roman" w:hAnsi="Times New Roman"/>
          <w:b/>
          <w:sz w:val="24"/>
          <w:szCs w:val="24"/>
        </w:rPr>
        <w:t>Цели и задачи проекта.</w:t>
      </w:r>
    </w:p>
    <w:p w:rsidR="00E36366" w:rsidRPr="000F5AB6" w:rsidRDefault="00E36366" w:rsidP="000F5AB6">
      <w:pPr>
        <w:jc w:val="both"/>
        <w:rPr>
          <w:rFonts w:ascii="Times New Roman" w:hAnsi="Times New Roman"/>
          <w:sz w:val="24"/>
          <w:szCs w:val="24"/>
        </w:rPr>
      </w:pPr>
      <w:r w:rsidRPr="000F5AB6">
        <w:rPr>
          <w:rFonts w:ascii="Times New Roman" w:hAnsi="Times New Roman"/>
          <w:sz w:val="24"/>
          <w:szCs w:val="24"/>
        </w:rPr>
        <w:t>Цели Проекта:</w:t>
      </w:r>
    </w:p>
    <w:p w:rsidR="00E36366" w:rsidRPr="000F5AB6" w:rsidRDefault="00E36366" w:rsidP="000F5AB6">
      <w:pPr>
        <w:jc w:val="both"/>
        <w:rPr>
          <w:rFonts w:ascii="Times New Roman" w:hAnsi="Times New Roman"/>
          <w:sz w:val="24"/>
          <w:szCs w:val="24"/>
        </w:rPr>
      </w:pPr>
      <w:r w:rsidRPr="000F5AB6">
        <w:rPr>
          <w:rFonts w:ascii="Times New Roman" w:hAnsi="Times New Roman"/>
          <w:sz w:val="24"/>
          <w:szCs w:val="24"/>
        </w:rPr>
        <w:t>- повышение качественного  уровня благоустройства территории поселения;</w:t>
      </w:r>
    </w:p>
    <w:p w:rsidR="00E36366" w:rsidRPr="000F5AB6" w:rsidRDefault="00E36366" w:rsidP="000F5AB6">
      <w:pPr>
        <w:jc w:val="both"/>
        <w:rPr>
          <w:rFonts w:ascii="Times New Roman" w:hAnsi="Times New Roman"/>
          <w:sz w:val="24"/>
          <w:szCs w:val="24"/>
        </w:rPr>
      </w:pPr>
      <w:r w:rsidRPr="000F5AB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создание зоны отдыха</w:t>
      </w:r>
      <w:r w:rsidRPr="000F5AB6">
        <w:rPr>
          <w:rFonts w:ascii="Times New Roman" w:hAnsi="Times New Roman"/>
          <w:sz w:val="24"/>
          <w:szCs w:val="24"/>
        </w:rPr>
        <w:t xml:space="preserve"> в соответствии с требованиями к местам массового нахождения населения;</w:t>
      </w:r>
    </w:p>
    <w:p w:rsidR="00E36366" w:rsidRDefault="00E36366" w:rsidP="009830F8">
      <w:pPr>
        <w:jc w:val="both"/>
        <w:rPr>
          <w:rFonts w:ascii="Times New Roman" w:hAnsi="Times New Roman"/>
          <w:sz w:val="24"/>
          <w:szCs w:val="24"/>
        </w:rPr>
      </w:pPr>
      <w:r w:rsidRPr="000F5AB6">
        <w:rPr>
          <w:rFonts w:ascii="Times New Roman" w:hAnsi="Times New Roman"/>
          <w:sz w:val="24"/>
          <w:szCs w:val="24"/>
        </w:rPr>
        <w:t xml:space="preserve">- улучшение внешнего облика </w:t>
      </w:r>
      <w:r>
        <w:rPr>
          <w:rFonts w:ascii="Times New Roman" w:hAnsi="Times New Roman"/>
          <w:sz w:val="24"/>
          <w:szCs w:val="24"/>
        </w:rPr>
        <w:t>сельского поселения.</w:t>
      </w:r>
    </w:p>
    <w:p w:rsidR="00E36366" w:rsidRPr="000F5AB6" w:rsidRDefault="00E36366" w:rsidP="000F5AB6">
      <w:pPr>
        <w:jc w:val="both"/>
        <w:rPr>
          <w:rFonts w:ascii="Times New Roman" w:hAnsi="Times New Roman"/>
          <w:sz w:val="24"/>
          <w:szCs w:val="24"/>
        </w:rPr>
      </w:pPr>
      <w:r w:rsidRPr="000F5AB6">
        <w:rPr>
          <w:rFonts w:ascii="Times New Roman" w:hAnsi="Times New Roman"/>
          <w:sz w:val="24"/>
          <w:szCs w:val="24"/>
        </w:rPr>
        <w:t>Задачи Проекта:</w:t>
      </w:r>
    </w:p>
    <w:p w:rsidR="00E36366" w:rsidRPr="000F5AB6" w:rsidRDefault="00E36366" w:rsidP="000F5AB6">
      <w:pPr>
        <w:jc w:val="both"/>
        <w:rPr>
          <w:rFonts w:ascii="Times New Roman" w:hAnsi="Times New Roman"/>
          <w:sz w:val="24"/>
          <w:szCs w:val="24"/>
        </w:rPr>
      </w:pPr>
      <w:r w:rsidRPr="000F5AB6">
        <w:rPr>
          <w:rFonts w:ascii="Times New Roman" w:hAnsi="Times New Roman"/>
          <w:sz w:val="24"/>
          <w:szCs w:val="24"/>
        </w:rPr>
        <w:t xml:space="preserve"> - создание комфортной среды для проведения общественно-массовых мероприятий,  культурного отдыха гостей и жителей поселения;</w:t>
      </w:r>
    </w:p>
    <w:p w:rsidR="00E36366" w:rsidRPr="000F5AB6" w:rsidRDefault="00E36366" w:rsidP="000F5AB6">
      <w:pPr>
        <w:jc w:val="both"/>
        <w:rPr>
          <w:rFonts w:ascii="Times New Roman" w:hAnsi="Times New Roman"/>
          <w:sz w:val="24"/>
          <w:szCs w:val="24"/>
        </w:rPr>
      </w:pPr>
      <w:r w:rsidRPr="000F5AB6">
        <w:rPr>
          <w:rFonts w:ascii="Times New Roman" w:hAnsi="Times New Roman"/>
          <w:sz w:val="24"/>
          <w:szCs w:val="24"/>
        </w:rPr>
        <w:t>- создание  отдельных рекреационных зон на   территории поселения с учетом сложившейся специфики условий размещения имеющихся объектов (МАФ);</w:t>
      </w:r>
    </w:p>
    <w:p w:rsidR="00E36366" w:rsidRDefault="00E36366" w:rsidP="009830F8">
      <w:pPr>
        <w:jc w:val="both"/>
        <w:rPr>
          <w:rFonts w:ascii="Times New Roman" w:hAnsi="Times New Roman"/>
          <w:sz w:val="24"/>
          <w:szCs w:val="24"/>
        </w:rPr>
      </w:pPr>
      <w:r w:rsidRPr="000F5AB6">
        <w:rPr>
          <w:rFonts w:ascii="Times New Roman" w:hAnsi="Times New Roman"/>
          <w:sz w:val="24"/>
          <w:szCs w:val="24"/>
        </w:rPr>
        <w:t>- озеленение территории с целью создания здоровой эколого-эстетической обстановки и снижения негативного воздействия автомобильного</w:t>
      </w:r>
      <w:r>
        <w:rPr>
          <w:rFonts w:ascii="Times New Roman" w:hAnsi="Times New Roman"/>
          <w:sz w:val="24"/>
          <w:szCs w:val="24"/>
        </w:rPr>
        <w:t xml:space="preserve"> транспорта на окружающую среду;</w:t>
      </w:r>
    </w:p>
    <w:p w:rsidR="00E36366" w:rsidRDefault="00E36366" w:rsidP="009830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содействовать эстетическому и</w:t>
      </w:r>
      <w:r w:rsidRPr="00624F66">
        <w:rPr>
          <w:rFonts w:ascii="Times New Roman" w:hAnsi="Times New Roman"/>
          <w:sz w:val="24"/>
          <w:szCs w:val="24"/>
        </w:rPr>
        <w:t xml:space="preserve"> нравственному воспитанию</w:t>
      </w:r>
      <w:r>
        <w:rPr>
          <w:rFonts w:ascii="Times New Roman" w:hAnsi="Times New Roman"/>
          <w:sz w:val="24"/>
          <w:szCs w:val="24"/>
        </w:rPr>
        <w:t xml:space="preserve"> граждан;</w:t>
      </w:r>
    </w:p>
    <w:p w:rsidR="00E36366" w:rsidRDefault="00E36366" w:rsidP="009830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24F66">
        <w:rPr>
          <w:rFonts w:ascii="Times New Roman" w:hAnsi="Times New Roman"/>
          <w:sz w:val="24"/>
          <w:szCs w:val="24"/>
        </w:rPr>
        <w:t>адаптировать природный ландшафт и использова</w:t>
      </w:r>
      <w:r>
        <w:rPr>
          <w:rFonts w:ascii="Times New Roman" w:hAnsi="Times New Roman"/>
          <w:sz w:val="24"/>
          <w:szCs w:val="24"/>
        </w:rPr>
        <w:t>ть</w:t>
      </w:r>
      <w:r w:rsidRPr="00624F66">
        <w:rPr>
          <w:rFonts w:ascii="Times New Roman" w:hAnsi="Times New Roman"/>
          <w:sz w:val="24"/>
          <w:szCs w:val="24"/>
        </w:rPr>
        <w:t xml:space="preserve"> его для организации содержательного досуга детей и взрослых</w:t>
      </w:r>
      <w:r>
        <w:rPr>
          <w:rFonts w:ascii="Times New Roman" w:hAnsi="Times New Roman"/>
          <w:sz w:val="24"/>
          <w:szCs w:val="24"/>
        </w:rPr>
        <w:t>;</w:t>
      </w:r>
    </w:p>
    <w:p w:rsidR="00E36366" w:rsidRDefault="00E36366" w:rsidP="009830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24F66">
        <w:rPr>
          <w:rFonts w:ascii="Times New Roman" w:hAnsi="Times New Roman"/>
          <w:sz w:val="24"/>
          <w:szCs w:val="24"/>
        </w:rPr>
        <w:t xml:space="preserve">создать мотивации и условия для формирования здорового образа </w:t>
      </w:r>
      <w:r w:rsidRPr="00C566DA">
        <w:rPr>
          <w:rFonts w:ascii="Times New Roman" w:hAnsi="Times New Roman"/>
          <w:sz w:val="24"/>
          <w:szCs w:val="24"/>
        </w:rPr>
        <w:t>жизни селян;</w:t>
      </w:r>
    </w:p>
    <w:p w:rsidR="00E36366" w:rsidRDefault="00E36366" w:rsidP="009830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830F8">
        <w:rPr>
          <w:rFonts w:ascii="Times New Roman" w:hAnsi="Times New Roman"/>
          <w:sz w:val="24"/>
          <w:szCs w:val="24"/>
        </w:rPr>
        <w:t>снизить потребление энергоресурсов за счет применения энергосберегающих технологий;</w:t>
      </w:r>
    </w:p>
    <w:p w:rsidR="00E36366" w:rsidRPr="009830F8" w:rsidRDefault="00E36366" w:rsidP="009830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830F8">
        <w:rPr>
          <w:rFonts w:ascii="Times New Roman" w:hAnsi="Times New Roman"/>
          <w:sz w:val="24"/>
          <w:szCs w:val="24"/>
        </w:rPr>
        <w:t>создать условия для снижения социальной напряженности вызванной недостаточным уровнем благоустройства территории</w:t>
      </w:r>
      <w:r>
        <w:rPr>
          <w:rFonts w:ascii="Times New Roman" w:hAnsi="Times New Roman"/>
          <w:sz w:val="24"/>
          <w:szCs w:val="24"/>
        </w:rPr>
        <w:t>.</w:t>
      </w:r>
    </w:p>
    <w:p w:rsidR="00E36366" w:rsidRDefault="00E36366" w:rsidP="000F5AB6">
      <w:pPr>
        <w:jc w:val="both"/>
        <w:rPr>
          <w:rFonts w:ascii="Times New Roman" w:hAnsi="Times New Roman"/>
          <w:b/>
          <w:sz w:val="24"/>
          <w:szCs w:val="24"/>
        </w:rPr>
      </w:pPr>
    </w:p>
    <w:p w:rsidR="00E36366" w:rsidRDefault="00E36366" w:rsidP="000F5AB6">
      <w:pPr>
        <w:jc w:val="both"/>
        <w:rPr>
          <w:rFonts w:ascii="Times New Roman" w:hAnsi="Times New Roman"/>
          <w:b/>
          <w:sz w:val="24"/>
          <w:szCs w:val="24"/>
        </w:rPr>
      </w:pPr>
      <w:r w:rsidRPr="009830F8">
        <w:rPr>
          <w:rFonts w:ascii="Times New Roman" w:hAnsi="Times New Roman"/>
          <w:b/>
          <w:sz w:val="24"/>
          <w:szCs w:val="24"/>
        </w:rPr>
        <w:t>Место реализации Проекта.</w:t>
      </w:r>
    </w:p>
    <w:p w:rsidR="00E36366" w:rsidRDefault="00E36366" w:rsidP="000F5AB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Волгоградская область, </w:t>
      </w:r>
      <w:r w:rsidRPr="00275749">
        <w:rPr>
          <w:rFonts w:ascii="Times New Roman" w:hAnsi="Times New Roman"/>
          <w:color w:val="FF0000"/>
          <w:sz w:val="24"/>
          <w:szCs w:val="24"/>
        </w:rPr>
        <w:t>Старополтавский</w:t>
      </w:r>
      <w:r>
        <w:rPr>
          <w:rFonts w:ascii="Times New Roman" w:hAnsi="Times New Roman"/>
          <w:sz w:val="24"/>
          <w:szCs w:val="24"/>
        </w:rPr>
        <w:t xml:space="preserve"> район, </w:t>
      </w:r>
      <w:r>
        <w:rPr>
          <w:rFonts w:ascii="Times New Roman" w:hAnsi="Times New Roman"/>
          <w:color w:val="FF0000"/>
          <w:sz w:val="24"/>
          <w:szCs w:val="24"/>
        </w:rPr>
        <w:t>Торгунское</w:t>
      </w:r>
      <w:r>
        <w:rPr>
          <w:rFonts w:ascii="Times New Roman" w:hAnsi="Times New Roman"/>
          <w:sz w:val="24"/>
          <w:szCs w:val="24"/>
        </w:rPr>
        <w:t xml:space="preserve"> сельское поселение</w:t>
      </w:r>
    </w:p>
    <w:p w:rsidR="00E36366" w:rsidRDefault="00E36366" w:rsidP="000F5AB6">
      <w:pPr>
        <w:jc w:val="both"/>
        <w:rPr>
          <w:rFonts w:ascii="Times New Roman" w:hAnsi="Times New Roman"/>
          <w:b/>
          <w:sz w:val="24"/>
          <w:szCs w:val="24"/>
        </w:rPr>
      </w:pPr>
      <w:r w:rsidRPr="009830F8">
        <w:rPr>
          <w:rFonts w:ascii="Times New Roman" w:hAnsi="Times New Roman"/>
          <w:b/>
          <w:sz w:val="24"/>
          <w:szCs w:val="24"/>
        </w:rPr>
        <w:t>Ожидаемые результаты</w:t>
      </w:r>
    </w:p>
    <w:p w:rsidR="00E36366" w:rsidRPr="00E254E8" w:rsidRDefault="00E36366" w:rsidP="009830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 xml:space="preserve">Отправной точкой реализации Проекта предлагается считать утверждение, что без современной </w:t>
      </w:r>
      <w:r w:rsidRPr="00C566DA">
        <w:rPr>
          <w:rFonts w:ascii="Times New Roman" w:hAnsi="Times New Roman"/>
          <w:sz w:val="24"/>
          <w:szCs w:val="24"/>
        </w:rPr>
        <w:t>парковой</w:t>
      </w:r>
      <w:r w:rsidRPr="00E254E8">
        <w:rPr>
          <w:rFonts w:ascii="Times New Roman" w:hAnsi="Times New Roman"/>
          <w:sz w:val="24"/>
          <w:szCs w:val="24"/>
        </w:rPr>
        <w:t xml:space="preserve"> зоны с комфортными условиями для семейного отдыха и развлечения,  среду обитания жителей  невозможно считать полноценной.</w:t>
      </w:r>
    </w:p>
    <w:p w:rsidR="00E36366" w:rsidRPr="00E254E8" w:rsidRDefault="00E36366" w:rsidP="009830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В результате реализации проекта планируется  выделение зон</w:t>
      </w:r>
      <w:r>
        <w:rPr>
          <w:rFonts w:ascii="Times New Roman" w:hAnsi="Times New Roman"/>
          <w:sz w:val="24"/>
          <w:szCs w:val="24"/>
        </w:rPr>
        <w:t xml:space="preserve"> благоустройства</w:t>
      </w:r>
      <w:r w:rsidRPr="00E254E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36366" w:rsidRDefault="00E36366" w:rsidP="009830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C566DA">
        <w:rPr>
          <w:rFonts w:ascii="Times New Roman" w:hAnsi="Times New Roman"/>
          <w:sz w:val="24"/>
          <w:szCs w:val="24"/>
        </w:rPr>
        <w:t>. Зону тихого отдыха (скамейки, урны, светильники и малые архитектурные формы).</w:t>
      </w:r>
    </w:p>
    <w:p w:rsidR="00E36366" w:rsidRDefault="00E36366" w:rsidP="009830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C566DA">
        <w:rPr>
          <w:rFonts w:ascii="Times New Roman" w:hAnsi="Times New Roman"/>
          <w:sz w:val="24"/>
          <w:szCs w:val="24"/>
        </w:rPr>
        <w:t>. Зону динамических процессов (мощение тротуарной плиткой, установка скамеек, урн, устройство клумб).</w:t>
      </w:r>
    </w:p>
    <w:p w:rsidR="00E36366" w:rsidRDefault="00E36366" w:rsidP="009830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C566DA">
        <w:rPr>
          <w:rFonts w:ascii="Times New Roman" w:hAnsi="Times New Roman"/>
          <w:sz w:val="24"/>
          <w:szCs w:val="24"/>
        </w:rPr>
        <w:t xml:space="preserve">. </w:t>
      </w:r>
      <w:r w:rsidRPr="001E64F8">
        <w:rPr>
          <w:rFonts w:ascii="Times New Roman" w:hAnsi="Times New Roman"/>
          <w:sz w:val="24"/>
          <w:szCs w:val="24"/>
        </w:rPr>
        <w:t xml:space="preserve">Зона активного </w:t>
      </w:r>
      <w:r w:rsidRPr="00C566DA">
        <w:rPr>
          <w:rFonts w:ascii="Times New Roman" w:hAnsi="Times New Roman"/>
          <w:sz w:val="24"/>
          <w:szCs w:val="24"/>
        </w:rPr>
        <w:t>отдыха для детей (</w:t>
      </w:r>
      <w:r>
        <w:rPr>
          <w:rFonts w:ascii="Times New Roman" w:hAnsi="Times New Roman"/>
          <w:sz w:val="24"/>
          <w:szCs w:val="24"/>
        </w:rPr>
        <w:t>устройство тротуарного покрытия</w:t>
      </w:r>
      <w:r w:rsidRPr="00C566DA">
        <w:rPr>
          <w:rFonts w:ascii="Times New Roman" w:hAnsi="Times New Roman"/>
          <w:sz w:val="24"/>
          <w:szCs w:val="24"/>
        </w:rPr>
        <w:t>).</w:t>
      </w:r>
    </w:p>
    <w:p w:rsidR="00E36366" w:rsidRDefault="00E36366" w:rsidP="009830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C566DA">
        <w:rPr>
          <w:rFonts w:ascii="Times New Roman" w:hAnsi="Times New Roman"/>
          <w:sz w:val="24"/>
          <w:szCs w:val="24"/>
        </w:rPr>
        <w:t>. Прогулочная зона.  Границей между зонами будет являться дорожно –тропиночная сеть (укладка дорожек тротуарным покрытием</w:t>
      </w:r>
      <w:r>
        <w:rPr>
          <w:rFonts w:ascii="Times New Roman" w:hAnsi="Times New Roman"/>
          <w:sz w:val="24"/>
          <w:szCs w:val="24"/>
        </w:rPr>
        <w:t>).</w:t>
      </w:r>
    </w:p>
    <w:p w:rsidR="00E36366" w:rsidRDefault="00E36366" w:rsidP="009830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Мемориальная зона (устройство тротуарного покрытия, установка вазонов)</w:t>
      </w:r>
    </w:p>
    <w:p w:rsidR="00E36366" w:rsidRPr="00E254E8" w:rsidRDefault="00E36366" w:rsidP="009830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Реализация мероприятий по благоустройству заложит основу для эффективной культурно-массовой работы с на</w:t>
      </w:r>
      <w:r>
        <w:rPr>
          <w:rFonts w:ascii="Times New Roman" w:hAnsi="Times New Roman"/>
          <w:sz w:val="24"/>
          <w:szCs w:val="24"/>
        </w:rPr>
        <w:t>селением на данной территории. С</w:t>
      </w:r>
      <w:r w:rsidRPr="00E254E8">
        <w:rPr>
          <w:rFonts w:ascii="Times New Roman" w:hAnsi="Times New Roman"/>
          <w:sz w:val="24"/>
          <w:szCs w:val="24"/>
        </w:rPr>
        <w:t>танет местом проведения  концертов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254E8">
        <w:rPr>
          <w:rFonts w:ascii="Times New Roman" w:hAnsi="Times New Roman"/>
          <w:sz w:val="24"/>
          <w:szCs w:val="24"/>
        </w:rPr>
        <w:t>пра</w:t>
      </w:r>
      <w:r>
        <w:rPr>
          <w:rFonts w:ascii="Times New Roman" w:hAnsi="Times New Roman"/>
          <w:sz w:val="24"/>
          <w:szCs w:val="24"/>
        </w:rPr>
        <w:t>здников, дискотек, торжественных митингов</w:t>
      </w:r>
      <w:r w:rsidRPr="00C566DA">
        <w:rPr>
          <w:rFonts w:ascii="Times New Roman" w:hAnsi="Times New Roman"/>
          <w:sz w:val="24"/>
          <w:szCs w:val="24"/>
        </w:rPr>
        <w:t>.</w:t>
      </w:r>
      <w:r w:rsidRPr="00E254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Объект </w:t>
      </w:r>
      <w:r w:rsidRPr="00E254E8">
        <w:rPr>
          <w:rFonts w:ascii="Times New Roman" w:hAnsi="Times New Roman"/>
          <w:sz w:val="24"/>
          <w:szCs w:val="24"/>
        </w:rPr>
        <w:t xml:space="preserve">будет востребован как для активного,  так  и для тихого отдыха.  Повышение качества досуга,  доступность тех или иных развлечений для человека является не только индикатором социального развития, но и показателем развития экономики </w:t>
      </w:r>
      <w:r>
        <w:rPr>
          <w:rFonts w:ascii="Times New Roman" w:hAnsi="Times New Roman"/>
          <w:color w:val="FF0000"/>
          <w:sz w:val="24"/>
          <w:szCs w:val="24"/>
        </w:rPr>
        <w:t>поселка</w:t>
      </w:r>
      <w:r w:rsidRPr="00E254E8">
        <w:rPr>
          <w:rFonts w:ascii="Times New Roman" w:hAnsi="Times New Roman"/>
          <w:sz w:val="24"/>
          <w:szCs w:val="24"/>
        </w:rPr>
        <w:t>.</w:t>
      </w:r>
    </w:p>
    <w:p w:rsidR="00E36366" w:rsidRPr="00E254E8" w:rsidRDefault="00E36366" w:rsidP="009830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Ожид</w:t>
      </w:r>
      <w:r>
        <w:rPr>
          <w:rFonts w:ascii="Times New Roman" w:hAnsi="Times New Roman"/>
          <w:sz w:val="24"/>
          <w:szCs w:val="24"/>
        </w:rPr>
        <w:t>аемыми результатами реализации п</w:t>
      </w:r>
      <w:r w:rsidRPr="00E254E8">
        <w:rPr>
          <w:rFonts w:ascii="Times New Roman" w:hAnsi="Times New Roman"/>
          <w:sz w:val="24"/>
          <w:szCs w:val="24"/>
        </w:rPr>
        <w:t>роекта  являются:</w:t>
      </w:r>
    </w:p>
    <w:p w:rsidR="00E36366" w:rsidRPr="00E254E8" w:rsidRDefault="00E36366" w:rsidP="009830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 xml:space="preserve">- развитие зоны общественных рекреационных территорий </w:t>
      </w:r>
      <w:r>
        <w:rPr>
          <w:rFonts w:ascii="Times New Roman" w:hAnsi="Times New Roman"/>
          <w:color w:val="FF0000"/>
          <w:sz w:val="24"/>
          <w:szCs w:val="24"/>
        </w:rPr>
        <w:t>Торгунского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4E8">
        <w:rPr>
          <w:rFonts w:ascii="Times New Roman" w:hAnsi="Times New Roman"/>
          <w:sz w:val="24"/>
          <w:szCs w:val="24"/>
        </w:rPr>
        <w:t>сельского поселения;</w:t>
      </w:r>
    </w:p>
    <w:p w:rsidR="00E36366" w:rsidRPr="00E254E8" w:rsidRDefault="00E36366" w:rsidP="009830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 xml:space="preserve">- создание благоприятных условий для организации отдыха и досуга жителей </w:t>
      </w:r>
      <w:r>
        <w:rPr>
          <w:rFonts w:ascii="Times New Roman" w:hAnsi="Times New Roman"/>
          <w:color w:val="FF0000"/>
          <w:sz w:val="24"/>
          <w:szCs w:val="24"/>
        </w:rPr>
        <w:t>Торгунского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4E8">
        <w:rPr>
          <w:rFonts w:ascii="Times New Roman" w:hAnsi="Times New Roman"/>
          <w:sz w:val="24"/>
          <w:szCs w:val="24"/>
        </w:rPr>
        <w:t>сельского поселения.</w:t>
      </w:r>
    </w:p>
    <w:p w:rsidR="00E36366" w:rsidRPr="00E254E8" w:rsidRDefault="00E36366" w:rsidP="009830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Благоустроенная территория </w:t>
      </w:r>
      <w:r w:rsidRPr="00C566DA">
        <w:rPr>
          <w:rFonts w:ascii="Times New Roman" w:hAnsi="Times New Roman"/>
          <w:sz w:val="24"/>
          <w:szCs w:val="24"/>
        </w:rPr>
        <w:t>станет</w:t>
      </w:r>
      <w:r w:rsidRPr="00E254E8">
        <w:rPr>
          <w:rFonts w:ascii="Times New Roman" w:hAnsi="Times New Roman"/>
          <w:sz w:val="24"/>
          <w:szCs w:val="24"/>
        </w:rPr>
        <w:t xml:space="preserve"> для всех жителей села центром красоты, доброты, уюта и радости.</w:t>
      </w:r>
    </w:p>
    <w:p w:rsidR="00E36366" w:rsidRDefault="00E36366" w:rsidP="000F5AB6">
      <w:pPr>
        <w:jc w:val="both"/>
        <w:rPr>
          <w:rFonts w:ascii="Times New Roman" w:hAnsi="Times New Roman"/>
          <w:b/>
          <w:sz w:val="24"/>
          <w:szCs w:val="24"/>
        </w:rPr>
      </w:pPr>
    </w:p>
    <w:p w:rsidR="00E36366" w:rsidRPr="009830F8" w:rsidRDefault="00E36366" w:rsidP="009830F8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9830F8">
        <w:rPr>
          <w:rFonts w:ascii="Times New Roman" w:hAnsi="Times New Roman"/>
          <w:b/>
          <w:sz w:val="24"/>
          <w:szCs w:val="24"/>
        </w:rPr>
        <w:t>Целевая группа.</w:t>
      </w:r>
    </w:p>
    <w:p w:rsidR="00E36366" w:rsidRPr="00E254E8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Круг людей, которых касается решаемая проблема.</w:t>
      </w:r>
    </w:p>
    <w:p w:rsidR="00E36366" w:rsidRPr="00CD6C36" w:rsidRDefault="00E36366" w:rsidP="00CD6C3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 xml:space="preserve">Дети младшего школьного возраста от 0 до 6 лет </w:t>
      </w:r>
    </w:p>
    <w:p w:rsidR="00E36366" w:rsidRPr="00CD6C36" w:rsidRDefault="00E36366" w:rsidP="00CD6C3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>Дети   шк</w:t>
      </w:r>
      <w:r>
        <w:rPr>
          <w:rFonts w:ascii="Times New Roman" w:hAnsi="Times New Roman"/>
          <w:sz w:val="24"/>
          <w:szCs w:val="24"/>
        </w:rPr>
        <w:t>ольного возраста от 7 до 17 лет</w:t>
      </w:r>
      <w:r w:rsidRPr="00CD6C3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36366" w:rsidRPr="00CD6C36" w:rsidRDefault="00E36366" w:rsidP="00CD6C3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>Молодежь  от 14 до 30 лет .</w:t>
      </w:r>
    </w:p>
    <w:p w:rsidR="00E36366" w:rsidRPr="00E254E8" w:rsidRDefault="00E36366" w:rsidP="00CD6C3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>Люди от 30 и старше.</w:t>
      </w:r>
    </w:p>
    <w:p w:rsidR="00E36366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1 января 2017</w:t>
      </w:r>
      <w:r w:rsidRPr="00E254E8">
        <w:rPr>
          <w:rFonts w:ascii="Times New Roman" w:hAnsi="Times New Roman"/>
          <w:sz w:val="24"/>
          <w:szCs w:val="24"/>
        </w:rPr>
        <w:t xml:space="preserve"> года на территории </w:t>
      </w:r>
      <w:r>
        <w:rPr>
          <w:rFonts w:ascii="Times New Roman" w:hAnsi="Times New Roman"/>
          <w:color w:val="FF0000"/>
          <w:sz w:val="24"/>
          <w:szCs w:val="24"/>
        </w:rPr>
        <w:t>Торгунского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4E8">
        <w:rPr>
          <w:rFonts w:ascii="Times New Roman" w:hAnsi="Times New Roman"/>
          <w:sz w:val="24"/>
          <w:szCs w:val="24"/>
        </w:rPr>
        <w:t>сельского поселения</w:t>
      </w:r>
    </w:p>
    <w:p w:rsidR="00E36366" w:rsidRPr="00E254E8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75749">
        <w:rPr>
          <w:rFonts w:ascii="Times New Roman" w:hAnsi="Times New Roman"/>
          <w:sz w:val="24"/>
          <w:szCs w:val="24"/>
        </w:rPr>
        <w:t xml:space="preserve">зарегистрировано  </w:t>
      </w:r>
      <w:r>
        <w:rPr>
          <w:rFonts w:ascii="Times New Roman" w:hAnsi="Times New Roman"/>
          <w:color w:val="FF0000"/>
          <w:sz w:val="24"/>
          <w:szCs w:val="24"/>
        </w:rPr>
        <w:t>839</w:t>
      </w:r>
      <w:r w:rsidRPr="002757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275749">
        <w:rPr>
          <w:rFonts w:ascii="Times New Roman" w:hAnsi="Times New Roman"/>
          <w:sz w:val="24"/>
          <w:szCs w:val="24"/>
        </w:rPr>
        <w:t xml:space="preserve"> человек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E36366" w:rsidRDefault="00E36366" w:rsidP="000F5AB6">
      <w:pPr>
        <w:jc w:val="both"/>
        <w:rPr>
          <w:rFonts w:ascii="Times New Roman" w:hAnsi="Times New Roman"/>
          <w:b/>
          <w:sz w:val="24"/>
          <w:szCs w:val="24"/>
        </w:rPr>
      </w:pPr>
    </w:p>
    <w:p w:rsidR="00E36366" w:rsidRDefault="00E36366" w:rsidP="000F5AB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Механизм реализации</w:t>
      </w:r>
    </w:p>
    <w:p w:rsidR="00E36366" w:rsidRPr="00E254E8" w:rsidRDefault="00E36366" w:rsidP="009830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 создание  рабочей группы по проекту;</w:t>
      </w:r>
    </w:p>
    <w:p w:rsidR="00E36366" w:rsidRPr="00E254E8" w:rsidRDefault="00E36366" w:rsidP="009830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проведение  анализа  существующей инфраструктуры;</w:t>
      </w:r>
    </w:p>
    <w:p w:rsidR="00E36366" w:rsidRPr="00E254E8" w:rsidRDefault="00E36366" w:rsidP="009830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разработка проекта;</w:t>
      </w:r>
    </w:p>
    <w:p w:rsidR="00E36366" w:rsidRPr="00E254E8" w:rsidRDefault="00E36366" w:rsidP="009830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проведение  конкурса конструктивных способов определения поставщиков;</w:t>
      </w:r>
    </w:p>
    <w:p w:rsidR="00E36366" w:rsidRDefault="00E36366" w:rsidP="009830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осуществление контроля за ходом строительства.</w:t>
      </w:r>
    </w:p>
    <w:p w:rsidR="00E36366" w:rsidRPr="00E254E8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E36366" w:rsidRPr="00E254E8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Для реализации проекта необходимо:</w:t>
      </w:r>
    </w:p>
    <w:p w:rsidR="00E36366" w:rsidRPr="00E254E8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 xml:space="preserve">- подготовка технической  документации  по </w:t>
      </w:r>
      <w:r>
        <w:rPr>
          <w:rFonts w:ascii="Times New Roman" w:hAnsi="Times New Roman"/>
          <w:sz w:val="24"/>
          <w:szCs w:val="24"/>
        </w:rPr>
        <w:t xml:space="preserve">благоустройству территории </w:t>
      </w:r>
      <w:r w:rsidRPr="00CD6C36">
        <w:rPr>
          <w:rFonts w:ascii="Times New Roman" w:hAnsi="Times New Roman"/>
          <w:sz w:val="24"/>
          <w:szCs w:val="24"/>
        </w:rPr>
        <w:t>(эскизы проекта);</w:t>
      </w:r>
    </w:p>
    <w:p w:rsidR="00E36366" w:rsidRPr="00E254E8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 xml:space="preserve">- выполнение комплекса мероприятий </w:t>
      </w:r>
      <w:r w:rsidRPr="00CA4855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созданию проекта благоустройства</w:t>
      </w:r>
      <w:r w:rsidRPr="00CA4855">
        <w:rPr>
          <w:rFonts w:ascii="Times New Roman" w:hAnsi="Times New Roman"/>
          <w:sz w:val="24"/>
          <w:szCs w:val="24"/>
        </w:rPr>
        <w:t>;</w:t>
      </w:r>
    </w:p>
    <w:p w:rsidR="00E36366" w:rsidRPr="00E254E8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разработка проектно-сметной документации</w:t>
      </w:r>
      <w:r>
        <w:rPr>
          <w:rFonts w:ascii="Times New Roman" w:hAnsi="Times New Roman"/>
          <w:sz w:val="24"/>
          <w:szCs w:val="24"/>
        </w:rPr>
        <w:t xml:space="preserve"> на благоустройство</w:t>
      </w:r>
      <w:r w:rsidRPr="00E254E8">
        <w:rPr>
          <w:rFonts w:ascii="Times New Roman" w:hAnsi="Times New Roman"/>
          <w:sz w:val="24"/>
          <w:szCs w:val="24"/>
        </w:rPr>
        <w:t>;</w:t>
      </w:r>
    </w:p>
    <w:p w:rsidR="00E36366" w:rsidRPr="00E254E8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формирование бюджетных и внебюджетных источников финансирования;</w:t>
      </w:r>
    </w:p>
    <w:p w:rsidR="00E36366" w:rsidRPr="00E254E8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 xml:space="preserve">- размещение извещения на официальном сайте о проведении конкурса по отбору подрядных </w:t>
      </w:r>
      <w:r w:rsidRPr="00CA4855">
        <w:rPr>
          <w:rFonts w:ascii="Times New Roman" w:hAnsi="Times New Roman"/>
          <w:sz w:val="24"/>
          <w:szCs w:val="24"/>
        </w:rPr>
        <w:t>организаций для благоустройства территории;</w:t>
      </w:r>
    </w:p>
    <w:p w:rsidR="00E36366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проведение земляных работ;</w:t>
      </w:r>
    </w:p>
    <w:p w:rsidR="00E36366" w:rsidRPr="00E254E8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строительство новых сетей освещения;</w:t>
      </w:r>
    </w:p>
    <w:p w:rsidR="00E36366" w:rsidRPr="00E254E8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>- о</w:t>
      </w:r>
      <w:r w:rsidRPr="00E254E8">
        <w:rPr>
          <w:rFonts w:ascii="Times New Roman" w:hAnsi="Times New Roman"/>
          <w:sz w:val="24"/>
          <w:szCs w:val="24"/>
        </w:rPr>
        <w:t>бустройство новых пешеходных дорожек из тротуарной плитки;</w:t>
      </w:r>
    </w:p>
    <w:p w:rsidR="00E36366" w:rsidRPr="00E254E8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установка новых скамеек;</w:t>
      </w:r>
    </w:p>
    <w:p w:rsidR="00E36366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установка урн для сбора мусора;</w:t>
      </w:r>
    </w:p>
    <w:p w:rsidR="00E36366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установка малых архитектурных форм;</w:t>
      </w:r>
    </w:p>
    <w:p w:rsidR="00E36366" w:rsidRDefault="00E36366" w:rsidP="00475AE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Настоящая Программа включает в себя комплекс мероприятий, направленных на решение вопросов сохранения жизнеспособности, защитных экологических функций, восстановления ландшафтно-архитектурного благоустройства села, обеспечивающих улучшение и поддержание комфортности среды жизни населения и состава атмосферы.</w:t>
      </w:r>
    </w:p>
    <w:p w:rsidR="00E36366" w:rsidRPr="00E254E8" w:rsidRDefault="00E36366" w:rsidP="00475AE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36366" w:rsidRPr="00475AE7" w:rsidRDefault="00E36366" w:rsidP="009830F8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475AE7">
        <w:rPr>
          <w:rFonts w:ascii="Times New Roman" w:hAnsi="Times New Roman"/>
          <w:b/>
          <w:sz w:val="24"/>
          <w:szCs w:val="24"/>
        </w:rPr>
        <w:t>Этапы и сроки реализации проекта.</w:t>
      </w:r>
    </w:p>
    <w:p w:rsidR="00E36366" w:rsidRPr="00E254E8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E36366" w:rsidRPr="00E254E8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Подготовител</w:t>
      </w:r>
      <w:r>
        <w:rPr>
          <w:rFonts w:ascii="Times New Roman" w:hAnsi="Times New Roman"/>
          <w:sz w:val="24"/>
          <w:szCs w:val="24"/>
        </w:rPr>
        <w:t>ьный этап:  3месяца (92дня)</w:t>
      </w:r>
      <w:r w:rsidRPr="00405EF7">
        <w:rPr>
          <w:rFonts w:ascii="Times New Roman" w:hAnsi="Times New Roman"/>
          <w:sz w:val="24"/>
          <w:szCs w:val="24"/>
        </w:rPr>
        <w:t>.</w:t>
      </w:r>
    </w:p>
    <w:p w:rsidR="00E36366" w:rsidRDefault="00E36366" w:rsidP="002D7DB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эскизного</w:t>
      </w:r>
      <w:r w:rsidRPr="00E254E8">
        <w:rPr>
          <w:rFonts w:ascii="Times New Roman" w:hAnsi="Times New Roman"/>
          <w:sz w:val="24"/>
          <w:szCs w:val="24"/>
        </w:rPr>
        <w:t xml:space="preserve"> проект</w:t>
      </w:r>
      <w:r>
        <w:rPr>
          <w:rFonts w:ascii="Times New Roman" w:hAnsi="Times New Roman"/>
          <w:sz w:val="24"/>
          <w:szCs w:val="24"/>
        </w:rPr>
        <w:t>а.</w:t>
      </w:r>
    </w:p>
    <w:p w:rsidR="00E36366" w:rsidRDefault="00E36366" w:rsidP="002D7DB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CD6C36">
        <w:rPr>
          <w:rFonts w:ascii="Times New Roman" w:hAnsi="Times New Roman"/>
          <w:sz w:val="24"/>
          <w:szCs w:val="24"/>
        </w:rPr>
        <w:t xml:space="preserve">роект включает:  </w:t>
      </w:r>
    </w:p>
    <w:p w:rsidR="00E36366" w:rsidRDefault="00E36366" w:rsidP="002D7DB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общий план</w:t>
      </w:r>
      <w:r w:rsidRPr="00CD6C36">
        <w:rPr>
          <w:rFonts w:ascii="Times New Roman" w:hAnsi="Times New Roman"/>
          <w:sz w:val="24"/>
          <w:szCs w:val="24"/>
        </w:rPr>
        <w:t xml:space="preserve"> объекта, разработанный на основе эскизных предложений, с учетом норм, правил и требований для данного типа</w:t>
      </w:r>
      <w:r>
        <w:rPr>
          <w:rFonts w:ascii="Times New Roman" w:hAnsi="Times New Roman"/>
          <w:sz w:val="24"/>
          <w:szCs w:val="24"/>
        </w:rPr>
        <w:t xml:space="preserve"> территории; </w:t>
      </w:r>
    </w:p>
    <w:p w:rsidR="00E36366" w:rsidRDefault="00E36366" w:rsidP="002D7DB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рабочие чертежи;</w:t>
      </w:r>
    </w:p>
    <w:p w:rsidR="00E36366" w:rsidRPr="00CD6C36" w:rsidRDefault="00E36366" w:rsidP="002D7DB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D6C36">
        <w:rPr>
          <w:rFonts w:ascii="Times New Roman" w:hAnsi="Times New Roman"/>
          <w:sz w:val="24"/>
          <w:szCs w:val="24"/>
        </w:rPr>
        <w:t>смета на строительство объекта, составленная на основании ведомости объемов работ и рабочих чертежей.</w:t>
      </w:r>
    </w:p>
    <w:p w:rsidR="00E36366" w:rsidRPr="00E254E8" w:rsidRDefault="00E36366" w:rsidP="002D7DB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 xml:space="preserve">Размещение извещения на официальном сайте о проведении конкурса по отбору подрядных организаций для </w:t>
      </w:r>
      <w:r>
        <w:rPr>
          <w:rFonts w:ascii="Times New Roman" w:hAnsi="Times New Roman"/>
          <w:sz w:val="24"/>
          <w:szCs w:val="24"/>
        </w:rPr>
        <w:t>благоустройства территории.</w:t>
      </w:r>
    </w:p>
    <w:p w:rsidR="00E36366" w:rsidRPr="00E254E8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E36366" w:rsidRPr="00CD6C36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>Ос</w:t>
      </w:r>
      <w:r>
        <w:rPr>
          <w:rFonts w:ascii="Times New Roman" w:hAnsi="Times New Roman"/>
          <w:sz w:val="24"/>
          <w:szCs w:val="24"/>
        </w:rPr>
        <w:t>новной этап: 3месяца (92дня)</w:t>
      </w:r>
      <w:r w:rsidRPr="00CD6C36">
        <w:rPr>
          <w:rFonts w:ascii="Times New Roman" w:hAnsi="Times New Roman"/>
          <w:sz w:val="24"/>
          <w:szCs w:val="24"/>
        </w:rPr>
        <w:t>. (согласно сметам)</w:t>
      </w:r>
    </w:p>
    <w:p w:rsidR="00E36366" w:rsidRPr="00CD6C36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>Устройство тротуарного покрытия</w:t>
      </w:r>
      <w:r>
        <w:rPr>
          <w:rFonts w:ascii="Times New Roman" w:hAnsi="Times New Roman"/>
          <w:sz w:val="24"/>
          <w:szCs w:val="24"/>
        </w:rPr>
        <w:t>.</w:t>
      </w:r>
    </w:p>
    <w:p w:rsidR="00E36366" w:rsidRPr="00CD6C36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Устройство бортовых камней</w:t>
      </w:r>
      <w:r w:rsidRPr="00CD6C36">
        <w:rPr>
          <w:rFonts w:ascii="Times New Roman" w:hAnsi="Times New Roman"/>
          <w:sz w:val="24"/>
          <w:szCs w:val="24"/>
        </w:rPr>
        <w:t>.</w:t>
      </w:r>
    </w:p>
    <w:p w:rsidR="00E36366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>Установка МАФ.</w:t>
      </w:r>
    </w:p>
    <w:p w:rsidR="00E36366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>Установка сети освещения.</w:t>
      </w:r>
    </w:p>
    <w:p w:rsidR="00E36366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Установка детского игрового оборудования</w:t>
      </w:r>
    </w:p>
    <w:p w:rsidR="00E36366" w:rsidRPr="00CD6C36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E36366" w:rsidRPr="00CD6C36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>Заключительный этап:</w:t>
      </w:r>
    </w:p>
    <w:p w:rsidR="00E36366" w:rsidRPr="00CD6C36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E36366" w:rsidRPr="00CD6C36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 xml:space="preserve">Завершение проекта -  </w:t>
      </w:r>
      <w:r>
        <w:rPr>
          <w:rFonts w:ascii="Times New Roman" w:hAnsi="Times New Roman"/>
          <w:sz w:val="24"/>
          <w:szCs w:val="24"/>
        </w:rPr>
        <w:t>4месяца (122дня)</w:t>
      </w:r>
    </w:p>
    <w:p w:rsidR="00E36366" w:rsidRPr="00CD6C36" w:rsidRDefault="00E36366" w:rsidP="009830F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>Сдача- приемка объекта.</w:t>
      </w:r>
    </w:p>
    <w:p w:rsidR="00E36366" w:rsidRPr="00CA4855" w:rsidRDefault="00E36366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D6C36">
        <w:rPr>
          <w:rFonts w:ascii="Times New Roman" w:hAnsi="Times New Roman"/>
          <w:sz w:val="24"/>
          <w:szCs w:val="24"/>
        </w:rPr>
        <w:t>Срок реализации проекта 10 месяцев</w:t>
      </w:r>
    </w:p>
    <w:p w:rsidR="00E36366" w:rsidRDefault="00E36366" w:rsidP="00475AE7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E36366" w:rsidRPr="00475AE7" w:rsidRDefault="00E36366" w:rsidP="00475AE7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475AE7">
        <w:rPr>
          <w:rFonts w:ascii="Times New Roman" w:hAnsi="Times New Roman"/>
          <w:b/>
          <w:sz w:val="24"/>
          <w:szCs w:val="24"/>
        </w:rPr>
        <w:t>Технико-экономическое обоснование проекта</w:t>
      </w:r>
      <w:r>
        <w:rPr>
          <w:rFonts w:ascii="Times New Roman" w:hAnsi="Times New Roman"/>
          <w:b/>
          <w:sz w:val="24"/>
          <w:szCs w:val="24"/>
        </w:rPr>
        <w:t xml:space="preserve"> (заполнять согласно эскизного проекта)</w:t>
      </w:r>
    </w:p>
    <w:p w:rsidR="00E36366" w:rsidRPr="00E254E8" w:rsidRDefault="00E36366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E36366" w:rsidRPr="00E254E8" w:rsidRDefault="00E36366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Технико-экономиче</w:t>
      </w:r>
      <w:r>
        <w:rPr>
          <w:rFonts w:ascii="Times New Roman" w:hAnsi="Times New Roman"/>
          <w:sz w:val="24"/>
          <w:szCs w:val="24"/>
        </w:rPr>
        <w:t xml:space="preserve">ские показатели оценки проекта </w:t>
      </w:r>
    </w:p>
    <w:p w:rsidR="00E36366" w:rsidRPr="00E254E8" w:rsidRDefault="00E36366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09"/>
        <w:gridCol w:w="2336"/>
      </w:tblGrid>
      <w:tr w:rsidR="00E36366" w:rsidRPr="007E7AD6" w:rsidTr="007E7AD6">
        <w:tc>
          <w:tcPr>
            <w:tcW w:w="7009" w:type="dxa"/>
          </w:tcPr>
          <w:p w:rsidR="00E36366" w:rsidRPr="007E7AD6" w:rsidRDefault="00E36366" w:rsidP="007E7AD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Наименование показателей, единица измерения</w:t>
            </w:r>
          </w:p>
        </w:tc>
        <w:tc>
          <w:tcPr>
            <w:tcW w:w="2336" w:type="dxa"/>
          </w:tcPr>
          <w:p w:rsidR="00E36366" w:rsidRPr="007E7AD6" w:rsidRDefault="00E36366" w:rsidP="007E7AD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E36366" w:rsidRPr="007E7AD6" w:rsidTr="007E7AD6">
        <w:trPr>
          <w:trHeight w:val="430"/>
        </w:trPr>
        <w:tc>
          <w:tcPr>
            <w:tcW w:w="7009" w:type="dxa"/>
          </w:tcPr>
          <w:p w:rsidR="00E36366" w:rsidRPr="007E7AD6" w:rsidRDefault="00E36366" w:rsidP="007E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1.Площадь территории, м</w:t>
            </w:r>
            <w:r w:rsidRPr="007E7A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7E7AD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36366" w:rsidRPr="007E7AD6" w:rsidRDefault="00E36366" w:rsidP="007E7AD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E36366" w:rsidRPr="007E7AD6" w:rsidRDefault="00E36366" w:rsidP="007E7AD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2295,43 </w:t>
            </w:r>
            <w:r w:rsidRPr="007E7AD6">
              <w:rPr>
                <w:rFonts w:ascii="Times New Roman" w:hAnsi="Times New Roman"/>
                <w:sz w:val="24"/>
                <w:szCs w:val="24"/>
              </w:rPr>
              <w:t>м</w:t>
            </w:r>
            <w:r w:rsidRPr="007E7A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E36366" w:rsidRPr="007E7AD6" w:rsidTr="007E7AD6">
        <w:tc>
          <w:tcPr>
            <w:tcW w:w="7009" w:type="dxa"/>
          </w:tcPr>
          <w:p w:rsidR="00E36366" w:rsidRPr="007E7AD6" w:rsidRDefault="00E36366" w:rsidP="007E7AD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Зона тихого отдыха</w:t>
            </w:r>
          </w:p>
        </w:tc>
        <w:tc>
          <w:tcPr>
            <w:tcW w:w="2336" w:type="dxa"/>
          </w:tcPr>
          <w:p w:rsidR="00E36366" w:rsidRPr="007E7AD6" w:rsidRDefault="00E36366" w:rsidP="007E7AD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830,86 </w:t>
            </w:r>
            <w:r w:rsidRPr="007E7AD6">
              <w:rPr>
                <w:rFonts w:ascii="Times New Roman" w:hAnsi="Times New Roman"/>
                <w:sz w:val="24"/>
                <w:szCs w:val="24"/>
              </w:rPr>
              <w:t>м</w:t>
            </w:r>
            <w:r w:rsidRPr="007E7A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E36366" w:rsidRPr="007E7AD6" w:rsidTr="007E7AD6">
        <w:tc>
          <w:tcPr>
            <w:tcW w:w="7009" w:type="dxa"/>
          </w:tcPr>
          <w:p w:rsidR="00E36366" w:rsidRPr="007E7AD6" w:rsidRDefault="00E36366" w:rsidP="007E7AD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Зона динамических процессов</w:t>
            </w:r>
          </w:p>
        </w:tc>
        <w:tc>
          <w:tcPr>
            <w:tcW w:w="2336" w:type="dxa"/>
          </w:tcPr>
          <w:p w:rsidR="00E36366" w:rsidRPr="007E7AD6" w:rsidRDefault="00E36366" w:rsidP="007E7AD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441,02 </w:t>
            </w:r>
            <w:r w:rsidRPr="007E7AD6">
              <w:rPr>
                <w:rFonts w:ascii="Times New Roman" w:hAnsi="Times New Roman"/>
                <w:sz w:val="24"/>
                <w:szCs w:val="24"/>
              </w:rPr>
              <w:t>м</w:t>
            </w:r>
            <w:r w:rsidRPr="007E7A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 w:rsidR="00E36366" w:rsidRDefault="00E36366" w:rsidP="000F5AB6">
      <w:pPr>
        <w:jc w:val="both"/>
        <w:rPr>
          <w:rFonts w:ascii="Times New Roman" w:hAnsi="Times New Roman"/>
          <w:b/>
          <w:sz w:val="24"/>
          <w:szCs w:val="24"/>
        </w:rPr>
      </w:pPr>
    </w:p>
    <w:p w:rsidR="00E36366" w:rsidRDefault="00E36366" w:rsidP="000F5AB6">
      <w:pPr>
        <w:jc w:val="both"/>
        <w:rPr>
          <w:rFonts w:ascii="Times New Roman" w:hAnsi="Times New Roman"/>
          <w:b/>
          <w:sz w:val="24"/>
          <w:szCs w:val="24"/>
        </w:rPr>
      </w:pPr>
    </w:p>
    <w:p w:rsidR="00E36366" w:rsidRDefault="00E36366" w:rsidP="000F5AB6">
      <w:pPr>
        <w:jc w:val="both"/>
        <w:rPr>
          <w:rFonts w:ascii="Times New Roman" w:hAnsi="Times New Roman"/>
          <w:b/>
          <w:sz w:val="24"/>
          <w:szCs w:val="24"/>
        </w:rPr>
      </w:pPr>
    </w:p>
    <w:p w:rsidR="00E36366" w:rsidRDefault="00E36366" w:rsidP="00475AE7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E36366" w:rsidRDefault="00E36366" w:rsidP="00475AE7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E36366" w:rsidRPr="002C34BD" w:rsidRDefault="00E36366" w:rsidP="00475AE7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475AE7">
        <w:rPr>
          <w:rFonts w:ascii="Times New Roman" w:hAnsi="Times New Roman"/>
          <w:b/>
          <w:sz w:val="24"/>
          <w:szCs w:val="24"/>
        </w:rPr>
        <w:t>Эффективность от реализации</w:t>
      </w:r>
    </w:p>
    <w:p w:rsidR="00E36366" w:rsidRPr="00E254E8" w:rsidRDefault="00E36366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Прогнозируемые  конечные результаты реализации Проекта предусматривают повышение уровня благоустройства территории поселения.</w:t>
      </w:r>
    </w:p>
    <w:p w:rsidR="00E36366" w:rsidRPr="00E254E8" w:rsidRDefault="00E36366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В результате реализации проекта ожидается:</w:t>
      </w:r>
    </w:p>
    <w:p w:rsidR="00E36366" w:rsidRPr="00E254E8" w:rsidRDefault="00E36366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создание условий, обеспечивающих комфортные условия для отдыха населения;</w:t>
      </w:r>
    </w:p>
    <w:p w:rsidR="00E36366" w:rsidRPr="00E254E8" w:rsidRDefault="00E36366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увеличения процента соответствия объектов внешнего благоустройства (озеленения, освещения) ГОСТу;</w:t>
      </w:r>
    </w:p>
    <w:p w:rsidR="00E36366" w:rsidRPr="00E254E8" w:rsidRDefault="00E36366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 xml:space="preserve">- увеличение уровня благоустроенности </w:t>
      </w:r>
      <w:r>
        <w:rPr>
          <w:rFonts w:ascii="Times New Roman" w:hAnsi="Times New Roman"/>
          <w:sz w:val="24"/>
          <w:szCs w:val="24"/>
        </w:rPr>
        <w:t xml:space="preserve">территории </w:t>
      </w:r>
      <w:r w:rsidRPr="00E254E8">
        <w:rPr>
          <w:rFonts w:ascii="Times New Roman" w:hAnsi="Times New Roman"/>
          <w:sz w:val="24"/>
          <w:szCs w:val="24"/>
        </w:rPr>
        <w:t>(обеспеченность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4E8">
        <w:rPr>
          <w:rFonts w:ascii="Times New Roman" w:hAnsi="Times New Roman"/>
          <w:sz w:val="24"/>
          <w:szCs w:val="24"/>
        </w:rPr>
        <w:t>скамейками , урнами);</w:t>
      </w:r>
    </w:p>
    <w:p w:rsidR="00E36366" w:rsidRPr="00E254E8" w:rsidRDefault="00E36366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увеличение площади тротуарного покрытия;</w:t>
      </w:r>
    </w:p>
    <w:p w:rsidR="00E36366" w:rsidRPr="00E254E8" w:rsidRDefault="00E36366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выделение парковой з</w:t>
      </w:r>
      <w:r w:rsidRPr="00E254E8">
        <w:rPr>
          <w:rFonts w:ascii="Times New Roman" w:hAnsi="Times New Roman"/>
          <w:sz w:val="24"/>
          <w:szCs w:val="24"/>
        </w:rPr>
        <w:t>оны для всестороннего о</w:t>
      </w:r>
      <w:r>
        <w:rPr>
          <w:rFonts w:ascii="Times New Roman" w:hAnsi="Times New Roman"/>
          <w:sz w:val="24"/>
          <w:szCs w:val="24"/>
        </w:rPr>
        <w:t>тдыха жителей и гостей поселения</w:t>
      </w:r>
      <w:r w:rsidRPr="00E254E8">
        <w:rPr>
          <w:rFonts w:ascii="Times New Roman" w:hAnsi="Times New Roman"/>
          <w:sz w:val="24"/>
          <w:szCs w:val="24"/>
        </w:rPr>
        <w:t>.</w:t>
      </w:r>
    </w:p>
    <w:p w:rsidR="00E36366" w:rsidRPr="00E254E8" w:rsidRDefault="00E36366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Успешное выполнение мероприятий Программы позволит обеспечить:</w:t>
      </w:r>
    </w:p>
    <w:p w:rsidR="00E36366" w:rsidRPr="00E254E8" w:rsidRDefault="00E36366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комплексный отдых для жителей и гостей села позволит сделать акцент на семейный отдых;</w:t>
      </w:r>
    </w:p>
    <w:p w:rsidR="00E36366" w:rsidRPr="00E254E8" w:rsidRDefault="00E36366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увеличит количество посетителей;</w:t>
      </w:r>
    </w:p>
    <w:p w:rsidR="00E36366" w:rsidRPr="00E254E8" w:rsidRDefault="00E36366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позволит работать с  различными  слоями  населения (детьми, ветеранами, инвалидами, молодежью, молодыми семьями).</w:t>
      </w:r>
    </w:p>
    <w:p w:rsidR="00E36366" w:rsidRDefault="00E36366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254E8">
        <w:rPr>
          <w:rFonts w:ascii="Times New Roman" w:hAnsi="Times New Roman"/>
          <w:sz w:val="24"/>
          <w:szCs w:val="24"/>
        </w:rPr>
        <w:t>- создать современные условия для более комфортного отдыха.</w:t>
      </w:r>
    </w:p>
    <w:p w:rsidR="00E36366" w:rsidRDefault="00E36366" w:rsidP="00475AE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E36366" w:rsidRDefault="00E36366" w:rsidP="00475AE7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475AE7">
        <w:rPr>
          <w:rFonts w:ascii="Times New Roman" w:hAnsi="Times New Roman"/>
          <w:b/>
          <w:sz w:val="24"/>
          <w:szCs w:val="24"/>
        </w:rPr>
        <w:t>Календарный план выполнения работ</w:t>
      </w:r>
    </w:p>
    <w:p w:rsidR="00E36366" w:rsidRPr="00475AE7" w:rsidRDefault="00E36366" w:rsidP="00475AE7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04"/>
        <w:gridCol w:w="3010"/>
      </w:tblGrid>
      <w:tr w:rsidR="00E36366" w:rsidRPr="007E7AD6" w:rsidTr="00475AE7">
        <w:trPr>
          <w:trHeight w:val="427"/>
        </w:trPr>
        <w:tc>
          <w:tcPr>
            <w:tcW w:w="5804" w:type="dxa"/>
          </w:tcPr>
          <w:p w:rsidR="00E36366" w:rsidRPr="007E7AD6" w:rsidRDefault="00E36366" w:rsidP="000F5A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3010" w:type="dxa"/>
          </w:tcPr>
          <w:p w:rsidR="00E36366" w:rsidRPr="007E7AD6" w:rsidRDefault="00E36366" w:rsidP="00BF51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Срок реализации 2018год с момента заключения контракта</w:t>
            </w:r>
          </w:p>
        </w:tc>
      </w:tr>
      <w:tr w:rsidR="00E36366" w:rsidRPr="007E7AD6" w:rsidTr="00560513">
        <w:trPr>
          <w:trHeight w:val="237"/>
        </w:trPr>
        <w:tc>
          <w:tcPr>
            <w:tcW w:w="8814" w:type="dxa"/>
            <w:gridSpan w:val="2"/>
          </w:tcPr>
          <w:p w:rsidR="00E36366" w:rsidRPr="007E7AD6" w:rsidRDefault="00E36366" w:rsidP="00475A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Планировка участка</w:t>
            </w:r>
          </w:p>
        </w:tc>
      </w:tr>
      <w:tr w:rsidR="00E36366" w:rsidRPr="007E7AD6" w:rsidTr="00475AE7">
        <w:trPr>
          <w:trHeight w:val="316"/>
        </w:trPr>
        <w:tc>
          <w:tcPr>
            <w:tcW w:w="5804" w:type="dxa"/>
          </w:tcPr>
          <w:p w:rsidR="00E36366" w:rsidRPr="007E7AD6" w:rsidRDefault="00E36366" w:rsidP="000F5A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Вертикальная планировка участка, разбивочные работы</w:t>
            </w:r>
          </w:p>
        </w:tc>
        <w:tc>
          <w:tcPr>
            <w:tcW w:w="3010" w:type="dxa"/>
          </w:tcPr>
          <w:p w:rsidR="00E36366" w:rsidRPr="007E7AD6" w:rsidRDefault="00E36366" w:rsidP="000F5A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в течение 10 дней</w:t>
            </w:r>
          </w:p>
        </w:tc>
      </w:tr>
      <w:tr w:rsidR="00E36366" w:rsidRPr="007E7AD6" w:rsidTr="004E55B2">
        <w:trPr>
          <w:trHeight w:val="285"/>
        </w:trPr>
        <w:tc>
          <w:tcPr>
            <w:tcW w:w="8814" w:type="dxa"/>
            <w:gridSpan w:val="2"/>
          </w:tcPr>
          <w:p w:rsidR="00E36366" w:rsidRPr="007E7AD6" w:rsidRDefault="00E36366" w:rsidP="00475A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Строительные работы</w:t>
            </w:r>
          </w:p>
        </w:tc>
      </w:tr>
      <w:tr w:rsidR="00E36366" w:rsidRPr="007E7AD6" w:rsidTr="00896482">
        <w:trPr>
          <w:trHeight w:val="20"/>
        </w:trPr>
        <w:tc>
          <w:tcPr>
            <w:tcW w:w="5804" w:type="dxa"/>
          </w:tcPr>
          <w:p w:rsidR="00E36366" w:rsidRPr="007E7AD6" w:rsidRDefault="00E36366" w:rsidP="001640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 xml:space="preserve">Устройство бордюров и мощение тротуарной плиткой </w:t>
            </w:r>
          </w:p>
        </w:tc>
        <w:tc>
          <w:tcPr>
            <w:tcW w:w="3010" w:type="dxa"/>
          </w:tcPr>
          <w:p w:rsidR="00E36366" w:rsidRPr="007E7AD6" w:rsidRDefault="00E36366" w:rsidP="00C04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42 дней</w:t>
            </w:r>
          </w:p>
        </w:tc>
      </w:tr>
      <w:tr w:rsidR="00E36366" w:rsidRPr="007E7AD6" w:rsidTr="00405EF7">
        <w:trPr>
          <w:trHeight w:val="507"/>
        </w:trPr>
        <w:tc>
          <w:tcPr>
            <w:tcW w:w="5804" w:type="dxa"/>
          </w:tcPr>
          <w:p w:rsidR="00E36366" w:rsidRPr="007E7AD6" w:rsidRDefault="00E36366" w:rsidP="001A0D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Установка освещения</w:t>
            </w:r>
          </w:p>
        </w:tc>
        <w:tc>
          <w:tcPr>
            <w:tcW w:w="3010" w:type="dxa"/>
          </w:tcPr>
          <w:p w:rsidR="00E36366" w:rsidRPr="007E7AD6" w:rsidRDefault="00E36366" w:rsidP="000F5A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25 дней</w:t>
            </w:r>
          </w:p>
        </w:tc>
      </w:tr>
      <w:tr w:rsidR="00E36366" w:rsidRPr="007E7AD6" w:rsidTr="00405EF7">
        <w:trPr>
          <w:trHeight w:val="507"/>
        </w:trPr>
        <w:tc>
          <w:tcPr>
            <w:tcW w:w="5804" w:type="dxa"/>
          </w:tcPr>
          <w:p w:rsidR="00E36366" w:rsidRPr="007E7AD6" w:rsidRDefault="00E36366" w:rsidP="001A0D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Установка малых архитектурных форм</w:t>
            </w:r>
          </w:p>
        </w:tc>
        <w:tc>
          <w:tcPr>
            <w:tcW w:w="3010" w:type="dxa"/>
          </w:tcPr>
          <w:p w:rsidR="00E36366" w:rsidRPr="007E7AD6" w:rsidRDefault="00E36366" w:rsidP="000F5A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15 дней</w:t>
            </w:r>
          </w:p>
        </w:tc>
      </w:tr>
      <w:tr w:rsidR="00E36366" w:rsidRPr="007E7AD6" w:rsidTr="00405EF7">
        <w:trPr>
          <w:trHeight w:val="429"/>
        </w:trPr>
        <w:tc>
          <w:tcPr>
            <w:tcW w:w="5804" w:type="dxa"/>
          </w:tcPr>
          <w:p w:rsidR="00E36366" w:rsidRPr="007E7AD6" w:rsidRDefault="00E36366" w:rsidP="008964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0" w:type="dxa"/>
          </w:tcPr>
          <w:p w:rsidR="00E36366" w:rsidRPr="007E7AD6" w:rsidRDefault="00E36366" w:rsidP="000F5A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6366" w:rsidRPr="007E7AD6" w:rsidTr="00853424">
        <w:trPr>
          <w:trHeight w:val="149"/>
        </w:trPr>
        <w:tc>
          <w:tcPr>
            <w:tcW w:w="8814" w:type="dxa"/>
            <w:gridSpan w:val="2"/>
          </w:tcPr>
          <w:p w:rsidR="00E36366" w:rsidRPr="007E7AD6" w:rsidRDefault="00E36366" w:rsidP="00FD7E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AD6">
              <w:rPr>
                <w:rFonts w:ascii="Times New Roman" w:hAnsi="Times New Roman"/>
                <w:b/>
                <w:sz w:val="24"/>
                <w:szCs w:val="24"/>
              </w:rPr>
              <w:t>Заключительный этап</w:t>
            </w:r>
          </w:p>
        </w:tc>
      </w:tr>
      <w:tr w:rsidR="00E36366" w:rsidRPr="007E7AD6" w:rsidTr="00475AE7">
        <w:trPr>
          <w:trHeight w:val="149"/>
        </w:trPr>
        <w:tc>
          <w:tcPr>
            <w:tcW w:w="5804" w:type="dxa"/>
          </w:tcPr>
          <w:p w:rsidR="00E36366" w:rsidRPr="007E7AD6" w:rsidRDefault="00E36366" w:rsidP="00896482">
            <w:pPr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Сдача объекта</w:t>
            </w:r>
          </w:p>
        </w:tc>
        <w:tc>
          <w:tcPr>
            <w:tcW w:w="3010" w:type="dxa"/>
          </w:tcPr>
          <w:p w:rsidR="00E36366" w:rsidRPr="007E7AD6" w:rsidRDefault="00E36366" w:rsidP="000F5A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AD6">
              <w:rPr>
                <w:rFonts w:ascii="Times New Roman" w:hAnsi="Times New Roman"/>
                <w:sz w:val="24"/>
                <w:szCs w:val="24"/>
              </w:rPr>
              <w:t>122 дня</w:t>
            </w:r>
          </w:p>
        </w:tc>
      </w:tr>
    </w:tbl>
    <w:p w:rsidR="00E36366" w:rsidRDefault="00E36366" w:rsidP="00475A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E36366" w:rsidRDefault="00E36366" w:rsidP="00475A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C447AD">
        <w:rPr>
          <w:rFonts w:ascii="Times New Roman" w:hAnsi="Times New Roman"/>
          <w:b/>
          <w:sz w:val="24"/>
          <w:szCs w:val="24"/>
        </w:rPr>
        <w:t>Мощение дорожек</w:t>
      </w:r>
      <w:r w:rsidRPr="00624F66">
        <w:rPr>
          <w:rFonts w:ascii="Times New Roman" w:hAnsi="Times New Roman"/>
          <w:sz w:val="24"/>
          <w:szCs w:val="24"/>
        </w:rPr>
        <w:t xml:space="preserve"> </w:t>
      </w:r>
      <w:r w:rsidRPr="00C447AD">
        <w:rPr>
          <w:rFonts w:ascii="Times New Roman" w:hAnsi="Times New Roman"/>
          <w:b/>
          <w:sz w:val="24"/>
          <w:szCs w:val="24"/>
        </w:rPr>
        <w:t>тротуарной плиткой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E36366" w:rsidRPr="00624F66" w:rsidRDefault="00E36366" w:rsidP="00475A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A76DA">
        <w:rPr>
          <w:rFonts w:ascii="Times New Roman" w:hAnsi="Times New Roman"/>
          <w:sz w:val="24"/>
          <w:szCs w:val="24"/>
        </w:rPr>
        <w:t>Мощение дорожек</w:t>
      </w:r>
      <w:r w:rsidRPr="00624F66">
        <w:rPr>
          <w:rFonts w:ascii="Times New Roman" w:hAnsi="Times New Roman"/>
          <w:sz w:val="24"/>
          <w:szCs w:val="24"/>
        </w:rPr>
        <w:t xml:space="preserve"> обеспечит:</w:t>
      </w:r>
    </w:p>
    <w:p w:rsidR="00E36366" w:rsidRPr="00624F66" w:rsidRDefault="00E36366" w:rsidP="00475A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624F66">
        <w:rPr>
          <w:rFonts w:ascii="Times New Roman" w:hAnsi="Times New Roman"/>
          <w:sz w:val="24"/>
          <w:szCs w:val="24"/>
        </w:rPr>
        <w:t>высокие архитектурно-оформительские качества;</w:t>
      </w:r>
    </w:p>
    <w:p w:rsidR="00E36366" w:rsidRPr="00624F66" w:rsidRDefault="00E36366" w:rsidP="00475A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624F66">
        <w:rPr>
          <w:rFonts w:ascii="Times New Roman" w:hAnsi="Times New Roman"/>
          <w:sz w:val="24"/>
          <w:szCs w:val="24"/>
        </w:rPr>
        <w:t>возможность проводить монтаж или замену покрытия</w:t>
      </w:r>
      <w:r>
        <w:rPr>
          <w:rFonts w:ascii="Times New Roman" w:hAnsi="Times New Roman"/>
          <w:sz w:val="24"/>
          <w:szCs w:val="24"/>
        </w:rPr>
        <w:t>,</w:t>
      </w:r>
      <w:r w:rsidRPr="00624F66">
        <w:rPr>
          <w:rFonts w:ascii="Times New Roman" w:hAnsi="Times New Roman"/>
          <w:sz w:val="24"/>
          <w:szCs w:val="24"/>
        </w:rPr>
        <w:t xml:space="preserve"> не наруш</w:t>
      </w:r>
      <w:r>
        <w:rPr>
          <w:rFonts w:ascii="Times New Roman" w:hAnsi="Times New Roman"/>
          <w:sz w:val="24"/>
          <w:szCs w:val="24"/>
        </w:rPr>
        <w:t>ая</w:t>
      </w:r>
      <w:r w:rsidRPr="00624F66">
        <w:rPr>
          <w:rFonts w:ascii="Times New Roman" w:hAnsi="Times New Roman"/>
          <w:sz w:val="24"/>
          <w:szCs w:val="24"/>
        </w:rPr>
        <w:t xml:space="preserve"> архитектурный образ и ландшафт;</w:t>
      </w:r>
    </w:p>
    <w:p w:rsidR="00E36366" w:rsidRPr="00624F66" w:rsidRDefault="00E36366" w:rsidP="00475A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624F66">
        <w:rPr>
          <w:rFonts w:ascii="Times New Roman" w:hAnsi="Times New Roman"/>
          <w:sz w:val="24"/>
          <w:szCs w:val="24"/>
        </w:rPr>
        <w:t>долговечность (морозостойкость брусчатки составляет 200-300 циклов)</w:t>
      </w:r>
      <w:r>
        <w:rPr>
          <w:rFonts w:ascii="Times New Roman" w:hAnsi="Times New Roman"/>
          <w:sz w:val="24"/>
          <w:szCs w:val="24"/>
        </w:rPr>
        <w:t>;</w:t>
      </w:r>
    </w:p>
    <w:p w:rsidR="00E36366" w:rsidRDefault="00E36366" w:rsidP="00475A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624F66">
        <w:rPr>
          <w:rFonts w:ascii="Times New Roman" w:hAnsi="Times New Roman"/>
          <w:sz w:val="24"/>
          <w:szCs w:val="24"/>
        </w:rPr>
        <w:t xml:space="preserve">в летнее время не </w:t>
      </w:r>
      <w:r>
        <w:rPr>
          <w:rFonts w:ascii="Times New Roman" w:hAnsi="Times New Roman"/>
          <w:sz w:val="24"/>
          <w:szCs w:val="24"/>
        </w:rPr>
        <w:t>деформируется</w:t>
      </w:r>
      <w:r w:rsidRPr="00624F66">
        <w:rPr>
          <w:rFonts w:ascii="Times New Roman" w:hAnsi="Times New Roman"/>
          <w:sz w:val="24"/>
          <w:szCs w:val="24"/>
        </w:rPr>
        <w:t xml:space="preserve"> и не выделяет токсичных веществ</w:t>
      </w:r>
      <w:r>
        <w:rPr>
          <w:rFonts w:ascii="Times New Roman" w:hAnsi="Times New Roman"/>
          <w:sz w:val="24"/>
          <w:szCs w:val="24"/>
        </w:rPr>
        <w:t>;</w:t>
      </w:r>
    </w:p>
    <w:p w:rsidR="00E36366" w:rsidRPr="00624F66" w:rsidRDefault="00E36366" w:rsidP="005860CB">
      <w:pPr>
        <w:widowControl w:val="0"/>
        <w:autoSpaceDE w:val="0"/>
        <w:autoSpaceDN w:val="0"/>
        <w:adjustRightInd w:val="0"/>
        <w:spacing w:after="200"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E36366" w:rsidRDefault="00E36366" w:rsidP="00475A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447AD">
        <w:rPr>
          <w:rFonts w:ascii="Times New Roman" w:hAnsi="Times New Roman"/>
          <w:b/>
          <w:sz w:val="24"/>
          <w:szCs w:val="24"/>
        </w:rPr>
        <w:t>Создание энергосберегающей системы освещения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E36366" w:rsidRPr="00624F66" w:rsidRDefault="00E36366" w:rsidP="00475A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A76DA">
        <w:rPr>
          <w:rFonts w:ascii="Times New Roman" w:hAnsi="Times New Roman"/>
          <w:sz w:val="24"/>
          <w:szCs w:val="24"/>
        </w:rPr>
        <w:t>Создание энергосберегающей системы освещения</w:t>
      </w:r>
      <w:r w:rsidRPr="00624F66">
        <w:rPr>
          <w:rFonts w:ascii="Times New Roman" w:hAnsi="Times New Roman"/>
          <w:sz w:val="24"/>
          <w:szCs w:val="24"/>
        </w:rPr>
        <w:t xml:space="preserve"> позволит:</w:t>
      </w:r>
    </w:p>
    <w:p w:rsidR="00E36366" w:rsidRPr="00624F66" w:rsidRDefault="00E36366" w:rsidP="00475A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624F66">
        <w:rPr>
          <w:rFonts w:ascii="Times New Roman" w:hAnsi="Times New Roman"/>
          <w:sz w:val="24"/>
          <w:szCs w:val="24"/>
        </w:rPr>
        <w:t xml:space="preserve">установить оборудование, которое сократит затраты на электроэнергию в </w:t>
      </w:r>
      <w:r>
        <w:rPr>
          <w:rFonts w:ascii="Times New Roman" w:hAnsi="Times New Roman"/>
          <w:sz w:val="24"/>
          <w:szCs w:val="24"/>
        </w:rPr>
        <w:t>5 раза по сравнению с показателями до реализации проекта;</w:t>
      </w:r>
    </w:p>
    <w:p w:rsidR="00E36366" w:rsidRPr="00624F66" w:rsidRDefault="00E36366" w:rsidP="00475A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624F66">
        <w:rPr>
          <w:rFonts w:ascii="Times New Roman" w:hAnsi="Times New Roman"/>
          <w:sz w:val="24"/>
          <w:szCs w:val="24"/>
        </w:rPr>
        <w:t>сформировать впечатляющий вечерний ландшафт озелененной территории с использованием средств освещения в качестве действенного компонента архитектуры зеленых насаждений</w:t>
      </w:r>
      <w:r>
        <w:rPr>
          <w:rFonts w:ascii="Times New Roman" w:hAnsi="Times New Roman"/>
          <w:sz w:val="24"/>
          <w:szCs w:val="24"/>
        </w:rPr>
        <w:t>;</w:t>
      </w:r>
    </w:p>
    <w:p w:rsidR="00E36366" w:rsidRPr="00624F66" w:rsidRDefault="00E36366" w:rsidP="00475A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624F66">
        <w:rPr>
          <w:rFonts w:ascii="Times New Roman" w:hAnsi="Times New Roman"/>
          <w:sz w:val="24"/>
          <w:szCs w:val="24"/>
        </w:rPr>
        <w:t xml:space="preserve">обеспечить хорошую ориентацию для </w:t>
      </w:r>
      <w:r>
        <w:rPr>
          <w:rFonts w:ascii="Times New Roman" w:hAnsi="Times New Roman"/>
          <w:sz w:val="24"/>
          <w:szCs w:val="24"/>
        </w:rPr>
        <w:t>жителей.</w:t>
      </w:r>
    </w:p>
    <w:p w:rsidR="00E36366" w:rsidRPr="00FD7E0F" w:rsidRDefault="00E36366" w:rsidP="00FD7E0F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FD7E0F">
        <w:rPr>
          <w:rFonts w:ascii="Times New Roman" w:hAnsi="Times New Roman"/>
          <w:b/>
          <w:sz w:val="24"/>
          <w:szCs w:val="24"/>
        </w:rPr>
        <w:t>Установка лавочек и урн.</w:t>
      </w:r>
    </w:p>
    <w:p w:rsidR="00E36366" w:rsidRPr="00624F66" w:rsidRDefault="00E36366" w:rsidP="00475A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способствует увеличению количества жителей,</w:t>
      </w:r>
      <w:r w:rsidRPr="00624F66">
        <w:rPr>
          <w:rFonts w:ascii="Times New Roman" w:hAnsi="Times New Roman"/>
          <w:sz w:val="24"/>
          <w:szCs w:val="24"/>
        </w:rPr>
        <w:t xml:space="preserve"> предпочитающих отдых на данной территории</w:t>
      </w:r>
    </w:p>
    <w:p w:rsidR="00E36366" w:rsidRPr="00624F66" w:rsidRDefault="00E36366" w:rsidP="00475A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624F66">
        <w:rPr>
          <w:rFonts w:ascii="Times New Roman" w:hAnsi="Times New Roman"/>
          <w:sz w:val="24"/>
          <w:szCs w:val="24"/>
        </w:rPr>
        <w:t>усилит эстетический эффект</w:t>
      </w:r>
      <w:r>
        <w:rPr>
          <w:rFonts w:ascii="Times New Roman" w:hAnsi="Times New Roman"/>
          <w:sz w:val="24"/>
          <w:szCs w:val="24"/>
        </w:rPr>
        <w:t>;</w:t>
      </w:r>
    </w:p>
    <w:p w:rsidR="00E36366" w:rsidRDefault="00E36366" w:rsidP="00475A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624F66">
        <w:rPr>
          <w:rFonts w:ascii="Times New Roman" w:hAnsi="Times New Roman"/>
          <w:sz w:val="24"/>
          <w:szCs w:val="24"/>
        </w:rPr>
        <w:t>снизит уровень загрязнения территории, что позволит снизить затраты на уборку территории от ТБО</w:t>
      </w:r>
    </w:p>
    <w:p w:rsidR="00E36366" w:rsidRPr="00C10CED" w:rsidRDefault="00E36366" w:rsidP="00C10CED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C10CED">
        <w:rPr>
          <w:rFonts w:ascii="Arial" w:hAnsi="Arial" w:cs="Arial"/>
          <w:color w:val="333333"/>
          <w:sz w:val="18"/>
          <w:szCs w:val="18"/>
        </w:rPr>
        <w:br/>
      </w:r>
    </w:p>
    <w:p w:rsidR="00E36366" w:rsidRPr="00475AE7" w:rsidRDefault="00E36366" w:rsidP="00475AE7">
      <w:pPr>
        <w:pStyle w:val="ListParagraph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475AE7">
        <w:rPr>
          <w:rFonts w:ascii="Times New Roman" w:hAnsi="Times New Roman"/>
          <w:b/>
          <w:sz w:val="24"/>
          <w:szCs w:val="24"/>
        </w:rPr>
        <w:t>Дополнительные сведения</w:t>
      </w:r>
    </w:p>
    <w:p w:rsidR="00E36366" w:rsidRDefault="00E36366" w:rsidP="00475AE7">
      <w:pPr>
        <w:pStyle w:val="ListParagraph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 w:rsidRPr="00FD7E0F">
        <w:rPr>
          <w:rFonts w:ascii="Times New Roman" w:hAnsi="Times New Roman"/>
          <w:sz w:val="24"/>
          <w:szCs w:val="24"/>
        </w:rPr>
        <w:t>Победа в смотре-конкурсе позволит реализовать цели и задачи данного проекта, создать единую площадку для взаимодействия представителей общественности, бизнеса и власти, решить вопрос создания благоустроенных современных, многофункциональных территорий.</w:t>
      </w:r>
    </w:p>
    <w:p w:rsidR="00E36366" w:rsidRPr="009830F8" w:rsidRDefault="00E36366" w:rsidP="000F5AB6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E36366" w:rsidRPr="009830F8" w:rsidSect="00F3004E">
      <w:pgSz w:w="11906" w:h="16838"/>
      <w:pgMar w:top="1134" w:right="850" w:bottom="1134" w:left="1701" w:header="708" w:footer="708" w:gutter="0"/>
      <w:pgBorders w:display="firstPage"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22EA3AA"/>
    <w:lvl w:ilvl="0">
      <w:numFmt w:val="bullet"/>
      <w:lvlText w:val="*"/>
      <w:lvlJc w:val="left"/>
    </w:lvl>
  </w:abstractNum>
  <w:abstractNum w:abstractNumId="1">
    <w:nsid w:val="0AC006AA"/>
    <w:multiLevelType w:val="hybridMultilevel"/>
    <w:tmpl w:val="06AC66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F575424"/>
    <w:multiLevelType w:val="hybridMultilevel"/>
    <w:tmpl w:val="247E3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850E8B"/>
    <w:multiLevelType w:val="hybridMultilevel"/>
    <w:tmpl w:val="327E8E0A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167"/>
    <w:rsid w:val="000118AF"/>
    <w:rsid w:val="00036D22"/>
    <w:rsid w:val="00061D03"/>
    <w:rsid w:val="000F5AB6"/>
    <w:rsid w:val="001640B6"/>
    <w:rsid w:val="00177A50"/>
    <w:rsid w:val="001A0D05"/>
    <w:rsid w:val="001B00EF"/>
    <w:rsid w:val="001E64F8"/>
    <w:rsid w:val="0022277B"/>
    <w:rsid w:val="0022362D"/>
    <w:rsid w:val="002628B6"/>
    <w:rsid w:val="00275749"/>
    <w:rsid w:val="00292D7C"/>
    <w:rsid w:val="002B3F43"/>
    <w:rsid w:val="002C34BD"/>
    <w:rsid w:val="002C6CFE"/>
    <w:rsid w:val="002D7DBD"/>
    <w:rsid w:val="002E7F4B"/>
    <w:rsid w:val="00397D7B"/>
    <w:rsid w:val="003A76DA"/>
    <w:rsid w:val="00405EF7"/>
    <w:rsid w:val="00475AE7"/>
    <w:rsid w:val="004A6420"/>
    <w:rsid w:val="004C30A0"/>
    <w:rsid w:val="004E55B2"/>
    <w:rsid w:val="00501807"/>
    <w:rsid w:val="00502490"/>
    <w:rsid w:val="00541C6E"/>
    <w:rsid w:val="00560513"/>
    <w:rsid w:val="005860CB"/>
    <w:rsid w:val="00613950"/>
    <w:rsid w:val="006208F6"/>
    <w:rsid w:val="00624F66"/>
    <w:rsid w:val="006B54B2"/>
    <w:rsid w:val="006B5964"/>
    <w:rsid w:val="00713FB2"/>
    <w:rsid w:val="00777580"/>
    <w:rsid w:val="00785971"/>
    <w:rsid w:val="007C4851"/>
    <w:rsid w:val="007C7EA0"/>
    <w:rsid w:val="007E741A"/>
    <w:rsid w:val="007E7AD6"/>
    <w:rsid w:val="008465D5"/>
    <w:rsid w:val="00853424"/>
    <w:rsid w:val="00896482"/>
    <w:rsid w:val="008A1110"/>
    <w:rsid w:val="008A2878"/>
    <w:rsid w:val="008A3889"/>
    <w:rsid w:val="008B4698"/>
    <w:rsid w:val="008D1A99"/>
    <w:rsid w:val="00911F71"/>
    <w:rsid w:val="00923D91"/>
    <w:rsid w:val="009830F8"/>
    <w:rsid w:val="00990167"/>
    <w:rsid w:val="009B223E"/>
    <w:rsid w:val="009D06F6"/>
    <w:rsid w:val="009D6877"/>
    <w:rsid w:val="009F1E83"/>
    <w:rsid w:val="00A058E5"/>
    <w:rsid w:val="00A249BD"/>
    <w:rsid w:val="00A866D4"/>
    <w:rsid w:val="00A90230"/>
    <w:rsid w:val="00AB633C"/>
    <w:rsid w:val="00AC4DE6"/>
    <w:rsid w:val="00AD1453"/>
    <w:rsid w:val="00AD3290"/>
    <w:rsid w:val="00B05512"/>
    <w:rsid w:val="00B133DA"/>
    <w:rsid w:val="00B65C63"/>
    <w:rsid w:val="00BF5102"/>
    <w:rsid w:val="00C0439E"/>
    <w:rsid w:val="00C10CED"/>
    <w:rsid w:val="00C13501"/>
    <w:rsid w:val="00C347A0"/>
    <w:rsid w:val="00C35A89"/>
    <w:rsid w:val="00C447AD"/>
    <w:rsid w:val="00C566DA"/>
    <w:rsid w:val="00CA4855"/>
    <w:rsid w:val="00CC6B44"/>
    <w:rsid w:val="00CD6C36"/>
    <w:rsid w:val="00D512A7"/>
    <w:rsid w:val="00D67A88"/>
    <w:rsid w:val="00D73495"/>
    <w:rsid w:val="00D73D1A"/>
    <w:rsid w:val="00DB0F0E"/>
    <w:rsid w:val="00E03514"/>
    <w:rsid w:val="00E254E8"/>
    <w:rsid w:val="00E36366"/>
    <w:rsid w:val="00E50796"/>
    <w:rsid w:val="00E71B58"/>
    <w:rsid w:val="00E72666"/>
    <w:rsid w:val="00E92659"/>
    <w:rsid w:val="00EC069A"/>
    <w:rsid w:val="00EC234E"/>
    <w:rsid w:val="00F07B37"/>
    <w:rsid w:val="00F3004E"/>
    <w:rsid w:val="00F56DC3"/>
    <w:rsid w:val="00F87F56"/>
    <w:rsid w:val="00FD7116"/>
    <w:rsid w:val="00FD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D7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830F8"/>
    <w:pPr>
      <w:ind w:left="720"/>
      <w:contextualSpacing/>
    </w:pPr>
  </w:style>
  <w:style w:type="table" w:styleId="TableGrid">
    <w:name w:val="Table Grid"/>
    <w:basedOn w:val="TableNormal"/>
    <w:uiPriority w:val="99"/>
    <w:rsid w:val="00475AE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405E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405EF7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F30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3004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rsid w:val="009F1E83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D7349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9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278</TotalTime>
  <Pages>9</Pages>
  <Words>2048</Words>
  <Characters>11679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Викторовна Моисеева</dc:creator>
  <cp:keywords/>
  <dc:description/>
  <cp:lastModifiedBy>user</cp:lastModifiedBy>
  <cp:revision>61</cp:revision>
  <cp:lastPrinted>2018-02-01T13:45:00Z</cp:lastPrinted>
  <dcterms:created xsi:type="dcterms:W3CDTF">2017-03-10T16:00:00Z</dcterms:created>
  <dcterms:modified xsi:type="dcterms:W3CDTF">2018-02-01T13:46:00Z</dcterms:modified>
</cp:coreProperties>
</file>