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6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EF" w:rsidRDefault="007403EF" w:rsidP="0094593E">
      <w:pPr>
        <w:rPr>
          <w:rFonts w:ascii="Arial" w:hAnsi="Arial" w:cs="Arial"/>
        </w:rPr>
      </w:pPr>
      <w:bookmarkStart w:id="0" w:name="bookmark0"/>
    </w:p>
    <w:p w:rsidR="007403EF" w:rsidRDefault="007403EF" w:rsidP="0094593E"/>
    <w:p w:rsidR="007403EF" w:rsidRPr="007C4532" w:rsidRDefault="007403EF" w:rsidP="0094593E">
      <w:pPr>
        <w:jc w:val="center"/>
        <w:rPr>
          <w:b/>
          <w:bCs/>
        </w:rPr>
      </w:pPr>
      <w:r w:rsidRPr="007C4532">
        <w:rPr>
          <w:b/>
          <w:bCs/>
        </w:rPr>
        <w:t>АДМИНИСТРАЦИЯ</w:t>
      </w:r>
    </w:p>
    <w:p w:rsidR="007403EF" w:rsidRPr="007C4532" w:rsidRDefault="007403EF" w:rsidP="0094593E">
      <w:pPr>
        <w:jc w:val="center"/>
        <w:rPr>
          <w:b/>
          <w:bCs/>
        </w:rPr>
      </w:pPr>
      <w:r>
        <w:rPr>
          <w:b/>
          <w:bCs/>
        </w:rPr>
        <w:t>ТОРГУНСКОГО</w:t>
      </w:r>
      <w:r w:rsidRPr="007C4532">
        <w:rPr>
          <w:b/>
          <w:bCs/>
        </w:rPr>
        <w:t xml:space="preserve"> СЕЛЬСКОГО ПОСЕЛЕНИЯ</w:t>
      </w:r>
    </w:p>
    <w:p w:rsidR="007403EF" w:rsidRPr="007C4532" w:rsidRDefault="007403EF" w:rsidP="0094593E">
      <w:pPr>
        <w:jc w:val="center"/>
        <w:rPr>
          <w:b/>
          <w:bCs/>
        </w:rPr>
      </w:pPr>
      <w:r w:rsidRPr="007C4532">
        <w:rPr>
          <w:b/>
          <w:bCs/>
        </w:rPr>
        <w:t>СТАРОПОЛТАВСКОГО МУНИЦИПАЛЬНОГО РАЙОНА</w:t>
      </w:r>
    </w:p>
    <w:p w:rsidR="007403EF" w:rsidRDefault="007403EF" w:rsidP="0094593E">
      <w:pPr>
        <w:pBdr>
          <w:bottom w:val="single" w:sz="8" w:space="1" w:color="000000"/>
        </w:pBdr>
        <w:jc w:val="center"/>
        <w:rPr>
          <w:b/>
          <w:bCs/>
        </w:rPr>
      </w:pPr>
      <w:r w:rsidRPr="007C4532">
        <w:rPr>
          <w:b/>
          <w:bCs/>
        </w:rPr>
        <w:t>ВОЛГОГРАДСКОЙ ОБЛАСТИ</w:t>
      </w:r>
    </w:p>
    <w:p w:rsidR="007403EF" w:rsidRDefault="007403EF" w:rsidP="0094593E">
      <w:pPr>
        <w:pBdr>
          <w:bottom w:val="single" w:sz="8" w:space="1" w:color="000000"/>
        </w:pBdr>
        <w:jc w:val="center"/>
      </w:pPr>
    </w:p>
    <w:p w:rsidR="007403EF" w:rsidRPr="00CF42EA" w:rsidRDefault="007403EF" w:rsidP="0094593E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404202 , п.Торгун </w:t>
      </w:r>
      <w:r>
        <w:rPr>
          <w:sz w:val="18"/>
          <w:szCs w:val="18"/>
        </w:rPr>
        <w:t xml:space="preserve">. ул.Почтовая, 15                                                   тел./факс(84493)-4-63-53, </w:t>
      </w:r>
      <w:r>
        <w:rPr>
          <w:sz w:val="18"/>
          <w:szCs w:val="18"/>
          <w:lang w:val="en-US"/>
        </w:rPr>
        <w:t>torgunsp</w:t>
      </w:r>
      <w:r w:rsidRPr="00CF42EA">
        <w:rPr>
          <w:sz w:val="18"/>
          <w:szCs w:val="18"/>
        </w:rPr>
        <w:t>@</w:t>
      </w:r>
      <w:r>
        <w:rPr>
          <w:sz w:val="18"/>
          <w:szCs w:val="18"/>
          <w:lang w:val="en-US"/>
        </w:rPr>
        <w:t>mail</w:t>
      </w:r>
      <w:r w:rsidRPr="00CF42EA">
        <w:rPr>
          <w:sz w:val="18"/>
          <w:szCs w:val="18"/>
        </w:rPr>
        <w:t>.</w:t>
      </w:r>
      <w:r>
        <w:rPr>
          <w:sz w:val="18"/>
          <w:szCs w:val="18"/>
          <w:lang w:val="en-US"/>
        </w:rPr>
        <w:t>ru</w:t>
      </w:r>
    </w:p>
    <w:p w:rsidR="007403EF" w:rsidRPr="003442AD" w:rsidRDefault="007403EF" w:rsidP="0094593E">
      <w:pPr>
        <w:rPr>
          <w:rFonts w:ascii="Arial" w:hAnsi="Arial" w:cs="Arial"/>
        </w:rPr>
      </w:pPr>
    </w:p>
    <w:p w:rsidR="007403EF" w:rsidRPr="00097250" w:rsidRDefault="007403EF" w:rsidP="0094593E">
      <w:pPr>
        <w:jc w:val="center"/>
        <w:rPr>
          <w:rFonts w:ascii="Arial" w:hAnsi="Arial" w:cs="Arial"/>
          <w:b/>
          <w:bCs/>
        </w:rPr>
      </w:pPr>
      <w:r w:rsidRPr="00097250">
        <w:rPr>
          <w:rFonts w:ascii="Arial" w:hAnsi="Arial" w:cs="Arial"/>
          <w:b/>
          <w:bCs/>
        </w:rPr>
        <w:t>ПОСТАНОВЛЕНИЕ- ПРОЕКТ</w:t>
      </w:r>
    </w:p>
    <w:p w:rsidR="007403EF" w:rsidRPr="00097250" w:rsidRDefault="007403EF" w:rsidP="001C050B">
      <w:pPr>
        <w:pStyle w:val="10"/>
        <w:keepNext/>
        <w:keepLines/>
        <w:shd w:val="clear" w:color="auto" w:fill="auto"/>
        <w:spacing w:before="0" w:after="0" w:line="240" w:lineRule="auto"/>
        <w:rPr>
          <w:b/>
          <w:bCs/>
        </w:rPr>
      </w:pPr>
    </w:p>
    <w:p w:rsidR="007403EF" w:rsidRDefault="007403EF" w:rsidP="001C050B">
      <w:pPr>
        <w:pStyle w:val="10"/>
        <w:keepNext/>
        <w:keepLines/>
        <w:shd w:val="clear" w:color="auto" w:fill="auto"/>
        <w:spacing w:before="0" w:after="0" w:line="240" w:lineRule="auto"/>
      </w:pPr>
    </w:p>
    <w:bookmarkEnd w:id="0"/>
    <w:p w:rsidR="007403EF" w:rsidRDefault="007403EF" w:rsidP="001C050B">
      <w:pPr>
        <w:pStyle w:val="40"/>
        <w:shd w:val="clear" w:color="auto" w:fill="auto"/>
        <w:tabs>
          <w:tab w:val="left" w:pos="8915"/>
        </w:tabs>
        <w:spacing w:before="0" w:after="0" w:line="240" w:lineRule="auto"/>
        <w:ind w:hanging="280"/>
      </w:pPr>
    </w:p>
    <w:p w:rsidR="007403EF" w:rsidRDefault="007403EF" w:rsidP="001C050B">
      <w:pPr>
        <w:pStyle w:val="40"/>
        <w:shd w:val="clear" w:color="auto" w:fill="auto"/>
        <w:tabs>
          <w:tab w:val="left" w:pos="8915"/>
        </w:tabs>
        <w:spacing w:before="0" w:after="0" w:line="240" w:lineRule="auto"/>
        <w:ind w:hanging="280"/>
      </w:pPr>
      <w:r>
        <w:t>от   20 марта 2017 г.</w:t>
      </w:r>
      <w:r>
        <w:tab/>
        <w:t>№__</w:t>
      </w:r>
    </w:p>
    <w:p w:rsidR="007403EF" w:rsidRDefault="007403EF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</w:p>
    <w:p w:rsidR="007403EF" w:rsidRDefault="007403EF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  <w:r>
        <w:t>Об утверждении Положения о реестрах</w:t>
      </w:r>
    </w:p>
    <w:p w:rsidR="007403EF" w:rsidRDefault="007403EF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  <w:r>
        <w:t>инвестиционных проектов и инвестиционных</w:t>
      </w:r>
    </w:p>
    <w:p w:rsidR="007403EF" w:rsidRDefault="007403EF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  <w:r>
        <w:t>площадок Торгунского сельского поселения</w:t>
      </w:r>
    </w:p>
    <w:p w:rsidR="007403EF" w:rsidRDefault="007403EF" w:rsidP="001C050B">
      <w:pPr>
        <w:pStyle w:val="50"/>
        <w:shd w:val="clear" w:color="auto" w:fill="auto"/>
        <w:tabs>
          <w:tab w:val="left" w:pos="9498"/>
        </w:tabs>
        <w:spacing w:before="0" w:line="240" w:lineRule="auto"/>
        <w:jc w:val="both"/>
      </w:pPr>
    </w:p>
    <w:p w:rsidR="007403EF" w:rsidRDefault="007403EF" w:rsidP="001C050B">
      <w:pPr>
        <w:pStyle w:val="40"/>
        <w:shd w:val="clear" w:color="auto" w:fill="auto"/>
        <w:spacing w:before="0" w:after="0" w:line="240" w:lineRule="auto"/>
        <w:ind w:firstLine="720"/>
      </w:pPr>
      <w:r>
        <w:t>В целях повышения инвестиционной активности и создания благоприятных условий для развития инвестиционной деятельности, систематизации учета данных по реализуемым (планируемым к реализации) инвестиционным проектам и инвестиционным площадкам на территории Торгунского</w:t>
      </w:r>
      <w:r w:rsidRPr="001C050B">
        <w:t xml:space="preserve"> сельского поселения</w:t>
      </w:r>
      <w:r>
        <w:t xml:space="preserve">, </w:t>
      </w:r>
    </w:p>
    <w:p w:rsidR="007403EF" w:rsidRDefault="007403EF" w:rsidP="007D38C7">
      <w:pPr>
        <w:pStyle w:val="40"/>
        <w:shd w:val="clear" w:color="auto" w:fill="auto"/>
        <w:spacing w:before="0" w:after="0" w:line="240" w:lineRule="auto"/>
        <w:ind w:firstLine="720"/>
        <w:jc w:val="center"/>
        <w:rPr>
          <w:rStyle w:val="42pt"/>
        </w:rPr>
      </w:pPr>
    </w:p>
    <w:p w:rsidR="007403EF" w:rsidRDefault="007403EF" w:rsidP="007D38C7">
      <w:pPr>
        <w:pStyle w:val="40"/>
        <w:shd w:val="clear" w:color="auto" w:fill="auto"/>
        <w:spacing w:before="0" w:after="0" w:line="240" w:lineRule="auto"/>
        <w:ind w:firstLine="720"/>
        <w:jc w:val="center"/>
        <w:rPr>
          <w:rStyle w:val="42pt"/>
        </w:rPr>
      </w:pPr>
      <w:r>
        <w:rPr>
          <w:rStyle w:val="42pt"/>
        </w:rPr>
        <w:t>ПОСТАНОВЛЯЕТ:</w:t>
      </w:r>
    </w:p>
    <w:p w:rsidR="007403EF" w:rsidRDefault="007403EF" w:rsidP="007D38C7">
      <w:pPr>
        <w:pStyle w:val="40"/>
        <w:shd w:val="clear" w:color="auto" w:fill="auto"/>
        <w:spacing w:before="0" w:after="0" w:line="240" w:lineRule="auto"/>
        <w:ind w:firstLine="720"/>
        <w:jc w:val="center"/>
      </w:pPr>
    </w:p>
    <w:p w:rsidR="007403EF" w:rsidRDefault="007403EF" w:rsidP="007D38C7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>Утвердить прилагаемое Положение о реестрах инвестиционных проектов и инвестиционных площадок Торгунского</w:t>
      </w:r>
      <w:r w:rsidRPr="003F2377">
        <w:t xml:space="preserve"> сельского поселения</w:t>
      </w:r>
      <w:r>
        <w:t>.</w:t>
      </w:r>
    </w:p>
    <w:p w:rsidR="007403EF" w:rsidRDefault="007403EF" w:rsidP="00CC204B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>Определить</w:t>
      </w:r>
      <w:r w:rsidRPr="005E06D7">
        <w:tab/>
        <w:t>уполномоченн</w:t>
      </w:r>
      <w:r>
        <w:t>ым</w:t>
      </w:r>
      <w:r w:rsidRPr="005E06D7">
        <w:t xml:space="preserve"> должностн</w:t>
      </w:r>
      <w:r>
        <w:t>ым</w:t>
      </w:r>
      <w:r w:rsidRPr="005E06D7">
        <w:t xml:space="preserve"> лицо</w:t>
      </w:r>
      <w:r>
        <w:t xml:space="preserve">м по </w:t>
      </w:r>
      <w:r w:rsidRPr="005E06D7">
        <w:t>формировани</w:t>
      </w:r>
      <w:r>
        <w:t>ю</w:t>
      </w:r>
      <w:r w:rsidRPr="005E06D7">
        <w:t xml:space="preserve"> и ведени</w:t>
      </w:r>
      <w:r>
        <w:t xml:space="preserve">ю </w:t>
      </w:r>
      <w:r w:rsidRPr="005E06D7">
        <w:t>реестр</w:t>
      </w:r>
      <w:r>
        <w:t>ов</w:t>
      </w:r>
      <w:r w:rsidRPr="005E06D7">
        <w:t xml:space="preserve"> инвестиционных проектов и инвестиционных площадок </w:t>
      </w:r>
      <w:r>
        <w:t>Торгунского</w:t>
      </w:r>
      <w:r w:rsidRPr="005E06D7">
        <w:t xml:space="preserve"> сельского поселения </w:t>
      </w:r>
      <w:r>
        <w:t>ведущего</w:t>
      </w:r>
      <w:r w:rsidRPr="005E06D7">
        <w:t xml:space="preserve"> специалист</w:t>
      </w:r>
      <w:r>
        <w:t>а</w:t>
      </w:r>
      <w:r w:rsidRPr="005E06D7">
        <w:t xml:space="preserve"> администрации </w:t>
      </w:r>
      <w:r>
        <w:t>Торгунского</w:t>
      </w:r>
      <w:r w:rsidRPr="005E06D7">
        <w:t xml:space="preserve"> сельского поселения</w:t>
      </w:r>
      <w:r>
        <w:t xml:space="preserve">  Бадамшину  Ольгу Магзумовну .</w:t>
      </w:r>
    </w:p>
    <w:p w:rsidR="007403EF" w:rsidRDefault="007403EF" w:rsidP="00CC204B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>Настоящее постановление подлежит официальному обнародованию и размещению на сайте Торгунского сельского поселения.</w:t>
      </w:r>
    </w:p>
    <w:p w:rsidR="007403EF" w:rsidRDefault="007403EF" w:rsidP="005E06D7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noProof/>
        </w:rPr>
      </w:pPr>
      <w:r>
        <w:t>Контроль за исполнением настоящего постановления оставляю</w:t>
      </w:r>
    </w:p>
    <w:p w:rsidR="007403EF" w:rsidRDefault="007403EF" w:rsidP="00097250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0"/>
      </w:pPr>
      <w:r>
        <w:t xml:space="preserve">   за собой.</w:t>
      </w:r>
    </w:p>
    <w:p w:rsidR="007403EF" w:rsidRDefault="007403EF" w:rsidP="00097250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0"/>
      </w:pPr>
    </w:p>
    <w:p w:rsidR="007403EF" w:rsidRDefault="007403EF" w:rsidP="00097250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noProof/>
        </w:rPr>
      </w:pPr>
    </w:p>
    <w:p w:rsidR="007403EF" w:rsidRDefault="007403EF" w:rsidP="005E06D7">
      <w:pPr>
        <w:pStyle w:val="40"/>
        <w:shd w:val="clear" w:color="auto" w:fill="auto"/>
        <w:tabs>
          <w:tab w:val="left" w:pos="0"/>
        </w:tabs>
        <w:spacing w:before="0" w:after="0" w:line="240" w:lineRule="auto"/>
        <w:ind w:left="567" w:firstLine="0"/>
        <w:rPr>
          <w:noProof/>
        </w:rPr>
      </w:pPr>
    </w:p>
    <w:p w:rsidR="007403EF" w:rsidRDefault="007403EF" w:rsidP="007D38C7">
      <w:pPr>
        <w:pStyle w:val="50"/>
        <w:shd w:val="clear" w:color="auto" w:fill="auto"/>
        <w:spacing w:before="0" w:line="240" w:lineRule="auto"/>
        <w:jc w:val="both"/>
      </w:pPr>
      <w:r>
        <w:t>Глава Торгунского</w:t>
      </w:r>
    </w:p>
    <w:p w:rsidR="007403EF" w:rsidRDefault="007403EF" w:rsidP="007D38C7">
      <w:pPr>
        <w:pStyle w:val="50"/>
        <w:shd w:val="clear" w:color="auto" w:fill="auto"/>
        <w:spacing w:before="0" w:line="240" w:lineRule="auto"/>
        <w:jc w:val="both"/>
        <w:sectPr w:rsidR="007403EF" w:rsidSect="007D38C7">
          <w:headerReference w:type="even" r:id="rId7"/>
          <w:pgSz w:w="11900" w:h="16840"/>
          <w:pgMar w:top="1418" w:right="843" w:bottom="1510" w:left="1592" w:header="0" w:footer="3" w:gutter="0"/>
          <w:cols w:space="720"/>
          <w:noEndnote/>
          <w:docGrid w:linePitch="360"/>
        </w:sectPr>
      </w:pPr>
      <w:r>
        <w:t xml:space="preserve">сельского поселения                                                                             И.Б.Шавленов </w:t>
      </w:r>
    </w:p>
    <w:p w:rsidR="007403EF" w:rsidRDefault="007403EF">
      <w:pPr>
        <w:pStyle w:val="21"/>
        <w:shd w:val="clear" w:color="auto" w:fill="auto"/>
        <w:spacing w:after="505" w:line="240" w:lineRule="exact"/>
        <w:ind w:left="4540" w:firstLine="0"/>
      </w:pPr>
      <w:r>
        <w:t>УТВЕРЖДЕН</w:t>
      </w:r>
    </w:p>
    <w:p w:rsidR="007403EF" w:rsidRDefault="007403EF" w:rsidP="001C050B">
      <w:pPr>
        <w:pStyle w:val="21"/>
        <w:shd w:val="clear" w:color="auto" w:fill="auto"/>
        <w:spacing w:after="126" w:line="277" w:lineRule="exact"/>
        <w:ind w:left="4540" w:firstLine="0"/>
      </w:pPr>
      <w:r>
        <w:t>постановлением администрации Торгунского</w:t>
      </w:r>
      <w:r w:rsidRPr="001C050B">
        <w:t xml:space="preserve"> сельского поселения</w:t>
      </w:r>
      <w:r>
        <w:t xml:space="preserve"> от ____2017 г. №___</w:t>
      </w:r>
    </w:p>
    <w:p w:rsidR="007403EF" w:rsidRDefault="007403EF" w:rsidP="001C050B">
      <w:pPr>
        <w:pStyle w:val="21"/>
        <w:shd w:val="clear" w:color="auto" w:fill="auto"/>
        <w:spacing w:after="126" w:line="240" w:lineRule="auto"/>
        <w:ind w:firstLine="0"/>
      </w:pPr>
    </w:p>
    <w:p w:rsidR="007403EF" w:rsidRDefault="007403EF" w:rsidP="001C050B">
      <w:pPr>
        <w:pStyle w:val="21"/>
        <w:shd w:val="clear" w:color="auto" w:fill="auto"/>
        <w:spacing w:after="0" w:line="240" w:lineRule="auto"/>
        <w:ind w:firstLine="0"/>
        <w:jc w:val="center"/>
      </w:pPr>
      <w:r>
        <w:t>ПОЛОЖЕНИЕ</w:t>
      </w:r>
    </w:p>
    <w:p w:rsidR="007403EF" w:rsidRDefault="007403EF" w:rsidP="001C050B">
      <w:pPr>
        <w:pStyle w:val="21"/>
        <w:shd w:val="clear" w:color="auto" w:fill="auto"/>
        <w:spacing w:after="0" w:line="240" w:lineRule="auto"/>
        <w:ind w:firstLine="0"/>
        <w:jc w:val="center"/>
      </w:pPr>
      <w:r>
        <w:t>о реестрах инвестиционных проектов и инвестиционных площадок Торгунского</w:t>
      </w:r>
      <w:r w:rsidRPr="001C050B">
        <w:t xml:space="preserve"> сельского поселения</w:t>
      </w:r>
    </w:p>
    <w:p w:rsidR="007403EF" w:rsidRDefault="007403EF" w:rsidP="001C050B">
      <w:pPr>
        <w:pStyle w:val="21"/>
        <w:shd w:val="clear" w:color="auto" w:fill="auto"/>
        <w:spacing w:after="0" w:line="240" w:lineRule="auto"/>
        <w:ind w:firstLine="0"/>
        <w:jc w:val="center"/>
      </w:pPr>
    </w:p>
    <w:p w:rsidR="007403EF" w:rsidRDefault="007403EF">
      <w:pPr>
        <w:pStyle w:val="21"/>
        <w:numPr>
          <w:ilvl w:val="0"/>
          <w:numId w:val="3"/>
        </w:numPr>
        <w:shd w:val="clear" w:color="auto" w:fill="auto"/>
        <w:tabs>
          <w:tab w:val="left" w:pos="4035"/>
        </w:tabs>
        <w:spacing w:after="202" w:line="240" w:lineRule="exact"/>
        <w:ind w:left="3700" w:firstLine="0"/>
        <w:jc w:val="both"/>
      </w:pPr>
      <w:r>
        <w:t>Общие положения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Настоящее Положение определяет порядок формирования и ведения реестров инвестиционных проектов и инвестиционных площадок Торгунского</w:t>
      </w:r>
      <w:r w:rsidRPr="001C050B">
        <w:t xml:space="preserve"> сельского поселения</w:t>
      </w:r>
      <w:r>
        <w:t xml:space="preserve"> (далее - реестры).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Целью формирования и ведения реестров является создание информационной основы привлечения инвестиционных ресурсов на территорию Торгунского</w:t>
      </w:r>
      <w:r w:rsidRPr="001C050B">
        <w:t xml:space="preserve"> сельского поселения</w:t>
      </w:r>
      <w:r>
        <w:t xml:space="preserve"> посредством организации системы учета инвестиционных проектов и инвестиционных площадок.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Для целей настоящего Положения используются следующие основные понятия: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реестр инвестиционных проектов Торгунского</w:t>
      </w:r>
      <w:r w:rsidRPr="001C050B">
        <w:t xml:space="preserve"> сельского поселения</w:t>
      </w:r>
      <w:r>
        <w:t xml:space="preserve"> (далее - реестр проектов) - перечень реализуемых (планируемых к реализации) на территории Торгунского</w:t>
      </w:r>
      <w:r w:rsidRPr="001C050B">
        <w:t xml:space="preserve"> сельского поселения</w:t>
      </w:r>
      <w:r>
        <w:t xml:space="preserve"> инвестиционных проектов, способствующих социально-экономическому развитию Торгунского</w:t>
      </w:r>
      <w:r w:rsidRPr="001C050B">
        <w:t xml:space="preserve"> сельского поселения</w:t>
      </w:r>
      <w:r>
        <w:rPr>
          <w:rStyle w:val="210"/>
        </w:rPr>
        <w:t xml:space="preserve">, </w:t>
      </w:r>
      <w:r w:rsidRPr="001C050B">
        <w:t xml:space="preserve">а также данные о них. Реестр проектов ведется по форме </w:t>
      </w:r>
      <w:r>
        <w:t>согласно приложению 1 к настоящему Положению;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реестр инвестиционных площадок Торгунского</w:t>
      </w:r>
      <w:r w:rsidRPr="001C050B">
        <w:t xml:space="preserve"> сельского поселения</w:t>
      </w:r>
      <w:r>
        <w:t xml:space="preserve"> (далее - реестр площадок) - перечень сведений о совокупности материально-технических ресурсов, выраженных в форме земельных участков, зданий, сооружений, инженерного и транспортного обеспечения, производственных базах и иных объектах, расположенных на территории Торгунского</w:t>
      </w:r>
      <w:r w:rsidRPr="001C050B">
        <w:t xml:space="preserve"> сельского поселения</w:t>
      </w:r>
      <w:r>
        <w:t>, потенциально пригодных для реализации инвестиционных проектов, способствующих социально-экономическому развитию Торгунского</w:t>
      </w:r>
      <w:r w:rsidRPr="001C050B">
        <w:t xml:space="preserve"> сельского поселения</w:t>
      </w:r>
      <w:r>
        <w:t>. Реестр площадок ведется по форме согласно приложению 2 к настоящему Положению;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</w:pPr>
      <w:r>
        <w:t>правообладатель инвестиционной площадки (далее - правообладатель площадки) - юридическое лицо независимо от его организационно-правовой формы и формы собственности, индивидуальный предприниматель или физическое лицо, имеющие в установленном порядке право распоряжаться объектом имущества, находящимся на территории Торгунского</w:t>
      </w:r>
      <w:r w:rsidRPr="00670E87">
        <w:t xml:space="preserve"> сельского поселения</w:t>
      </w:r>
      <w:r>
        <w:t xml:space="preserve"> и выступающим в качестве инвестиционной площадки;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19"/>
        </w:tabs>
        <w:spacing w:after="0" w:line="240" w:lineRule="auto"/>
        <w:ind w:firstLine="567"/>
        <w:jc w:val="both"/>
        <w:sectPr w:rsidR="007403EF" w:rsidSect="00211E8C">
          <w:pgSz w:w="11900" w:h="16840"/>
          <w:pgMar w:top="1435" w:right="646" w:bottom="1089" w:left="1588" w:header="0" w:footer="6" w:gutter="0"/>
          <w:cols w:space="720"/>
          <w:noEndnote/>
          <w:docGrid w:linePitch="360"/>
        </w:sectPr>
      </w:pPr>
      <w:r>
        <w:t>заявитель - инициатор проекта или правообладатель площадки.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76"/>
        </w:tabs>
        <w:spacing w:after="0" w:line="240" w:lineRule="auto"/>
        <w:ind w:firstLine="567"/>
        <w:jc w:val="both"/>
      </w:pPr>
      <w:r>
        <w:t>инвестиционный проект Торгунского</w:t>
      </w:r>
      <w:r w:rsidRPr="00211E8C">
        <w:t xml:space="preserve"> сельского поселения</w:t>
      </w:r>
      <w:r>
        <w:t xml:space="preserve"> обоснование экономической целесообразности, объема и сроков осуществления капитальных вложений, в том числе необходимая проектно-сметная документация, разработанная в соответствии с законодательством Российской Федерации и утверждёнными в установленном порядке стандартами (нормами и правилами), а также описание практических действий по осуществлению инвестиций (бизнес - план), которое подразумевает в процессе реализации создание новых рабочих мест на территории Торгунского</w:t>
      </w:r>
      <w:r w:rsidRPr="00211E8C">
        <w:t xml:space="preserve"> сельского поселения</w:t>
      </w:r>
      <w:r>
        <w:t>;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20"/>
        </w:tabs>
        <w:spacing w:after="0" w:line="274" w:lineRule="exact"/>
        <w:ind w:firstLine="567"/>
        <w:jc w:val="both"/>
      </w:pPr>
      <w:r>
        <w:t>инвестиции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на территории Торгунского</w:t>
      </w:r>
      <w:r w:rsidRPr="00211E8C">
        <w:t xml:space="preserve"> сельского поселения</w:t>
      </w:r>
      <w:r>
        <w:t xml:space="preserve"> в целях получения прибыли и (или) достижения иного полезного эффекта путем создания новых рабочих мест;</w:t>
      </w:r>
    </w:p>
    <w:p w:rsidR="007403EF" w:rsidRDefault="007403EF" w:rsidP="000330A9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инвестиционная деятельность - вложение инвестиций и осуществление практических действий в целях получения прибыли и (или) достижения иного полезного эффекта, путем создания новых рабочих мест;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20"/>
        </w:tabs>
        <w:spacing w:after="0" w:line="270" w:lineRule="exact"/>
        <w:ind w:firstLine="567"/>
        <w:jc w:val="both"/>
      </w:pPr>
      <w:r>
        <w:t>уполномоченное должностное лицо –специалист администрации Торгунского</w:t>
      </w:r>
      <w:r w:rsidRPr="00211E8C">
        <w:t xml:space="preserve"> сельского поселения</w:t>
      </w:r>
      <w:r>
        <w:t>, обеспечивающий формирование и ведение Реестров;</w:t>
      </w:r>
    </w:p>
    <w:p w:rsidR="007403EF" w:rsidRDefault="007403EF" w:rsidP="000330A9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инициаторы инвестиционного проекта (далее - инициаторы проекта) - хозяйствующие субъекты, выступающие с обоснованием необходимости и возможности реализации инвестиционного проекта на территории Торгунского</w:t>
      </w:r>
      <w:r w:rsidRPr="000330A9">
        <w:t xml:space="preserve"> сельского поселения</w:t>
      </w:r>
      <w:r>
        <w:t>.</w:t>
      </w:r>
    </w:p>
    <w:p w:rsidR="007403EF" w:rsidRDefault="007403EF" w:rsidP="000330A9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700"/>
        <w:jc w:val="both"/>
      </w:pPr>
      <w:r>
        <w:t>Держателем реестров является администрация Торгунского</w:t>
      </w:r>
      <w:r w:rsidRPr="000330A9">
        <w:t xml:space="preserve"> сельского поселения</w:t>
      </w:r>
      <w:r>
        <w:t>.</w:t>
      </w:r>
    </w:p>
    <w:p w:rsidR="007403EF" w:rsidRDefault="007403EF" w:rsidP="000330A9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700"/>
        <w:jc w:val="both"/>
      </w:pPr>
      <w:r>
        <w:t>Реестр инвестиционных проектов содержит упорядоченную совокупность сведений об инвестиционных проектах, реализуемых и планируемых к реализации на территории Торгунского</w:t>
      </w:r>
      <w:r w:rsidRPr="000330A9">
        <w:t xml:space="preserve"> сельского поселения</w:t>
      </w:r>
      <w:r>
        <w:t>, и формируется в соответствии с настоящем Положением.</w:t>
      </w:r>
    </w:p>
    <w:p w:rsidR="007403EF" w:rsidRDefault="007403EF" w:rsidP="002501F5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Реестр инвестиционных площадок в Торгунском</w:t>
      </w:r>
      <w:r w:rsidRPr="002501F5">
        <w:t xml:space="preserve"> сельско</w:t>
      </w:r>
      <w:r>
        <w:t>м</w:t>
      </w:r>
      <w:r w:rsidRPr="002501F5">
        <w:t xml:space="preserve"> поселени</w:t>
      </w:r>
      <w:r>
        <w:t>и представляет собой перечень сведений о совокупности материально- технических ресурсов (земельных участков, зданий, сооружений, инженерного и транспортного оборудования производственных баз и иных объектов), потенциально пригодных для реализации инвестиционных проектов.</w:t>
      </w:r>
    </w:p>
    <w:p w:rsidR="007403EF" w:rsidRDefault="007403EF" w:rsidP="002501F5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Ведение Реестров осуществляется на бумажном и (или) электронном носителях путем внесения в них соответствующих записей по каждому проекту (площадке) в хронологическом порядке. При несоответствии записей Реестров на бумажном носителе записям на электронном носителе приоритет имеют записи на бумажном носителе.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Уполномоченное должностное лицо осуществляет формирование и ведение Реестров, в том числе включение и исключение инвестиционных проектов и инвестиционных площадок, актуализацию сведений по включенным инвестиционным проектам и площадкам на основании информации, представляемой инициаторами проектов в соответствии с требованиями, установленными настоящим Положением.</w:t>
      </w:r>
    </w:p>
    <w:p w:rsidR="007403EF" w:rsidRDefault="007403EF" w:rsidP="00B16599">
      <w:pPr>
        <w:pStyle w:val="21"/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Уполномоченное должностное лицо по формированию и ведению реестра определяется постановлением  администрации Торгунского</w:t>
      </w:r>
      <w:r w:rsidRPr="00B16599">
        <w:t xml:space="preserve"> сельского поселения</w:t>
      </w:r>
      <w:r>
        <w:t>.</w:t>
      </w:r>
    </w:p>
    <w:p w:rsidR="007403EF" w:rsidRDefault="007403EF" w:rsidP="00A11EB3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Реестры являются открытыми для всеобщего ознакомления и подлежат размещению в свободном доступе в информационно-телекоммуникационной сети «Интернет» на официальном сайте администрации Торгунского</w:t>
      </w:r>
      <w:r w:rsidRPr="00A11EB3">
        <w:t xml:space="preserve"> сельского поселения</w:t>
      </w:r>
      <w:r>
        <w:t xml:space="preserve">- </w:t>
      </w:r>
      <w:hyperlink r:id="rId8" w:history="1">
        <w:r w:rsidRPr="00DB5E05">
          <w:rPr>
            <w:rStyle w:val="Hyperlink"/>
            <w:lang w:val="en-US" w:eastAsia="en-US"/>
          </w:rPr>
          <w:t>http</w:t>
        </w:r>
        <w:r w:rsidRPr="00DB5E05">
          <w:rPr>
            <w:rStyle w:val="Hyperlink"/>
            <w:lang w:eastAsia="en-US"/>
          </w:rPr>
          <w:t>://</w:t>
        </w:r>
        <w:r w:rsidRPr="00DB5E05">
          <w:rPr>
            <w:rStyle w:val="Hyperlink"/>
            <w:lang w:val="en-US" w:eastAsia="en-US"/>
          </w:rPr>
          <w:t>www</w:t>
        </w:r>
        <w:r w:rsidRPr="00DB5E05">
          <w:rPr>
            <w:rStyle w:val="Hyperlink"/>
            <w:lang w:eastAsia="en-US"/>
          </w:rPr>
          <w:t>.</w:t>
        </w:r>
      </w:hyperlink>
      <w:r>
        <w:rPr>
          <w:rStyle w:val="Hyperlink"/>
          <w:lang w:eastAsia="en-US"/>
        </w:rPr>
        <w:t>__________</w:t>
      </w:r>
      <w:r>
        <w:t>.</w:t>
      </w:r>
    </w:p>
    <w:p w:rsidR="007403EF" w:rsidRDefault="007403EF" w:rsidP="00A11EB3">
      <w:pPr>
        <w:pStyle w:val="21"/>
        <w:shd w:val="clear" w:color="auto" w:fill="auto"/>
        <w:tabs>
          <w:tab w:val="left" w:pos="0"/>
        </w:tabs>
        <w:spacing w:after="0" w:line="274" w:lineRule="exact"/>
        <w:ind w:firstLine="567"/>
      </w:pPr>
      <w:r>
        <w:t>Администрация Торгунского</w:t>
      </w:r>
      <w:r w:rsidRPr="00A11EB3">
        <w:t xml:space="preserve"> сельского поселения</w:t>
      </w:r>
      <w:r>
        <w:t xml:space="preserve"> использует данные Реестров в целях:</w:t>
      </w:r>
    </w:p>
    <w:p w:rsidR="007403EF" w:rsidRDefault="007403EF" w:rsidP="00A11EB3">
      <w:pPr>
        <w:pStyle w:val="21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подготовки информационно-аналитических материалов об инвестиционной деятельности в Торгунском</w:t>
      </w:r>
      <w:r w:rsidRPr="00A11EB3">
        <w:t xml:space="preserve"> сельско</w:t>
      </w:r>
      <w:r>
        <w:t>м</w:t>
      </w:r>
      <w:r w:rsidRPr="00A11EB3">
        <w:t xml:space="preserve"> поселени</w:t>
      </w:r>
      <w:r>
        <w:t>и;</w:t>
      </w:r>
    </w:p>
    <w:p w:rsidR="007403EF" w:rsidRDefault="007403EF" w:rsidP="00A11EB3">
      <w:pPr>
        <w:pStyle w:val="21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формирования и реализации инвестиционной политики на территории Торгунского</w:t>
      </w:r>
      <w:r w:rsidRPr="00A11EB3">
        <w:t xml:space="preserve"> сельского поселения</w:t>
      </w:r>
      <w:r>
        <w:t>;</w:t>
      </w:r>
    </w:p>
    <w:p w:rsidR="007403EF" w:rsidRDefault="007403EF" w:rsidP="00A11EB3">
      <w:pPr>
        <w:pStyle w:val="21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актуализации программ социально-экономического развития Торгунского</w:t>
      </w:r>
      <w:r w:rsidRPr="00A11EB3">
        <w:t xml:space="preserve"> сельского поселения</w:t>
      </w:r>
      <w:r>
        <w:t>;</w:t>
      </w:r>
    </w:p>
    <w:p w:rsidR="007403EF" w:rsidRDefault="007403EF" w:rsidP="00A11EB3">
      <w:pPr>
        <w:pStyle w:val="21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сопровождения инвестиционных проектов, а также мониторинга их реализации на территории Торгунского</w:t>
      </w:r>
      <w:r w:rsidRPr="00A11EB3">
        <w:t xml:space="preserve"> сельского поселения</w:t>
      </w:r>
      <w:r>
        <w:t>;</w:t>
      </w:r>
    </w:p>
    <w:p w:rsidR="007403EF" w:rsidRDefault="007403EF" w:rsidP="00A11EB3">
      <w:pPr>
        <w:pStyle w:val="21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организации работы по привлечению инвесторов к реализации инвестиционных проектов.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207" w:line="274" w:lineRule="exact"/>
        <w:ind w:firstLine="567"/>
        <w:jc w:val="both"/>
      </w:pPr>
      <w:r>
        <w:t>Система ведения Реестров должна обеспечивать регистрацию, учет и хранение поступивших уполномоченному должностному лицу документов, являющихся основанием для внесения записей в Реестры. Вышеуказанные документы хранятся в течение 3 лет с момента их поступления.</w:t>
      </w:r>
    </w:p>
    <w:p w:rsidR="007403EF" w:rsidRDefault="007403EF" w:rsidP="00A11EB3">
      <w:pPr>
        <w:pStyle w:val="21"/>
        <w:numPr>
          <w:ilvl w:val="0"/>
          <w:numId w:val="3"/>
        </w:numPr>
        <w:shd w:val="clear" w:color="auto" w:fill="auto"/>
        <w:tabs>
          <w:tab w:val="left" w:pos="0"/>
        </w:tabs>
        <w:spacing w:after="198" w:line="240" w:lineRule="exact"/>
        <w:ind w:firstLine="567"/>
        <w:jc w:val="center"/>
      </w:pPr>
      <w:r>
        <w:t>Порядок формирования и ведения реестров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0" w:lineRule="exact"/>
        <w:ind w:firstLine="567"/>
        <w:jc w:val="both"/>
      </w:pPr>
      <w:r>
        <w:t>Реестр инвестиционных проектов группируется по видам экономической деятельности.</w:t>
      </w:r>
    </w:p>
    <w:p w:rsidR="007403EF" w:rsidRDefault="007403EF" w:rsidP="00A11EB3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0" w:lineRule="exact"/>
        <w:ind w:firstLine="567"/>
        <w:jc w:val="both"/>
      </w:pPr>
      <w:r>
        <w:t>Для включения инвестиционного проекта (инвестиционной площадки) в реестр проектов (реестр площадок) заявитель направляет на бумажном носителе и в электронном виде в администрацию Торгунского</w:t>
      </w:r>
      <w:r w:rsidRPr="00A11EB3">
        <w:t xml:space="preserve"> сельского поселения</w:t>
      </w:r>
      <w:r>
        <w:t xml:space="preserve"> следующие документы:</w:t>
      </w:r>
    </w:p>
    <w:p w:rsidR="007403EF" w:rsidRDefault="007403E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74" w:lineRule="exact"/>
        <w:ind w:firstLine="567"/>
        <w:jc w:val="both"/>
      </w:pPr>
      <w:r>
        <w:t>заявление о включении инвестиционного проекта (инвестиционной площадки) в реестр инвестиционных проектов Торгунского</w:t>
      </w:r>
      <w:r w:rsidRPr="00A11EB3">
        <w:t xml:space="preserve"> сельского поселения</w:t>
      </w:r>
      <w:r>
        <w:t xml:space="preserve"> (реестр инвестиционных площадок Торгунского</w:t>
      </w:r>
      <w:r w:rsidRPr="00A11EB3">
        <w:t xml:space="preserve"> сельского поселения</w:t>
      </w:r>
      <w:r>
        <w:t>) по форме согласно приложению 3 к настоящему Положению (далее - заявление);</w:t>
      </w:r>
    </w:p>
    <w:p w:rsidR="007403EF" w:rsidRDefault="007403E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40" w:lineRule="auto"/>
        <w:ind w:firstLine="567"/>
        <w:jc w:val="both"/>
      </w:pPr>
      <w:r>
        <w:t>паспорт инвестиционного проекта по форме согласно приложению 4 к настоящему Положению и (или) паспорт инвестиционной площадки по форме согласно приложению 5 к настоящему Положению;</w:t>
      </w:r>
    </w:p>
    <w:p w:rsidR="007403EF" w:rsidRDefault="007403EF" w:rsidP="00A11EB3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</w:pPr>
      <w:r>
        <w:t>- сведения о юридическом лице (индивидуальном предпринимателе):</w:t>
      </w:r>
    </w:p>
    <w:p w:rsidR="007403EF" w:rsidRDefault="007403E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40" w:lineRule="auto"/>
        <w:ind w:firstLine="567"/>
        <w:jc w:val="both"/>
      </w:pPr>
      <w:r>
        <w:t>полное и (если имеется) сокращенное наименования (в том числе фирменное наименование);</w:t>
      </w:r>
    </w:p>
    <w:p w:rsidR="007403EF" w:rsidRDefault="007403E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40" w:lineRule="auto"/>
        <w:ind w:firstLine="567"/>
        <w:jc w:val="both"/>
      </w:pPr>
      <w:r>
        <w:t>организационно-правовая форма юридического лица;</w:t>
      </w:r>
    </w:p>
    <w:p w:rsidR="007403EF" w:rsidRDefault="007403E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40" w:lineRule="auto"/>
        <w:ind w:firstLine="567"/>
        <w:jc w:val="both"/>
      </w:pPr>
      <w:r>
        <w:t>юридический и почтовый адрес;</w:t>
      </w:r>
    </w:p>
    <w:p w:rsidR="007403EF" w:rsidRDefault="007403E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40" w:lineRule="auto"/>
        <w:ind w:firstLine="567"/>
        <w:jc w:val="both"/>
      </w:pPr>
      <w:r>
        <w:t>идентификационный номер налогоплательщика;</w:t>
      </w:r>
    </w:p>
    <w:p w:rsidR="007403EF" w:rsidRDefault="007403EF" w:rsidP="00A11EB3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40" w:lineRule="auto"/>
        <w:ind w:firstLine="567"/>
        <w:jc w:val="both"/>
      </w:pPr>
      <w:r>
        <w:t>разрешение на публичное размещение и использование информации по инвестиционному проекту (инвестиционной площадке) по форме согласно приложению 6 к настоящему Положению.</w:t>
      </w:r>
    </w:p>
    <w:p w:rsidR="007403EF" w:rsidRDefault="007403EF" w:rsidP="00A11EB3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</w:pPr>
      <w:r>
        <w:t>В случае если по какой-либо позиции паспорта инвестиционного проекта (паспорта инвестиционной площадки) отсутствует информация для заполнения, то в этой позиции указывается причина, по которой ее не заполнили («не требуется», «информация отсутствует», «в стадии проработки» и т.д.).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Заявитель несет ответственность за полноту и точность представленных для включения в реестры сведений.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Решение о включении инвестиционного проекта (инвестиционной площадки) в реестр проектов (реестр площадок) принимает Глава Торгунского сельского поселения.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Глава Торгунского сельского поселения вправе принять решение об отказе во включении инвестиционного проекта (инвестиционной площадки) в реестр проектов (реестр площадок) в следующих случаях: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4" w:lineRule="exact"/>
        <w:ind w:firstLine="567"/>
        <w:jc w:val="both"/>
      </w:pPr>
      <w:r>
        <w:t>при представлении неполного пакета документов, указанных в пункте 2.2 настоящего Положения;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7" w:lineRule="exact"/>
        <w:ind w:firstLine="567"/>
        <w:jc w:val="both"/>
      </w:pPr>
      <w:r>
        <w:t>при представлении заявителем неполных и (или) недостоверных сведений об инвестиционном проекте (инвестиционной площадке) согласно паспорту инвестиционного проекта (паспорту инвестиционной площадки);</w:t>
      </w:r>
    </w:p>
    <w:p w:rsidR="007403EF" w:rsidRDefault="007403EF" w:rsidP="00B46E74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при противоречии инвестиционного проекта (инвестиционной площадки) действующему законодательству Российской Федерации, муниципальным правовым актам Торгунского</w:t>
      </w:r>
      <w:r w:rsidRPr="00B46E74">
        <w:t xml:space="preserve"> сельского поселения</w:t>
      </w:r>
      <w:r>
        <w:t>;</w:t>
      </w:r>
    </w:p>
    <w:p w:rsidR="007403EF" w:rsidRDefault="007403EF" w:rsidP="00B46E74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В случае изменения сведений, содержащихся в паспорте инвестиционного проекта (паспорте инвестиционной площадки), заявитель обязан уведомить администрацию Торгунского</w:t>
      </w:r>
      <w:r w:rsidRPr="00B46E74">
        <w:t xml:space="preserve"> сельского поселения</w:t>
      </w:r>
      <w:r>
        <w:t xml:space="preserve"> об изменениях в течение 30 календарных дней со дня наступления данных изменений.</w:t>
      </w:r>
    </w:p>
    <w:p w:rsidR="007403EF" w:rsidRDefault="007403EF" w:rsidP="005E06D7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Проекты Реестров утверждаются постановлением администрации Торгунского</w:t>
      </w:r>
      <w:r w:rsidRPr="005E06D7">
        <w:t xml:space="preserve"> сельского поселения</w:t>
      </w:r>
      <w:r>
        <w:t>.</w:t>
      </w:r>
    </w:p>
    <w:p w:rsidR="007403EF" w:rsidRDefault="007403EF" w:rsidP="00211E8C">
      <w:pPr>
        <w:pStyle w:val="21"/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Реестр инвестиционных проектов (площадок) составляется на календарный год. В случае необходимости, в течении текущего года в него могут быть внесены изменения по основаниям определенных настоящим Положением.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Уполномоченное должностное лицо в течение 10 рабочих дней со дня утверждения Реестров обеспечивает размещение Реестров в информационно-телекоммуникационной сети «Интернет» для всеобщего ознакомления.</w:t>
      </w:r>
    </w:p>
    <w:p w:rsidR="007403EF" w:rsidRDefault="007403EF" w:rsidP="005E06D7">
      <w:pPr>
        <w:pStyle w:val="21"/>
        <w:shd w:val="clear" w:color="auto" w:fill="auto"/>
        <w:tabs>
          <w:tab w:val="left" w:pos="0"/>
        </w:tabs>
        <w:spacing w:after="0" w:line="274" w:lineRule="exact"/>
        <w:ind w:left="567" w:firstLine="0"/>
        <w:jc w:val="both"/>
      </w:pPr>
    </w:p>
    <w:p w:rsidR="007403EF" w:rsidRDefault="007403EF" w:rsidP="00AD3659">
      <w:pPr>
        <w:pStyle w:val="21"/>
        <w:numPr>
          <w:ilvl w:val="0"/>
          <w:numId w:val="3"/>
        </w:numPr>
        <w:shd w:val="clear" w:color="auto" w:fill="auto"/>
        <w:tabs>
          <w:tab w:val="left" w:pos="0"/>
        </w:tabs>
        <w:spacing w:after="224" w:line="240" w:lineRule="exact"/>
        <w:ind w:firstLine="567"/>
        <w:jc w:val="center"/>
      </w:pPr>
      <w:r>
        <w:t>Порядок внесения изменений и дополнений в реестры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Уполномоченное должностное лицо формирует и ведет реестры в соответствии с настоящим Положением, осуществляет мониторинг реализации инвестиционных проектов и использования инвестиционных площадок, включенных в реестры.</w:t>
      </w:r>
    </w:p>
    <w:p w:rsidR="007403EF" w:rsidRDefault="007403EF" w:rsidP="00542F7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Заявитель, реализующий инвестиционный проект, включенный в реестр проектов, представляет по итогам квартала в администрацию Торгунского</w:t>
      </w:r>
      <w:r w:rsidRPr="00542F7C">
        <w:t xml:space="preserve"> сельского поселения </w:t>
      </w:r>
      <w:r>
        <w:t>по соответствующему запросу отчет о ходе реализации инвестиционного проекта по форме согласно приложению 7 к настоящему Положению с пояснительной запиской.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Администрация Торгунского сельского поселения вправе запросить у заявителя дополнительные материалы и документы с целью дальнейшего использования информации реестров в соответствии с пунктом 1.8 настоящего Положения.</w:t>
      </w:r>
    </w:p>
    <w:p w:rsidR="007403EF" w:rsidRDefault="007403EF" w:rsidP="00211E8C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Глава Торгунского сельского поселения вправе принять решение об исключении инвестиционного проекта (инвестиционной площадки) из реестра проектов (реестра площадок) в следующих случаях: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0" w:lineRule="exact"/>
        <w:ind w:firstLine="567"/>
        <w:jc w:val="both"/>
      </w:pPr>
      <w:r>
        <w:t>по заявлению инициатора проекта (правообладателя площадки) об исключении инвестиционного проекта (инвестиционной площадки) из реестра проектов (реестра площадок);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7" w:lineRule="exact"/>
        <w:ind w:firstLine="567"/>
        <w:jc w:val="both"/>
      </w:pPr>
      <w:r>
        <w:t>на основании решения арбитражного суда о признании юридического лица или индивидуального предпринимателя - инициатора проекта (правообладателя площадки) банкротом;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7" w:lineRule="exact"/>
        <w:ind w:firstLine="567"/>
        <w:jc w:val="both"/>
      </w:pPr>
      <w:r>
        <w:t>на основании решения арбитражного суда или инициатора проекта (правообладателя площадки) о ликвидации (реорганизации) инициатора проекта (правообладателя площадки);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4" w:lineRule="exact"/>
        <w:ind w:firstLine="567"/>
        <w:jc w:val="both"/>
      </w:pPr>
      <w:r>
        <w:t>при выявлении несоответствия инвестиционного проекта (инвестиционной площадки) нормам и требованиям действующего законодательства Российской Федерации;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7" w:lineRule="exact"/>
        <w:ind w:firstLine="567"/>
        <w:jc w:val="both"/>
      </w:pPr>
      <w:r>
        <w:t>при невыполнении инициатором проекта (правообладателем площадки) требования пункта 3.2 настоящего Положения;</w:t>
      </w:r>
    </w:p>
    <w:p w:rsidR="007403EF" w:rsidRPr="00A35834" w:rsidRDefault="007403EF" w:rsidP="00211E8C">
      <w:pPr>
        <w:pStyle w:val="6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ind w:firstLine="567"/>
        <w:rPr>
          <w:sz w:val="24"/>
          <w:szCs w:val="24"/>
        </w:rPr>
      </w:pPr>
      <w:r w:rsidRPr="00A35834">
        <w:rPr>
          <w:sz w:val="24"/>
          <w:szCs w:val="24"/>
        </w:rPr>
        <w:t>по факту реализации инвестиционного проекта;</w:t>
      </w:r>
    </w:p>
    <w:p w:rsidR="007403EF" w:rsidRDefault="007403EF" w:rsidP="00211E8C">
      <w:pPr>
        <w:pStyle w:val="21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4" w:lineRule="exact"/>
        <w:ind w:firstLine="567"/>
        <w:jc w:val="both"/>
      </w:pPr>
      <w:r>
        <w:t>при вовлечении инвестиционной площадки в реализацию инвестиционного проекта.</w:t>
      </w:r>
    </w:p>
    <w:p w:rsidR="007403EF" w:rsidRDefault="007403EF" w:rsidP="00A35834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Уполномоченное должностное лицо в течение 10 рабочих дней со дня принятия решения об одобрении инвестиционных проектов (инвестиционных площадок) либо исключении вносит соответствующие изменения в реестр проектов (реестр площадок).</w:t>
      </w:r>
    </w:p>
    <w:p w:rsidR="007403EF" w:rsidRDefault="007403EF" w:rsidP="00A35834">
      <w:pPr>
        <w:pStyle w:val="21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left="880" w:firstLine="700"/>
        <w:jc w:val="both"/>
        <w:sectPr w:rsidR="007403EF" w:rsidSect="00211E8C">
          <w:headerReference w:type="even" r:id="rId9"/>
          <w:headerReference w:type="default" r:id="rId10"/>
          <w:headerReference w:type="first" r:id="rId11"/>
          <w:pgSz w:w="11900" w:h="16840"/>
          <w:pgMar w:top="1435" w:right="646" w:bottom="1089" w:left="1588" w:header="0" w:footer="6" w:gutter="0"/>
          <w:pgNumType w:start="2"/>
          <w:cols w:space="720"/>
          <w:noEndnote/>
          <w:titlePg/>
          <w:docGrid w:linePitch="360"/>
        </w:sectPr>
      </w:pPr>
    </w:p>
    <w:p w:rsidR="007403EF" w:rsidRDefault="007403EF">
      <w:pPr>
        <w:pStyle w:val="21"/>
        <w:shd w:val="clear" w:color="auto" w:fill="auto"/>
        <w:spacing w:after="1020" w:line="274" w:lineRule="exact"/>
        <w:ind w:left="908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A35834">
        <w:t xml:space="preserve"> сельского поселения</w:t>
      </w:r>
      <w:r>
        <w:t>, утвержденному постановлением администрации Торгунского</w:t>
      </w:r>
      <w:r w:rsidRPr="00A35834">
        <w:t xml:space="preserve"> сельского поселения</w:t>
      </w:r>
    </w:p>
    <w:p w:rsidR="007403EF" w:rsidRDefault="007403EF">
      <w:pPr>
        <w:pStyle w:val="21"/>
        <w:shd w:val="clear" w:color="auto" w:fill="auto"/>
        <w:spacing w:after="0" w:line="274" w:lineRule="exact"/>
        <w:ind w:left="40" w:firstLine="0"/>
        <w:jc w:val="center"/>
      </w:pPr>
      <w:r>
        <w:t>РЕЕСТР</w:t>
      </w:r>
    </w:p>
    <w:p w:rsidR="007403EF" w:rsidRDefault="007403EF">
      <w:pPr>
        <w:pStyle w:val="21"/>
        <w:shd w:val="clear" w:color="auto" w:fill="auto"/>
        <w:spacing w:after="0" w:line="274" w:lineRule="exact"/>
        <w:ind w:left="40" w:firstLine="0"/>
        <w:jc w:val="center"/>
      </w:pPr>
      <w:r>
        <w:t>инвестиционных проектов Торгунского</w:t>
      </w:r>
      <w:r w:rsidRPr="00A35834">
        <w:t xml:space="preserve"> сельского поселения</w:t>
      </w:r>
    </w:p>
    <w:p w:rsidR="007403EF" w:rsidRDefault="007403EF">
      <w:pPr>
        <w:pStyle w:val="21"/>
        <w:shd w:val="clear" w:color="auto" w:fill="auto"/>
        <w:spacing w:after="0" w:line="274" w:lineRule="exact"/>
        <w:ind w:left="40" w:firstLine="0"/>
        <w:jc w:val="center"/>
      </w:pPr>
      <w:r>
        <w:t>на _______ г</w:t>
      </w:r>
    </w:p>
    <w:p w:rsidR="007403EF" w:rsidRDefault="007403EF">
      <w:pPr>
        <w:pStyle w:val="21"/>
        <w:shd w:val="clear" w:color="auto" w:fill="auto"/>
        <w:tabs>
          <w:tab w:val="left" w:pos="7801"/>
        </w:tabs>
        <w:spacing w:after="0" w:line="274" w:lineRule="exact"/>
        <w:ind w:left="6620" w:firstLine="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29"/>
        <w:gridCol w:w="1843"/>
        <w:gridCol w:w="1897"/>
        <w:gridCol w:w="904"/>
        <w:gridCol w:w="925"/>
        <w:gridCol w:w="1300"/>
        <w:gridCol w:w="846"/>
        <w:gridCol w:w="983"/>
        <w:gridCol w:w="979"/>
        <w:gridCol w:w="1127"/>
        <w:gridCol w:w="842"/>
        <w:gridCol w:w="1116"/>
        <w:gridCol w:w="1307"/>
      </w:tblGrid>
      <w:tr w:rsidR="007403EF">
        <w:trPr>
          <w:trHeight w:hRule="exact" w:val="1022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60" w:line="240" w:lineRule="exact"/>
              <w:ind w:left="140" w:firstLine="0"/>
            </w:pPr>
            <w:r>
              <w:rPr>
                <w:rStyle w:val="20"/>
              </w:rPr>
              <w:t>№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before="60" w:after="0" w:line="240" w:lineRule="exact"/>
              <w:ind w:left="140" w:firstLine="0"/>
            </w:pPr>
            <w:r>
              <w:rPr>
                <w:rStyle w:val="20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Инициатор инвестиционног о проекта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Название проекта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Период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реализации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инвестиционного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проекта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Место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регистраци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и</w:t>
            </w:r>
          </w:p>
        </w:tc>
        <w:tc>
          <w:tcPr>
            <w:tcW w:w="47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8" w:lineRule="exact"/>
              <w:ind w:firstLine="0"/>
              <w:jc w:val="center"/>
            </w:pPr>
            <w:r>
              <w:rPr>
                <w:rStyle w:val="20"/>
              </w:rPr>
              <w:t>Стоимость инвестиционного проекта (млн. рублей)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Фактичес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кое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состояние проекта на дату включени я в реестр (этап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подготовк и или исполнен ия)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Количество новых рабочих мест в результате реализации инвестицио иного проекта (чел.)</w:t>
            </w:r>
          </w:p>
        </w:tc>
      </w:tr>
      <w:tr w:rsidR="007403EF">
        <w:trPr>
          <w:trHeight w:hRule="exact" w:val="1876"/>
          <w:jc w:val="center"/>
        </w:trPr>
        <w:tc>
          <w:tcPr>
            <w:tcW w:w="5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</w:pPr>
          </w:p>
        </w:tc>
        <w:tc>
          <w:tcPr>
            <w:tcW w:w="1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Начало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60" w:line="240" w:lineRule="exact"/>
              <w:ind w:firstLine="0"/>
            </w:pPr>
            <w:r>
              <w:rPr>
                <w:rStyle w:val="20"/>
              </w:rPr>
              <w:t>заверше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center"/>
            </w:pPr>
            <w:r>
              <w:rPr>
                <w:rStyle w:val="20"/>
              </w:rPr>
              <w:t>ние</w:t>
            </w:r>
          </w:p>
        </w:tc>
        <w:tc>
          <w:tcPr>
            <w:tcW w:w="13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left="160" w:firstLine="0"/>
            </w:pPr>
            <w:r>
              <w:rPr>
                <w:rStyle w:val="20"/>
              </w:rPr>
              <w:t>всего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Федерал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left="240" w:firstLine="0"/>
            </w:pPr>
            <w:r>
              <w:rPr>
                <w:rStyle w:val="20"/>
              </w:rPr>
              <w:t>ьный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бюджет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Области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ой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 w:rsidP="00E06AD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Бюджет сельского поселения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Внебю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джетн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ые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0"/>
              </w:rPr>
              <w:t>источи</w:t>
            </w:r>
          </w:p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0"/>
              </w:rPr>
              <w:t>ики</w:t>
            </w:r>
          </w:p>
        </w:tc>
        <w:tc>
          <w:tcPr>
            <w:tcW w:w="111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framePr w:w="14598" w:wrap="notBeside" w:vAnchor="text" w:hAnchor="text" w:xAlign="center" w:y="1"/>
            </w:pPr>
          </w:p>
        </w:tc>
        <w:tc>
          <w:tcPr>
            <w:tcW w:w="13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</w:pPr>
          </w:p>
        </w:tc>
      </w:tr>
      <w:tr w:rsidR="007403EF">
        <w:trPr>
          <w:trHeight w:hRule="exact" w:val="29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13</w:t>
            </w:r>
          </w:p>
        </w:tc>
      </w:tr>
      <w:tr w:rsidR="007403EF">
        <w:trPr>
          <w:trHeight w:hRule="exact" w:val="299"/>
          <w:jc w:val="center"/>
        </w:trPr>
        <w:tc>
          <w:tcPr>
            <w:tcW w:w="1459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Сфера реализации проекта (вид деятельности)</w:t>
            </w:r>
          </w:p>
        </w:tc>
      </w:tr>
      <w:tr w:rsidR="007403EF">
        <w:trPr>
          <w:trHeight w:hRule="exact" w:val="328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14598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  <w:r>
        <w:br w:type="page"/>
      </w:r>
    </w:p>
    <w:p w:rsidR="007403EF" w:rsidRDefault="007403EF">
      <w:pPr>
        <w:pStyle w:val="21"/>
        <w:shd w:val="clear" w:color="auto" w:fill="auto"/>
        <w:spacing w:after="1020" w:line="274" w:lineRule="exact"/>
        <w:ind w:left="898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A35834">
        <w:t xml:space="preserve"> сельского поселения</w:t>
      </w:r>
      <w:r>
        <w:t>, утвержденному постановлением администрации Торгунского</w:t>
      </w:r>
      <w:r w:rsidRPr="00A35834">
        <w:t xml:space="preserve"> сельского поселения</w:t>
      </w:r>
      <w:r>
        <w:t>от _____№__</w:t>
      </w:r>
    </w:p>
    <w:p w:rsidR="007403EF" w:rsidRDefault="007403EF">
      <w:pPr>
        <w:pStyle w:val="21"/>
        <w:shd w:val="clear" w:color="auto" w:fill="auto"/>
        <w:spacing w:after="0" w:line="274" w:lineRule="exact"/>
        <w:ind w:left="220" w:firstLine="0"/>
        <w:jc w:val="center"/>
      </w:pPr>
      <w:r>
        <w:t>РЕЕСТР</w:t>
      </w:r>
    </w:p>
    <w:p w:rsidR="007403EF" w:rsidRDefault="007403EF">
      <w:pPr>
        <w:pStyle w:val="21"/>
        <w:shd w:val="clear" w:color="auto" w:fill="auto"/>
        <w:spacing w:after="0" w:line="274" w:lineRule="exact"/>
        <w:ind w:left="220" w:firstLine="0"/>
        <w:jc w:val="center"/>
      </w:pPr>
      <w:r>
        <w:t>инвестиционных площадок Торгунского</w:t>
      </w:r>
      <w:r w:rsidRPr="00E06ADF">
        <w:t xml:space="preserve"> сельского поселения</w:t>
      </w:r>
    </w:p>
    <w:p w:rsidR="007403EF" w:rsidRDefault="007403EF">
      <w:pPr>
        <w:pStyle w:val="21"/>
        <w:shd w:val="clear" w:color="auto" w:fill="auto"/>
        <w:tabs>
          <w:tab w:val="left" w:pos="7822"/>
        </w:tabs>
        <w:spacing w:after="0" w:line="274" w:lineRule="exact"/>
        <w:ind w:left="6400" w:firstLine="0"/>
        <w:jc w:val="both"/>
        <w:sectPr w:rsidR="007403EF">
          <w:headerReference w:type="even" r:id="rId12"/>
          <w:headerReference w:type="default" r:id="rId13"/>
          <w:pgSz w:w="16840" w:h="11900" w:orient="landscape"/>
          <w:pgMar w:top="2373" w:right="817" w:bottom="1787" w:left="1415" w:header="0" w:footer="3" w:gutter="0"/>
          <w:pgNumType w:start="1"/>
          <w:cols w:space="720"/>
          <w:noEndnote/>
          <w:docGrid w:linePitch="360"/>
        </w:sectPr>
      </w:pPr>
      <w:r>
        <w:t>на__________год</w:t>
      </w:r>
    </w:p>
    <w:p w:rsidR="007403EF" w:rsidRDefault="007403EF">
      <w:pPr>
        <w:spacing w:before="26" w:after="26" w:line="240" w:lineRule="exact"/>
        <w:rPr>
          <w:sz w:val="19"/>
          <w:szCs w:val="19"/>
        </w:rPr>
      </w:pPr>
    </w:p>
    <w:p w:rsidR="007403EF" w:rsidRDefault="007403EF">
      <w:pPr>
        <w:rPr>
          <w:sz w:val="2"/>
          <w:szCs w:val="2"/>
        </w:rPr>
        <w:sectPr w:rsidR="007403EF">
          <w:type w:val="continuous"/>
          <w:pgSz w:w="16840" w:h="11900" w:orient="landscape"/>
          <w:pgMar w:top="1897" w:right="0" w:bottom="904" w:left="0" w:header="0" w:footer="3" w:gutter="0"/>
          <w:cols w:space="720"/>
          <w:noEndnote/>
          <w:docGrid w:linePitch="360"/>
        </w:sectPr>
      </w:pPr>
    </w:p>
    <w:p w:rsidR="007403EF" w:rsidRDefault="007403EF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32" type="#_x0000_t202" style="position:absolute;margin-left:-2.7pt;margin-top:0;width:195.5pt;height:234.55pt;z-index:251658240;visibility:visible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A0"/>
                  </w:tblPr>
                  <w:tblGrid>
                    <w:gridCol w:w="396"/>
                    <w:gridCol w:w="1120"/>
                    <w:gridCol w:w="904"/>
                    <w:gridCol w:w="799"/>
                    <w:gridCol w:w="691"/>
                  </w:tblGrid>
                  <w:tr w:rsidR="007403EF">
                    <w:trPr>
                      <w:trHeight w:hRule="exact" w:val="403"/>
                      <w:jc w:val="center"/>
                    </w:trPr>
                    <w:tc>
                      <w:tcPr>
                        <w:tcW w:w="39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№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Паимено</w:t>
                        </w:r>
                      </w:p>
                    </w:tc>
                    <w:tc>
                      <w:tcPr>
                        <w:tcW w:w="90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Правоо</w:t>
                        </w:r>
                      </w:p>
                    </w:tc>
                    <w:tc>
                      <w:tcPr>
                        <w:tcW w:w="149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Элементы</w:t>
                        </w:r>
                      </w:p>
                    </w:tc>
                  </w:tr>
                  <w:tr w:rsidR="007403EF">
                    <w:trPr>
                      <w:trHeight w:hRule="exact" w:val="295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п/</w:t>
                        </w: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вание</w:t>
                        </w: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бладат</w:t>
                        </w:r>
                      </w:p>
                    </w:tc>
                    <w:tc>
                      <w:tcPr>
                        <w:tcW w:w="1490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площадки,</w:t>
                        </w:r>
                      </w:p>
                    </w:tc>
                  </w:tr>
                  <w:tr w:rsidR="007403EF">
                    <w:trPr>
                      <w:trHeight w:hRule="exact" w:val="281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п</w:t>
                        </w: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площадк</w:t>
                        </w: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ель</w:t>
                        </w:r>
                      </w:p>
                    </w:tc>
                    <w:tc>
                      <w:tcPr>
                        <w:tcW w:w="1490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передаваемы</w:t>
                        </w:r>
                      </w:p>
                    </w:tc>
                  </w:tr>
                  <w:tr w:rsidR="007403EF">
                    <w:trPr>
                      <w:trHeight w:hRule="exact" w:val="266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и, место</w:t>
                        </w: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площад</w:t>
                        </w:r>
                      </w:p>
                    </w:tc>
                    <w:tc>
                      <w:tcPr>
                        <w:tcW w:w="1490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е в</w:t>
                        </w:r>
                      </w:p>
                    </w:tc>
                  </w:tr>
                  <w:tr w:rsidR="007403EF">
                    <w:trPr>
                      <w:trHeight w:hRule="exact" w:val="349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располож</w:t>
                        </w: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ки</w:t>
                        </w:r>
                      </w:p>
                    </w:tc>
                    <w:tc>
                      <w:tcPr>
                        <w:tcW w:w="1490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пользование</w:t>
                        </w:r>
                      </w:p>
                    </w:tc>
                  </w:tr>
                  <w:tr w:rsidR="007403EF">
                    <w:trPr>
                      <w:trHeight w:hRule="exact" w:val="162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ения</w:t>
                        </w: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302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земел</w:t>
                        </w: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недви</w:t>
                        </w:r>
                      </w:p>
                    </w:tc>
                  </w:tr>
                  <w:tr w:rsidR="007403EF">
                    <w:trPr>
                      <w:trHeight w:hRule="exact" w:val="227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ьный</w:t>
                        </w: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жимо</w:t>
                        </w:r>
                      </w:p>
                    </w:tc>
                  </w:tr>
                  <w:tr w:rsidR="007403EF">
                    <w:trPr>
                      <w:trHeight w:hRule="exact" w:val="349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Pr="00E06ADF" w:rsidRDefault="007403EF" w:rsidP="008815E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участ</w:t>
                        </w: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</w:pPr>
                        <w:r>
                          <w:rPr>
                            <w:rStyle w:val="20"/>
                          </w:rPr>
                          <w:t>сть</w:t>
                        </w:r>
                      </w:p>
                    </w:tc>
                  </w:tr>
                  <w:tr w:rsidR="007403EF">
                    <w:trPr>
                      <w:trHeight w:hRule="exact" w:val="259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Pr="00E06ADF" w:rsidRDefault="007403EF" w:rsidP="008815E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40" w:lineRule="auto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ок</w:t>
                        </w: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295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Pr="00E06ADF" w:rsidRDefault="007403EF" w:rsidP="008815E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256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Pr="00E06ADF" w:rsidRDefault="007403EF" w:rsidP="008815E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1202"/>
                      <w:jc w:val="center"/>
                    </w:trPr>
                    <w:tc>
                      <w:tcPr>
                        <w:tcW w:w="396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Pr="00E06ADF" w:rsidRDefault="007403EF" w:rsidP="008815E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04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99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1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 w:rsidP="008815E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7403EF" w:rsidRDefault="007403E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24" o:spid="_x0000_s1033" type="#_x0000_t202" style="position:absolute;margin-left:198.15pt;margin-top:4.15pt;width:67.3pt;height:95.9pt;z-index:251659264;visibility:visible;mso-wrap-distance-left:5pt;mso-wrap-distance-right:5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left="20" w:firstLine="0"/>
                    <w:jc w:val="center"/>
                  </w:pPr>
                  <w:r>
                    <w:rPr>
                      <w:rStyle w:val="2Exact"/>
                    </w:rPr>
                    <w:t>Правовое</w:t>
                  </w:r>
                  <w:r>
                    <w:rPr>
                      <w:rStyle w:val="2Exact"/>
                    </w:rPr>
                    <w:br/>
                    <w:t>основание</w:t>
                  </w:r>
                  <w:r>
                    <w:rPr>
                      <w:rStyle w:val="2Exact"/>
                    </w:rPr>
                    <w:br/>
                    <w:t>пользования</w:t>
                  </w:r>
                  <w:r>
                    <w:rPr>
                      <w:rStyle w:val="2Exact"/>
                    </w:rPr>
                    <w:br/>
                    <w:t>площадкой,</w:t>
                  </w:r>
                  <w:r>
                    <w:rPr>
                      <w:rStyle w:val="2Exact"/>
                    </w:rPr>
                    <w:br/>
                    <w:t>установленн</w:t>
                  </w:r>
                  <w:r>
                    <w:rPr>
                      <w:rStyle w:val="2Exact"/>
                    </w:rPr>
                    <w:br/>
                    <w:t>ый срок</w:t>
                  </w:r>
                  <w:r>
                    <w:rPr>
                      <w:rStyle w:val="2Exact"/>
                    </w:rPr>
                    <w:br/>
                    <w:t>пользования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23" o:spid="_x0000_s1034" type="#_x0000_t202" style="position:absolute;margin-left:271.25pt;margin-top:4.55pt;width:30.6pt;height:123.3pt;z-index:251660288;visibility:visible;mso-wrap-distance-left:5pt;mso-wrap-distance-right:5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Пред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ложе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left="160" w:firstLine="0"/>
                  </w:pPr>
                  <w:r>
                    <w:rPr>
                      <w:rStyle w:val="2Exact"/>
                    </w:rPr>
                    <w:t>ния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left="160" w:firstLine="0"/>
                  </w:pPr>
                  <w:r>
                    <w:rPr>
                      <w:rStyle w:val="2Exact"/>
                    </w:rPr>
                    <w:t>по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испо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льзов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анию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площ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адки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22" o:spid="_x0000_s1035" type="#_x0000_t202" style="position:absolute;margin-left:307.25pt;margin-top:4.55pt;width:57.25pt;height:109.6pt;z-index:251661312;visibility:visible;mso-wrap-distance-left:5pt;mso-wrap-distance-right:5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Правовые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основания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  <w:jc w:val="center"/>
                  </w:pPr>
                  <w:r>
                    <w:rPr>
                      <w:rStyle w:val="2Exact"/>
                    </w:rPr>
                    <w:t>для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передачи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площадки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  <w:jc w:val="center"/>
                  </w:pPr>
                  <w:r>
                    <w:rPr>
                      <w:rStyle w:val="2Exact"/>
                    </w:rPr>
                    <w:t>в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</w:pPr>
                  <w:r>
                    <w:rPr>
                      <w:rStyle w:val="2Exact"/>
                    </w:rPr>
                    <w:t>пользован</w:t>
                  </w:r>
                </w:p>
                <w:p w:rsidR="007403EF" w:rsidRDefault="007403EF">
                  <w:pPr>
                    <w:pStyle w:val="21"/>
                    <w:shd w:val="clear" w:color="auto" w:fill="auto"/>
                    <w:spacing w:after="0" w:line="274" w:lineRule="exact"/>
                    <w:ind w:firstLine="0"/>
                    <w:jc w:val="center"/>
                  </w:pPr>
                  <w:r>
                    <w:rPr>
                      <w:rStyle w:val="2Exact"/>
                    </w:rPr>
                    <w:t>ие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21" o:spid="_x0000_s1036" type="#_x0000_t202" style="position:absolute;margin-left:367.2pt;margin-top:0;width:356.75pt;height:234.65pt;z-index:251662336;visibility:visible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A0"/>
                  </w:tblPr>
                  <w:tblGrid>
                    <w:gridCol w:w="878"/>
                    <w:gridCol w:w="846"/>
                    <w:gridCol w:w="1001"/>
                    <w:gridCol w:w="986"/>
                    <w:gridCol w:w="1130"/>
                    <w:gridCol w:w="1148"/>
                    <w:gridCol w:w="1145"/>
                  </w:tblGrid>
                  <w:tr w:rsidR="007403EF">
                    <w:trPr>
                      <w:trHeight w:hRule="exact" w:val="1606"/>
                      <w:jc w:val="center"/>
                    </w:trPr>
                    <w:tc>
                      <w:tcPr>
                        <w:tcW w:w="8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46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265" w:type="dxa"/>
                        <w:gridSpan w:val="4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left="260" w:firstLine="0"/>
                        </w:pPr>
                        <w:r>
                          <w:rPr>
                            <w:rStyle w:val="20"/>
                          </w:rPr>
                          <w:t>Наличие инфраструктуры (+/-)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396"/>
                      <w:jc w:val="center"/>
                    </w:trPr>
                    <w:tc>
                      <w:tcPr>
                        <w:tcW w:w="8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трансп</w:t>
                        </w:r>
                      </w:p>
                    </w:tc>
                    <w:tc>
                      <w:tcPr>
                        <w:tcW w:w="8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водосн</w:t>
                        </w:r>
                      </w:p>
                    </w:tc>
                    <w:tc>
                      <w:tcPr>
                        <w:tcW w:w="100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канализ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газосна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электрос</w:t>
                        </w:r>
                      </w:p>
                    </w:tc>
                    <w:tc>
                      <w:tcPr>
                        <w:tcW w:w="11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теплосна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канализа</w:t>
                        </w:r>
                      </w:p>
                    </w:tc>
                  </w:tr>
                  <w:tr w:rsidR="007403EF">
                    <w:trPr>
                      <w:trHeight w:hRule="exact" w:val="2646"/>
                      <w:jc w:val="center"/>
                    </w:trPr>
                    <w:tc>
                      <w:tcPr>
                        <w:tcW w:w="878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ортная</w:t>
                        </w:r>
                      </w:p>
                    </w:tc>
                    <w:tc>
                      <w:tcPr>
                        <w:tcW w:w="846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12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абжен</w:t>
                        </w:r>
                      </w:p>
                      <w:p w:rsidR="007403EF" w:rsidRDefault="007403EF">
                        <w:pPr>
                          <w:pStyle w:val="21"/>
                          <w:shd w:val="clear" w:color="auto" w:fill="auto"/>
                          <w:spacing w:before="120" w:after="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ие</w:t>
                        </w:r>
                      </w:p>
                    </w:tc>
                    <w:tc>
                      <w:tcPr>
                        <w:tcW w:w="1001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ация</w:t>
                        </w:r>
                      </w:p>
                    </w:tc>
                    <w:tc>
                      <w:tcPr>
                        <w:tcW w:w="986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бжение</w:t>
                        </w:r>
                      </w:p>
                    </w:tc>
                    <w:tc>
                      <w:tcPr>
                        <w:tcW w:w="113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набжение</w:t>
                        </w:r>
                      </w:p>
                    </w:tc>
                    <w:tc>
                      <w:tcPr>
                        <w:tcW w:w="1148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left="180" w:firstLine="0"/>
                        </w:pPr>
                        <w:r>
                          <w:rPr>
                            <w:rStyle w:val="20"/>
                          </w:rPr>
                          <w:t>бжение</w:t>
                        </w:r>
                      </w:p>
                    </w:tc>
                    <w:tc>
                      <w:tcPr>
                        <w:tcW w:w="1145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ция</w:t>
                        </w:r>
                      </w:p>
                    </w:tc>
                  </w:tr>
                </w:tbl>
                <w:p w:rsidR="007403EF" w:rsidRDefault="007403E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7403EF" w:rsidRDefault="007403EF">
      <w:pPr>
        <w:spacing w:line="360" w:lineRule="exact"/>
      </w:pPr>
    </w:p>
    <w:p w:rsidR="007403EF" w:rsidRDefault="007403EF">
      <w:pPr>
        <w:spacing w:line="360" w:lineRule="exact"/>
      </w:pPr>
    </w:p>
    <w:p w:rsidR="007403EF" w:rsidRDefault="007403EF">
      <w:pPr>
        <w:spacing w:line="360" w:lineRule="exact"/>
      </w:pPr>
    </w:p>
    <w:p w:rsidR="007403EF" w:rsidRDefault="007403EF">
      <w:pPr>
        <w:spacing w:line="360" w:lineRule="exact"/>
      </w:pPr>
    </w:p>
    <w:p w:rsidR="007403EF" w:rsidRDefault="007403EF">
      <w:pPr>
        <w:spacing w:line="360" w:lineRule="exact"/>
      </w:pPr>
    </w:p>
    <w:p w:rsidR="007403EF" w:rsidRDefault="007403EF">
      <w:pPr>
        <w:spacing w:line="360" w:lineRule="exact"/>
      </w:pPr>
    </w:p>
    <w:p w:rsidR="007403EF" w:rsidRDefault="007403EF">
      <w:pPr>
        <w:spacing w:line="360" w:lineRule="exact"/>
      </w:pPr>
    </w:p>
    <w:p w:rsidR="007403EF" w:rsidRDefault="007403EF">
      <w:pPr>
        <w:spacing w:line="360" w:lineRule="exact"/>
      </w:pPr>
    </w:p>
    <w:p w:rsidR="007403EF" w:rsidRDefault="007403EF">
      <w:pPr>
        <w:spacing w:line="360" w:lineRule="exact"/>
      </w:pPr>
    </w:p>
    <w:p w:rsidR="007403EF" w:rsidRDefault="007403EF">
      <w:pPr>
        <w:spacing w:line="360" w:lineRule="exact"/>
      </w:pPr>
    </w:p>
    <w:p w:rsidR="007403EF" w:rsidRDefault="007403EF">
      <w:pPr>
        <w:spacing w:line="680" w:lineRule="exact"/>
      </w:pPr>
    </w:p>
    <w:p w:rsidR="007403EF" w:rsidRDefault="007403EF">
      <w:pPr>
        <w:rPr>
          <w:sz w:val="2"/>
          <w:szCs w:val="2"/>
        </w:rPr>
        <w:sectPr w:rsidR="007403EF">
          <w:type w:val="continuous"/>
          <w:pgSz w:w="16840" w:h="11900" w:orient="landscape"/>
          <w:pgMar w:top="1897" w:right="763" w:bottom="904" w:left="1455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08"/>
        <w:gridCol w:w="508"/>
      </w:tblGrid>
      <w:tr w:rsidR="007403EF">
        <w:trPr>
          <w:trHeight w:hRule="exact" w:val="115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Pr="006E64DB" w:rsidRDefault="007403EF" w:rsidP="006E64DB">
            <w:pPr>
              <w:framePr w:w="1015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6E64DB">
              <w:rPr>
                <w:sz w:val="20"/>
                <w:szCs w:val="20"/>
              </w:rPr>
              <w:t>15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13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Pr="006E64DB" w:rsidRDefault="007403EF" w:rsidP="006E64DB">
            <w:pPr>
              <w:framePr w:w="1015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6E64DB">
              <w:rPr>
                <w:sz w:val="20"/>
                <w:szCs w:val="20"/>
              </w:rPr>
              <w:t>14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14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Pr="006E64DB" w:rsidRDefault="007403EF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190" w:lineRule="exact"/>
              <w:ind w:right="160" w:firstLine="0"/>
              <w:jc w:val="right"/>
            </w:pPr>
            <w:r>
              <w:rPr>
                <w:rStyle w:val="2BookmanOldStyle"/>
                <w:b w:val="0"/>
                <w:bCs w:val="0"/>
                <w:lang w:val="ru-RU"/>
              </w:rPr>
              <w:t>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979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Pr="006E64DB" w:rsidRDefault="007403EF" w:rsidP="006E64DB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240" w:lineRule="auto"/>
              <w:ind w:left="181" w:firstLine="0"/>
              <w:rPr>
                <w:sz w:val="20"/>
                <w:szCs w:val="20"/>
              </w:rPr>
            </w:pPr>
            <w:r w:rsidRPr="006E64DB">
              <w:rPr>
                <w:rStyle w:val="26"/>
                <w:sz w:val="20"/>
                <w:szCs w:val="20"/>
                <w:lang w:val="ru-RU"/>
              </w:rPr>
              <w:t>12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00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Pr="006E64DB" w:rsidRDefault="007403EF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left="180" w:firstLine="0"/>
            </w:pPr>
            <w:r>
              <w:rPr>
                <w:rStyle w:val="28pt"/>
                <w:b w:val="0"/>
                <w:bCs w:val="0"/>
                <w:lang w:val="ru-RU"/>
              </w:rPr>
              <w:t>11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83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left="180" w:firstLine="0"/>
            </w:pPr>
            <w:r>
              <w:rPr>
                <w:rStyle w:val="28pt"/>
                <w:b w:val="0"/>
                <w:bCs w:val="0"/>
                <w:lang w:val="ru-RU" w:eastAsia="ru-RU"/>
              </w:rPr>
              <w:t>10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88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Pr="006E64DB" w:rsidRDefault="007403EF" w:rsidP="006E64DB">
            <w:pPr>
              <w:framePr w:w="1015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6E64DB">
              <w:rPr>
                <w:sz w:val="20"/>
                <w:szCs w:val="20"/>
              </w:rPr>
              <w:t>9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27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Pr="00E06ADF" w:rsidRDefault="007403EF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right="160" w:firstLine="0"/>
              <w:jc w:val="right"/>
            </w:pPr>
            <w:r>
              <w:rPr>
                <w:rStyle w:val="28pt"/>
                <w:b w:val="0"/>
                <w:bCs w:val="0"/>
                <w:lang w:val="ru-RU"/>
              </w:rPr>
              <w:t>8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0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Pr="00E06ADF" w:rsidRDefault="007403EF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left="180" w:firstLine="0"/>
            </w:pPr>
            <w:r>
              <w:rPr>
                <w:rStyle w:val="28pt"/>
                <w:b w:val="0"/>
                <w:bCs w:val="0"/>
                <w:lang w:val="ru-RU"/>
              </w:rPr>
              <w:t>7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487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Pr="006E64DB" w:rsidRDefault="007403EF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130" w:lineRule="exact"/>
              <w:ind w:left="180" w:firstLine="0"/>
              <w:rPr>
                <w:sz w:val="20"/>
                <w:szCs w:val="20"/>
              </w:rPr>
            </w:pPr>
            <w:r w:rsidRPr="006E64DB">
              <w:rPr>
                <w:rStyle w:val="26"/>
                <w:sz w:val="20"/>
                <w:szCs w:val="20"/>
                <w:lang w:val="ru-RU"/>
              </w:rPr>
              <w:t>6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3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Pr="006E64DB" w:rsidRDefault="007403EF" w:rsidP="00E06ADF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210" w:lineRule="exact"/>
              <w:ind w:left="180" w:firstLine="0"/>
              <w:rPr>
                <w:rStyle w:val="2101"/>
                <w:lang w:eastAsia="en-US"/>
              </w:rPr>
            </w:pPr>
            <w:r w:rsidRPr="006E64DB">
              <w:rPr>
                <w:rStyle w:val="2101"/>
                <w:lang w:eastAsia="en-US"/>
              </w:rPr>
              <w:t>5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8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Pr="006E64DB" w:rsidRDefault="007403EF" w:rsidP="00E06ADF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210" w:lineRule="exact"/>
              <w:ind w:left="180" w:firstLine="0"/>
              <w:rPr>
                <w:rStyle w:val="2101"/>
                <w:lang w:eastAsia="en-US"/>
              </w:rPr>
            </w:pPr>
            <w:r w:rsidRPr="006E64DB">
              <w:rPr>
                <w:rStyle w:val="2101"/>
                <w:lang w:eastAsia="en-US"/>
              </w:rPr>
              <w:t>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907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Pr="00E06ADF" w:rsidRDefault="007403EF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2"/>
                <w:b w:val="0"/>
                <w:bCs w:val="0"/>
                <w:lang w:val="ru-RU"/>
              </w:rPr>
              <w:t>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120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Pr="00E06ADF" w:rsidRDefault="007403EF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left="180" w:firstLine="0"/>
            </w:pPr>
            <w:r>
              <w:rPr>
                <w:rStyle w:val="28pt"/>
                <w:b w:val="0"/>
                <w:bCs w:val="0"/>
                <w:lang w:val="ru-RU"/>
              </w:rPr>
              <w:t>2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43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Pr="00E06ADF" w:rsidRDefault="007403EF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left="180" w:firstLine="0"/>
            </w:pPr>
            <w:r>
              <w:rPr>
                <w:rStyle w:val="28pt"/>
                <w:b w:val="0"/>
                <w:bCs w:val="0"/>
                <w:lang w:val="ru-RU"/>
              </w:rPr>
              <w:t>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3EF" w:rsidRPr="006E64DB" w:rsidRDefault="007403EF">
            <w:pPr>
              <w:pStyle w:val="21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left="140" w:firstLine="0"/>
            </w:pPr>
            <w:r>
              <w:rPr>
                <w:rStyle w:val="28pt"/>
                <w:b w:val="0"/>
                <w:bCs w:val="0"/>
                <w:lang w:val="ru-RU"/>
              </w:rPr>
              <w:t>1</w:t>
            </w:r>
          </w:p>
        </w:tc>
      </w:tr>
    </w:tbl>
    <w:p w:rsidR="007403EF" w:rsidRDefault="007403EF">
      <w:pPr>
        <w:framePr w:w="1015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  <w:sectPr w:rsidR="007403EF">
          <w:headerReference w:type="even" r:id="rId14"/>
          <w:headerReference w:type="default" r:id="rId15"/>
          <w:pgSz w:w="11900" w:h="16840"/>
          <w:pgMar w:top="771" w:right="8981" w:bottom="771" w:left="1904" w:header="0" w:footer="3" w:gutter="0"/>
          <w:pgNumType w:start="10"/>
          <w:cols w:space="720"/>
          <w:noEndnote/>
          <w:docGrid w:linePitch="360"/>
        </w:sectPr>
      </w:pPr>
    </w:p>
    <w:p w:rsidR="007403EF" w:rsidRDefault="007403EF">
      <w:pPr>
        <w:pStyle w:val="21"/>
        <w:shd w:val="clear" w:color="auto" w:fill="auto"/>
        <w:tabs>
          <w:tab w:val="left" w:pos="8059"/>
        </w:tabs>
        <w:spacing w:after="0" w:line="274" w:lineRule="exact"/>
        <w:ind w:left="456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357DA7">
        <w:t xml:space="preserve"> сельского поселения</w:t>
      </w:r>
      <w:r>
        <w:t>, утвержденному постановлением</w:t>
      </w:r>
      <w:r>
        <w:tab/>
        <w:t>администрации</w:t>
      </w:r>
    </w:p>
    <w:p w:rsidR="007403EF" w:rsidRDefault="007403EF">
      <w:pPr>
        <w:pStyle w:val="21"/>
        <w:shd w:val="clear" w:color="auto" w:fill="auto"/>
        <w:spacing w:after="480" w:line="274" w:lineRule="exact"/>
        <w:ind w:left="4560" w:firstLine="0"/>
      </w:pPr>
      <w:r>
        <w:t>Торгунского</w:t>
      </w:r>
      <w:r w:rsidRPr="00357DA7">
        <w:t xml:space="preserve"> сельского поселения </w:t>
      </w:r>
      <w:r>
        <w:t>от ____ №_</w:t>
      </w:r>
    </w:p>
    <w:p w:rsidR="007403EF" w:rsidRDefault="007403EF">
      <w:pPr>
        <w:pStyle w:val="21"/>
        <w:shd w:val="clear" w:color="auto" w:fill="auto"/>
        <w:spacing w:after="480" w:line="274" w:lineRule="exact"/>
        <w:ind w:left="4560" w:firstLine="0"/>
      </w:pPr>
      <w:r>
        <w:t>В администрацию Торгунского</w:t>
      </w:r>
      <w:r w:rsidRPr="00357DA7">
        <w:t xml:space="preserve"> сельского поселения</w:t>
      </w:r>
    </w:p>
    <w:p w:rsidR="007403EF" w:rsidRDefault="007403EF">
      <w:pPr>
        <w:pStyle w:val="21"/>
        <w:shd w:val="clear" w:color="auto" w:fill="auto"/>
        <w:spacing w:after="0" w:line="274" w:lineRule="exact"/>
        <w:ind w:right="20" w:firstLine="0"/>
        <w:jc w:val="center"/>
      </w:pPr>
      <w:r>
        <w:t>ЗАЯВЛЕНИЕ</w:t>
      </w:r>
    </w:p>
    <w:p w:rsidR="007403EF" w:rsidRDefault="007403EF">
      <w:pPr>
        <w:pStyle w:val="21"/>
        <w:shd w:val="clear" w:color="auto" w:fill="auto"/>
        <w:spacing w:after="267" w:line="274" w:lineRule="exact"/>
        <w:ind w:right="20" w:firstLine="0"/>
        <w:jc w:val="center"/>
      </w:pPr>
      <w:r>
        <w:t>о включении инвестиционного проекта (инвестиционной площадки) в реестр</w:t>
      </w:r>
      <w:r>
        <w:br/>
        <w:t>инвестиционных проектов Торгунского</w:t>
      </w:r>
      <w:r w:rsidRPr="00B54883">
        <w:t xml:space="preserve"> сельского поселения</w:t>
      </w:r>
      <w:r>
        <w:t xml:space="preserve"> (реестр инвестиционных площадок Торгунского</w:t>
      </w:r>
      <w:r w:rsidRPr="00B54883">
        <w:t xml:space="preserve"> сельского поселения</w:t>
      </w:r>
      <w:r>
        <w:t>)</w:t>
      </w:r>
    </w:p>
    <w:p w:rsidR="007403EF" w:rsidRDefault="007403EF">
      <w:pPr>
        <w:pStyle w:val="21"/>
        <w:shd w:val="clear" w:color="auto" w:fill="auto"/>
        <w:tabs>
          <w:tab w:val="left" w:leader="underscore" w:pos="8804"/>
        </w:tabs>
        <w:spacing w:after="179" w:line="240" w:lineRule="exact"/>
        <w:ind w:left="700" w:firstLine="0"/>
        <w:jc w:val="both"/>
      </w:pPr>
      <w:r>
        <w:t>Прошу включить инвестиционный проект (инвестиционную площадку)</w:t>
      </w:r>
    </w:p>
    <w:p w:rsidR="007403EF" w:rsidRDefault="007403EF">
      <w:pPr>
        <w:pStyle w:val="21"/>
        <w:shd w:val="clear" w:color="auto" w:fill="auto"/>
        <w:tabs>
          <w:tab w:val="left" w:leader="underscore" w:pos="8804"/>
        </w:tabs>
        <w:spacing w:after="179" w:line="240" w:lineRule="exact"/>
        <w:ind w:left="700" w:firstLine="0"/>
        <w:jc w:val="both"/>
      </w:pPr>
      <w:r>
        <w:tab/>
      </w:r>
    </w:p>
    <w:p w:rsidR="007403EF" w:rsidRDefault="007403EF">
      <w:pPr>
        <w:pStyle w:val="70"/>
        <w:shd w:val="clear" w:color="auto" w:fill="auto"/>
        <w:spacing w:before="0" w:after="152" w:line="160" w:lineRule="exact"/>
        <w:ind w:right="20"/>
      </w:pPr>
      <w:r>
        <w:t>(наименование инвестиционного проекта или инвестиционной площадки)</w:t>
      </w:r>
    </w:p>
    <w:p w:rsidR="007403EF" w:rsidRDefault="007403EF">
      <w:pPr>
        <w:pStyle w:val="21"/>
        <w:shd w:val="clear" w:color="auto" w:fill="auto"/>
        <w:spacing w:after="246" w:line="277" w:lineRule="exact"/>
        <w:ind w:firstLine="0"/>
        <w:jc w:val="both"/>
      </w:pPr>
      <w:r>
        <w:t>в реестр инвестиционных проектов Торгунского</w:t>
      </w:r>
      <w:r w:rsidRPr="00B54883">
        <w:t xml:space="preserve"> сельского поселения</w:t>
      </w:r>
      <w:r>
        <w:t xml:space="preserve"> (реестр инвестиционных площадок Торгунского</w:t>
      </w:r>
      <w:r w:rsidRPr="00B54883">
        <w:t xml:space="preserve"> сельского поселения</w:t>
      </w:r>
      <w:r>
        <w:t>).</w:t>
      </w:r>
    </w:p>
    <w:p w:rsidR="007403EF" w:rsidRDefault="007403EF">
      <w:pPr>
        <w:pStyle w:val="21"/>
        <w:shd w:val="clear" w:color="auto" w:fill="auto"/>
        <w:spacing w:after="0" w:line="270" w:lineRule="exact"/>
        <w:ind w:left="700" w:firstLine="0"/>
        <w:jc w:val="both"/>
      </w:pPr>
      <w:r>
        <w:t>Приложение:</w:t>
      </w:r>
    </w:p>
    <w:p w:rsidR="007403EF" w:rsidRDefault="007403EF">
      <w:pPr>
        <w:pStyle w:val="21"/>
        <w:numPr>
          <w:ilvl w:val="0"/>
          <w:numId w:val="5"/>
        </w:numPr>
        <w:shd w:val="clear" w:color="auto" w:fill="auto"/>
        <w:tabs>
          <w:tab w:val="left" w:pos="347"/>
        </w:tabs>
        <w:spacing w:after="0" w:line="270" w:lineRule="exact"/>
        <w:ind w:firstLine="0"/>
        <w:jc w:val="both"/>
      </w:pPr>
      <w:r>
        <w:t>Паспорт инвестиционного проекта (паспорт инвестиционной площадки) в 1 экз. на</w:t>
      </w:r>
    </w:p>
    <w:p w:rsidR="007403EF" w:rsidRDefault="007403EF">
      <w:pPr>
        <w:pStyle w:val="21"/>
        <w:shd w:val="clear" w:color="auto" w:fill="auto"/>
        <w:spacing w:after="0" w:line="270" w:lineRule="exact"/>
        <w:ind w:left="700" w:firstLine="0"/>
        <w:jc w:val="both"/>
      </w:pPr>
      <w:r>
        <w:t xml:space="preserve">_ л., на </w:t>
      </w:r>
      <w:r>
        <w:rPr>
          <w:lang w:val="en-US" w:eastAsia="en-US"/>
        </w:rPr>
        <w:t xml:space="preserve">CD </w:t>
      </w:r>
      <w:r>
        <w:t>диске.</w:t>
      </w:r>
    </w:p>
    <w:p w:rsidR="007403EF" w:rsidRDefault="007403EF">
      <w:pPr>
        <w:pStyle w:val="21"/>
        <w:numPr>
          <w:ilvl w:val="0"/>
          <w:numId w:val="5"/>
        </w:numPr>
        <w:shd w:val="clear" w:color="auto" w:fill="auto"/>
        <w:tabs>
          <w:tab w:val="left" w:pos="347"/>
        </w:tabs>
        <w:spacing w:after="0" w:line="270" w:lineRule="exact"/>
        <w:ind w:firstLine="0"/>
        <w:jc w:val="both"/>
      </w:pPr>
      <w:r>
        <w:t>Сведения о юридическом лице (индивидуальном предпринимателе).</w:t>
      </w:r>
    </w:p>
    <w:p w:rsidR="007403EF" w:rsidRDefault="007403EF">
      <w:pPr>
        <w:pStyle w:val="21"/>
        <w:numPr>
          <w:ilvl w:val="0"/>
          <w:numId w:val="5"/>
        </w:numPr>
        <w:shd w:val="clear" w:color="auto" w:fill="auto"/>
        <w:tabs>
          <w:tab w:val="left" w:pos="347"/>
        </w:tabs>
        <w:spacing w:after="0" w:line="270" w:lineRule="exact"/>
        <w:ind w:left="440" w:hanging="440"/>
      </w:pPr>
      <w:r>
        <w:t>Разрешение на публичное размещение и использование информации по инвестиционному проекту (инвестиционной площадке) в 1 экз. на 1 л.</w:t>
      </w:r>
    </w:p>
    <w:p w:rsidR="007403EF" w:rsidRPr="00B54883" w:rsidRDefault="007403EF" w:rsidP="00B54883">
      <w:pPr>
        <w:pStyle w:val="21"/>
        <w:shd w:val="clear" w:color="auto" w:fill="auto"/>
        <w:tabs>
          <w:tab w:val="left" w:pos="347"/>
        </w:tabs>
        <w:spacing w:after="0" w:line="270" w:lineRule="exact"/>
        <w:ind w:left="440" w:firstLine="0"/>
        <w:rPr>
          <w:sz w:val="16"/>
          <w:szCs w:val="16"/>
        </w:rPr>
      </w:pPr>
    </w:p>
    <w:p w:rsidR="007403EF" w:rsidRPr="00B54883" w:rsidRDefault="007403EF" w:rsidP="00B54883">
      <w:pPr>
        <w:pStyle w:val="81"/>
        <w:shd w:val="clear" w:color="auto" w:fill="auto"/>
        <w:spacing w:after="0" w:line="240" w:lineRule="auto"/>
        <w:rPr>
          <w:sz w:val="16"/>
          <w:szCs w:val="16"/>
        </w:rPr>
      </w:pPr>
      <w:r>
        <w:rPr>
          <w:noProof/>
        </w:rPr>
        <w:pict>
          <v:shape id="Text Box 20" o:spid="_x0000_s1039" type="#_x0000_t202" style="position:absolute;left:0;text-align:left;margin-left:275.6pt;margin-top:-1.35pt;width:35.65pt;height:8pt;z-index:-251653120;visibility:visible;mso-wrap-distance-left:96.85pt;mso-wrap-distance-right:121.85pt;mso-wrap-distance-bottom:13.25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70"/>
                    <w:shd w:val="clear" w:color="auto" w:fill="auto"/>
                    <w:spacing w:before="0" w:after="0" w:line="160" w:lineRule="exact"/>
                    <w:jc w:val="left"/>
                  </w:pPr>
                  <w:r>
                    <w:rPr>
                      <w:rStyle w:val="7Exact"/>
                    </w:rPr>
                    <w:t>(подпись)</w:t>
                  </w:r>
                </w:p>
              </w:txbxContent>
            </v:textbox>
            <w10:wrap type="square" side="left" anchorx="margin"/>
          </v:shape>
        </w:pict>
      </w:r>
      <w:r>
        <w:rPr>
          <w:noProof/>
        </w:rPr>
        <w:pict>
          <v:shape id="Text Box 19" o:spid="_x0000_s1040" type="#_x0000_t202" style="position:absolute;left:0;text-align:left;margin-left:401.75pt;margin-top:-.45pt;width:31.3pt;height:8pt;z-index:-251652096;visibility:visible;mso-wrap-distance-left:223pt;mso-wrap-distance-right:5pt;mso-wrap-distance-bottom:13.05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100"/>
                    <w:shd w:val="clear" w:color="auto" w:fill="auto"/>
                    <w:spacing w:line="160" w:lineRule="exact"/>
                  </w:pPr>
                  <w:r>
                    <w:t>(ФИО.)</w:t>
                  </w:r>
                </w:p>
              </w:txbxContent>
            </v:textbox>
            <w10:wrap type="square" side="left" anchorx="margin"/>
          </v:shape>
        </w:pict>
      </w:r>
      <w:r>
        <w:rPr>
          <w:sz w:val="16"/>
          <w:szCs w:val="16"/>
        </w:rPr>
        <w:t>(руководитель организации,</w:t>
      </w:r>
    </w:p>
    <w:p w:rsidR="007403EF" w:rsidRDefault="007403EF">
      <w:pPr>
        <w:pStyle w:val="70"/>
        <w:shd w:val="clear" w:color="auto" w:fill="auto"/>
        <w:spacing w:before="0" w:after="326" w:line="198" w:lineRule="exact"/>
        <w:ind w:right="20"/>
      </w:pPr>
      <w:r>
        <w:t>индивидуальный предприниматель, физическое</w:t>
      </w:r>
      <w:r>
        <w:br/>
        <w:t>лицо - заявители)</w:t>
      </w:r>
    </w:p>
    <w:p w:rsidR="007403EF" w:rsidRDefault="007403EF">
      <w:pPr>
        <w:pStyle w:val="90"/>
        <w:shd w:val="clear" w:color="auto" w:fill="auto"/>
        <w:spacing w:before="0" w:line="240" w:lineRule="exact"/>
        <w:ind w:left="700"/>
        <w:rPr>
          <w:rFonts w:cs="Times New Roman"/>
        </w:rPr>
        <w:sectPr w:rsidR="007403EF">
          <w:headerReference w:type="even" r:id="rId16"/>
          <w:headerReference w:type="default" r:id="rId17"/>
          <w:pgSz w:w="11900" w:h="16840"/>
          <w:pgMar w:top="2289" w:right="649" w:bottom="2289" w:left="1575" w:header="0" w:footer="3" w:gutter="0"/>
          <w:pgNumType w:start="3"/>
          <w:cols w:space="720"/>
          <w:noEndnote/>
          <w:docGrid w:linePitch="360"/>
        </w:sectPr>
      </w:pPr>
      <w:r>
        <w:rPr>
          <w:rFonts w:ascii="Gulim Cyr" w:hAnsi="Gulim Cyr" w:cs="Gulim Cyr"/>
        </w:rPr>
        <w:t>м.п.</w:t>
      </w:r>
    </w:p>
    <w:p w:rsidR="007403EF" w:rsidRDefault="007403EF">
      <w:pPr>
        <w:spacing w:before="96" w:after="96" w:line="240" w:lineRule="exact"/>
        <w:rPr>
          <w:sz w:val="19"/>
          <w:szCs w:val="19"/>
        </w:rPr>
      </w:pPr>
    </w:p>
    <w:p w:rsidR="007403EF" w:rsidRDefault="007403EF">
      <w:pPr>
        <w:rPr>
          <w:sz w:val="2"/>
          <w:szCs w:val="2"/>
        </w:rPr>
        <w:sectPr w:rsidR="007403EF">
          <w:pgSz w:w="11900" w:h="16840"/>
          <w:pgMar w:top="1506" w:right="0" w:bottom="986" w:left="0" w:header="0" w:footer="3" w:gutter="0"/>
          <w:cols w:space="720"/>
          <w:noEndnote/>
          <w:docGrid w:linePitch="360"/>
        </w:sectPr>
      </w:pPr>
    </w:p>
    <w:p w:rsidR="007403EF" w:rsidRDefault="007403EF" w:rsidP="00211BAB">
      <w:pPr>
        <w:pStyle w:val="21"/>
        <w:shd w:val="clear" w:color="auto" w:fill="auto"/>
        <w:tabs>
          <w:tab w:val="left" w:pos="8079"/>
        </w:tabs>
        <w:spacing w:after="0" w:line="274" w:lineRule="exact"/>
        <w:ind w:left="458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211BAB">
        <w:t xml:space="preserve"> сельского поселения</w:t>
      </w:r>
      <w:r>
        <w:t>, утвержденному постановлением</w:t>
      </w:r>
      <w:r>
        <w:tab/>
        <w:t>администрации</w:t>
      </w:r>
    </w:p>
    <w:p w:rsidR="007403EF" w:rsidRDefault="007403EF" w:rsidP="00211BAB">
      <w:pPr>
        <w:pStyle w:val="21"/>
        <w:shd w:val="clear" w:color="auto" w:fill="auto"/>
        <w:spacing w:after="0" w:line="240" w:lineRule="exact"/>
        <w:ind w:left="4580" w:firstLine="0"/>
      </w:pPr>
      <w:r>
        <w:t>Торгунского</w:t>
      </w:r>
      <w:r w:rsidRPr="00211BAB">
        <w:t xml:space="preserve"> сельского поселения </w:t>
      </w:r>
      <w:r>
        <w:t>от ____ №_</w:t>
      </w:r>
    </w:p>
    <w:p w:rsidR="007403EF" w:rsidRDefault="007403EF">
      <w:pPr>
        <w:pStyle w:val="21"/>
        <w:shd w:val="clear" w:color="auto" w:fill="auto"/>
        <w:spacing w:after="0" w:line="240" w:lineRule="exact"/>
        <w:ind w:left="20" w:firstLine="0"/>
        <w:jc w:val="center"/>
      </w:pPr>
    </w:p>
    <w:p w:rsidR="007403EF" w:rsidRDefault="007403EF">
      <w:pPr>
        <w:pStyle w:val="21"/>
        <w:shd w:val="clear" w:color="auto" w:fill="auto"/>
        <w:spacing w:after="0" w:line="240" w:lineRule="exact"/>
        <w:ind w:left="20" w:firstLine="0"/>
        <w:jc w:val="center"/>
      </w:pPr>
      <w:r>
        <w:t>ПАСПОРТ</w:t>
      </w:r>
    </w:p>
    <w:p w:rsidR="007403EF" w:rsidRDefault="007403EF">
      <w:pPr>
        <w:pStyle w:val="21"/>
        <w:shd w:val="clear" w:color="auto" w:fill="auto"/>
        <w:spacing w:after="0" w:line="240" w:lineRule="exact"/>
        <w:ind w:left="20" w:firstLine="0"/>
        <w:jc w:val="center"/>
      </w:pPr>
      <w:r>
        <w:t>инвестиционного проекта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90"/>
        <w:gridCol w:w="5951"/>
      </w:tblGrid>
      <w:tr w:rsidR="007403EF">
        <w:trPr>
          <w:trHeight w:hRule="exact" w:val="500"/>
          <w:jc w:val="center"/>
        </w:trPr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1. Краткая информация о проекте</w:t>
            </w:r>
          </w:p>
        </w:tc>
      </w:tr>
      <w:tr w:rsidR="007403EF">
        <w:trPr>
          <w:trHeight w:hRule="exact" w:val="493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40" w:lineRule="exact"/>
              <w:ind w:left="440" w:hanging="440"/>
            </w:pPr>
            <w:r>
              <w:rPr>
                <w:rStyle w:val="20"/>
              </w:rPr>
              <w:t>ЕЕ Наименование проекта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872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Е2. Цель проекта (создание новых объектов, реконструкция, модернизация, техническое перевооружение и т.п. с указанием конкретного объекта инвестиций)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56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ЕЗ. Краткое описание проекта (основная суть проекта)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5299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74" w:lineRule="exact"/>
              <w:ind w:left="440" w:hanging="440"/>
            </w:pPr>
            <w:r>
              <w:rPr>
                <w:rStyle w:val="20"/>
              </w:rPr>
              <w:t>Е4. Сфера реализации проекта:</w:t>
            </w:r>
          </w:p>
          <w:p w:rsidR="007403EF" w:rsidRDefault="007403E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74" w:lineRule="exact"/>
              <w:ind w:left="440" w:hanging="440"/>
            </w:pPr>
            <w:r>
              <w:rPr>
                <w:rStyle w:val="20"/>
              </w:rPr>
              <w:t>экономическая:</w:t>
            </w:r>
          </w:p>
          <w:p w:rsidR="007403EF" w:rsidRDefault="007403E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49"/>
              </w:tabs>
              <w:spacing w:after="0" w:line="274" w:lineRule="exact"/>
              <w:ind w:left="440" w:hanging="440"/>
            </w:pPr>
            <w:r>
              <w:rPr>
                <w:rStyle w:val="20"/>
              </w:rPr>
              <w:t>добывающая промышленность и энергетика, перерабатывающая промышленность и агропромышленный комплекс, системы жилищно- коммунального хозяйства, строительство;</w:t>
            </w:r>
          </w:p>
          <w:p w:rsidR="007403EF" w:rsidRDefault="007403E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56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социальная:</w:t>
            </w:r>
          </w:p>
          <w:p w:rsidR="007403EF" w:rsidRDefault="007403E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56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образование,</w:t>
            </w:r>
          </w:p>
          <w:p w:rsidR="007403EF" w:rsidRDefault="007403E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здравоохранение,</w:t>
            </w:r>
          </w:p>
          <w:p w:rsidR="007403EF" w:rsidRDefault="007403E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наука,</w:t>
            </w:r>
          </w:p>
          <w:p w:rsidR="007403EF" w:rsidRDefault="007403E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56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культура и спорт,</w:t>
            </w:r>
          </w:p>
          <w:p w:rsidR="007403EF" w:rsidRDefault="007403E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гражданское общество;</w:t>
            </w:r>
          </w:p>
          <w:p w:rsidR="007403EF" w:rsidRDefault="007403E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инновационный проект;</w:t>
            </w:r>
          </w:p>
          <w:p w:rsidR="007403EF" w:rsidRDefault="007403EF">
            <w:pPr>
              <w:pStyle w:val="21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0"/>
              </w:rPr>
              <w:t>иное (указать)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515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1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0"/>
              </w:rPr>
              <w:t>Е5. Место реализации проекта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41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  <w:sectPr w:rsidR="007403EF">
          <w:type w:val="continuous"/>
          <w:pgSz w:w="11900" w:h="16840"/>
          <w:pgMar w:top="1506" w:right="678" w:bottom="986" w:left="154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"/>
        <w:gridCol w:w="3683"/>
        <w:gridCol w:w="5947"/>
      </w:tblGrid>
      <w:tr w:rsidR="007403EF">
        <w:trPr>
          <w:trHeight w:hRule="exact" w:val="1076"/>
          <w:jc w:val="center"/>
        </w:trPr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(область, район, населенный пункт, улица, территория предприятия)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63"/>
          <w:jc w:val="center"/>
        </w:trPr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81" w:lineRule="exact"/>
              <w:ind w:firstLine="0"/>
            </w:pPr>
            <w:r>
              <w:rPr>
                <w:rStyle w:val="20"/>
              </w:rPr>
              <w:t>1.6. Функциональная зона места реализации проекта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321"/>
          <w:jc w:val="center"/>
        </w:trPr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1.7. Сроки реализации проекта: год начала реализации год ввода объекта в эксплуатацию год завершения проекта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90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2. Контактная информация о заявителе</w:t>
            </w:r>
          </w:p>
        </w:tc>
      </w:tr>
      <w:tr w:rsidR="007403EF">
        <w:trPr>
          <w:gridBefore w:val="1"/>
          <w:trHeight w:hRule="exact" w:val="1318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2.1. Наименование и организационно-правовая форма предприятия (организации) - заявителя проекта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gridBefore w:val="1"/>
          <w:trHeight w:hRule="exact" w:val="490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2.2. Форма собственности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gridBefore w:val="1"/>
          <w:trHeight w:hRule="exact" w:val="756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2.3. Почтовый и юридический адрес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gridBefore w:val="1"/>
          <w:trHeight w:hRule="exact" w:val="767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 xml:space="preserve">2.4. Руководитель (Ф.И.О., должность, телефон, факс, </w:t>
            </w:r>
            <w:r>
              <w:rPr>
                <w:rStyle w:val="20"/>
                <w:lang w:val="en-US" w:eastAsia="en-US"/>
              </w:rPr>
              <w:t>e</w:t>
            </w:r>
            <w:r w:rsidRPr="002E4802">
              <w:rPr>
                <w:rStyle w:val="20"/>
                <w:lang w:eastAsia="en-US"/>
              </w:rPr>
              <w:t>-</w:t>
            </w:r>
            <w:r>
              <w:rPr>
                <w:rStyle w:val="20"/>
                <w:lang w:val="en-US" w:eastAsia="en-US"/>
              </w:rPr>
              <w:t>mail</w:t>
            </w:r>
            <w:r w:rsidRPr="002E4802">
              <w:rPr>
                <w:rStyle w:val="20"/>
                <w:lang w:eastAsia="en-US"/>
              </w:rPr>
              <w:t>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gridBefore w:val="1"/>
          <w:trHeight w:hRule="exact" w:val="1062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 xml:space="preserve">2.5. Контактное лицо по ведению проекта (Ф.И.О., должность, телефон, факс, </w:t>
            </w:r>
            <w:r>
              <w:rPr>
                <w:rStyle w:val="20"/>
                <w:lang w:val="en-US" w:eastAsia="en-US"/>
              </w:rPr>
              <w:t>e</w:t>
            </w:r>
            <w:r w:rsidRPr="002E4802">
              <w:rPr>
                <w:rStyle w:val="20"/>
                <w:lang w:eastAsia="en-US"/>
              </w:rPr>
              <w:t>-</w:t>
            </w:r>
            <w:r>
              <w:rPr>
                <w:rStyle w:val="20"/>
                <w:lang w:val="en-US" w:eastAsia="en-US"/>
              </w:rPr>
              <w:t>mail</w:t>
            </w:r>
            <w:r w:rsidRPr="002E4802">
              <w:rPr>
                <w:rStyle w:val="20"/>
                <w:lang w:eastAsia="en-US"/>
              </w:rPr>
              <w:t>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30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3"/>
        <w:gridCol w:w="5947"/>
      </w:tblGrid>
      <w:tr w:rsidR="007403EF">
        <w:trPr>
          <w:trHeight w:hRule="exact" w:val="482"/>
          <w:jc w:val="center"/>
        </w:trPr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3. Продукция (услуги), технологии</w:t>
            </w:r>
          </w:p>
        </w:tc>
      </w:tr>
      <w:tr w:rsidR="007403EF">
        <w:trPr>
          <w:trHeight w:hRule="exact" w:val="1033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3.1. Наименование продукции (товаров, работ, услуг), технологии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3802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3.2. Для инновационных проектов: характеристика новизны (отметить): принципиально новая; модернизация известной конструкции; новый дизайн; аналог лучших зарубежных изделий;</w:t>
            </w:r>
          </w:p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 xml:space="preserve">сборка из зарубежных комплектующих; аналог выпускаемой продукции; </w:t>
            </w:r>
            <w:r>
              <w:rPr>
                <w:rStyle w:val="2101"/>
              </w:rPr>
              <w:t xml:space="preserve">наличие </w:t>
            </w:r>
            <w:r>
              <w:rPr>
                <w:rStyle w:val="20"/>
              </w:rPr>
              <w:t>собственных «ноу-хау»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30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3"/>
        <w:gridCol w:w="5944"/>
      </w:tblGrid>
      <w:tr w:rsidR="007403EF">
        <w:trPr>
          <w:trHeight w:hRule="exact" w:val="1357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6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3.3. Для инновационных проектов:</w:t>
            </w:r>
          </w:p>
          <w:p w:rsidR="007403EF" w:rsidRDefault="007403EF">
            <w:pPr>
              <w:pStyle w:val="21"/>
              <w:framePr w:w="9626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наличие патента, лицензии (дать краткую информацию)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894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6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3.4. Ожидаемые результаты при выходе на проектную мощность: натуральные - годовой объем производства; стоимостные - планируемая выручка (млн. руб.) в год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26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6"/>
        <w:gridCol w:w="5947"/>
      </w:tblGrid>
      <w:tr w:rsidR="007403EF">
        <w:trPr>
          <w:trHeight w:hRule="exact" w:val="508"/>
          <w:jc w:val="center"/>
        </w:trPr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4. Степень проработки инвестиционного проекта</w:t>
            </w:r>
          </w:p>
        </w:tc>
      </w:tr>
      <w:tr w:rsidR="007403EF">
        <w:trPr>
          <w:trHeight w:hRule="exact" w:val="2959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4.1. Степень готовности проекта (перечень разработанной документации по проекту с указанием даты ее разработки): бизнес-идея; бизнес-план; технико-экономическое обоснование;</w:t>
            </w:r>
          </w:p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проектно-сметная документация; иное (указать)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31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4.2. Стадия реализации проекта: подготовительная; пред инвестиционная; инвестиционная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378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4.3. Имеющаяся (требуемая) инфраструктура (описать имеющуюся инфраструктуру для реализации проекта с указанием площади участка, удаленности от транспортных магистралей и т.п.В случае отсутствия инфраструктуры - обозначить потребности): земельный участок; транспортные коммуникации; инженерные коммуникации; иное (указать)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865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4.4. Потребность в ресурсах: газ (ТУТ);</w:t>
            </w:r>
          </w:p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электроэнергия (МВт); водоснабжение (куб. м/сут.); водоотведение (куб. м/сут.); теплоснабжение (Гкал.)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34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3"/>
        <w:gridCol w:w="5940"/>
      </w:tblGrid>
      <w:tr w:rsidR="007403EF">
        <w:trPr>
          <w:trHeight w:hRule="exact" w:val="796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4.5. Обеспеченность трудовыми ресурсами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321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4.6. Наличие:</w:t>
            </w:r>
          </w:p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независимой экспертизы проекта; экологической экспертизы (кем и когда проведены)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67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4.7. Влияние проекта на окружающую среду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055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4.8. Для проектов с высоким уровнем рисков - основные риски проекта и меры по их снижению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23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6"/>
        <w:gridCol w:w="5944"/>
      </w:tblGrid>
      <w:tr w:rsidR="007403EF">
        <w:trPr>
          <w:trHeight w:hRule="exact" w:val="500"/>
          <w:jc w:val="center"/>
        </w:trPr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5. Финансово-экономические показатели проекта</w:t>
            </w:r>
          </w:p>
        </w:tc>
      </w:tr>
      <w:tr w:rsidR="007403EF">
        <w:trPr>
          <w:trHeight w:hRule="exact" w:val="103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5.1. Общая стоимость проекта (млн. руб.), в том числе: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7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81" w:lineRule="exact"/>
              <w:ind w:firstLine="0"/>
            </w:pPr>
            <w:r>
              <w:rPr>
                <w:rStyle w:val="20"/>
              </w:rPr>
              <w:t>5.1.1. Объем собственных средств (млн. руб.)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2952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5.1.2. Объем привлеченных средств (млн. руб.), всего, в том числе по источникам финансирования: кредитные средства банков, бюджетные средства (указать уровень бюджетной системы); прямые инвестиции (указать наименование инвестора); иное (указать)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04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5.2. Освоено на момент представления информации за счет всех источников (млн. руб.)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6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5.3. Требуемый объем инвестиций (млн. руб.)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270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5.4. Условия возможного участия инвестора: заемные средства: товарный кредит; лизинг;</w:t>
            </w:r>
          </w:p>
          <w:p w:rsidR="007403EF" w:rsidRDefault="007403EF">
            <w:pPr>
              <w:pStyle w:val="21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кредит в рублях при ставке не более % годовых на лет; кредит в долларах США при ставке не более % годовых на лет;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30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6"/>
        <w:gridCol w:w="5951"/>
      </w:tblGrid>
      <w:tr w:rsidR="007403EF">
        <w:trPr>
          <w:trHeight w:hRule="exact" w:val="1919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 xml:space="preserve">прямые инвестиции: приобретение акций до %; приобретение доли выпущенной продукции </w:t>
            </w:r>
            <w:r>
              <w:rPr>
                <w:rStyle w:val="2Gulim"/>
              </w:rPr>
              <w:t>%</w:t>
            </w:r>
            <w:r>
              <w:rPr>
                <w:rStyle w:val="2Gulim"/>
                <w:rFonts w:hint="eastAsia"/>
              </w:rPr>
              <w:t>;</w:t>
            </w:r>
            <w:r>
              <w:rPr>
                <w:rStyle w:val="2Gulim"/>
              </w:rPr>
              <w:t xml:space="preserve"> </w:t>
            </w:r>
            <w:r>
              <w:rPr>
                <w:rStyle w:val="20"/>
              </w:rPr>
              <w:t>участие в распределении доли от прибыли %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2689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5.5. Обеспечение обязательств по возврату инвестиций: залог имущества; банковские гарантии (указать банк);</w:t>
            </w:r>
          </w:p>
          <w:p w:rsidR="007403EF" w:rsidRDefault="007403E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передача прав собственности пропорционально объему участия инвестора в проекте; иное (указать)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7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5.6. Срок окупаемости проекта (РР) (лет)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63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 xml:space="preserve">5.7. Чистый дисконтированный доход </w:t>
            </w:r>
            <w:r w:rsidRPr="002E4802">
              <w:rPr>
                <w:rStyle w:val="20"/>
                <w:lang w:eastAsia="en-US"/>
              </w:rPr>
              <w:t>(</w:t>
            </w:r>
            <w:r>
              <w:rPr>
                <w:rStyle w:val="20"/>
                <w:lang w:val="en-US" w:eastAsia="en-US"/>
              </w:rPr>
              <w:t>NPV</w:t>
            </w:r>
            <w:r w:rsidRPr="002E4802">
              <w:rPr>
                <w:rStyle w:val="20"/>
                <w:lang w:eastAsia="en-US"/>
              </w:rPr>
              <w:t xml:space="preserve">) </w:t>
            </w:r>
            <w:r>
              <w:rPr>
                <w:rStyle w:val="20"/>
              </w:rPr>
              <w:t>(млн. руб.)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49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 xml:space="preserve">5.8. Внутренняя норма доходности </w:t>
            </w:r>
            <w:r>
              <w:rPr>
                <w:rStyle w:val="20"/>
                <w:lang w:val="en-US" w:eastAsia="en-US"/>
              </w:rPr>
              <w:t xml:space="preserve">(IRR) </w:t>
            </w:r>
            <w:r>
              <w:rPr>
                <w:rStyle w:val="20"/>
              </w:rPr>
              <w:t>(%)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50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7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 xml:space="preserve">5.9. Индекс доходности </w:t>
            </w:r>
            <w:r>
              <w:rPr>
                <w:rStyle w:val="20"/>
                <w:lang w:val="en-US" w:eastAsia="en-US"/>
              </w:rPr>
              <w:t>(PI)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37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83"/>
        <w:gridCol w:w="5940"/>
      </w:tblGrid>
      <w:tr w:rsidR="007403EF">
        <w:trPr>
          <w:trHeight w:hRule="exact" w:val="504"/>
          <w:jc w:val="center"/>
        </w:trPr>
        <w:tc>
          <w:tcPr>
            <w:tcW w:w="96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6. Меры поддержки, социальная и бюджетная эффективность</w:t>
            </w:r>
          </w:p>
        </w:tc>
      </w:tr>
      <w:tr w:rsidR="007403EF">
        <w:trPr>
          <w:trHeight w:hRule="exact" w:val="1289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0"/>
              </w:rPr>
              <w:t>6.1. Меры (формы) муниципальной поддержки, предоставленные (необходимые), и объемы финансирования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321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6.2. Меры (формы) государственной поддержки, предоставленные (необходимые), и объемы финансирования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2970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6.3. Использование дополнительных механизмов реализации: участие проекта в государственных или муниципальных программах; инвестиционный фонд; государственная корпорация; иное (указать).</w:t>
            </w:r>
          </w:p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Указать наименование 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23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  <w:sectPr w:rsidR="007403EF">
          <w:headerReference w:type="even" r:id="rId18"/>
          <w:headerReference w:type="default" r:id="rId19"/>
          <w:pgSz w:w="11900" w:h="16840"/>
          <w:pgMar w:top="1506" w:right="678" w:bottom="986" w:left="1548" w:header="0" w:footer="3" w:gutter="0"/>
          <w:pgNumType w:start="2"/>
          <w:cols w:space="720"/>
          <w:noEndnote/>
          <w:docGrid w:linePitch="360"/>
        </w:sectPr>
      </w:pPr>
    </w:p>
    <w:p w:rsidR="007403EF" w:rsidRDefault="007403EF">
      <w:pPr>
        <w:pStyle w:val="21"/>
        <w:shd w:val="clear" w:color="auto" w:fill="auto"/>
        <w:spacing w:after="1007" w:line="274" w:lineRule="exact"/>
        <w:ind w:firstLine="720"/>
      </w:pPr>
      <w:r>
        <w:rPr>
          <w:noProof/>
        </w:rPr>
        <w:pict>
          <v:shape id="Text Box 18" o:spid="_x0000_s1047" type="#_x0000_t202" style="position:absolute;left:0;text-align:left;margin-left:.9pt;margin-top:-412.2pt;width:481.85pt;height:398.05pt;z-index:-251651072;visibility:visible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A0"/>
                  </w:tblPr>
                  <w:tblGrid>
                    <w:gridCol w:w="3686"/>
                    <w:gridCol w:w="5951"/>
                  </w:tblGrid>
                  <w:tr w:rsidR="007403EF">
                    <w:trPr>
                      <w:trHeight w:hRule="exact" w:val="2736"/>
                      <w:jc w:val="center"/>
                    </w:trPr>
                    <w:tc>
                      <w:tcPr>
                        <w:tcW w:w="368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77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и реквизиты соответствующего нормативного правового акта о включении проекта в программу и (или) институт развития, с участием которого реализуется проект; если нет - указать программу, в которую проект необходимо включить (при необходимости)</w:t>
                        </w:r>
                      </w:p>
                    </w:tc>
                    <w:tc>
                      <w:tcPr>
                        <w:tcW w:w="5951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5180"/>
                      <w:jc w:val="center"/>
                    </w:trPr>
                    <w:tc>
                      <w:tcPr>
                        <w:tcW w:w="368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 w:rsidP="008815E9">
                        <w:pPr>
                          <w:pStyle w:val="21"/>
                          <w:shd w:val="clear" w:color="auto" w:fill="auto"/>
                          <w:spacing w:after="0" w:line="274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6.4. Социальная и бюджетная эффективность проекта: количество вновь создаваемых рабочих мест; объемы дополнительных налоговых поступлений и платежей за расчетный период реализации проекта: в областной бюджет (руб.); в бюджет сельского поселения (р</w:t>
                        </w:r>
                        <w:bookmarkStart w:id="1" w:name="_GoBack"/>
                        <w:bookmarkEnd w:id="1"/>
                        <w:r>
                          <w:rPr>
                            <w:rStyle w:val="20"/>
                          </w:rPr>
                          <w:t>уб.); иные социальные эффекты для территории (социальная реабилитация, развитие детского спорта, строительство объектов социальной инфраструктуры, переподготовка и переобучение, повышение качества природной среды и т.п.)</w:t>
                        </w:r>
                      </w:p>
                    </w:tc>
                    <w:tc>
                      <w:tcPr>
                        <w:tcW w:w="59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7403EF" w:rsidRDefault="007403E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>
        <w:t>По усмотрению заявителя к электронной версии паспорта инвестиционного проекта могут прилагаться иллюстрации в количестве не более 3 и объемом до 2 Мб каждая.</w:t>
      </w:r>
    </w:p>
    <w:p w:rsidR="007403EF" w:rsidRDefault="007403EF">
      <w:pPr>
        <w:pStyle w:val="111"/>
        <w:shd w:val="clear" w:color="auto" w:fill="auto"/>
        <w:tabs>
          <w:tab w:val="left" w:leader="hyphen" w:pos="631"/>
          <w:tab w:val="left" w:leader="hyphen" w:pos="3630"/>
        </w:tabs>
        <w:spacing w:before="0" w:after="0" w:line="140" w:lineRule="exact"/>
        <w:ind w:left="260"/>
      </w:pPr>
      <w:r>
        <w:rPr>
          <w:noProof/>
        </w:rPr>
        <w:pict>
          <v:shape id="Text Box 17" o:spid="_x0000_s1048" type="#_x0000_t202" style="position:absolute;left:0;text-align:left;margin-left:275.95pt;margin-top:-1.2pt;width:35.65pt;height:8pt;z-index:-251650048;visibility:visible;mso-wrap-distance-left:95.4pt;mso-wrap-distance-right:121.85pt;mso-wrap-distance-bottom:13.45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70"/>
                    <w:shd w:val="clear" w:color="auto" w:fill="auto"/>
                    <w:spacing w:before="0" w:after="0" w:line="160" w:lineRule="exact"/>
                    <w:jc w:val="left"/>
                  </w:pPr>
                  <w:r>
                    <w:rPr>
                      <w:rStyle w:val="7Exact"/>
                    </w:rPr>
                    <w:t>(подпись)</w:t>
                  </w:r>
                </w:p>
              </w:txbxContent>
            </v:textbox>
            <w10:wrap type="square" side="left" anchorx="margin"/>
          </v:shape>
        </w:pict>
      </w:r>
      <w:r>
        <w:rPr>
          <w:noProof/>
        </w:rPr>
        <w:pict>
          <v:shape id="Text Box 16" o:spid="_x0000_s1049" type="#_x0000_t202" style="position:absolute;left:0;text-align:left;margin-left:402.1pt;margin-top:-3.5pt;width:31.3pt;height:24pt;z-index:-251649024;visibility:visible;mso-wrap-distance-left:221.6pt;mso-wrap-distance-right:5pt;mso-wrap-distance-bottom:12.8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21"/>
                    <w:shd w:val="clear" w:color="auto" w:fill="auto"/>
                    <w:spacing w:after="0" w:line="240" w:lineRule="exact"/>
                    <w:ind w:firstLine="0"/>
                  </w:pPr>
                  <w:r>
                    <w:rPr>
                      <w:rStyle w:val="2Exact"/>
                    </w:rPr>
                    <w:t>ФИО</w:t>
                  </w:r>
                </w:p>
              </w:txbxContent>
            </v:textbox>
            <w10:wrap type="square" side="left" anchorx="margin"/>
          </v:shape>
        </w:pict>
      </w:r>
      <w:r>
        <w:tab/>
      </w:r>
      <w:r>
        <w:tab/>
      </w:r>
    </w:p>
    <w:p w:rsidR="007403EF" w:rsidRDefault="007403EF" w:rsidP="00211BAB">
      <w:pPr>
        <w:pStyle w:val="70"/>
        <w:shd w:val="clear" w:color="auto" w:fill="auto"/>
        <w:spacing w:before="0" w:after="329" w:line="202" w:lineRule="exact"/>
        <w:ind w:right="20"/>
        <w:jc w:val="left"/>
      </w:pPr>
      <w:r>
        <w:t>(руководитель организации,  индивидуальный предприниматель, физическое</w:t>
      </w:r>
      <w:r>
        <w:br/>
        <w:t>лицо - заявители)</w:t>
      </w:r>
    </w:p>
    <w:p w:rsidR="007403EF" w:rsidRDefault="007403EF">
      <w:pPr>
        <w:pStyle w:val="23"/>
        <w:keepNext/>
        <w:keepLines/>
        <w:shd w:val="clear" w:color="auto" w:fill="auto"/>
        <w:spacing w:before="0" w:line="240" w:lineRule="exact"/>
        <w:ind w:firstLine="720"/>
        <w:rPr>
          <w:rFonts w:cs="Times New Roman"/>
        </w:rPr>
        <w:sectPr w:rsidR="007403EF">
          <w:headerReference w:type="even" r:id="rId20"/>
          <w:headerReference w:type="default" r:id="rId21"/>
          <w:footerReference w:type="even" r:id="rId22"/>
          <w:footerReference w:type="default" r:id="rId23"/>
          <w:pgSz w:w="11900" w:h="16840"/>
          <w:pgMar w:top="1700" w:right="702" w:bottom="1700" w:left="1543" w:header="0" w:footer="3" w:gutter="0"/>
          <w:cols w:space="720"/>
          <w:noEndnote/>
          <w:docGrid w:linePitch="360"/>
        </w:sectPr>
      </w:pPr>
      <w:bookmarkStart w:id="2" w:name="bookmark1"/>
      <w:r>
        <w:rPr>
          <w:rFonts w:ascii="Gulim Cyr" w:hAnsi="Gulim Cyr" w:cs="Gulim Cyr"/>
        </w:rPr>
        <w:t>м.п.</w:t>
      </w:r>
      <w:bookmarkEnd w:id="2"/>
    </w:p>
    <w:p w:rsidR="007403EF" w:rsidRDefault="007403EF">
      <w:pPr>
        <w:spacing w:before="99" w:after="99" w:line="240" w:lineRule="exact"/>
        <w:rPr>
          <w:sz w:val="19"/>
          <w:szCs w:val="19"/>
        </w:rPr>
      </w:pPr>
    </w:p>
    <w:p w:rsidR="007403EF" w:rsidRDefault="007403EF">
      <w:pPr>
        <w:rPr>
          <w:sz w:val="2"/>
          <w:szCs w:val="2"/>
        </w:rPr>
        <w:sectPr w:rsidR="007403EF">
          <w:headerReference w:type="even" r:id="rId24"/>
          <w:headerReference w:type="default" r:id="rId25"/>
          <w:footerReference w:type="even" r:id="rId26"/>
          <w:footerReference w:type="default" r:id="rId27"/>
          <w:pgSz w:w="11900" w:h="16840"/>
          <w:pgMar w:top="1549" w:right="0" w:bottom="1042" w:left="0" w:header="0" w:footer="3" w:gutter="0"/>
          <w:pgNumType w:start="5"/>
          <w:cols w:space="720"/>
          <w:noEndnote/>
          <w:docGrid w:linePitch="360"/>
        </w:sectPr>
      </w:pPr>
    </w:p>
    <w:p w:rsidR="007403EF" w:rsidRDefault="007403EF" w:rsidP="00211BAB">
      <w:pPr>
        <w:pStyle w:val="21"/>
        <w:shd w:val="clear" w:color="auto" w:fill="auto"/>
        <w:tabs>
          <w:tab w:val="left" w:pos="8059"/>
        </w:tabs>
        <w:spacing w:after="0" w:line="274" w:lineRule="exact"/>
        <w:ind w:left="456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211BAB">
        <w:t xml:space="preserve"> сельского поселения</w:t>
      </w:r>
      <w:r>
        <w:t>, утвержденному постановлением</w:t>
      </w:r>
      <w:r>
        <w:tab/>
        <w:t>администрации</w:t>
      </w:r>
    </w:p>
    <w:p w:rsidR="007403EF" w:rsidRDefault="007403EF" w:rsidP="00211BAB">
      <w:pPr>
        <w:pStyle w:val="21"/>
        <w:shd w:val="clear" w:color="auto" w:fill="auto"/>
        <w:spacing w:after="0" w:line="240" w:lineRule="exact"/>
        <w:ind w:left="4560" w:firstLine="0"/>
      </w:pPr>
      <w:r>
        <w:t>Торгунского</w:t>
      </w:r>
      <w:r w:rsidRPr="00211BAB">
        <w:t xml:space="preserve"> сельского поселения </w:t>
      </w:r>
      <w:r>
        <w:t>от ___ №__</w:t>
      </w:r>
    </w:p>
    <w:p w:rsidR="007403EF" w:rsidRDefault="007403EF">
      <w:pPr>
        <w:pStyle w:val="21"/>
        <w:shd w:val="clear" w:color="auto" w:fill="auto"/>
        <w:spacing w:after="0" w:line="240" w:lineRule="exact"/>
        <w:ind w:left="20" w:firstLine="0"/>
        <w:jc w:val="center"/>
      </w:pPr>
    </w:p>
    <w:p w:rsidR="007403EF" w:rsidRDefault="007403EF">
      <w:pPr>
        <w:pStyle w:val="21"/>
        <w:shd w:val="clear" w:color="auto" w:fill="auto"/>
        <w:spacing w:after="0" w:line="240" w:lineRule="exact"/>
        <w:ind w:left="20" w:firstLine="0"/>
        <w:jc w:val="center"/>
      </w:pPr>
      <w:r>
        <w:t>ПАСПОРТ</w:t>
      </w:r>
    </w:p>
    <w:p w:rsidR="007403EF" w:rsidRDefault="007403EF">
      <w:pPr>
        <w:pStyle w:val="21"/>
        <w:shd w:val="clear" w:color="auto" w:fill="auto"/>
        <w:spacing w:after="0" w:line="240" w:lineRule="exact"/>
        <w:ind w:left="20" w:firstLine="0"/>
        <w:jc w:val="center"/>
      </w:pPr>
      <w:r>
        <w:rPr>
          <w:noProof/>
        </w:rPr>
        <w:pict>
          <v:shape id="Text Box 15" o:spid="_x0000_s1052" type="#_x0000_t202" style="position:absolute;left:0;text-align:left;margin-left:183.95pt;margin-top:474.4pt;width:112.7pt;height:12pt;z-index:-251648000;visibility:visible;mso-wrap-distance-left:183.95pt;mso-wrap-distance-top:19pt;mso-wrap-distance-right:186.3pt;mso-wrap-distance-bottom:20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21"/>
                    <w:shd w:val="clear" w:color="auto" w:fill="auto"/>
                    <w:spacing w:after="0" w:line="240" w:lineRule="exact"/>
                    <w:ind w:firstLine="0"/>
                  </w:pPr>
                  <w:r>
                    <w:rPr>
                      <w:rStyle w:val="2Exact"/>
                    </w:rPr>
                    <w:t>3. Земельный участок</w:t>
                  </w:r>
                </w:p>
              </w:txbxContent>
            </v:textbox>
            <w10:wrap type="topAndBottom" anchorx="margin"/>
          </v:shape>
        </w:pict>
      </w:r>
      <w:r>
        <w:t>инвестиционной площадки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371"/>
        <w:gridCol w:w="4252"/>
      </w:tblGrid>
      <w:tr w:rsidR="007403EF">
        <w:trPr>
          <w:trHeight w:hRule="exact" w:val="504"/>
          <w:jc w:val="center"/>
        </w:trPr>
        <w:tc>
          <w:tcPr>
            <w:tcW w:w="96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1. Краткое описание площадки</w:t>
            </w:r>
          </w:p>
        </w:tc>
      </w:tr>
      <w:tr w:rsidR="007403EF">
        <w:trPr>
          <w:trHeight w:hRule="exact" w:val="493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1.1. Наименование площадки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86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1.2. Назначение площадки (текущее)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2142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1.3. Элементы площадки, передаваемые в пользование:</w:t>
            </w:r>
          </w:p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земельный участок (кв. м); объекты недвижимости (отдельные здания, сооружения, помещения) (кв. м) (для объектов недвижимости указать общую площадь земельного участка под объектом (кв. м)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82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1.4. Предложения по использованию площадки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68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10" w:lineRule="exact"/>
              <w:ind w:firstLine="0"/>
            </w:pPr>
            <w:r>
              <w:rPr>
                <w:rStyle w:val="2101"/>
              </w:rPr>
              <w:t>1.5. Кадастровый номер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508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1.6. Адресные ориентиры площадки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23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368"/>
        <w:gridCol w:w="4252"/>
      </w:tblGrid>
      <w:tr w:rsidR="007403EF">
        <w:trPr>
          <w:trHeight w:hRule="exact" w:val="508"/>
          <w:jc w:val="center"/>
        </w:trPr>
        <w:tc>
          <w:tcPr>
            <w:tcW w:w="9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2. Контактная информация о правообладателе площадки</w:t>
            </w:r>
          </w:p>
        </w:tc>
      </w:tr>
      <w:tr w:rsidR="007403EF">
        <w:trPr>
          <w:trHeight w:hRule="exact" w:val="756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2.1. Наименование и организационно-правовая форма правообладателя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82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2.2. Почтовый и юридический адрес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67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 xml:space="preserve">2.3. Руководитель (Ф.И.О., должность, телефон, факс, </w:t>
            </w:r>
            <w:r>
              <w:rPr>
                <w:rStyle w:val="20"/>
                <w:lang w:val="en-US" w:eastAsia="en-US"/>
              </w:rPr>
              <w:t>e</w:t>
            </w:r>
            <w:r w:rsidRPr="002E4802">
              <w:rPr>
                <w:rStyle w:val="20"/>
                <w:lang w:eastAsia="en-US"/>
              </w:rPr>
              <w:t>-</w:t>
            </w:r>
            <w:r>
              <w:rPr>
                <w:rStyle w:val="20"/>
                <w:lang w:val="en-US" w:eastAsia="en-US"/>
              </w:rPr>
              <w:t>mail</w:t>
            </w:r>
            <w:r w:rsidRPr="002E4802">
              <w:rPr>
                <w:rStyle w:val="20"/>
                <w:lang w:eastAsia="en-US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74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 xml:space="preserve">2.4. Контактное лицо (Ф.И.О., должность, телефон, факс, </w:t>
            </w:r>
            <w:r>
              <w:rPr>
                <w:rStyle w:val="20"/>
                <w:lang w:val="en-US" w:eastAsia="en-US"/>
              </w:rPr>
              <w:t>e</w:t>
            </w:r>
            <w:r w:rsidRPr="002E4802">
              <w:rPr>
                <w:rStyle w:val="20"/>
                <w:lang w:eastAsia="en-US"/>
              </w:rPr>
              <w:t>-</w:t>
            </w:r>
            <w:r>
              <w:rPr>
                <w:rStyle w:val="20"/>
                <w:lang w:val="en-US" w:eastAsia="en-US"/>
              </w:rPr>
              <w:t>mail</w:t>
            </w:r>
            <w:r w:rsidRPr="002E4802">
              <w:rPr>
                <w:rStyle w:val="20"/>
                <w:lang w:eastAsia="en-US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19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  <w:sectPr w:rsidR="007403EF">
          <w:type w:val="continuous"/>
          <w:pgSz w:w="11900" w:h="16840"/>
          <w:pgMar w:top="1549" w:right="697" w:bottom="1042" w:left="1544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375"/>
        <w:gridCol w:w="4259"/>
      </w:tblGrid>
      <w:tr w:rsidR="007403EF">
        <w:trPr>
          <w:trHeight w:hRule="exact" w:val="533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3.1. Функциональная зона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90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3.2. Вид разрешенного использования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81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3.3. Фактическое использование земельного участка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037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3.4. Ограничения использования земельного участка (санитарно-защитные зоны, охранные зоны и др.)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033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3.5. Характеристика местности (особенности рельефа территории участка, наличие на земельном участке водоемов и др.)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325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3.6. Близлежащие объекты (жилые массивы, промышленные предприятия, земельные участки и др., возможность включения соседних земельных участков в общий инвестиционный проект)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303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3.7. Правовое основание пользования участком (собственность, аренда, безвозмездное срочное пользование, иное) и установленный срок пользования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1044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3.8. Правовые основания для передачи участка в пользование (продажа (указать стоимость), аренда (субаренда) (указать срок), иное)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34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1919"/>
        <w:gridCol w:w="1307"/>
        <w:gridCol w:w="846"/>
        <w:gridCol w:w="1354"/>
        <w:gridCol w:w="961"/>
        <w:gridCol w:w="1134"/>
        <w:gridCol w:w="2095"/>
      </w:tblGrid>
      <w:tr w:rsidR="007403EF">
        <w:trPr>
          <w:trHeight w:hRule="exact" w:val="504"/>
          <w:jc w:val="center"/>
        </w:trPr>
        <w:tc>
          <w:tcPr>
            <w:tcW w:w="96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4. Объекты недвижимости</w:t>
            </w:r>
          </w:p>
        </w:tc>
      </w:tr>
      <w:tr w:rsidR="007403EF">
        <w:trPr>
          <w:trHeight w:hRule="exact" w:val="1840"/>
          <w:jc w:val="center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  <w:jc w:val="center"/>
            </w:pPr>
            <w:r>
              <w:rPr>
                <w:rStyle w:val="20"/>
              </w:rPr>
              <w:t xml:space="preserve">Наименование </w:t>
            </w:r>
            <w:r>
              <w:rPr>
                <w:rStyle w:val="2101"/>
              </w:rPr>
              <w:t xml:space="preserve">объекта (здание, </w:t>
            </w:r>
            <w:r>
              <w:rPr>
                <w:rStyle w:val="20"/>
              </w:rPr>
              <w:t>сооружение, цех, корпус и т.п.)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59" w:lineRule="exact"/>
              <w:ind w:firstLine="0"/>
              <w:jc w:val="center"/>
            </w:pPr>
            <w:r>
              <w:rPr>
                <w:rStyle w:val="20"/>
              </w:rPr>
              <w:t>Площадь (кв. м)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>
              <w:rPr>
                <w:rStyle w:val="20"/>
              </w:rPr>
              <w:t>Этажн</w:t>
            </w:r>
          </w:p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0"/>
              </w:rPr>
              <w:t>ость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  <w:jc w:val="center"/>
            </w:pPr>
            <w:r>
              <w:rPr>
                <w:rStyle w:val="20"/>
              </w:rPr>
              <w:t>Высота пролетов по этажам (м)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>
              <w:rPr>
                <w:rStyle w:val="20"/>
              </w:rPr>
              <w:t>Состоя</w:t>
            </w:r>
          </w:p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0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0"/>
              </w:rPr>
              <w:t>Характер</w:t>
            </w:r>
          </w:p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  <w:jc w:val="center"/>
            </w:pPr>
            <w:r>
              <w:rPr>
                <w:rStyle w:val="20"/>
              </w:rPr>
              <w:t>истика</w:t>
            </w:r>
          </w:p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0"/>
              </w:rPr>
              <w:t>предыду</w:t>
            </w:r>
          </w:p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  <w:jc w:val="center"/>
            </w:pPr>
            <w:r>
              <w:rPr>
                <w:rStyle w:val="20"/>
              </w:rPr>
              <w:t>щей</w:t>
            </w:r>
          </w:p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0"/>
              </w:rPr>
              <w:t>деятельн</w:t>
            </w:r>
          </w:p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ости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3" w:lineRule="exact"/>
              <w:ind w:firstLine="0"/>
              <w:jc w:val="center"/>
            </w:pPr>
            <w:r>
              <w:rPr>
                <w:rStyle w:val="20"/>
              </w:rPr>
              <w:t>Возможность</w:t>
            </w:r>
          </w:p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3" w:lineRule="exact"/>
              <w:ind w:firstLine="0"/>
              <w:jc w:val="center"/>
            </w:pPr>
            <w:r>
              <w:rPr>
                <w:rStyle w:val="20"/>
              </w:rPr>
              <w:t>расширения</w:t>
            </w:r>
          </w:p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3" w:lineRule="exact"/>
              <w:ind w:left="260" w:firstLine="0"/>
            </w:pPr>
            <w:r>
              <w:rPr>
                <w:rStyle w:val="20"/>
              </w:rPr>
              <w:t>(строительство,</w:t>
            </w:r>
          </w:p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63" w:lineRule="exact"/>
              <w:ind w:left="260" w:firstLine="0"/>
            </w:pPr>
            <w:r>
              <w:rPr>
                <w:rStyle w:val="20"/>
              </w:rPr>
              <w:t>реконструкция)</w:t>
            </w:r>
          </w:p>
        </w:tc>
      </w:tr>
      <w:tr w:rsidR="007403EF">
        <w:trPr>
          <w:trHeight w:hRule="exact" w:val="493"/>
          <w:jc w:val="center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4.1.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93"/>
          <w:jc w:val="center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4.2.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500"/>
          <w:jc w:val="center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4.3.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16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764"/>
        <w:gridCol w:w="2041"/>
        <w:gridCol w:w="1814"/>
      </w:tblGrid>
      <w:tr w:rsidR="007403EF">
        <w:trPr>
          <w:trHeight w:hRule="exact" w:val="497"/>
          <w:jc w:val="center"/>
        </w:trPr>
        <w:tc>
          <w:tcPr>
            <w:tcW w:w="96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5. Транспортная инфраструктура</w:t>
            </w:r>
          </w:p>
        </w:tc>
      </w:tr>
      <w:tr w:rsidR="007403EF">
        <w:trPr>
          <w:trHeight w:hRule="exact" w:val="1026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Наличие (удаленность от земельного участка) объектов транспортной инфраструктуры, в том числе: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9619" w:wrap="notBeside" w:vAnchor="text" w:hAnchor="text" w:xAlign="center" w:y="1"/>
              <w:shd w:val="clear" w:color="auto" w:fill="auto"/>
              <w:spacing w:after="120" w:line="240" w:lineRule="exact"/>
              <w:ind w:left="240" w:firstLine="0"/>
            </w:pPr>
            <w:r>
              <w:rPr>
                <w:rStyle w:val="20"/>
              </w:rPr>
              <w:t>Существующее</w:t>
            </w:r>
          </w:p>
          <w:p w:rsidR="007403EF" w:rsidRDefault="007403EF">
            <w:pPr>
              <w:pStyle w:val="21"/>
              <w:framePr w:w="9619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0"/>
              </w:rPr>
              <w:t>положение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left="260" w:firstLine="0"/>
            </w:pPr>
            <w:r>
              <w:rPr>
                <w:rStyle w:val="20"/>
              </w:rPr>
              <w:t>Потребность</w:t>
            </w:r>
          </w:p>
        </w:tc>
      </w:tr>
      <w:tr w:rsidR="007403EF">
        <w:trPr>
          <w:trHeight w:hRule="exact" w:val="500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5.1. Автомобильные дороги с твердым покрытием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19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764"/>
        <w:gridCol w:w="2041"/>
        <w:gridCol w:w="1818"/>
      </w:tblGrid>
      <w:tr w:rsidR="007403EF">
        <w:trPr>
          <w:trHeight w:hRule="exact" w:val="511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(асфальтобетон, бетон)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63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0"/>
              </w:rPr>
              <w:t>5.1.1. Близость к основным магистралям города, наименование (км)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97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5.1.2. Наличие внутренних автодорог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86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5.2. Железнодорожное сообщение (да/нет)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86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5.2.1. Наличие грузовых терминалов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92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23" w:wrap="notBeside" w:vAnchor="text" w:hAnchor="text" w:xAlign="center" w:y="1"/>
              <w:shd w:val="clear" w:color="auto" w:fill="auto"/>
              <w:spacing w:after="0" w:line="281" w:lineRule="exact"/>
              <w:ind w:firstLine="0"/>
            </w:pPr>
            <w:r>
              <w:rPr>
                <w:rStyle w:val="20"/>
              </w:rPr>
              <w:t>5.2.2. Подъездной путь (да/нет), расстояние до подъездного пути (км)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23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771"/>
        <w:gridCol w:w="2041"/>
        <w:gridCol w:w="1822"/>
      </w:tblGrid>
      <w:tr w:rsidR="007403EF">
        <w:trPr>
          <w:trHeight w:hRule="exact" w:val="500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6. Инженерная инфраструктура</w:t>
            </w:r>
          </w:p>
        </w:tc>
      </w:tr>
      <w:tr w:rsidR="007403EF">
        <w:trPr>
          <w:trHeight w:hRule="exact" w:val="1037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Наличие (удаленность от земельного участка) сетей инженерно-технического обеспечения и объектов инженерной инфраструктуры, в том числе: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120" w:line="240" w:lineRule="exact"/>
              <w:ind w:left="240" w:firstLine="0"/>
            </w:pPr>
            <w:r>
              <w:rPr>
                <w:rStyle w:val="20"/>
              </w:rPr>
              <w:t>Существующее</w:t>
            </w:r>
          </w:p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0"/>
              </w:rPr>
              <w:t>положение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left="260" w:firstLine="0"/>
            </w:pPr>
            <w:r>
              <w:rPr>
                <w:rStyle w:val="20"/>
              </w:rPr>
              <w:t>Потребность</w:t>
            </w:r>
          </w:p>
        </w:tc>
      </w:tr>
      <w:tr w:rsidR="007403EF">
        <w:trPr>
          <w:trHeight w:hRule="exact" w:val="104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6.1. Объекты водоснабжения (артезианские скважины, насосные станции, водонапорные башни, магистральные сети и др.)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7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6.1.1. Тип (питьевое и техническое водоснабжение указать отдельно)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82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6.1.2. Мощность (куб. м/сут.)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82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6.1.3. Расстояние до магистрали (м)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9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6.2. Канализация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6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6.2.1. Тип (бытовая, ливневая, канализационная насосная станция, очистные сооружения)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86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6.2.2. Мощность (куб. м/сут.)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6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6.2.3. Расстояние до магистрали и очистных сооружений (м)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63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6.3. Объекты электроснабжения (электрические линии, подстанции)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93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6.3.1. Тип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9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6.3.2. Мощность (мВт)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9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6.3.3. Расстояние до магистрали (м)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74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0"/>
              </w:rPr>
              <w:t>6.4. Объекты газоснабжения (магистральные сети, распределительные устройства)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34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  <w:sectPr w:rsidR="007403EF">
          <w:headerReference w:type="even" r:id="rId28"/>
          <w:headerReference w:type="default" r:id="rId29"/>
          <w:footerReference w:type="even" r:id="rId30"/>
          <w:headerReference w:type="first" r:id="rId31"/>
          <w:pgSz w:w="11900" w:h="16840"/>
          <w:pgMar w:top="1549" w:right="697" w:bottom="1042" w:left="1544" w:header="0" w:footer="3" w:gutter="0"/>
          <w:pgNumType w:start="2"/>
          <w:cols w:space="720"/>
          <w:noEndnote/>
          <w:titlePg/>
          <w:docGrid w:linePitch="360"/>
        </w:sectPr>
      </w:pPr>
    </w:p>
    <w:p w:rsidR="007403EF" w:rsidRDefault="007403EF">
      <w:pPr>
        <w:pStyle w:val="21"/>
        <w:shd w:val="clear" w:color="auto" w:fill="auto"/>
        <w:spacing w:after="0" w:line="270" w:lineRule="exact"/>
        <w:ind w:firstLine="720"/>
      </w:pPr>
      <w:r>
        <w:rPr>
          <w:noProof/>
        </w:rPr>
        <w:pict>
          <v:shape id="Text Box 14" o:spid="_x0000_s1057" type="#_x0000_t202" style="position:absolute;left:0;text-align:left;margin-left:1.45pt;margin-top:-388.8pt;width:481.7pt;height:263.15pt;z-index:-251646976;visibility:visible;mso-wrap-distance-left:5pt;mso-wrap-distance-right:5pt;mso-wrap-distance-bottom:111.6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A0"/>
                  </w:tblPr>
                  <w:tblGrid>
                    <w:gridCol w:w="5771"/>
                    <w:gridCol w:w="2041"/>
                    <w:gridCol w:w="1822"/>
                  </w:tblGrid>
                  <w:tr w:rsidR="007403EF">
                    <w:trPr>
                      <w:trHeight w:hRule="exact" w:val="522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6.4.1. Тип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493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6.4.2. Мощность (кгс/кв. см; МПа)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482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6.4.3. Расстояние до магистрали (м)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767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7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6.5. Объекты теплоснабжения (центральные тепловые подстанции, сети)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486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6.5.1. Тип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490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6.5.2. Мощность (Гкал)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490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6.5.3. Расстояние до магистрали и источника (м)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490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6.6. Наличие телекоммуникаций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490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6.6.1. Телефон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508"/>
                      <w:jc w:val="center"/>
                    </w:trPr>
                    <w:tc>
                      <w:tcPr>
                        <w:tcW w:w="57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both"/>
                        </w:pPr>
                        <w:r>
                          <w:rPr>
                            <w:rStyle w:val="20"/>
                          </w:rPr>
                          <w:t>6.6.2. Интернет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7403EF" w:rsidRDefault="007403E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Text Box 13" o:spid="_x0000_s1058" type="#_x0000_t202" style="position:absolute;left:0;text-align:left;margin-left:1.1pt;margin-top:-115.2pt;width:480.95pt;height:101.05pt;z-index:-251645952;visibility:visible;mso-wrap-distance-left:5pt;mso-wrap-distance-top:273.6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A0"/>
                  </w:tblPr>
                  <w:tblGrid>
                    <w:gridCol w:w="5792"/>
                    <w:gridCol w:w="3827"/>
                  </w:tblGrid>
                  <w:tr w:rsidR="007403EF">
                    <w:trPr>
                      <w:trHeight w:hRule="exact" w:val="504"/>
                      <w:jc w:val="center"/>
                    </w:trPr>
                    <w:tc>
                      <w:tcPr>
                        <w:tcW w:w="9619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7. Наличие документации по планировке территории</w:t>
                        </w:r>
                      </w:p>
                    </w:tc>
                  </w:tr>
                  <w:tr w:rsidR="007403EF">
                    <w:trPr>
                      <w:trHeight w:hRule="exact" w:val="482"/>
                      <w:jc w:val="center"/>
                    </w:trPr>
                    <w:tc>
                      <w:tcPr>
                        <w:tcW w:w="57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7.1. Проект планировки</w:t>
                        </w:r>
                      </w:p>
                    </w:tc>
                    <w:tc>
                      <w:tcPr>
                        <w:tcW w:w="3827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486"/>
                      <w:jc w:val="center"/>
                    </w:trPr>
                    <w:tc>
                      <w:tcPr>
                        <w:tcW w:w="57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7.2. Проект межевания</w:t>
                        </w:r>
                      </w:p>
                    </w:tc>
                    <w:tc>
                      <w:tcPr>
                        <w:tcW w:w="3827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403EF">
                    <w:trPr>
                      <w:trHeight w:hRule="exact" w:val="504"/>
                      <w:jc w:val="center"/>
                    </w:trPr>
                    <w:tc>
                      <w:tcPr>
                        <w:tcW w:w="57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7.3. Градостроительный план земельного участка</w:t>
                        </w:r>
                      </w:p>
                    </w:tc>
                    <w:tc>
                      <w:tcPr>
                        <w:tcW w:w="382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7403EF" w:rsidRDefault="007403E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>
        <w:t>По усмотрению заявителя к электронной версии паспорта инвестиционной площадки могут прилагаться иллюстрации в количестве не более 3 и объемом до 2 Мб каждая.</w:t>
      </w:r>
    </w:p>
    <w:p w:rsidR="007403EF" w:rsidRDefault="007403EF">
      <w:pPr>
        <w:pStyle w:val="111"/>
        <w:shd w:val="clear" w:color="auto" w:fill="auto"/>
        <w:tabs>
          <w:tab w:val="left" w:leader="hyphen" w:pos="631"/>
          <w:tab w:val="left" w:leader="hyphen" w:pos="3630"/>
        </w:tabs>
        <w:spacing w:before="0" w:after="0" w:line="205" w:lineRule="exact"/>
        <w:ind w:left="260"/>
      </w:pPr>
      <w:r>
        <w:rPr>
          <w:noProof/>
        </w:rPr>
        <w:pict>
          <v:shape id="Text Box 12" o:spid="_x0000_s1059" type="#_x0000_t202" style="position:absolute;left:0;text-align:left;margin-left:275.95pt;margin-top:-1.2pt;width:35.65pt;height:8pt;z-index:-251644928;visibility:visible;mso-wrap-distance-left:95.4pt;mso-wrap-distance-right:121.85pt;mso-wrap-distance-bottom:13.55pt;mso-position-horizontal-relative:margin" filled="f" stroked="f">
            <v:textbox style="mso-fit-shape-to-text:t" inset="0,0,0,0">
              <w:txbxContent>
                <w:p w:rsidR="007403EF" w:rsidRDefault="007403EF"/>
              </w:txbxContent>
            </v:textbox>
            <w10:wrap type="square" side="left" anchorx="margin"/>
          </v:shape>
        </w:pict>
      </w:r>
      <w:r>
        <w:rPr>
          <w:noProof/>
        </w:rPr>
        <w:pict>
          <v:shape id="Text Box 11" o:spid="_x0000_s1060" type="#_x0000_t202" style="position:absolute;left:0;text-align:left;margin-left:402.1pt;margin-top:-.1pt;width:31.3pt;height:16pt;z-index:-251643904;visibility:visible;mso-wrap-distance-left:221.6pt;mso-wrap-distance-right:5pt;mso-wrap-distance-bottom:13.35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100"/>
                    <w:shd w:val="clear" w:color="auto" w:fill="auto"/>
                    <w:spacing w:line="160" w:lineRule="exact"/>
                  </w:pPr>
                </w:p>
              </w:txbxContent>
            </v:textbox>
            <w10:wrap type="square" side="left" anchorx="margin"/>
          </v:shape>
        </w:pict>
      </w:r>
    </w:p>
    <w:p w:rsidR="007403EF" w:rsidRDefault="007403EF" w:rsidP="00470EBA">
      <w:pPr>
        <w:pStyle w:val="70"/>
        <w:shd w:val="clear" w:color="auto" w:fill="auto"/>
        <w:spacing w:before="0" w:after="0" w:line="160" w:lineRule="exact"/>
        <w:jc w:val="left"/>
      </w:pPr>
      <w:r>
        <w:t>(индивидуальный предприниматель, физическое</w:t>
      </w:r>
      <w:r>
        <w:br/>
        <w:t>лицо - заявители)</w:t>
      </w:r>
      <w:r>
        <w:rPr>
          <w:rStyle w:val="7Exact"/>
        </w:rPr>
        <w:t>(подпись)                         (ФИО)</w:t>
      </w:r>
    </w:p>
    <w:p w:rsidR="007403EF" w:rsidRDefault="007403EF" w:rsidP="00470EBA">
      <w:pPr>
        <w:pStyle w:val="70"/>
        <w:shd w:val="clear" w:color="auto" w:fill="auto"/>
        <w:spacing w:before="0" w:after="332" w:line="205" w:lineRule="exact"/>
        <w:ind w:right="40"/>
        <w:jc w:val="left"/>
      </w:pPr>
    </w:p>
    <w:p w:rsidR="007403EF" w:rsidRDefault="007403EF">
      <w:pPr>
        <w:pStyle w:val="23"/>
        <w:keepNext/>
        <w:keepLines/>
        <w:shd w:val="clear" w:color="auto" w:fill="auto"/>
        <w:spacing w:before="0" w:line="240" w:lineRule="exact"/>
        <w:ind w:firstLine="720"/>
        <w:sectPr w:rsidR="007403EF">
          <w:pgSz w:w="11900" w:h="16840"/>
          <w:pgMar w:top="1656" w:right="631" w:bottom="1656" w:left="1606" w:header="0" w:footer="3" w:gutter="0"/>
          <w:cols w:space="720"/>
          <w:noEndnote/>
          <w:docGrid w:linePitch="360"/>
        </w:sectPr>
      </w:pPr>
      <w:bookmarkStart w:id="3" w:name="bookmark2"/>
      <w:r>
        <w:rPr>
          <w:rFonts w:ascii="Gulim Cyr" w:hAnsi="Gulim Cyr" w:cs="Gulim Cyr"/>
        </w:rPr>
        <w:t>м.п</w:t>
      </w:r>
      <w:r>
        <w:t>.</w:t>
      </w:r>
      <w:bookmarkEnd w:id="3"/>
    </w:p>
    <w:p w:rsidR="007403EF" w:rsidRDefault="007403EF" w:rsidP="00470EBA">
      <w:pPr>
        <w:pStyle w:val="21"/>
        <w:shd w:val="clear" w:color="auto" w:fill="auto"/>
        <w:tabs>
          <w:tab w:val="left" w:pos="8059"/>
        </w:tabs>
        <w:spacing w:after="0" w:line="277" w:lineRule="exact"/>
        <w:ind w:left="4560" w:right="20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470EBA">
        <w:t xml:space="preserve"> сельского поселения</w:t>
      </w:r>
      <w:r>
        <w:t>, утвержденному постановлением администрации</w:t>
      </w:r>
    </w:p>
    <w:p w:rsidR="007403EF" w:rsidRDefault="007403EF" w:rsidP="00470EBA">
      <w:pPr>
        <w:pStyle w:val="21"/>
        <w:shd w:val="clear" w:color="auto" w:fill="auto"/>
        <w:spacing w:after="0" w:line="274" w:lineRule="exact"/>
        <w:ind w:left="4560" w:firstLine="0"/>
      </w:pPr>
      <w:r>
        <w:t>Торгунского</w:t>
      </w:r>
      <w:r w:rsidRPr="00470EBA">
        <w:t xml:space="preserve"> сельского поселения </w:t>
      </w:r>
      <w:r>
        <w:t>от __ №_</w:t>
      </w:r>
    </w:p>
    <w:p w:rsidR="007403EF" w:rsidRDefault="007403EF">
      <w:pPr>
        <w:pStyle w:val="21"/>
        <w:shd w:val="clear" w:color="auto" w:fill="auto"/>
        <w:spacing w:after="0" w:line="274" w:lineRule="exact"/>
        <w:ind w:left="180" w:firstLine="0"/>
        <w:jc w:val="center"/>
      </w:pPr>
    </w:p>
    <w:p w:rsidR="007403EF" w:rsidRDefault="007403EF">
      <w:pPr>
        <w:pStyle w:val="21"/>
        <w:shd w:val="clear" w:color="auto" w:fill="auto"/>
        <w:spacing w:after="0" w:line="274" w:lineRule="exact"/>
        <w:ind w:left="180" w:firstLine="0"/>
        <w:jc w:val="center"/>
      </w:pPr>
      <w:r>
        <w:t>РАЗРЕШЕНИЕ</w:t>
      </w:r>
    </w:p>
    <w:p w:rsidR="007403EF" w:rsidRDefault="007403EF">
      <w:pPr>
        <w:pStyle w:val="21"/>
        <w:shd w:val="clear" w:color="auto" w:fill="auto"/>
        <w:spacing w:after="207" w:line="274" w:lineRule="exact"/>
        <w:ind w:left="180" w:firstLine="0"/>
        <w:jc w:val="center"/>
      </w:pPr>
      <w:r>
        <w:t>на публичное размещение и использование информации</w:t>
      </w:r>
      <w:r>
        <w:br/>
        <w:t>по инвестиционному проекту (инвестиционной площадке)</w:t>
      </w:r>
    </w:p>
    <w:p w:rsidR="007403EF" w:rsidRDefault="007403EF">
      <w:pPr>
        <w:pStyle w:val="21"/>
        <w:shd w:val="clear" w:color="auto" w:fill="auto"/>
        <w:spacing w:after="207" w:line="274" w:lineRule="exact"/>
        <w:ind w:left="180" w:firstLine="0"/>
        <w:jc w:val="center"/>
      </w:pPr>
      <w:r>
        <w:t>____________________________________________________________________________</w:t>
      </w:r>
      <w:r>
        <w:br/>
      </w:r>
      <w:r>
        <w:rPr>
          <w:rStyle w:val="7"/>
        </w:rPr>
        <w:t>(полное наименование заявителя)</w:t>
      </w:r>
    </w:p>
    <w:p w:rsidR="007403EF" w:rsidRDefault="007403EF">
      <w:pPr>
        <w:pStyle w:val="21"/>
        <w:shd w:val="clear" w:color="auto" w:fill="auto"/>
        <w:spacing w:after="49" w:line="240" w:lineRule="exact"/>
        <w:ind w:firstLine="0"/>
        <w:jc w:val="both"/>
      </w:pPr>
      <w:r>
        <w:t>разрешает администрации Торгунского</w:t>
      </w:r>
      <w:r w:rsidRPr="0098388D">
        <w:t xml:space="preserve"> сельского поселения </w:t>
      </w:r>
      <w:r>
        <w:t>использовать сведения</w:t>
      </w:r>
    </w:p>
    <w:p w:rsidR="007403EF" w:rsidRDefault="007403EF">
      <w:pPr>
        <w:pStyle w:val="21"/>
        <w:shd w:val="clear" w:color="auto" w:fill="auto"/>
        <w:tabs>
          <w:tab w:val="left" w:leader="underscore" w:pos="9608"/>
        </w:tabs>
        <w:spacing w:after="20" w:line="240" w:lineRule="exact"/>
        <w:ind w:firstLine="0"/>
        <w:jc w:val="both"/>
      </w:pPr>
      <w:r>
        <w:t xml:space="preserve">паспорта инвестиционного проекта (паспорта инвестиционной площадки) </w:t>
      </w:r>
    </w:p>
    <w:p w:rsidR="007403EF" w:rsidRDefault="007403EF" w:rsidP="0098388D">
      <w:pPr>
        <w:pStyle w:val="21"/>
        <w:shd w:val="clear" w:color="auto" w:fill="auto"/>
        <w:tabs>
          <w:tab w:val="left" w:leader="underscore" w:pos="9608"/>
        </w:tabs>
        <w:spacing w:after="20" w:line="240" w:lineRule="exact"/>
        <w:ind w:firstLine="0"/>
        <w:jc w:val="both"/>
      </w:pPr>
      <w:r>
        <w:t>«</w:t>
      </w:r>
      <w:r>
        <w:tab/>
        <w:t>»</w:t>
      </w:r>
    </w:p>
    <w:p w:rsidR="007403EF" w:rsidRDefault="007403EF">
      <w:pPr>
        <w:pStyle w:val="70"/>
        <w:shd w:val="clear" w:color="auto" w:fill="auto"/>
        <w:spacing w:before="0" w:after="122" w:line="160" w:lineRule="exact"/>
        <w:ind w:left="180"/>
      </w:pPr>
      <w:r>
        <w:t>(наименование инвестиционного проекта/инвестиционной площадки)</w:t>
      </w:r>
    </w:p>
    <w:p w:rsidR="007403EF" w:rsidRDefault="007403EF">
      <w:pPr>
        <w:pStyle w:val="21"/>
        <w:shd w:val="clear" w:color="auto" w:fill="auto"/>
        <w:spacing w:after="0" w:line="240" w:lineRule="exact"/>
        <w:ind w:firstLine="0"/>
        <w:jc w:val="both"/>
      </w:pPr>
      <w:r>
        <w:t>для публичного размещения и иным образом с целью содействия привлечению инвестиций.</w:t>
      </w:r>
    </w:p>
    <w:p w:rsidR="007403EF" w:rsidRDefault="007403EF">
      <w:pPr>
        <w:pStyle w:val="21"/>
        <w:shd w:val="clear" w:color="auto" w:fill="auto"/>
        <w:spacing w:after="0" w:line="240" w:lineRule="exact"/>
        <w:ind w:firstLine="0"/>
        <w:jc w:val="both"/>
      </w:pPr>
    </w:p>
    <w:p w:rsidR="007403EF" w:rsidRDefault="007403EF">
      <w:pPr>
        <w:pStyle w:val="81"/>
        <w:shd w:val="clear" w:color="auto" w:fill="auto"/>
        <w:tabs>
          <w:tab w:val="left" w:leader="hyphen" w:pos="631"/>
          <w:tab w:val="left" w:leader="hyphen" w:pos="3630"/>
        </w:tabs>
        <w:spacing w:after="0" w:line="202" w:lineRule="exact"/>
        <w:ind w:left="260"/>
        <w:jc w:val="both"/>
      </w:pPr>
      <w:r>
        <w:rPr>
          <w:noProof/>
        </w:rPr>
        <w:pict>
          <v:shape id="Text Box 10" o:spid="_x0000_s1063" type="#_x0000_t202" style="position:absolute;left:0;text-align:left;margin-left:276.1pt;margin-top:-1.2pt;width:35.65pt;height:8pt;z-index:-251642880;visibility:visible;mso-wrap-distance-left:95.4pt;mso-wrap-distance-right:121.7pt;mso-wrap-distance-bottom:13.4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70"/>
                    <w:shd w:val="clear" w:color="auto" w:fill="auto"/>
                    <w:spacing w:before="0" w:after="0" w:line="160" w:lineRule="exact"/>
                    <w:jc w:val="left"/>
                  </w:pPr>
                  <w:r>
                    <w:rPr>
                      <w:rStyle w:val="7Exact"/>
                    </w:rPr>
                    <w:t>(подпись)</w:t>
                  </w:r>
                </w:p>
              </w:txbxContent>
            </v:textbox>
            <w10:wrap type="square" side="left" anchorx="margin"/>
          </v:shape>
        </w:pict>
      </w:r>
      <w:r>
        <w:rPr>
          <w:noProof/>
        </w:rPr>
        <w:pict>
          <v:shape id="Text Box 9" o:spid="_x0000_s1064" type="#_x0000_t202" style="position:absolute;left:0;text-align:left;margin-left:402.1pt;margin-top:-.1pt;width:31.3pt;height:8pt;z-index:-251641856;visibility:visible;mso-wrap-distance-left:221.4pt;mso-wrap-distance-right:5pt;mso-wrap-distance-bottom:13.6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100"/>
                    <w:shd w:val="clear" w:color="auto" w:fill="auto"/>
                    <w:spacing w:line="160" w:lineRule="exact"/>
                  </w:pPr>
                  <w:r>
                    <w:t>(ФИО.)</w:t>
                  </w:r>
                </w:p>
              </w:txbxContent>
            </v:textbox>
            <w10:wrap type="square" side="left" anchorx="margin"/>
          </v:shape>
        </w:pict>
      </w:r>
      <w:r>
        <w:tab/>
      </w:r>
      <w:r>
        <w:tab/>
      </w:r>
    </w:p>
    <w:p w:rsidR="007403EF" w:rsidRDefault="007403EF">
      <w:pPr>
        <w:pStyle w:val="70"/>
        <w:shd w:val="clear" w:color="auto" w:fill="auto"/>
        <w:spacing w:before="0" w:after="329" w:line="202" w:lineRule="exact"/>
        <w:ind w:right="20"/>
      </w:pPr>
      <w:r>
        <w:t>(руководитель организации, индивидуальный предприниматель, физическоелицо - заявители)</w:t>
      </w:r>
      <w:r>
        <w:br/>
      </w:r>
    </w:p>
    <w:p w:rsidR="007403EF" w:rsidRDefault="007403EF">
      <w:pPr>
        <w:pStyle w:val="23"/>
        <w:keepNext/>
        <w:keepLines/>
        <w:shd w:val="clear" w:color="auto" w:fill="auto"/>
        <w:spacing w:before="0" w:line="240" w:lineRule="exact"/>
        <w:ind w:left="720"/>
        <w:rPr>
          <w:rFonts w:cs="Times New Roman"/>
        </w:rPr>
        <w:sectPr w:rsidR="007403EF">
          <w:headerReference w:type="even" r:id="rId32"/>
          <w:headerReference w:type="default" r:id="rId33"/>
          <w:footerReference w:type="even" r:id="rId34"/>
          <w:pgSz w:w="11900" w:h="16840"/>
          <w:pgMar w:top="2286" w:right="471" w:bottom="2286" w:left="1597" w:header="0" w:footer="3" w:gutter="0"/>
          <w:pgNumType w:start="22"/>
          <w:cols w:space="720"/>
          <w:noEndnote/>
          <w:docGrid w:linePitch="360"/>
        </w:sectPr>
      </w:pPr>
      <w:bookmarkStart w:id="4" w:name="bookmark3"/>
      <w:r>
        <w:rPr>
          <w:rFonts w:ascii="Gulim Cyr" w:hAnsi="Gulim Cyr" w:cs="Gulim Cyr"/>
        </w:rPr>
        <w:t>м.п.</w:t>
      </w:r>
      <w:bookmarkEnd w:id="4"/>
    </w:p>
    <w:p w:rsidR="007403EF" w:rsidRDefault="007403EF" w:rsidP="00E77180">
      <w:pPr>
        <w:pStyle w:val="21"/>
        <w:shd w:val="clear" w:color="auto" w:fill="auto"/>
        <w:tabs>
          <w:tab w:val="left" w:pos="8076"/>
        </w:tabs>
        <w:spacing w:after="0" w:line="274" w:lineRule="exact"/>
        <w:ind w:left="4580" w:firstLine="0"/>
        <w:jc w:val="both"/>
      </w:pPr>
      <w:r>
        <w:t>к Положению о реестрах инвестиционных проектов и инвестиционных площадок Торгунского</w:t>
      </w:r>
      <w:r w:rsidRPr="00E77180">
        <w:t xml:space="preserve"> сельского поселения</w:t>
      </w:r>
      <w:r>
        <w:t>, утвержденному постановлением</w:t>
      </w:r>
      <w:r>
        <w:tab/>
        <w:t>администрации</w:t>
      </w:r>
    </w:p>
    <w:p w:rsidR="007403EF" w:rsidRDefault="007403EF" w:rsidP="00E77180">
      <w:pPr>
        <w:pStyle w:val="21"/>
        <w:shd w:val="clear" w:color="auto" w:fill="auto"/>
        <w:spacing w:after="2" w:line="240" w:lineRule="exact"/>
        <w:ind w:left="4580" w:firstLine="0"/>
      </w:pPr>
      <w:r>
        <w:t>Торгунского</w:t>
      </w:r>
      <w:r w:rsidRPr="00E77180">
        <w:t xml:space="preserve"> сельского поселения </w:t>
      </w:r>
      <w:r>
        <w:t>от ___ №_</w:t>
      </w:r>
    </w:p>
    <w:p w:rsidR="007403EF" w:rsidRDefault="007403EF">
      <w:pPr>
        <w:pStyle w:val="21"/>
        <w:shd w:val="clear" w:color="auto" w:fill="auto"/>
        <w:spacing w:after="2" w:line="240" w:lineRule="exact"/>
        <w:ind w:firstLine="0"/>
        <w:jc w:val="center"/>
      </w:pPr>
    </w:p>
    <w:p w:rsidR="007403EF" w:rsidRDefault="007403EF">
      <w:pPr>
        <w:pStyle w:val="21"/>
        <w:shd w:val="clear" w:color="auto" w:fill="auto"/>
        <w:spacing w:after="2" w:line="240" w:lineRule="exact"/>
        <w:ind w:firstLine="0"/>
        <w:jc w:val="center"/>
      </w:pPr>
    </w:p>
    <w:p w:rsidR="007403EF" w:rsidRDefault="007403EF">
      <w:pPr>
        <w:pStyle w:val="21"/>
        <w:shd w:val="clear" w:color="auto" w:fill="auto"/>
        <w:spacing w:after="2" w:line="240" w:lineRule="exact"/>
        <w:ind w:firstLine="0"/>
        <w:jc w:val="center"/>
      </w:pPr>
      <w:r>
        <w:t>ОТЧЕТ</w:t>
      </w:r>
    </w:p>
    <w:p w:rsidR="007403EF" w:rsidRDefault="007403EF">
      <w:pPr>
        <w:pStyle w:val="21"/>
        <w:shd w:val="clear" w:color="auto" w:fill="auto"/>
        <w:spacing w:after="0" w:line="240" w:lineRule="exact"/>
        <w:ind w:firstLine="0"/>
        <w:jc w:val="center"/>
      </w:pPr>
      <w:r>
        <w:rPr>
          <w:noProof/>
        </w:rPr>
        <w:pict>
          <v:shape id="Text Box 8" o:spid="_x0000_s1065" type="#_x0000_t202" style="position:absolute;left:0;text-align:left;margin-left:176.4pt;margin-top:49.95pt;width:12.4pt;height:12pt;z-index:-251640832;visibility:visible;mso-wrap-distance-left:176.4pt;mso-wrap-distance-right:81.2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21"/>
                    <w:shd w:val="clear" w:color="auto" w:fill="auto"/>
                    <w:spacing w:after="0" w:line="240" w:lineRule="exact"/>
                    <w:ind w:firstLine="0"/>
                  </w:pPr>
                  <w:r>
                    <w:rPr>
                      <w:rStyle w:val="2Exact"/>
                    </w:rPr>
                    <w:t>за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Text Box 7" o:spid="_x0000_s1066" type="#_x0000_t202" style="position:absolute;left:0;text-align:left;margin-left:270pt;margin-top:51.15pt;width:13.85pt;height:11pt;z-index:-251639808;visibility:visible;mso-wrap-distance-left:12.9pt;mso-wrap-distance-right:12.95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13"/>
                    <w:shd w:val="clear" w:color="auto" w:fill="auto"/>
                    <w:spacing w:line="220" w:lineRule="exact"/>
                  </w:pPr>
                  <w:r>
                    <w:t>20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</w:rPr>
        <w:pict>
          <v:shape id="Text Box 6" o:spid="_x0000_s1067" type="#_x0000_t202" style="position:absolute;left:0;text-align:left;margin-left:296.8pt;margin-top:50.35pt;width:9.55pt;height:12pt;z-index:-251638784;visibility:visible;mso-wrap-distance-left:39.5pt;mso-wrap-distance-right:177.65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21"/>
                    <w:shd w:val="clear" w:color="auto" w:fill="auto"/>
                    <w:spacing w:after="0" w:line="240" w:lineRule="exact"/>
                    <w:ind w:firstLine="0"/>
                  </w:pPr>
                  <w:r>
                    <w:rPr>
                      <w:rStyle w:val="2Exact"/>
                    </w:rPr>
                    <w:t>г.</w:t>
                  </w:r>
                </w:p>
              </w:txbxContent>
            </v:textbox>
            <w10:wrap type="topAndBottom" anchorx="margin"/>
          </v:shape>
        </w:pict>
      </w:r>
      <w:r>
        <w:t>о ходе реализации инвестиционного проекта</w:t>
      </w:r>
    </w:p>
    <w:p w:rsidR="007403EF" w:rsidRDefault="007403EF">
      <w:pPr>
        <w:pStyle w:val="a3"/>
        <w:framePr w:w="9644" w:wrap="notBeside" w:vAnchor="text" w:hAnchor="text" w:xAlign="center" w:y="1"/>
        <w:shd w:val="clear" w:color="auto" w:fill="auto"/>
        <w:spacing w:line="160" w:lineRule="exact"/>
      </w:pPr>
      <w:r>
        <w:t>(период)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706"/>
        <w:gridCol w:w="5087"/>
        <w:gridCol w:w="1915"/>
        <w:gridCol w:w="1926"/>
      </w:tblGrid>
      <w:tr w:rsidR="007403EF">
        <w:trPr>
          <w:trHeight w:hRule="exact" w:val="781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60" w:line="240" w:lineRule="exact"/>
              <w:ind w:left="240" w:firstLine="0"/>
            </w:pPr>
            <w:r>
              <w:rPr>
                <w:rStyle w:val="20"/>
              </w:rPr>
              <w:t>№</w:t>
            </w:r>
          </w:p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before="60" w:after="0" w:line="240" w:lineRule="exact"/>
              <w:ind w:left="240" w:firstLine="0"/>
            </w:pPr>
            <w:r>
              <w:rPr>
                <w:rStyle w:val="20"/>
              </w:rPr>
              <w:t>п/п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0"/>
              </w:rPr>
              <w:t>Наименование показателя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81" w:lineRule="exact"/>
              <w:ind w:firstLine="0"/>
              <w:jc w:val="center"/>
            </w:pPr>
            <w:r>
              <w:rPr>
                <w:rStyle w:val="20"/>
              </w:rPr>
              <w:t>Заявлено в проекте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77" w:lineRule="exact"/>
              <w:ind w:firstLine="0"/>
              <w:jc w:val="center"/>
            </w:pPr>
            <w:r>
              <w:rPr>
                <w:rStyle w:val="20"/>
              </w:rPr>
              <w:t>Выполнено за отчетный период</w:t>
            </w:r>
          </w:p>
        </w:tc>
      </w:tr>
      <w:tr w:rsidR="007403EF">
        <w:trPr>
          <w:trHeight w:hRule="exact" w:val="77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Объем инвестиций (тыс. руб.) всего, в том числе: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9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1.1.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По источникам: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9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1.1.1.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Объем собственных средств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82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1.1.2.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Объем привлеченных средств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75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1.2.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По направлениям: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9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1.2.1.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Инвестиции в основной капитал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7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1.2.2.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0"/>
              </w:rPr>
              <w:t>Прочие капитальные работы и затраты, в том числе: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56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0"/>
              </w:rPr>
              <w:t>проектно-изыскательские работы, научные исследования и разработки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86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строительно-монтажные работы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493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0"/>
              </w:rPr>
              <w:t>Социальные и бюджетные эффекты проекта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67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Pr="0048752E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 w:rsidRPr="0048752E">
              <w:rPr>
                <w:rStyle w:val="20"/>
              </w:rPr>
              <w:t>2.1.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3EF" w:rsidRPr="0048752E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60" w:line="240" w:lineRule="exact"/>
              <w:ind w:firstLine="0"/>
            </w:pPr>
            <w:r w:rsidRPr="0048752E">
              <w:rPr>
                <w:rStyle w:val="20"/>
              </w:rPr>
              <w:t>Количество вновь создаваемых рабочих мест</w:t>
            </w:r>
          </w:p>
          <w:p w:rsidR="007403EF" w:rsidRPr="0048752E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before="60" w:after="0" w:line="260" w:lineRule="exact"/>
              <w:ind w:firstLine="0"/>
            </w:pPr>
            <w:r w:rsidRPr="0048752E">
              <w:rPr>
                <w:rStyle w:val="213pt"/>
                <w:b w:val="0"/>
                <w:bCs w:val="0"/>
              </w:rPr>
              <w:t>(ед.)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403EF">
        <w:trPr>
          <w:trHeight w:hRule="exact" w:val="767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0"/>
              </w:rPr>
              <w:t>2.2.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3EF" w:rsidRDefault="007403EF">
            <w:pPr>
              <w:pStyle w:val="21"/>
              <w:framePr w:w="9644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0"/>
              </w:rPr>
              <w:t>Объемы налоговых поступлений и платежей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3EF" w:rsidRDefault="007403EF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403EF" w:rsidRDefault="007403EF">
      <w:pPr>
        <w:framePr w:w="9644" w:wrap="notBeside" w:vAnchor="text" w:hAnchor="text" w:xAlign="center" w:y="1"/>
        <w:rPr>
          <w:sz w:val="2"/>
          <w:szCs w:val="2"/>
        </w:rPr>
      </w:pPr>
    </w:p>
    <w:p w:rsidR="007403EF" w:rsidRDefault="007403EF">
      <w:pPr>
        <w:rPr>
          <w:sz w:val="2"/>
          <w:szCs w:val="2"/>
        </w:rPr>
        <w:sectPr w:rsidR="007403EF">
          <w:pgSz w:w="11900" w:h="16840"/>
          <w:pgMar w:top="2066" w:right="626" w:bottom="1493" w:left="1593" w:header="0" w:footer="3" w:gutter="0"/>
          <w:cols w:space="720"/>
          <w:noEndnote/>
          <w:docGrid w:linePitch="360"/>
        </w:sectPr>
      </w:pPr>
    </w:p>
    <w:p w:rsidR="007403EF" w:rsidRDefault="007403EF">
      <w:pPr>
        <w:pStyle w:val="141"/>
        <w:shd w:val="clear" w:color="auto" w:fill="auto"/>
        <w:tabs>
          <w:tab w:val="left" w:leader="hyphen" w:pos="624"/>
          <w:tab w:val="left" w:leader="hyphen" w:pos="3626"/>
        </w:tabs>
        <w:ind w:left="260"/>
      </w:pPr>
      <w:r>
        <w:rPr>
          <w:noProof/>
        </w:rPr>
        <w:pict>
          <v:shape id="Text Box 5" o:spid="_x0000_s1070" type="#_x0000_t202" style="position:absolute;left:0;text-align:left;margin-left:2.05pt;margin-top:-189.35pt;width:480.95pt;height:137.05pt;z-index:-251637760;visibility:visible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A0"/>
                  </w:tblPr>
                  <w:tblGrid>
                    <w:gridCol w:w="706"/>
                    <w:gridCol w:w="5087"/>
                    <w:gridCol w:w="1915"/>
                    <w:gridCol w:w="1912"/>
                  </w:tblGrid>
                  <w:tr w:rsidR="007403EF">
                    <w:trPr>
                      <w:trHeight w:hRule="exact" w:val="806"/>
                      <w:jc w:val="center"/>
                    </w:trPr>
                    <w:tc>
                      <w:tcPr>
                        <w:tcW w:w="70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60" w:line="240" w:lineRule="exact"/>
                          <w:ind w:left="220" w:firstLine="0"/>
                        </w:pPr>
                        <w:r>
                          <w:rPr>
                            <w:rStyle w:val="20"/>
                          </w:rPr>
                          <w:t>№</w:t>
                        </w:r>
                      </w:p>
                      <w:p w:rsidR="007403EF" w:rsidRDefault="007403EF">
                        <w:pPr>
                          <w:pStyle w:val="21"/>
                          <w:shd w:val="clear" w:color="auto" w:fill="auto"/>
                          <w:spacing w:before="60" w:after="0" w:line="240" w:lineRule="exact"/>
                          <w:ind w:left="220" w:firstLine="0"/>
                        </w:pPr>
                        <w:r>
                          <w:rPr>
                            <w:rStyle w:val="20"/>
                          </w:rPr>
                          <w:t>п/п</w:t>
                        </w:r>
                      </w:p>
                    </w:tc>
                    <w:tc>
                      <w:tcPr>
                        <w:tcW w:w="508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Наименование показателя</w:t>
                        </w:r>
                      </w:p>
                    </w:tc>
                    <w:tc>
                      <w:tcPr>
                        <w:tcW w:w="191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88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Заявлено в проекте</w:t>
                        </w:r>
                      </w:p>
                    </w:tc>
                    <w:tc>
                      <w:tcPr>
                        <w:tcW w:w="191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88" w:lineRule="exact"/>
                          <w:ind w:firstLine="0"/>
                          <w:jc w:val="center"/>
                        </w:pPr>
                        <w:r>
                          <w:rPr>
                            <w:rStyle w:val="20"/>
                          </w:rPr>
                          <w:t>Выполнено за отчетный период</w:t>
                        </w:r>
                      </w:p>
                    </w:tc>
                  </w:tr>
                  <w:tr w:rsidR="007403EF">
                    <w:trPr>
                      <w:trHeight w:hRule="exact" w:val="1890"/>
                      <w:jc w:val="center"/>
                    </w:trPr>
                    <w:tc>
                      <w:tcPr>
                        <w:tcW w:w="7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40" w:lineRule="exact"/>
                          <w:ind w:left="220" w:firstLine="0"/>
                        </w:pPr>
                        <w:r>
                          <w:rPr>
                            <w:rStyle w:val="20"/>
                          </w:rPr>
                          <w:t>2.3.</w:t>
                        </w:r>
                      </w:p>
                    </w:tc>
                    <w:tc>
                      <w:tcPr>
                        <w:tcW w:w="50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403EF" w:rsidRDefault="007403EF">
                        <w:pPr>
                          <w:pStyle w:val="21"/>
                          <w:shd w:val="clear" w:color="auto" w:fill="auto"/>
                          <w:spacing w:after="0" w:line="274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Иные социальные эффекты для территории (социальная реабилитация, развитие детского спорта, строительство объектов социальной инфраструктуры, переподготовка и переобучение, повышение качества природной среды и т.п.)</w:t>
                        </w:r>
                      </w:p>
                    </w:tc>
                    <w:tc>
                      <w:tcPr>
                        <w:tcW w:w="19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9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403EF" w:rsidRDefault="007403E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7403EF" w:rsidRDefault="007403E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>
        <w:tab/>
      </w:r>
      <w:r>
        <w:rPr>
          <w:rStyle w:val="142"/>
        </w:rPr>
        <w:tab/>
      </w:r>
    </w:p>
    <w:p w:rsidR="007403EF" w:rsidRDefault="007403EF">
      <w:pPr>
        <w:pStyle w:val="70"/>
        <w:shd w:val="clear" w:color="auto" w:fill="auto"/>
        <w:spacing w:before="0" w:after="326" w:line="198" w:lineRule="exact"/>
        <w:ind w:right="20"/>
      </w:pPr>
      <w:r>
        <w:rPr>
          <w:noProof/>
        </w:rPr>
        <w:pict>
          <v:shape id="Text Box 4" o:spid="_x0000_s1071" type="#_x0000_t202" style="position:absolute;left:0;text-align:left;margin-left:277.3pt;margin-top:-9.3pt;width:35.45pt;height:8pt;z-index:-251636736;visibility:visible;mso-wrap-distance-left:95.6pt;mso-wrap-distance-top:52.8pt;mso-wrap-distance-right:121.85pt;mso-wrap-distance-bottom:13.35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70"/>
                    <w:shd w:val="clear" w:color="auto" w:fill="auto"/>
                    <w:spacing w:before="0" w:after="0" w:line="160" w:lineRule="exact"/>
                    <w:jc w:val="left"/>
                  </w:pPr>
                  <w:r>
                    <w:rPr>
                      <w:rStyle w:val="7Exact"/>
                    </w:rPr>
                    <w:t>(подпись)</w:t>
                  </w:r>
                </w:p>
              </w:txbxContent>
            </v:textbox>
            <w10:wrap type="square" side="left" anchorx="margin"/>
          </v:shape>
        </w:pict>
      </w:r>
      <w:r>
        <w:rPr>
          <w:noProof/>
        </w:rPr>
        <w:pict>
          <v:shape id="Text Box 3" o:spid="_x0000_s1072" type="#_x0000_t202" style="position:absolute;left:0;text-align:left;margin-left:403.3pt;margin-top:-8.8pt;width:31.3pt;height:16pt;z-index:-251635712;visibility:visible;mso-wrap-distance-left:221.6pt;mso-wrap-distance-top:53.3pt;mso-wrap-distance-right:5pt;mso-wrap-distance-bottom:12.8pt;mso-position-horizontal-relative:margin" filled="f" stroked="f">
            <v:textbox style="mso-fit-shape-to-text:t" inset="0,0,0,0">
              <w:txbxContent>
                <w:p w:rsidR="007403EF" w:rsidRDefault="007403EF">
                  <w:pPr>
                    <w:pStyle w:val="100"/>
                    <w:shd w:val="clear" w:color="auto" w:fill="auto"/>
                    <w:spacing w:line="160" w:lineRule="exact"/>
                  </w:pPr>
                  <w:r>
                    <w:t>(Ф.И.О.)</w:t>
                  </w:r>
                </w:p>
              </w:txbxContent>
            </v:textbox>
            <w10:wrap type="square" side="left" anchorx="margin"/>
          </v:shape>
        </w:pict>
      </w:r>
      <w:r>
        <w:t>(руководитель организации, индивидуальный предприниматель, физическое</w:t>
      </w:r>
      <w:r>
        <w:br/>
        <w:t>лицо - заявители)</w:t>
      </w:r>
    </w:p>
    <w:p w:rsidR="007403EF" w:rsidRDefault="007403EF">
      <w:pPr>
        <w:pStyle w:val="21"/>
        <w:shd w:val="clear" w:color="auto" w:fill="auto"/>
        <w:spacing w:after="252" w:line="240" w:lineRule="exact"/>
        <w:ind w:left="740" w:firstLine="0"/>
      </w:pPr>
      <w:r>
        <w:t>М.П.</w:t>
      </w:r>
    </w:p>
    <w:p w:rsidR="007403EF" w:rsidRDefault="007403EF">
      <w:pPr>
        <w:pStyle w:val="21"/>
        <w:shd w:val="clear" w:color="auto" w:fill="auto"/>
        <w:spacing w:after="0" w:line="277" w:lineRule="exact"/>
        <w:ind w:right="7820" w:firstLine="0"/>
      </w:pPr>
      <w:r>
        <w:t>Исполнитель /Ф.И.О., телефон/</w:t>
      </w:r>
    </w:p>
    <w:p w:rsidR="007403EF" w:rsidRDefault="007403EF">
      <w:pPr>
        <w:pStyle w:val="21"/>
        <w:shd w:val="clear" w:color="auto" w:fill="auto"/>
        <w:spacing w:after="0" w:line="277" w:lineRule="exact"/>
        <w:ind w:right="7820" w:firstLine="0"/>
      </w:pPr>
    </w:p>
    <w:p w:rsidR="007403EF" w:rsidRDefault="007403EF">
      <w:pPr>
        <w:pStyle w:val="21"/>
        <w:shd w:val="clear" w:color="auto" w:fill="auto"/>
        <w:spacing w:after="0" w:line="277" w:lineRule="exact"/>
        <w:ind w:right="7820" w:firstLine="0"/>
        <w:sectPr w:rsidR="007403EF">
          <w:headerReference w:type="even" r:id="rId35"/>
          <w:headerReference w:type="default" r:id="rId36"/>
          <w:pgSz w:w="11900" w:h="16840"/>
          <w:pgMar w:top="2066" w:right="626" w:bottom="1493" w:left="1593" w:header="0" w:footer="3" w:gutter="0"/>
          <w:cols w:space="720"/>
          <w:noEndnote/>
          <w:docGrid w:linePitch="360"/>
        </w:sectPr>
      </w:pPr>
    </w:p>
    <w:p w:rsidR="007403EF" w:rsidRDefault="007403EF">
      <w:pPr>
        <w:rPr>
          <w:sz w:val="2"/>
          <w:szCs w:val="2"/>
        </w:rPr>
      </w:pPr>
      <w:r>
        <w:rPr>
          <w:noProof/>
        </w:rPr>
      </w:r>
      <w:r w:rsidRPr="008138E7">
        <w:rPr>
          <w:noProof/>
        </w:rPr>
        <w:pict>
          <v:shape id="Text Box 2" o:spid="_x0000_s1074" type="#_x0000_t202" style="width:595pt;height:13.1pt;visibility:visible;mso-position-horizontal-relative:char;mso-position-vertical-relative:line" filled="f" stroked="f">
            <v:textbox inset="0,0,0,0">
              <w:txbxContent>
                <w:p w:rsidR="007403EF" w:rsidRDefault="007403EF"/>
              </w:txbxContent>
            </v:textbox>
            <w10:anchorlock/>
          </v:shape>
        </w:pict>
      </w:r>
    </w:p>
    <w:p w:rsidR="007403EF" w:rsidRDefault="007403EF">
      <w:pPr>
        <w:rPr>
          <w:sz w:val="2"/>
          <w:szCs w:val="2"/>
        </w:rPr>
        <w:sectPr w:rsidR="007403EF">
          <w:headerReference w:type="even" r:id="rId37"/>
          <w:headerReference w:type="default" r:id="rId38"/>
          <w:pgSz w:w="11900" w:h="16840"/>
          <w:pgMar w:top="1704" w:right="0" w:bottom="1341" w:left="0" w:header="0" w:footer="3" w:gutter="0"/>
          <w:pgNumType w:start="8"/>
          <w:cols w:space="720"/>
          <w:noEndnote/>
          <w:docGrid w:linePitch="360"/>
        </w:sectPr>
      </w:pPr>
    </w:p>
    <w:p w:rsidR="007403EF" w:rsidRPr="0048752E" w:rsidRDefault="007403EF" w:rsidP="0048752E">
      <w:pPr>
        <w:rPr>
          <w:sz w:val="2"/>
          <w:szCs w:val="2"/>
        </w:rPr>
      </w:pPr>
    </w:p>
    <w:p w:rsidR="007403EF" w:rsidRDefault="007403EF" w:rsidP="0048752E">
      <w:pPr>
        <w:rPr>
          <w:sz w:val="2"/>
          <w:szCs w:val="2"/>
        </w:rPr>
      </w:pPr>
    </w:p>
    <w:p w:rsidR="007403EF" w:rsidRDefault="007403EF" w:rsidP="0048752E">
      <w:pPr>
        <w:rPr>
          <w:sz w:val="2"/>
          <w:szCs w:val="2"/>
        </w:rPr>
      </w:pPr>
    </w:p>
    <w:p w:rsidR="007403EF" w:rsidRPr="0048752E" w:rsidRDefault="007403EF" w:rsidP="0048752E">
      <w:pPr>
        <w:tabs>
          <w:tab w:val="left" w:pos="15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sectPr w:rsidR="007403EF" w:rsidRPr="0048752E" w:rsidSect="004814F2">
      <w:headerReference w:type="even" r:id="rId39"/>
      <w:headerReference w:type="default" r:id="rId40"/>
      <w:pgSz w:w="11900" w:h="16840"/>
      <w:pgMar w:top="1704" w:right="544" w:bottom="1341" w:left="1570" w:header="0" w:footer="3" w:gutter="0"/>
      <w:pgNumType w:start="26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3EF" w:rsidRDefault="007403EF">
      <w:r>
        <w:separator/>
      </w:r>
    </w:p>
  </w:endnote>
  <w:endnote w:type="continuationSeparator" w:id="1">
    <w:p w:rsidR="007403EF" w:rsidRDefault="00740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Ўѕ?¬Ч?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lim Cyr">
    <w:altName w:val="±јёІ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8" o:spid="_x0000_s2061" type="#_x0000_t202" style="position:absolute;margin-left:78.25pt;margin-top:652pt;width:90.6pt;height:27.6pt;z-index:-251631616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Исполнитель</w:t>
                </w:r>
              </w:p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/Ф.И.О., телефон/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9" o:spid="_x0000_s2062" type="#_x0000_t202" style="position:absolute;margin-left:78.25pt;margin-top:652pt;width:89.45pt;height:24.85pt;z-index:-25162956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Исполнитель</w:t>
                </w:r>
              </w:p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/Ф.И.О., телефон/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5" o:spid="_x0000_s2067" type="#_x0000_t202" style="position:absolute;margin-left:81.4pt;margin-top:640.85pt;width:90.6pt;height:27.6pt;z-index:-25161932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Исполнитель</w:t>
                </w:r>
              </w:p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/Ф.И.О., телефон/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3EF" w:rsidRDefault="007403EF"/>
  </w:footnote>
  <w:footnote w:type="continuationSeparator" w:id="1">
    <w:p w:rsidR="007403EF" w:rsidRDefault="007403E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5.85pt;margin-top:58.75pt;width:6.05pt;height:13.8pt;z-index:-25165619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07.7pt;margin-top:71.35pt;width:92.6pt;height:13.8pt;z-index:-251641856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 w:rsidRPr="0031301F">
                    <w:rPr>
                      <w:rStyle w:val="a0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17.6pt;margin-top:61.4pt;width:6.05pt;height:13.8pt;z-index:-25163980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31301F">
                    <w:rPr>
                      <w:rStyle w:val="a0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17.6pt;margin-top:61.4pt;width:6.05pt;height:13.8pt;z-index:-251637760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31301F">
                    <w:rPr>
                      <w:rStyle w:val="a0"/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" o:spid="_x0000_s2059" type="#_x0000_t202" style="position:absolute;margin-left:316.9pt;margin-top:62.85pt;width:6.05pt;height:13.8pt;z-index:-25163571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31301F">
                    <w:rPr>
                      <w:rStyle w:val="a0"/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7" o:spid="_x0000_s2060" type="#_x0000_t202" style="position:absolute;margin-left:316.9pt;margin-top:62.85pt;width:4.85pt;height:8.45pt;z-index:-25163366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>
                    <w:rPr>
                      <w:rStyle w:val="a0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63" type="#_x0000_t202" style="position:absolute;margin-left:305.65pt;margin-top:71.85pt;width:90.55pt;height:8.65pt;z-index:-251627520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>
                    <w:rPr>
                      <w:rStyle w:val="a0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1" o:spid="_x0000_s2064" type="#_x0000_t202" style="position:absolute;margin-left:305.65pt;margin-top:71.85pt;width:92.6pt;height:13.8pt;z-index:-25162547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 w:rsidRPr="0031301F">
                    <w:rPr>
                      <w:rStyle w:val="a0"/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3" o:spid="_x0000_s2065" type="#_x0000_t202" style="position:absolute;margin-left:320.25pt;margin-top:60.35pt;width:6.05pt;height:13.8pt;z-index:-25162342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31301F">
                    <w:rPr>
                      <w:rStyle w:val="a0"/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4" o:spid="_x0000_s2066" type="#_x0000_t202" style="position:absolute;margin-left:316.8pt;margin-top:62.05pt;width:6.05pt;height:13.8pt;z-index:-251621376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31301F">
                    <w:rPr>
                      <w:rStyle w:val="a0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6" o:spid="_x0000_s2068" type="#_x0000_t202" style="position:absolute;margin-left:316.8pt;margin-top:62.45pt;width:6.05pt;height:13.8pt;z-index:-251617280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31301F">
                    <w:rPr>
                      <w:rStyle w:val="a0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8.3pt;margin-top:58.95pt;width:6.05pt;height:13.8pt;z-index:-25165414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31301F">
                    <w:rPr>
                      <w:rStyle w:val="a0"/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3" o:spid="_x0000_s2069" type="#_x0000_t202" style="position:absolute;margin-left:308.8pt;margin-top:65.15pt;width:92.6pt;height:13.8pt;z-index:-25161523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ПРИЛОЖЕНИЕ 6</w:t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4" o:spid="_x0000_s2070" type="#_x0000_t202" style="position:absolute;margin-left:308.8pt;margin-top:65.15pt;width:92.6pt;height:13.8pt;z-index:-25161318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ПРИЛОЖЕНИЕ 6</w:t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1" o:spid="_x0000_s2071" type="#_x0000_t202" style="position:absolute;margin-left:316.8pt;margin-top:62.45pt;width:12.05pt;height:13.8pt;z-index:-251611136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31301F">
                    <w:rPr>
                      <w:rStyle w:val="a0"/>
                      <w:noProof/>
                    </w:rPr>
                    <w:t>24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2" o:spid="_x0000_s2072" type="#_x0000_t202" style="position:absolute;margin-left:316.8pt;margin-top:62.45pt;width:4.85pt;height:7.9pt;z-index:-25160908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>
                    <w:rPr>
                      <w:rStyle w:val="a0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5" o:spid="_x0000_s2074" type="#_x0000_t202" style="position:absolute;margin-left:308pt;margin-top:64.4pt;width:92.6pt;height:13.8pt;z-index:-25160499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 w:rsidRPr="00E06ADF">
                    <w:rPr>
                      <w:rStyle w:val="a0"/>
                      <w:noProof/>
                    </w:rPr>
                    <w:t>9</w:t>
                  </w:r>
                </w:fldSimple>
              </w:p>
            </w:txbxContent>
          </v:textbox>
          <w10:wrap anchorx="page" anchory="page"/>
          <w10:anchorlock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Pr="0048752E" w:rsidRDefault="007403EF" w:rsidP="0048752E">
    <w:pPr>
      <w:pStyle w:val="Header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7" o:spid="_x0000_s2075" type="#_x0000_t202" style="position:absolute;margin-left:316.8pt;margin-top:62.45pt;width:4.85pt;height:7.9pt;z-index:-25160294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>
                    <w:rPr>
                      <w:rStyle w:val="a0"/>
                    </w:rPr>
                    <w:t>#</w:t>
                  </w:r>
                </w:fldSimple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8.3pt;margin-top:58.95pt;width:6.05pt;height:13.8pt;z-index:-251652096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fldSimple w:instr=" PAGE \* MERGEFORMAT ">
                  <w:r w:rsidRPr="0031301F">
                    <w:rPr>
                      <w:rStyle w:val="a0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15.85pt;margin-top:58.75pt;width:6.05pt;height:13.8pt;z-index:-251650048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5.05pt;margin-top:80.7pt;width:92.6pt;height:13.8pt;z-index:-251648000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 w:rsidRPr="0031301F">
                    <w:rPr>
                      <w:rStyle w:val="a0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25.05pt;margin-top:80.7pt;width:92.6pt;height:13.8pt;z-index:-25164595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 w:rsidRPr="0031301F">
                    <w:rPr>
                      <w:rStyle w:val="a0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EF" w:rsidRDefault="007403E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07.7pt;margin-top:71.35pt;width:92.6pt;height:13.8pt;z-index:-25164390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403EF" w:rsidRDefault="007403EF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</w:rPr>
                  <w:t xml:space="preserve">ПРИЛОЖЕНИЕ </w:t>
                </w:r>
                <w:fldSimple w:instr=" PAGE \* MERGEFORMAT ">
                  <w:r w:rsidRPr="0031301F">
                    <w:rPr>
                      <w:rStyle w:val="a0"/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33F"/>
    <w:multiLevelType w:val="multilevel"/>
    <w:tmpl w:val="4868496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F3041"/>
    <w:multiLevelType w:val="multilevel"/>
    <w:tmpl w:val="D34A6FB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B75145"/>
    <w:multiLevelType w:val="multilevel"/>
    <w:tmpl w:val="15965E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8E28B0"/>
    <w:multiLevelType w:val="multilevel"/>
    <w:tmpl w:val="42008F9C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850131"/>
    <w:multiLevelType w:val="multilevel"/>
    <w:tmpl w:val="A3D6D28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510845"/>
    <w:multiLevelType w:val="multilevel"/>
    <w:tmpl w:val="E9121D3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7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676"/>
    <w:rsid w:val="000330A9"/>
    <w:rsid w:val="00097250"/>
    <w:rsid w:val="001350FB"/>
    <w:rsid w:val="001C050B"/>
    <w:rsid w:val="00205047"/>
    <w:rsid w:val="00211BAB"/>
    <w:rsid w:val="00211E8C"/>
    <w:rsid w:val="002501F5"/>
    <w:rsid w:val="002E4802"/>
    <w:rsid w:val="00311D79"/>
    <w:rsid w:val="0031301F"/>
    <w:rsid w:val="003442AD"/>
    <w:rsid w:val="00357DA7"/>
    <w:rsid w:val="003A7E45"/>
    <w:rsid w:val="003F2377"/>
    <w:rsid w:val="00432C20"/>
    <w:rsid w:val="00455034"/>
    <w:rsid w:val="00470EBA"/>
    <w:rsid w:val="004814F2"/>
    <w:rsid w:val="0048752E"/>
    <w:rsid w:val="004A2294"/>
    <w:rsid w:val="005172A7"/>
    <w:rsid w:val="00542F7C"/>
    <w:rsid w:val="005D76FC"/>
    <w:rsid w:val="005E06D7"/>
    <w:rsid w:val="00611E5F"/>
    <w:rsid w:val="0064635E"/>
    <w:rsid w:val="00670E87"/>
    <w:rsid w:val="006E64DB"/>
    <w:rsid w:val="007403EF"/>
    <w:rsid w:val="00746D24"/>
    <w:rsid w:val="0076757A"/>
    <w:rsid w:val="007C4532"/>
    <w:rsid w:val="007D38C7"/>
    <w:rsid w:val="008138E7"/>
    <w:rsid w:val="0083699F"/>
    <w:rsid w:val="008815E9"/>
    <w:rsid w:val="009027A0"/>
    <w:rsid w:val="00936E56"/>
    <w:rsid w:val="0094593E"/>
    <w:rsid w:val="0098388D"/>
    <w:rsid w:val="00997676"/>
    <w:rsid w:val="00A065ED"/>
    <w:rsid w:val="00A11EB3"/>
    <w:rsid w:val="00A35834"/>
    <w:rsid w:val="00AC0258"/>
    <w:rsid w:val="00AD3659"/>
    <w:rsid w:val="00B16599"/>
    <w:rsid w:val="00B46E74"/>
    <w:rsid w:val="00B54883"/>
    <w:rsid w:val="00B769B9"/>
    <w:rsid w:val="00BB385D"/>
    <w:rsid w:val="00BF43E4"/>
    <w:rsid w:val="00C0428D"/>
    <w:rsid w:val="00CC204B"/>
    <w:rsid w:val="00CF42EA"/>
    <w:rsid w:val="00DB5E05"/>
    <w:rsid w:val="00E00EAD"/>
    <w:rsid w:val="00E06ADF"/>
    <w:rsid w:val="00E77180"/>
    <w:rsid w:val="00ED5868"/>
    <w:rsid w:val="00F53460"/>
    <w:rsid w:val="00F76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4F2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814F2"/>
    <w:rPr>
      <w:color w:val="0066CC"/>
      <w:u w:val="singl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4814F2"/>
    <w:rPr>
      <w:rFonts w:ascii="Times New Roman" w:hAnsi="Times New Roman" w:cs="Times New Roman"/>
      <w:sz w:val="32"/>
      <w:szCs w:val="32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4814F2"/>
    <w:rPr>
      <w:rFonts w:ascii="Times New Roman" w:hAnsi="Times New Roman" w:cs="Times New Roman"/>
      <w:sz w:val="48"/>
      <w:szCs w:val="48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4814F2"/>
    <w:rPr>
      <w:rFonts w:ascii="Times New Roman" w:hAnsi="Times New Roman" w:cs="Times New Roman"/>
      <w:sz w:val="28"/>
      <w:szCs w:val="28"/>
      <w:u w:val="non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4814F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42pt">
    <w:name w:val="Основной текст (4) + Интервал 2 pt"/>
    <w:basedOn w:val="4"/>
    <w:uiPriority w:val="99"/>
    <w:rsid w:val="004814F2"/>
    <w:rPr>
      <w:color w:val="000000"/>
      <w:spacing w:val="50"/>
      <w:w w:val="100"/>
      <w:position w:val="0"/>
      <w:lang w:val="ru-RU" w:eastAsia="ru-RU"/>
    </w:rPr>
  </w:style>
  <w:style w:type="character" w:customStyle="1" w:styleId="a">
    <w:name w:val="Колонтитул_"/>
    <w:basedOn w:val="DefaultParagraphFont"/>
    <w:link w:val="11"/>
    <w:uiPriority w:val="99"/>
    <w:locked/>
    <w:rsid w:val="004814F2"/>
    <w:rPr>
      <w:rFonts w:ascii="Times New Roman" w:hAnsi="Times New Roman" w:cs="Times New Roman"/>
      <w:u w:val="none"/>
    </w:rPr>
  </w:style>
  <w:style w:type="character" w:customStyle="1" w:styleId="a0">
    <w:name w:val="Колонтитул"/>
    <w:basedOn w:val="a"/>
    <w:uiPriority w:val="99"/>
    <w:rsid w:val="004814F2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Exact">
    <w:name w:val="Подпись к картинке Exact"/>
    <w:basedOn w:val="DefaultParagraphFont"/>
    <w:link w:val="a1"/>
    <w:uiPriority w:val="99"/>
    <w:locked/>
    <w:rsid w:val="004814F2"/>
    <w:rPr>
      <w:rFonts w:ascii="Times New Roman" w:hAnsi="Times New Roman" w:cs="Times New Roman"/>
      <w:u w:val="none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4814F2"/>
    <w:rPr>
      <w:rFonts w:ascii="Times New Roman" w:hAnsi="Times New Roman" w:cs="Times New Roman"/>
      <w:u w:val="none"/>
    </w:rPr>
  </w:style>
  <w:style w:type="character" w:customStyle="1" w:styleId="214pt">
    <w:name w:val="Основной текст (2) + 14 pt"/>
    <w:basedOn w:val="2"/>
    <w:uiPriority w:val="99"/>
    <w:rsid w:val="004814F2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210">
    <w:name w:val="Основной текст (2) + 10"/>
    <w:aliases w:val="5 pt"/>
    <w:basedOn w:val="2"/>
    <w:uiPriority w:val="99"/>
    <w:rsid w:val="004814F2"/>
    <w:rPr>
      <w:color w:val="000000"/>
      <w:spacing w:val="0"/>
      <w:w w:val="100"/>
      <w:position w:val="0"/>
      <w:sz w:val="21"/>
      <w:szCs w:val="21"/>
      <w:lang w:val="ru-RU" w:eastAsia="ru-RU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4814F2"/>
    <w:rPr>
      <w:rFonts w:ascii="Times New Roman" w:hAnsi="Times New Roman" w:cs="Times New Roman"/>
      <w:sz w:val="21"/>
      <w:szCs w:val="21"/>
      <w:u w:val="none"/>
    </w:rPr>
  </w:style>
  <w:style w:type="character" w:customStyle="1" w:styleId="20">
    <w:name w:val="Основной текст (2)"/>
    <w:basedOn w:val="2"/>
    <w:uiPriority w:val="99"/>
    <w:rsid w:val="004814F2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TrebuchetMS">
    <w:name w:val="Основной текст (2) + Trebuchet MS"/>
    <w:aliases w:val="8 pt"/>
    <w:basedOn w:val="2"/>
    <w:uiPriority w:val="99"/>
    <w:rsid w:val="004814F2"/>
    <w:rPr>
      <w:rFonts w:ascii="Trebuchet MS" w:hAnsi="Trebuchet MS" w:cs="Trebuchet MS"/>
      <w:color w:val="000000"/>
      <w:spacing w:val="0"/>
      <w:w w:val="100"/>
      <w:position w:val="0"/>
      <w:sz w:val="16"/>
      <w:szCs w:val="16"/>
      <w:lang w:val="ru-RU" w:eastAsia="ru-RU"/>
    </w:rPr>
  </w:style>
  <w:style w:type="character" w:customStyle="1" w:styleId="2Exact">
    <w:name w:val="Основной текст (2) Exact"/>
    <w:basedOn w:val="DefaultParagraphFont"/>
    <w:uiPriority w:val="99"/>
    <w:rsid w:val="004814F2"/>
    <w:rPr>
      <w:rFonts w:ascii="Times New Roman" w:hAnsi="Times New Roman" w:cs="Times New Roman"/>
      <w:u w:val="none"/>
    </w:rPr>
  </w:style>
  <w:style w:type="character" w:customStyle="1" w:styleId="2BookmanOldStyle">
    <w:name w:val="Основной текст (2) + Bookman Old Style"/>
    <w:aliases w:val="9,5 pt7,Курсив"/>
    <w:basedOn w:val="2"/>
    <w:uiPriority w:val="99"/>
    <w:rsid w:val="004814F2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26">
    <w:name w:val="Основной текст (2) + 6"/>
    <w:aliases w:val="5 pt6"/>
    <w:basedOn w:val="2"/>
    <w:uiPriority w:val="99"/>
    <w:rsid w:val="004814F2"/>
    <w:rPr>
      <w:color w:val="000000"/>
      <w:spacing w:val="0"/>
      <w:w w:val="100"/>
      <w:position w:val="0"/>
      <w:sz w:val="13"/>
      <w:szCs w:val="13"/>
      <w:lang w:val="en-US" w:eastAsia="en-US"/>
    </w:rPr>
  </w:style>
  <w:style w:type="character" w:customStyle="1" w:styleId="28pt">
    <w:name w:val="Основной текст (2) + 8 pt"/>
    <w:aliases w:val="Интервал 0 pt,Масштаб 150%"/>
    <w:basedOn w:val="2"/>
    <w:uiPriority w:val="99"/>
    <w:rsid w:val="004814F2"/>
    <w:rPr>
      <w:b/>
      <w:bCs/>
      <w:color w:val="000000"/>
      <w:spacing w:val="-10"/>
      <w:w w:val="150"/>
      <w:position w:val="0"/>
      <w:sz w:val="16"/>
      <w:szCs w:val="16"/>
      <w:lang w:val="en-US" w:eastAsia="en-US"/>
    </w:rPr>
  </w:style>
  <w:style w:type="character" w:customStyle="1" w:styleId="2102">
    <w:name w:val="Основной текст (2) + 102"/>
    <w:aliases w:val="5 pt5"/>
    <w:basedOn w:val="2"/>
    <w:uiPriority w:val="99"/>
    <w:rsid w:val="004814F2"/>
    <w:rPr>
      <w:b/>
      <w:bCs/>
      <w:color w:val="000000"/>
      <w:spacing w:val="0"/>
      <w:w w:val="100"/>
      <w:position w:val="0"/>
      <w:sz w:val="21"/>
      <w:szCs w:val="21"/>
      <w:lang w:val="en-US" w:eastAsia="en-US"/>
    </w:rPr>
  </w:style>
  <w:style w:type="character" w:customStyle="1" w:styleId="7Exact">
    <w:name w:val="Основной текст (7) Exact"/>
    <w:basedOn w:val="DefaultParagraphFont"/>
    <w:uiPriority w:val="99"/>
    <w:rsid w:val="004814F2"/>
    <w:rPr>
      <w:rFonts w:ascii="Times New Roman" w:hAnsi="Times New Roman" w:cs="Times New Roman"/>
      <w:sz w:val="16"/>
      <w:szCs w:val="16"/>
      <w:u w:val="none"/>
    </w:rPr>
  </w:style>
  <w:style w:type="character" w:customStyle="1" w:styleId="10Exact">
    <w:name w:val="Основной текст (10) Exact"/>
    <w:basedOn w:val="DefaultParagraphFont"/>
    <w:link w:val="100"/>
    <w:uiPriority w:val="99"/>
    <w:locked/>
    <w:rsid w:val="004814F2"/>
    <w:rPr>
      <w:rFonts w:ascii="Trebuchet MS" w:hAnsi="Trebuchet MS" w:cs="Trebuchet MS"/>
      <w:sz w:val="16"/>
      <w:szCs w:val="16"/>
      <w:u w:val="non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4814F2"/>
    <w:rPr>
      <w:rFonts w:ascii="Times New Roman" w:hAnsi="Times New Roman" w:cs="Times New Roman"/>
      <w:sz w:val="16"/>
      <w:szCs w:val="16"/>
      <w:u w:val="none"/>
    </w:rPr>
  </w:style>
  <w:style w:type="character" w:customStyle="1" w:styleId="8">
    <w:name w:val="Основной текст (8)_"/>
    <w:basedOn w:val="DefaultParagraphFont"/>
    <w:link w:val="81"/>
    <w:uiPriority w:val="99"/>
    <w:locked/>
    <w:rsid w:val="004814F2"/>
    <w:rPr>
      <w:rFonts w:ascii="Times New Roman" w:hAnsi="Times New Roman" w:cs="Times New Roman"/>
      <w:sz w:val="9"/>
      <w:szCs w:val="9"/>
      <w:u w:val="none"/>
    </w:rPr>
  </w:style>
  <w:style w:type="character" w:customStyle="1" w:styleId="80pt">
    <w:name w:val="Основной текст (8) + Интервал 0 pt"/>
    <w:basedOn w:val="8"/>
    <w:uiPriority w:val="99"/>
    <w:rsid w:val="004814F2"/>
    <w:rPr>
      <w:color w:val="000000"/>
      <w:spacing w:val="-10"/>
      <w:w w:val="100"/>
      <w:position w:val="0"/>
      <w:lang w:val="ru-RU" w:eastAsia="ru-RU"/>
    </w:rPr>
  </w:style>
  <w:style w:type="character" w:customStyle="1" w:styleId="80">
    <w:name w:val="Основной текст (8) + Курсив"/>
    <w:basedOn w:val="8"/>
    <w:uiPriority w:val="99"/>
    <w:rsid w:val="004814F2"/>
    <w:rPr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4814F2"/>
    <w:rPr>
      <w:rFonts w:ascii="Gulim" w:eastAsia="Gulim" w:hAnsi="Gulim" w:cs="Gulim"/>
      <w:spacing w:val="-20"/>
      <w:u w:val="none"/>
    </w:rPr>
  </w:style>
  <w:style w:type="character" w:customStyle="1" w:styleId="2101">
    <w:name w:val="Основной текст (2) + 101"/>
    <w:aliases w:val="5 pt4"/>
    <w:basedOn w:val="2"/>
    <w:uiPriority w:val="99"/>
    <w:rsid w:val="004814F2"/>
    <w:rPr>
      <w:color w:val="000000"/>
      <w:spacing w:val="0"/>
      <w:w w:val="100"/>
      <w:position w:val="0"/>
      <w:sz w:val="21"/>
      <w:szCs w:val="21"/>
      <w:lang w:val="ru-RU" w:eastAsia="ru-RU"/>
    </w:rPr>
  </w:style>
  <w:style w:type="character" w:customStyle="1" w:styleId="2Gulim">
    <w:name w:val="Основной текст (2) + Gulim"/>
    <w:aliases w:val="11,5 pt3,Курсив3,Интервал 0 pt1"/>
    <w:basedOn w:val="2"/>
    <w:uiPriority w:val="99"/>
    <w:rsid w:val="004814F2"/>
    <w:rPr>
      <w:rFonts w:ascii="Gulim" w:eastAsia="Gulim" w:hAnsi="Gulim" w:cs="Gulim"/>
      <w:i/>
      <w:iCs/>
      <w:color w:val="000000"/>
      <w:spacing w:val="-10"/>
      <w:w w:val="100"/>
      <w:position w:val="0"/>
      <w:sz w:val="23"/>
      <w:szCs w:val="23"/>
      <w:lang w:val="ru-RU" w:eastAsia="ru-RU"/>
    </w:rPr>
  </w:style>
  <w:style w:type="character" w:customStyle="1" w:styleId="110">
    <w:name w:val="Основной текст (11)_"/>
    <w:basedOn w:val="DefaultParagraphFont"/>
    <w:link w:val="111"/>
    <w:uiPriority w:val="99"/>
    <w:locked/>
    <w:rsid w:val="004814F2"/>
    <w:rPr>
      <w:rFonts w:ascii="Times New Roman" w:hAnsi="Times New Roman" w:cs="Times New Roman"/>
      <w:sz w:val="14"/>
      <w:szCs w:val="14"/>
      <w:u w:val="none"/>
    </w:rPr>
  </w:style>
  <w:style w:type="character" w:customStyle="1" w:styleId="11TrebuchetMS">
    <w:name w:val="Основной текст (11) + Trebuchet MS"/>
    <w:aliases w:val="6,5 pt2"/>
    <w:basedOn w:val="110"/>
    <w:uiPriority w:val="99"/>
    <w:rsid w:val="004814F2"/>
    <w:rPr>
      <w:rFonts w:ascii="Trebuchet MS" w:hAnsi="Trebuchet MS" w:cs="Trebuchet MS"/>
      <w:color w:val="000000"/>
      <w:spacing w:val="0"/>
      <w:w w:val="100"/>
      <w:position w:val="0"/>
      <w:sz w:val="13"/>
      <w:szCs w:val="13"/>
      <w:lang w:val="ru-RU" w:eastAsia="ru-RU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4814F2"/>
    <w:rPr>
      <w:rFonts w:ascii="Gulim" w:eastAsia="Gulim" w:hAnsi="Gulim" w:cs="Gulim"/>
      <w:spacing w:val="-20"/>
      <w:u w:val="none"/>
    </w:rPr>
  </w:style>
  <w:style w:type="character" w:customStyle="1" w:styleId="112">
    <w:name w:val="Основной текст (11)"/>
    <w:basedOn w:val="110"/>
    <w:uiPriority w:val="99"/>
    <w:rsid w:val="004814F2"/>
    <w:rPr>
      <w:strike/>
      <w:color w:val="000000"/>
      <w:spacing w:val="0"/>
      <w:w w:val="100"/>
      <w:position w:val="0"/>
      <w:lang w:val="ru-RU" w:eastAsia="ru-RU"/>
    </w:rPr>
  </w:style>
  <w:style w:type="character" w:customStyle="1" w:styleId="11TrebuchetMS1">
    <w:name w:val="Основной текст (11) + Trebuchet MS1"/>
    <w:aliases w:val="5,5 pt1,Курсив2"/>
    <w:basedOn w:val="110"/>
    <w:uiPriority w:val="99"/>
    <w:rsid w:val="004814F2"/>
    <w:rPr>
      <w:rFonts w:ascii="Trebuchet MS" w:hAnsi="Trebuchet MS" w:cs="Trebuchet MS"/>
      <w:i/>
      <w:iCs/>
      <w:strike/>
      <w:color w:val="000000"/>
      <w:spacing w:val="0"/>
      <w:w w:val="100"/>
      <w:position w:val="0"/>
      <w:sz w:val="11"/>
      <w:szCs w:val="11"/>
      <w:lang w:val="ru-RU" w:eastAsia="ru-RU"/>
    </w:rPr>
  </w:style>
  <w:style w:type="character" w:customStyle="1" w:styleId="12">
    <w:name w:val="Основной текст (12)_"/>
    <w:basedOn w:val="DefaultParagraphFont"/>
    <w:link w:val="120"/>
    <w:uiPriority w:val="99"/>
    <w:locked/>
    <w:rsid w:val="004814F2"/>
    <w:rPr>
      <w:rFonts w:ascii="Trebuchet MS" w:hAnsi="Trebuchet MS" w:cs="Trebuchet MS"/>
      <w:sz w:val="20"/>
      <w:szCs w:val="20"/>
      <w:u w:val="none"/>
    </w:rPr>
  </w:style>
  <w:style w:type="character" w:customStyle="1" w:styleId="87pt">
    <w:name w:val="Основной текст (8) + 7 pt"/>
    <w:basedOn w:val="8"/>
    <w:uiPriority w:val="99"/>
    <w:rsid w:val="004814F2"/>
    <w:rPr>
      <w:color w:val="000000"/>
      <w:spacing w:val="0"/>
      <w:w w:val="100"/>
      <w:position w:val="0"/>
      <w:sz w:val="14"/>
      <w:szCs w:val="14"/>
      <w:lang w:val="ru-RU" w:eastAsia="ru-RU"/>
    </w:rPr>
  </w:style>
  <w:style w:type="character" w:customStyle="1" w:styleId="87pt1">
    <w:name w:val="Основной текст (8) + 7 pt1"/>
    <w:basedOn w:val="8"/>
    <w:uiPriority w:val="99"/>
    <w:rsid w:val="004814F2"/>
    <w:rPr>
      <w:strike/>
      <w:color w:val="000000"/>
      <w:spacing w:val="0"/>
      <w:w w:val="100"/>
      <w:position w:val="0"/>
      <w:sz w:val="14"/>
      <w:szCs w:val="14"/>
      <w:lang w:val="ru-RU" w:eastAsia="ru-RU"/>
    </w:rPr>
  </w:style>
  <w:style w:type="character" w:customStyle="1" w:styleId="82">
    <w:name w:val="Основной текст (8)"/>
    <w:basedOn w:val="8"/>
    <w:uiPriority w:val="99"/>
    <w:rsid w:val="004814F2"/>
    <w:rPr>
      <w:strike/>
      <w:color w:val="000000"/>
      <w:spacing w:val="0"/>
      <w:w w:val="100"/>
      <w:position w:val="0"/>
      <w:lang w:val="ru-RU" w:eastAsia="ru-RU"/>
    </w:rPr>
  </w:style>
  <w:style w:type="character" w:customStyle="1" w:styleId="810">
    <w:name w:val="Основной текст (8) + Курсив1"/>
    <w:basedOn w:val="8"/>
    <w:uiPriority w:val="99"/>
    <w:rsid w:val="004814F2"/>
    <w:rPr>
      <w:i/>
      <w:iCs/>
      <w:strike/>
      <w:color w:val="000000"/>
      <w:spacing w:val="0"/>
      <w:w w:val="100"/>
      <w:position w:val="0"/>
      <w:lang w:val="ru-RU" w:eastAsia="ru-RU"/>
    </w:rPr>
  </w:style>
  <w:style w:type="character" w:customStyle="1" w:styleId="13Exact">
    <w:name w:val="Основной текст (13) Exact"/>
    <w:basedOn w:val="DefaultParagraphFont"/>
    <w:link w:val="13"/>
    <w:uiPriority w:val="99"/>
    <w:locked/>
    <w:rsid w:val="004814F2"/>
    <w:rPr>
      <w:rFonts w:ascii="Times New Roman" w:hAnsi="Times New Roman" w:cs="Times New Roman"/>
      <w:spacing w:val="0"/>
      <w:sz w:val="22"/>
      <w:szCs w:val="22"/>
      <w:u w:val="none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4814F2"/>
    <w:rPr>
      <w:rFonts w:ascii="Times New Roman" w:hAnsi="Times New Roman" w:cs="Times New Roman"/>
      <w:sz w:val="16"/>
      <w:szCs w:val="16"/>
      <w:u w:val="none"/>
    </w:rPr>
  </w:style>
  <w:style w:type="character" w:customStyle="1" w:styleId="213pt">
    <w:name w:val="Основной текст (2) + 13 pt"/>
    <w:aliases w:val="Полужирный"/>
    <w:basedOn w:val="2"/>
    <w:uiPriority w:val="99"/>
    <w:rsid w:val="004814F2"/>
    <w:rPr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14">
    <w:name w:val="Основной текст (14)_"/>
    <w:basedOn w:val="DefaultParagraphFont"/>
    <w:link w:val="141"/>
    <w:uiPriority w:val="99"/>
    <w:locked/>
    <w:rsid w:val="004814F2"/>
    <w:rPr>
      <w:rFonts w:ascii="Times New Roman" w:hAnsi="Times New Roman" w:cs="Times New Roman"/>
      <w:sz w:val="13"/>
      <w:szCs w:val="13"/>
      <w:u w:val="none"/>
    </w:rPr>
  </w:style>
  <w:style w:type="character" w:customStyle="1" w:styleId="140">
    <w:name w:val="Основной текст (14)"/>
    <w:basedOn w:val="14"/>
    <w:uiPriority w:val="99"/>
    <w:rsid w:val="004814F2"/>
    <w:rPr>
      <w:strike/>
      <w:color w:val="000000"/>
      <w:spacing w:val="0"/>
      <w:w w:val="100"/>
      <w:position w:val="0"/>
      <w:lang w:val="ru-RU" w:eastAsia="ru-RU"/>
    </w:rPr>
  </w:style>
  <w:style w:type="character" w:customStyle="1" w:styleId="146pt">
    <w:name w:val="Основной текст (14) + 6 pt"/>
    <w:aliases w:val="Курсив1"/>
    <w:basedOn w:val="14"/>
    <w:uiPriority w:val="99"/>
    <w:rsid w:val="004814F2"/>
    <w:rPr>
      <w:i/>
      <w:iCs/>
      <w:strike/>
      <w:color w:val="000000"/>
      <w:spacing w:val="0"/>
      <w:w w:val="100"/>
      <w:position w:val="0"/>
      <w:sz w:val="12"/>
      <w:szCs w:val="12"/>
      <w:lang w:val="ru-RU" w:eastAsia="ru-RU"/>
    </w:rPr>
  </w:style>
  <w:style w:type="character" w:customStyle="1" w:styleId="142">
    <w:name w:val="Основной текст (14)2"/>
    <w:basedOn w:val="14"/>
    <w:uiPriority w:val="99"/>
    <w:rsid w:val="004814F2"/>
    <w:rPr>
      <w:color w:val="000000"/>
      <w:spacing w:val="0"/>
      <w:w w:val="100"/>
      <w:position w:val="0"/>
    </w:rPr>
  </w:style>
  <w:style w:type="paragraph" w:customStyle="1" w:styleId="30">
    <w:name w:val="Основной текст (3)"/>
    <w:basedOn w:val="Normal"/>
    <w:link w:val="3"/>
    <w:uiPriority w:val="99"/>
    <w:rsid w:val="004814F2"/>
    <w:pPr>
      <w:shd w:val="clear" w:color="auto" w:fill="FFFFFF"/>
      <w:spacing w:after="540" w:line="378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Normal"/>
    <w:link w:val="1"/>
    <w:uiPriority w:val="99"/>
    <w:rsid w:val="004814F2"/>
    <w:pPr>
      <w:shd w:val="clear" w:color="auto" w:fill="FFFFFF"/>
      <w:spacing w:before="540" w:after="480" w:line="240" w:lineRule="atLeast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40">
    <w:name w:val="Основной текст (4)"/>
    <w:basedOn w:val="Normal"/>
    <w:link w:val="4"/>
    <w:uiPriority w:val="99"/>
    <w:rsid w:val="004814F2"/>
    <w:pPr>
      <w:shd w:val="clear" w:color="auto" w:fill="FFFFFF"/>
      <w:spacing w:before="480" w:after="480" w:line="240" w:lineRule="atLeas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Normal"/>
    <w:link w:val="5"/>
    <w:uiPriority w:val="99"/>
    <w:rsid w:val="004814F2"/>
    <w:pPr>
      <w:shd w:val="clear" w:color="auto" w:fill="FFFFFF"/>
      <w:spacing w:before="48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Колонтитул1"/>
    <w:basedOn w:val="Normal"/>
    <w:link w:val="a"/>
    <w:uiPriority w:val="99"/>
    <w:rsid w:val="004814F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</w:rPr>
  </w:style>
  <w:style w:type="paragraph" w:customStyle="1" w:styleId="a1">
    <w:name w:val="Подпись к картинке"/>
    <w:basedOn w:val="Normal"/>
    <w:link w:val="Exact"/>
    <w:uiPriority w:val="99"/>
    <w:rsid w:val="004814F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(2)1"/>
    <w:basedOn w:val="Normal"/>
    <w:link w:val="2"/>
    <w:uiPriority w:val="99"/>
    <w:rsid w:val="004814F2"/>
    <w:pPr>
      <w:shd w:val="clear" w:color="auto" w:fill="FFFFFF"/>
      <w:spacing w:after="660" w:line="240" w:lineRule="atLeast"/>
      <w:ind w:hanging="880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Normal"/>
    <w:link w:val="6"/>
    <w:uiPriority w:val="99"/>
    <w:rsid w:val="004814F2"/>
    <w:pPr>
      <w:shd w:val="clear" w:color="auto" w:fill="FFFFFF"/>
      <w:spacing w:line="277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Normal"/>
    <w:link w:val="7"/>
    <w:uiPriority w:val="99"/>
    <w:rsid w:val="004814F2"/>
    <w:pPr>
      <w:shd w:val="clear" w:color="auto" w:fill="FFFFFF"/>
      <w:spacing w:before="240" w:after="240" w:line="24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00">
    <w:name w:val="Основной текст (10)"/>
    <w:basedOn w:val="Normal"/>
    <w:link w:val="10Exact"/>
    <w:uiPriority w:val="99"/>
    <w:rsid w:val="004814F2"/>
    <w:pPr>
      <w:shd w:val="clear" w:color="auto" w:fill="FFFFFF"/>
      <w:spacing w:line="240" w:lineRule="atLeast"/>
    </w:pPr>
    <w:rPr>
      <w:rFonts w:ascii="Trebuchet MS" w:hAnsi="Trebuchet MS" w:cs="Trebuchet MS"/>
      <w:sz w:val="16"/>
      <w:szCs w:val="16"/>
    </w:rPr>
  </w:style>
  <w:style w:type="paragraph" w:customStyle="1" w:styleId="81">
    <w:name w:val="Основной текст (8)1"/>
    <w:basedOn w:val="Normal"/>
    <w:link w:val="8"/>
    <w:uiPriority w:val="99"/>
    <w:rsid w:val="004814F2"/>
    <w:pPr>
      <w:shd w:val="clear" w:color="auto" w:fill="FFFFFF"/>
      <w:spacing w:after="60" w:line="240" w:lineRule="atLeast"/>
      <w:jc w:val="center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90">
    <w:name w:val="Основной текст (9)"/>
    <w:basedOn w:val="Normal"/>
    <w:link w:val="9"/>
    <w:uiPriority w:val="99"/>
    <w:rsid w:val="004814F2"/>
    <w:pPr>
      <w:shd w:val="clear" w:color="auto" w:fill="FFFFFF"/>
      <w:spacing w:before="360" w:line="240" w:lineRule="atLeast"/>
      <w:jc w:val="both"/>
    </w:pPr>
    <w:rPr>
      <w:rFonts w:ascii="Gulim" w:eastAsia="Gulim" w:hAnsi="Gulim" w:cs="Gulim"/>
      <w:spacing w:val="-20"/>
    </w:rPr>
  </w:style>
  <w:style w:type="paragraph" w:customStyle="1" w:styleId="111">
    <w:name w:val="Основной текст (11)1"/>
    <w:basedOn w:val="Normal"/>
    <w:link w:val="110"/>
    <w:uiPriority w:val="99"/>
    <w:rsid w:val="004814F2"/>
    <w:pPr>
      <w:shd w:val="clear" w:color="auto" w:fill="FFFFFF"/>
      <w:spacing w:before="900" w:after="60" w:line="24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3">
    <w:name w:val="Заголовок №2"/>
    <w:basedOn w:val="Normal"/>
    <w:link w:val="22"/>
    <w:uiPriority w:val="99"/>
    <w:rsid w:val="004814F2"/>
    <w:pPr>
      <w:shd w:val="clear" w:color="auto" w:fill="FFFFFF"/>
      <w:spacing w:before="360" w:line="240" w:lineRule="atLeast"/>
      <w:outlineLvl w:val="1"/>
    </w:pPr>
    <w:rPr>
      <w:rFonts w:ascii="Gulim" w:eastAsia="Gulim" w:hAnsi="Gulim" w:cs="Gulim"/>
      <w:spacing w:val="-20"/>
    </w:rPr>
  </w:style>
  <w:style w:type="paragraph" w:customStyle="1" w:styleId="120">
    <w:name w:val="Основной текст (12)"/>
    <w:basedOn w:val="Normal"/>
    <w:link w:val="12"/>
    <w:uiPriority w:val="99"/>
    <w:rsid w:val="004814F2"/>
    <w:pPr>
      <w:shd w:val="clear" w:color="auto" w:fill="FFFFFF"/>
      <w:spacing w:before="120" w:line="240" w:lineRule="atLeast"/>
      <w:jc w:val="both"/>
    </w:pPr>
    <w:rPr>
      <w:rFonts w:ascii="Trebuchet MS" w:hAnsi="Trebuchet MS" w:cs="Trebuchet MS"/>
      <w:sz w:val="20"/>
      <w:szCs w:val="20"/>
    </w:rPr>
  </w:style>
  <w:style w:type="paragraph" w:customStyle="1" w:styleId="13">
    <w:name w:val="Основной текст (13)"/>
    <w:basedOn w:val="Normal"/>
    <w:link w:val="13Exact"/>
    <w:uiPriority w:val="99"/>
    <w:rsid w:val="004814F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3">
    <w:name w:val="Подпись к таблице"/>
    <w:basedOn w:val="Normal"/>
    <w:link w:val="a2"/>
    <w:uiPriority w:val="99"/>
    <w:rsid w:val="004814F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1">
    <w:name w:val="Основной текст (14)1"/>
    <w:basedOn w:val="Normal"/>
    <w:link w:val="14"/>
    <w:uiPriority w:val="99"/>
    <w:rsid w:val="004814F2"/>
    <w:pPr>
      <w:shd w:val="clear" w:color="auto" w:fill="FFFFFF"/>
      <w:spacing w:line="198" w:lineRule="exac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styleId="Header">
    <w:name w:val="header"/>
    <w:basedOn w:val="Normal"/>
    <w:link w:val="HeaderChar"/>
    <w:uiPriority w:val="99"/>
    <w:rsid w:val="00B5488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4883"/>
    <w:rPr>
      <w:color w:val="000000"/>
    </w:rPr>
  </w:style>
  <w:style w:type="paragraph" w:styleId="Footer">
    <w:name w:val="footer"/>
    <w:basedOn w:val="Normal"/>
    <w:link w:val="FooterChar"/>
    <w:uiPriority w:val="99"/>
    <w:rsid w:val="00B5488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488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footer" Target="footer3.xml"/><Relationship Id="rId39" Type="http://schemas.openxmlformats.org/officeDocument/2006/relationships/header" Target="header26.xml"/><Relationship Id="rId3" Type="http://schemas.openxmlformats.org/officeDocument/2006/relationships/settings" Target="settings.xml"/><Relationship Id="rId21" Type="http://schemas.openxmlformats.org/officeDocument/2006/relationships/header" Target="header14.xml"/><Relationship Id="rId34" Type="http://schemas.openxmlformats.org/officeDocument/2006/relationships/footer" Target="footer6.xml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6.xml"/><Relationship Id="rId33" Type="http://schemas.openxmlformats.org/officeDocument/2006/relationships/header" Target="header21.xml"/><Relationship Id="rId38" Type="http://schemas.openxmlformats.org/officeDocument/2006/relationships/header" Target="header25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29" Type="http://schemas.openxmlformats.org/officeDocument/2006/relationships/header" Target="header18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eader" Target="header15.xml"/><Relationship Id="rId32" Type="http://schemas.openxmlformats.org/officeDocument/2006/relationships/header" Target="header20.xml"/><Relationship Id="rId37" Type="http://schemas.openxmlformats.org/officeDocument/2006/relationships/header" Target="header24.xml"/><Relationship Id="rId40" Type="http://schemas.openxmlformats.org/officeDocument/2006/relationships/header" Target="header27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23" Type="http://schemas.openxmlformats.org/officeDocument/2006/relationships/footer" Target="footer2.xml"/><Relationship Id="rId28" Type="http://schemas.openxmlformats.org/officeDocument/2006/relationships/header" Target="header17.xml"/><Relationship Id="rId36" Type="http://schemas.openxmlformats.org/officeDocument/2006/relationships/header" Target="header23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31" Type="http://schemas.openxmlformats.org/officeDocument/2006/relationships/header" Target="header1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footer" Target="footer1.xml"/><Relationship Id="rId27" Type="http://schemas.openxmlformats.org/officeDocument/2006/relationships/footer" Target="footer4.xml"/><Relationship Id="rId30" Type="http://schemas.openxmlformats.org/officeDocument/2006/relationships/footer" Target="footer5.xml"/><Relationship Id="rId35" Type="http://schemas.openxmlformats.org/officeDocument/2006/relationships/header" Target="header2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</TotalTime>
  <Pages>30</Pages>
  <Words>3875</Words>
  <Characters>22090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32</cp:revision>
  <cp:lastPrinted>2017-03-22T14:19:00Z</cp:lastPrinted>
  <dcterms:created xsi:type="dcterms:W3CDTF">2017-03-15T06:22:00Z</dcterms:created>
  <dcterms:modified xsi:type="dcterms:W3CDTF">2017-03-22T14:21:00Z</dcterms:modified>
</cp:coreProperties>
</file>