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9B" w:rsidRPr="008C5F8E" w:rsidRDefault="0067499B" w:rsidP="008C5F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Pr="008C5F8E">
        <w:rPr>
          <w:rFonts w:ascii="Arial" w:hAnsi="Arial" w:cs="Arial"/>
          <w:sz w:val="24"/>
          <w:szCs w:val="24"/>
        </w:rPr>
        <w:t>АДМИНИСТРАЦИЯ</w:t>
      </w:r>
    </w:p>
    <w:p w:rsidR="0067499B" w:rsidRPr="008C5F8E" w:rsidRDefault="0067499B" w:rsidP="008C5F8E">
      <w:pPr>
        <w:jc w:val="center"/>
        <w:rPr>
          <w:rFonts w:ascii="Arial" w:hAnsi="Arial" w:cs="Arial"/>
          <w:sz w:val="24"/>
          <w:szCs w:val="24"/>
        </w:rPr>
      </w:pPr>
      <w:r w:rsidRPr="008C5F8E">
        <w:rPr>
          <w:rFonts w:ascii="Arial" w:hAnsi="Arial" w:cs="Arial"/>
          <w:sz w:val="24"/>
          <w:szCs w:val="24"/>
        </w:rPr>
        <w:t>Торгунского сельского поселения</w:t>
      </w:r>
    </w:p>
    <w:p w:rsidR="0067499B" w:rsidRDefault="0067499B" w:rsidP="008C5F8E">
      <w:pPr>
        <w:jc w:val="center"/>
        <w:rPr>
          <w:rFonts w:ascii="Arial" w:hAnsi="Arial" w:cs="Arial"/>
          <w:sz w:val="24"/>
          <w:szCs w:val="24"/>
        </w:rPr>
      </w:pPr>
      <w:r w:rsidRPr="008C5F8E">
        <w:rPr>
          <w:rFonts w:ascii="Arial" w:hAnsi="Arial" w:cs="Arial"/>
          <w:sz w:val="24"/>
          <w:szCs w:val="24"/>
        </w:rPr>
        <w:t>Старополтавского района Волгоградской области</w:t>
      </w:r>
    </w:p>
    <w:p w:rsidR="0067499B" w:rsidRPr="008C5F8E" w:rsidRDefault="0067499B" w:rsidP="008C5F8E">
      <w:pPr>
        <w:rPr>
          <w:rFonts w:ascii="Arial" w:hAnsi="Arial" w:cs="Arial"/>
          <w:sz w:val="24"/>
          <w:szCs w:val="24"/>
        </w:rPr>
      </w:pPr>
      <w:r w:rsidRPr="008C5F8E">
        <w:rPr>
          <w:rFonts w:ascii="Arial" w:hAnsi="Arial" w:cs="Arial"/>
          <w:sz w:val="18"/>
          <w:szCs w:val="18"/>
        </w:rPr>
        <w:t>404202,п. Торгун  ул.  Почтовая , 15,  т</w:t>
      </w:r>
      <w:r>
        <w:rPr>
          <w:rFonts w:ascii="Arial" w:hAnsi="Arial" w:cs="Arial"/>
          <w:sz w:val="18"/>
          <w:szCs w:val="18"/>
        </w:rPr>
        <w:t>ел. 4-63-53 ____________________________________________________________________________________</w:t>
      </w:r>
    </w:p>
    <w:p w:rsidR="0067499B" w:rsidRPr="008C5F8E" w:rsidRDefault="0067499B" w:rsidP="008C5F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Pr="008C5F8E">
        <w:rPr>
          <w:rFonts w:ascii="Arial" w:hAnsi="Arial" w:cs="Arial"/>
          <w:sz w:val="24"/>
          <w:szCs w:val="24"/>
        </w:rPr>
        <w:t>ПОСТАНОВЛЕНИЕ</w:t>
      </w:r>
    </w:p>
    <w:p w:rsidR="0067499B" w:rsidRPr="008C5F8E" w:rsidRDefault="0067499B" w:rsidP="008C5F8E">
      <w:pPr>
        <w:rPr>
          <w:rFonts w:ascii="Arial" w:hAnsi="Arial" w:cs="Arial"/>
          <w:sz w:val="24"/>
          <w:szCs w:val="24"/>
        </w:rPr>
      </w:pPr>
      <w:r w:rsidRPr="008C5F8E">
        <w:rPr>
          <w:rFonts w:ascii="Arial" w:hAnsi="Arial" w:cs="Arial"/>
          <w:sz w:val="24"/>
          <w:szCs w:val="24"/>
        </w:rPr>
        <w:t>от   13  декабря  2017 г.                                                                                          N 60</w:t>
      </w:r>
    </w:p>
    <w:p w:rsidR="0067499B" w:rsidRPr="008C5F8E" w:rsidRDefault="0067499B" w:rsidP="008C5F8E">
      <w:pPr>
        <w:rPr>
          <w:rFonts w:ascii="Arial" w:hAnsi="Arial" w:cs="Arial"/>
          <w:b/>
          <w:bCs/>
        </w:rPr>
      </w:pPr>
      <w:r w:rsidRPr="008C5F8E">
        <w:rPr>
          <w:rFonts w:ascii="Arial" w:hAnsi="Arial" w:cs="Arial"/>
          <w:b/>
          <w:bCs/>
        </w:rPr>
        <w:t>«Об определении специально отведенных мест</w:t>
      </w:r>
      <w:r>
        <w:rPr>
          <w:rFonts w:ascii="Arial" w:hAnsi="Arial" w:cs="Arial"/>
          <w:b/>
          <w:bCs/>
        </w:rPr>
        <w:t xml:space="preserve"> </w:t>
      </w:r>
      <w:r w:rsidRPr="008C5F8E">
        <w:rPr>
          <w:rFonts w:ascii="Arial" w:hAnsi="Arial" w:cs="Arial"/>
          <w:b/>
          <w:bCs/>
        </w:rPr>
        <w:t>для проведения встреч депутатов с  избирателями и перечня помещений, предоставляемых для проведения встреч депутатов с избирателями, и порядок их предоставления»</w:t>
      </w:r>
    </w:p>
    <w:p w:rsidR="0067499B" w:rsidRPr="008C5F8E" w:rsidRDefault="0067499B" w:rsidP="008C5F8E">
      <w:pPr>
        <w:rPr>
          <w:rFonts w:ascii="Arial" w:hAnsi="Arial" w:cs="Arial"/>
          <w:sz w:val="24"/>
          <w:szCs w:val="24"/>
        </w:rPr>
      </w:pPr>
      <w:r w:rsidRPr="008C5F8E">
        <w:rPr>
          <w:rFonts w:ascii="Arial" w:hAnsi="Arial" w:cs="Arial"/>
          <w:sz w:val="24"/>
          <w:szCs w:val="24"/>
        </w:rPr>
        <w:t xml:space="preserve">      В соответствии со статьей 8 Федерального закона от 08.05.1994 № 3-ФЗ «О статусе члена Совета Федерации и статусе депутата Государственной Думы Федерального Собрания Российской Федерации», статьей 11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статьей 40 Федерального закона от 06.10.2003 № 131-ФЗ «Об общих принципах организации местного самоуправления в Российской Федерации», </w:t>
      </w:r>
    </w:p>
    <w:p w:rsidR="0067499B" w:rsidRPr="008C5F8E" w:rsidRDefault="0067499B" w:rsidP="008C5F8E">
      <w:pPr>
        <w:rPr>
          <w:rFonts w:ascii="Arial" w:hAnsi="Arial" w:cs="Arial"/>
          <w:sz w:val="24"/>
          <w:szCs w:val="24"/>
        </w:rPr>
      </w:pPr>
      <w:r w:rsidRPr="008C5F8E">
        <w:rPr>
          <w:rFonts w:ascii="Arial" w:hAnsi="Arial" w:cs="Arial"/>
          <w:sz w:val="24"/>
          <w:szCs w:val="24"/>
        </w:rPr>
        <w:t>ПОСТАНОВЛЯЕТ</w:t>
      </w:r>
    </w:p>
    <w:p w:rsidR="0067499B" w:rsidRPr="008C5F8E" w:rsidRDefault="0067499B" w:rsidP="008C5F8E">
      <w:pPr>
        <w:rPr>
          <w:rFonts w:ascii="Arial" w:hAnsi="Arial" w:cs="Arial"/>
          <w:sz w:val="24"/>
          <w:szCs w:val="24"/>
        </w:rPr>
      </w:pPr>
      <w:r w:rsidRPr="008C5F8E">
        <w:rPr>
          <w:rFonts w:ascii="Arial" w:hAnsi="Arial" w:cs="Arial"/>
          <w:sz w:val="24"/>
          <w:szCs w:val="24"/>
        </w:rPr>
        <w:t xml:space="preserve">1. Определить специально отведенные места для проведения встреч депутатов Государственной Думы Федерального Собрания Российской Федерации, Волгоградской областной Думы,  Старополтавской районной Думы, Торгунской сельской Думы с избирателями согласно приложению 1 к настоящему постановлению. </w:t>
      </w:r>
    </w:p>
    <w:p w:rsidR="0067499B" w:rsidRPr="008C5F8E" w:rsidRDefault="0067499B" w:rsidP="008C5F8E">
      <w:pPr>
        <w:rPr>
          <w:rFonts w:ascii="Arial" w:hAnsi="Arial" w:cs="Arial"/>
          <w:sz w:val="24"/>
          <w:szCs w:val="24"/>
        </w:rPr>
      </w:pPr>
      <w:r w:rsidRPr="008C5F8E">
        <w:rPr>
          <w:rFonts w:ascii="Arial" w:hAnsi="Arial" w:cs="Arial"/>
          <w:sz w:val="24"/>
          <w:szCs w:val="24"/>
        </w:rPr>
        <w:t>2. Определить перечень помещений, предоставляемых для проведения встреч депутатов Государственной Думы Федерального Собрания Российской Федерации, Волгоградской областной Думы,  Старополтавской районной Думы, Торгунской сельской Думы с избирателями согласно приложению 2 к настоящему постановлению.</w:t>
      </w:r>
    </w:p>
    <w:p w:rsidR="0067499B" w:rsidRPr="008C5F8E" w:rsidRDefault="0067499B" w:rsidP="008C5F8E">
      <w:pPr>
        <w:rPr>
          <w:rFonts w:ascii="Arial" w:hAnsi="Arial" w:cs="Arial"/>
          <w:sz w:val="24"/>
          <w:szCs w:val="24"/>
        </w:rPr>
      </w:pPr>
      <w:r w:rsidRPr="008C5F8E">
        <w:rPr>
          <w:rFonts w:ascii="Arial" w:hAnsi="Arial" w:cs="Arial"/>
          <w:sz w:val="24"/>
          <w:szCs w:val="24"/>
        </w:rPr>
        <w:t>3. Определить порядок определения специально отведенных мест, предоставления помещений для проведения встреч депутатов Государственной Думы Федерального Собрания Российской Федерации, Волгоградской областной Думы,  Старополтавской районной Думы, Торгунской сельской Думы с избирателями согласно приложению 3 к настоящему постановлению.</w:t>
      </w:r>
    </w:p>
    <w:p w:rsidR="0067499B" w:rsidRPr="008C5F8E" w:rsidRDefault="0067499B" w:rsidP="008C5F8E">
      <w:pPr>
        <w:rPr>
          <w:rFonts w:ascii="Arial" w:hAnsi="Arial" w:cs="Arial"/>
          <w:sz w:val="24"/>
          <w:szCs w:val="24"/>
        </w:rPr>
      </w:pPr>
      <w:r w:rsidRPr="008C5F8E">
        <w:rPr>
          <w:rFonts w:ascii="Arial" w:hAnsi="Arial" w:cs="Arial"/>
          <w:sz w:val="24"/>
          <w:szCs w:val="24"/>
        </w:rPr>
        <w:t>4. Настоящее постановление подлежит обнародованию и размещению на официальном сайте Торгунского сельского поселения.</w:t>
      </w:r>
    </w:p>
    <w:p w:rsidR="0067499B" w:rsidRPr="008C5F8E" w:rsidRDefault="0067499B" w:rsidP="008C5F8E">
      <w:pPr>
        <w:rPr>
          <w:rFonts w:ascii="Arial" w:hAnsi="Arial" w:cs="Arial"/>
          <w:sz w:val="24"/>
          <w:szCs w:val="24"/>
        </w:rPr>
      </w:pPr>
      <w:r w:rsidRPr="008C5F8E">
        <w:rPr>
          <w:rFonts w:ascii="Arial" w:hAnsi="Arial" w:cs="Arial"/>
          <w:sz w:val="24"/>
          <w:szCs w:val="24"/>
        </w:rPr>
        <w:t xml:space="preserve">Глава Торгунского   сельского поселения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8C5F8E">
        <w:rPr>
          <w:rFonts w:ascii="Arial" w:hAnsi="Arial" w:cs="Arial"/>
          <w:sz w:val="24"/>
          <w:szCs w:val="24"/>
        </w:rPr>
        <w:t xml:space="preserve">И.Б.Шавленов </w:t>
      </w:r>
    </w:p>
    <w:p w:rsidR="0067499B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jc w:val="right"/>
        <w:rPr>
          <w:rFonts w:ascii="Arial" w:hAnsi="Arial" w:cs="Arial"/>
        </w:rPr>
      </w:pPr>
      <w:r w:rsidRPr="008C5F8E">
        <w:rPr>
          <w:rFonts w:ascii="Arial" w:hAnsi="Arial" w:cs="Arial"/>
        </w:rPr>
        <w:t>Приложение 1</w:t>
      </w:r>
    </w:p>
    <w:p w:rsidR="0067499B" w:rsidRPr="008C5F8E" w:rsidRDefault="0067499B" w:rsidP="008C5F8E">
      <w:pPr>
        <w:jc w:val="right"/>
        <w:rPr>
          <w:rFonts w:ascii="Arial" w:hAnsi="Arial" w:cs="Arial"/>
        </w:rPr>
      </w:pPr>
      <w:r w:rsidRPr="008C5F8E">
        <w:rPr>
          <w:rFonts w:ascii="Arial" w:hAnsi="Arial" w:cs="Arial"/>
        </w:rPr>
        <w:t>к постановлению администрации</w:t>
      </w:r>
    </w:p>
    <w:p w:rsidR="0067499B" w:rsidRPr="008C5F8E" w:rsidRDefault="0067499B" w:rsidP="008C5F8E">
      <w:pPr>
        <w:jc w:val="right"/>
        <w:rPr>
          <w:rFonts w:ascii="Arial" w:hAnsi="Arial" w:cs="Arial"/>
        </w:rPr>
      </w:pPr>
      <w:r w:rsidRPr="008C5F8E">
        <w:rPr>
          <w:rFonts w:ascii="Arial" w:hAnsi="Arial" w:cs="Arial"/>
        </w:rPr>
        <w:t xml:space="preserve">Торгунского сельского поселения </w:t>
      </w:r>
    </w:p>
    <w:p w:rsidR="0067499B" w:rsidRPr="0044321F" w:rsidRDefault="0067499B" w:rsidP="008C5F8E">
      <w:pPr>
        <w:jc w:val="right"/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от 13.12.2017 г. N 60</w:t>
      </w: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</w:p>
    <w:p w:rsidR="0067499B" w:rsidRPr="0044321F" w:rsidRDefault="0067499B" w:rsidP="008C5F8E">
      <w:pPr>
        <w:jc w:val="center"/>
        <w:rPr>
          <w:rFonts w:ascii="Arial" w:hAnsi="Arial" w:cs="Arial"/>
          <w:sz w:val="24"/>
          <w:szCs w:val="24"/>
        </w:rPr>
      </w:pPr>
      <w:bookmarkStart w:id="0" w:name="P33"/>
      <w:bookmarkEnd w:id="0"/>
      <w:r w:rsidRPr="0044321F">
        <w:rPr>
          <w:rFonts w:ascii="Arial" w:hAnsi="Arial" w:cs="Arial"/>
          <w:sz w:val="24"/>
          <w:szCs w:val="24"/>
        </w:rPr>
        <w:t>ПЕРЕЧЕНЬ</w:t>
      </w:r>
    </w:p>
    <w:p w:rsidR="0067499B" w:rsidRPr="0044321F" w:rsidRDefault="0067499B" w:rsidP="008C5F8E">
      <w:pPr>
        <w:jc w:val="center"/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специально отведенных мест для проведения встреч депутатов Государственной Думы Федерального Собрания Российской Федерации, Волгоградской областной Думы,  Старополтавской районной Думы, Торгунской сельской Думы с избирателями</w:t>
      </w: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  <w:r w:rsidRPr="008C5F8E">
        <w:rPr>
          <w:rFonts w:ascii="Arial" w:hAnsi="Arial" w:cs="Arial"/>
        </w:rPr>
        <w:t>1</w:t>
      </w:r>
      <w:r w:rsidRPr="0044321F">
        <w:rPr>
          <w:rFonts w:ascii="Arial" w:hAnsi="Arial" w:cs="Arial"/>
          <w:sz w:val="24"/>
          <w:szCs w:val="24"/>
        </w:rPr>
        <w:t>. Центральная площадь</w:t>
      </w:r>
      <w:r>
        <w:rPr>
          <w:rFonts w:ascii="Arial" w:hAnsi="Arial" w:cs="Arial"/>
          <w:sz w:val="24"/>
          <w:szCs w:val="24"/>
        </w:rPr>
        <w:t xml:space="preserve"> пос.Торгун </w:t>
      </w:r>
      <w:r w:rsidRPr="0044321F">
        <w:rPr>
          <w:rFonts w:ascii="Arial" w:hAnsi="Arial" w:cs="Arial"/>
          <w:sz w:val="24"/>
          <w:szCs w:val="24"/>
        </w:rPr>
        <w:t xml:space="preserve">, Старополтавского района, Волгоградской области. </w:t>
      </w: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jc w:val="right"/>
        <w:rPr>
          <w:rFonts w:ascii="Arial" w:hAnsi="Arial" w:cs="Arial"/>
        </w:rPr>
      </w:pPr>
      <w:r w:rsidRPr="008C5F8E">
        <w:rPr>
          <w:rFonts w:ascii="Arial" w:hAnsi="Arial" w:cs="Arial"/>
        </w:rPr>
        <w:t>Приложение 2</w:t>
      </w:r>
    </w:p>
    <w:p w:rsidR="0067499B" w:rsidRPr="008C5F8E" w:rsidRDefault="0067499B" w:rsidP="008C5F8E">
      <w:pPr>
        <w:jc w:val="right"/>
        <w:rPr>
          <w:rFonts w:ascii="Arial" w:hAnsi="Arial" w:cs="Arial"/>
        </w:rPr>
      </w:pPr>
      <w:r w:rsidRPr="008C5F8E">
        <w:rPr>
          <w:rFonts w:ascii="Arial" w:hAnsi="Arial" w:cs="Arial"/>
        </w:rPr>
        <w:t>к постановлению администрации</w:t>
      </w:r>
    </w:p>
    <w:p w:rsidR="0067499B" w:rsidRPr="008C5F8E" w:rsidRDefault="0067499B" w:rsidP="008C5F8E">
      <w:pPr>
        <w:jc w:val="right"/>
        <w:rPr>
          <w:rFonts w:ascii="Arial" w:hAnsi="Arial" w:cs="Arial"/>
        </w:rPr>
      </w:pPr>
      <w:r w:rsidRPr="008C5F8E">
        <w:rPr>
          <w:rFonts w:ascii="Arial" w:hAnsi="Arial" w:cs="Arial"/>
        </w:rPr>
        <w:t xml:space="preserve">Торгунского сельского поселения </w:t>
      </w:r>
    </w:p>
    <w:p w:rsidR="0067499B" w:rsidRPr="008C5F8E" w:rsidRDefault="0067499B" w:rsidP="008C5F8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 13.12.</w:t>
      </w:r>
      <w:r w:rsidRPr="008C5F8E">
        <w:rPr>
          <w:rFonts w:ascii="Arial" w:hAnsi="Arial" w:cs="Arial"/>
        </w:rPr>
        <w:t xml:space="preserve"> 2017 г</w:t>
      </w:r>
      <w:r>
        <w:rPr>
          <w:rFonts w:ascii="Arial" w:hAnsi="Arial" w:cs="Arial"/>
        </w:rPr>
        <w:t>. N 60</w:t>
      </w: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</w:p>
    <w:p w:rsidR="0067499B" w:rsidRPr="0044321F" w:rsidRDefault="0067499B" w:rsidP="008C5F8E">
      <w:pPr>
        <w:jc w:val="center"/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ПЕРЕЧЕНЬ</w:t>
      </w:r>
    </w:p>
    <w:p w:rsidR="0067499B" w:rsidRPr="0044321F" w:rsidRDefault="0067499B" w:rsidP="008C5F8E">
      <w:pPr>
        <w:jc w:val="center"/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помещений, предоставляемых для проведения встреч депутатов Государственной Думы Федерального Собрания Российской Федерации, Волгоградской областной Думы,  Старополтавской районной Думы, Торгунской сельской Думы с избирателями</w:t>
      </w:r>
    </w:p>
    <w:p w:rsidR="0067499B" w:rsidRPr="0044321F" w:rsidRDefault="0067499B" w:rsidP="008C5F8E">
      <w:pPr>
        <w:jc w:val="center"/>
        <w:rPr>
          <w:rFonts w:ascii="Arial" w:hAnsi="Arial" w:cs="Arial"/>
          <w:sz w:val="24"/>
          <w:szCs w:val="24"/>
        </w:rPr>
      </w:pP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1. Здание МКУ «Торгунское  КДО» по адресу: ул. Центральная , 21, пос. Торгун, Старополтавского района, Волгоградской области.</w:t>
      </w: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Pr="008C5F8E" w:rsidRDefault="0067499B" w:rsidP="008C5F8E">
      <w:pPr>
        <w:rPr>
          <w:rFonts w:ascii="Arial" w:hAnsi="Arial" w:cs="Arial"/>
        </w:rPr>
      </w:pPr>
    </w:p>
    <w:p w:rsidR="0067499B" w:rsidRDefault="0067499B" w:rsidP="0044321F">
      <w:pPr>
        <w:rPr>
          <w:rFonts w:ascii="Arial" w:hAnsi="Arial" w:cs="Arial"/>
        </w:rPr>
      </w:pPr>
    </w:p>
    <w:p w:rsidR="0067499B" w:rsidRPr="008C5F8E" w:rsidRDefault="0067499B" w:rsidP="0044321F">
      <w:pPr>
        <w:rPr>
          <w:rFonts w:ascii="Arial" w:hAnsi="Arial" w:cs="Arial"/>
        </w:rPr>
      </w:pPr>
    </w:p>
    <w:p w:rsidR="0067499B" w:rsidRPr="0044321F" w:rsidRDefault="0067499B" w:rsidP="0044321F">
      <w:pPr>
        <w:jc w:val="right"/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Утвержден</w:t>
      </w:r>
    </w:p>
    <w:p w:rsidR="0067499B" w:rsidRPr="0044321F" w:rsidRDefault="0067499B" w:rsidP="0044321F">
      <w:pPr>
        <w:jc w:val="right"/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67499B" w:rsidRPr="0044321F" w:rsidRDefault="0067499B" w:rsidP="0044321F">
      <w:pPr>
        <w:jc w:val="right"/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 xml:space="preserve">Торгунского сельского поселения </w:t>
      </w:r>
    </w:p>
    <w:p w:rsidR="0067499B" w:rsidRPr="0044321F" w:rsidRDefault="0067499B" w:rsidP="0044321F">
      <w:pPr>
        <w:jc w:val="right"/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от 13.12. 2017 г. N 60</w:t>
      </w: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</w:p>
    <w:p w:rsidR="0067499B" w:rsidRPr="0044321F" w:rsidRDefault="0067499B" w:rsidP="0044321F">
      <w:pPr>
        <w:jc w:val="center"/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ПОРЯДОК</w:t>
      </w:r>
    </w:p>
    <w:p w:rsidR="0067499B" w:rsidRPr="0044321F" w:rsidRDefault="0067499B" w:rsidP="0044321F">
      <w:pPr>
        <w:jc w:val="center"/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определения специально отведенных мест, предоставления помещений для проведения встреч депутатов Государственной Думы Федерального Собрания Российской Федерации, Волгоградской областной Думы,  Старополтавской районной Думы, Торгунской сельской Думы с избирателями</w:t>
      </w: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Настоящий порядок разработан в соответствии с Федеральными законами от 08.05.1994 г. № 3-ФЗ «О статусе члена Совета Федерации и статусе депутата Государственной Думы Федерального Собрания Российской Федерации», от 06.10.1999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06.10.2003 г. № 131-ФЗ «Об общих принципах организации местного самоуправления в Российской Федерации».</w:t>
      </w: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Администрация Торгунского сельского поселения определяет перечень специально отведенных мест, помещений, предоставляемых для проведения встреч депутатов Государственной Думы Федерального собрания, Волгоградской областной Думы,  Старополтавской районной Думы, Торгунской сельской Думы с избирателями.</w:t>
      </w: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Специально отведенные места и помещения  для проведения встреч депутатов Государственной Думы Федерального Собрания Российской Федерации, Волгоградской областной Думы,  Старополтавской районной Думы, Торгунской сельской Думы с избирателями предоставляются на безвозмездной основе.</w:t>
      </w: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Уведомление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Администрация Торгунского сельского поселения обязана обеспечить равные условия для депутатов при предоставлении помещений для встреч с избирателями.</w:t>
      </w: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Для предоставления помещения депутаты направляют заявку о согласовании даты и времени проведения встречи депутата с избирателями  в адрес руководителя организации,  учреждения, предприятия, на балансе которого находится помещение. В заявке указывается дата проведения мероприятия, его начало, продолжительность, примерное число участников, дата подачи заявки, данные ответственного за проведение мероприятия, его контактный телефон.</w:t>
      </w: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В течение трех дней со дня поступления руководителю организации,  учреждения, предприятия, на балансе которого находится помещение, соответствующей заявки депутату направляется ответ, содержащий информацию о дате и времени использования помещения.</w:t>
      </w:r>
    </w:p>
    <w:p w:rsidR="0067499B" w:rsidRPr="0044321F" w:rsidRDefault="0067499B" w:rsidP="008C5F8E">
      <w:pPr>
        <w:rPr>
          <w:rFonts w:ascii="Arial" w:hAnsi="Arial" w:cs="Arial"/>
          <w:sz w:val="24"/>
          <w:szCs w:val="24"/>
        </w:rPr>
      </w:pPr>
      <w:r w:rsidRPr="0044321F">
        <w:rPr>
          <w:rFonts w:ascii="Arial" w:hAnsi="Arial" w:cs="Arial"/>
          <w:sz w:val="24"/>
          <w:szCs w:val="24"/>
        </w:rPr>
        <w:t>Если депутат обратился с заявкой о согласовании даты и времени предоставления помещения для встречи с избирателями</w:t>
      </w:r>
      <w:bookmarkStart w:id="1" w:name="_GoBack"/>
      <w:bookmarkEnd w:id="1"/>
      <w:r w:rsidRPr="0044321F">
        <w:rPr>
          <w:rFonts w:ascii="Arial" w:hAnsi="Arial" w:cs="Arial"/>
          <w:sz w:val="24"/>
          <w:szCs w:val="24"/>
        </w:rPr>
        <w:t xml:space="preserve"> и оно уже было предоставлено другому депутату, то руководитель организации,  учреждения, предприятия, на балансе которого находится помещение не вправе отказать обратившему депутату в предоставлении помещения и предложить на таких же условиях в иное время.</w:t>
      </w:r>
    </w:p>
    <w:sectPr w:rsidR="0067499B" w:rsidRPr="0044321F" w:rsidSect="00623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6635"/>
    <w:multiLevelType w:val="hybridMultilevel"/>
    <w:tmpl w:val="D172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C4B"/>
    <w:rsid w:val="00097E88"/>
    <w:rsid w:val="00172191"/>
    <w:rsid w:val="001A15B3"/>
    <w:rsid w:val="001A19A6"/>
    <w:rsid w:val="001C3644"/>
    <w:rsid w:val="001F258A"/>
    <w:rsid w:val="002C2423"/>
    <w:rsid w:val="003C292B"/>
    <w:rsid w:val="0043189E"/>
    <w:rsid w:val="0044321F"/>
    <w:rsid w:val="00484A07"/>
    <w:rsid w:val="00532329"/>
    <w:rsid w:val="00566CA4"/>
    <w:rsid w:val="00570D0C"/>
    <w:rsid w:val="00603CF6"/>
    <w:rsid w:val="006230CD"/>
    <w:rsid w:val="00634929"/>
    <w:rsid w:val="00671784"/>
    <w:rsid w:val="0067499B"/>
    <w:rsid w:val="006C59F2"/>
    <w:rsid w:val="00707F1F"/>
    <w:rsid w:val="00711C7D"/>
    <w:rsid w:val="007618DE"/>
    <w:rsid w:val="007D7DDD"/>
    <w:rsid w:val="0086136E"/>
    <w:rsid w:val="008C5F8E"/>
    <w:rsid w:val="008F139E"/>
    <w:rsid w:val="00966C4B"/>
    <w:rsid w:val="009A06CF"/>
    <w:rsid w:val="00A72846"/>
    <w:rsid w:val="00A93234"/>
    <w:rsid w:val="00AA011B"/>
    <w:rsid w:val="00B935A5"/>
    <w:rsid w:val="00CB4D29"/>
    <w:rsid w:val="00D008C8"/>
    <w:rsid w:val="00D058C4"/>
    <w:rsid w:val="00D30214"/>
    <w:rsid w:val="00D3256C"/>
    <w:rsid w:val="00D963D2"/>
    <w:rsid w:val="00E31A46"/>
    <w:rsid w:val="00EC2384"/>
    <w:rsid w:val="00ED61E4"/>
    <w:rsid w:val="00EF4E7F"/>
    <w:rsid w:val="00F124E8"/>
    <w:rsid w:val="00F532C3"/>
    <w:rsid w:val="00F63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11B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C5F8E"/>
    <w:pPr>
      <w:keepNext/>
      <w:spacing w:before="240" w:after="0" w:line="240" w:lineRule="auto"/>
      <w:jc w:val="center"/>
      <w:outlineLvl w:val="0"/>
    </w:pPr>
    <w:rPr>
      <w:rFonts w:ascii="Arial" w:hAnsi="Arial" w:cs="Arial"/>
      <w:sz w:val="40"/>
      <w:szCs w:val="4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8C5F8E"/>
    <w:pPr>
      <w:keepNext/>
      <w:spacing w:before="240" w:after="0" w:line="240" w:lineRule="auto"/>
      <w:jc w:val="center"/>
      <w:outlineLvl w:val="1"/>
    </w:pPr>
    <w:rPr>
      <w:rFonts w:ascii="Arial" w:hAnsi="Arial" w:cs="Arial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495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495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966C4B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966C4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66C4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966C4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1116</TotalTime>
  <Pages>5</Pages>
  <Words>909</Words>
  <Characters>5183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29</cp:revision>
  <cp:lastPrinted>2017-12-13T11:52:00Z</cp:lastPrinted>
  <dcterms:created xsi:type="dcterms:W3CDTF">2017-07-06T09:10:00Z</dcterms:created>
  <dcterms:modified xsi:type="dcterms:W3CDTF">2017-12-13T11:56:00Z</dcterms:modified>
</cp:coreProperties>
</file>