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0AB" w:rsidRPr="00F114CA" w:rsidRDefault="003000AB" w:rsidP="00AA42D9">
      <w:pPr>
        <w:jc w:val="center"/>
        <w:rPr>
          <w:b/>
          <w:bCs/>
          <w:kern w:val="32"/>
          <w:lang w:eastAsia="zh-CN"/>
        </w:rPr>
      </w:pPr>
      <w:r w:rsidRPr="00F114CA">
        <w:rPr>
          <w:b/>
          <w:bCs/>
          <w:kern w:val="32"/>
          <w:lang w:eastAsia="zh-CN"/>
        </w:rPr>
        <w:t>АДМИНИСТРАЦИЯ</w:t>
      </w:r>
    </w:p>
    <w:p w:rsidR="003000AB" w:rsidRPr="00F114CA" w:rsidRDefault="003000AB" w:rsidP="00AA42D9">
      <w:pPr>
        <w:jc w:val="center"/>
        <w:rPr>
          <w:b/>
          <w:bCs/>
          <w:lang w:eastAsia="zh-CN"/>
        </w:rPr>
      </w:pPr>
      <w:r w:rsidRPr="00F114CA">
        <w:rPr>
          <w:rFonts w:eastAsia="SimSun"/>
          <w:b/>
          <w:bCs/>
          <w:kern w:val="1"/>
          <w:lang w:eastAsia="zh-CN"/>
        </w:rPr>
        <w:t>Торгунского сельского поселения</w:t>
      </w:r>
    </w:p>
    <w:p w:rsidR="003000AB" w:rsidRPr="00F114CA" w:rsidRDefault="003000AB" w:rsidP="00AA42D9">
      <w:pPr>
        <w:jc w:val="center"/>
        <w:rPr>
          <w:rFonts w:eastAsia="SimSun"/>
          <w:b/>
          <w:bCs/>
          <w:kern w:val="1"/>
          <w:lang w:eastAsia="zh-CN"/>
        </w:rPr>
      </w:pPr>
      <w:r w:rsidRPr="00F114CA">
        <w:rPr>
          <w:rFonts w:eastAsia="SimSun"/>
          <w:b/>
          <w:bCs/>
          <w:kern w:val="1"/>
          <w:lang w:eastAsia="zh-CN"/>
        </w:rPr>
        <w:t>Старополтавского муниципального района Волгоградской области</w:t>
      </w:r>
    </w:p>
    <w:p w:rsidR="003000AB" w:rsidRPr="00F114CA" w:rsidRDefault="003000AB" w:rsidP="00AA42D9">
      <w:pPr>
        <w:jc w:val="center"/>
        <w:rPr>
          <w:rFonts w:eastAsia="SimSun"/>
          <w:b/>
          <w:bCs/>
          <w:kern w:val="1"/>
          <w:lang w:eastAsia="zh-CN"/>
        </w:rPr>
      </w:pPr>
    </w:p>
    <w:p w:rsidR="003000AB" w:rsidRDefault="003000AB" w:rsidP="00AA42D9">
      <w:pPr>
        <w:pBdr>
          <w:bottom w:val="single" w:sz="12" w:space="1" w:color="auto"/>
        </w:pBdr>
      </w:pPr>
      <w:r w:rsidRPr="00267D7F">
        <w:t xml:space="preserve">п. Торгун ул.Почтовая ,15                              </w:t>
      </w:r>
      <w:r>
        <w:t xml:space="preserve">                        </w:t>
      </w:r>
      <w:r w:rsidRPr="00267D7F">
        <w:t xml:space="preserve">тел./факс(84493)-463-53, </w:t>
      </w:r>
      <w:hyperlink r:id="rId7" w:history="1">
        <w:r w:rsidRPr="00C54738">
          <w:rPr>
            <w:rStyle w:val="Hyperlink"/>
            <w:lang w:val="en-US"/>
          </w:rPr>
          <w:t>torgunsp</w:t>
        </w:r>
        <w:r w:rsidRPr="00C54738">
          <w:rPr>
            <w:rStyle w:val="Hyperlink"/>
          </w:rPr>
          <w:t>@mail.ru</w:t>
        </w:r>
      </w:hyperlink>
    </w:p>
    <w:p w:rsidR="003000AB" w:rsidRDefault="003000AB" w:rsidP="00AA42D9">
      <w:pPr>
        <w:spacing w:after="200" w:line="276" w:lineRule="auto"/>
        <w:jc w:val="center"/>
      </w:pPr>
    </w:p>
    <w:p w:rsidR="003000AB" w:rsidRPr="00FF2CE7" w:rsidRDefault="003000AB" w:rsidP="00AA42D9">
      <w:pPr>
        <w:spacing w:after="200" w:line="276" w:lineRule="auto"/>
        <w:jc w:val="center"/>
        <w:rPr>
          <w:b/>
          <w:bCs/>
          <w:sz w:val="28"/>
          <w:szCs w:val="28"/>
          <w:lang w:eastAsia="en-US"/>
        </w:rPr>
      </w:pPr>
      <w:r w:rsidRPr="00FF2CE7">
        <w:rPr>
          <w:b/>
          <w:bCs/>
          <w:sz w:val="28"/>
          <w:szCs w:val="28"/>
          <w:lang w:eastAsia="en-US"/>
        </w:rPr>
        <w:t>Постановление</w:t>
      </w:r>
    </w:p>
    <w:p w:rsidR="003000AB" w:rsidRPr="00FF2CE7" w:rsidRDefault="003000AB" w:rsidP="00870B3B">
      <w:pPr>
        <w:spacing w:line="276" w:lineRule="auto"/>
        <w:rPr>
          <w:sz w:val="24"/>
          <w:szCs w:val="24"/>
          <w:lang w:eastAsia="en-US"/>
        </w:rPr>
      </w:pPr>
      <w:r w:rsidRPr="00FF2CE7">
        <w:rPr>
          <w:sz w:val="24"/>
          <w:szCs w:val="24"/>
          <w:lang w:eastAsia="en-US"/>
        </w:rPr>
        <w:t xml:space="preserve">от  </w:t>
      </w:r>
      <w:r>
        <w:rPr>
          <w:sz w:val="24"/>
          <w:szCs w:val="24"/>
          <w:lang w:eastAsia="en-US"/>
        </w:rPr>
        <w:t xml:space="preserve">  03 апреля  2017 года                                                       № 25</w:t>
      </w:r>
    </w:p>
    <w:p w:rsidR="003000AB" w:rsidRPr="00F2422E" w:rsidRDefault="003000AB" w:rsidP="00870B3B">
      <w:pPr>
        <w:spacing w:after="480"/>
        <w:ind w:right="4394"/>
        <w:jc w:val="both"/>
        <w:rPr>
          <w:b/>
          <w:bCs/>
          <w:sz w:val="28"/>
          <w:szCs w:val="28"/>
          <w:lang w:eastAsia="en-US"/>
        </w:rPr>
      </w:pPr>
      <w:r>
        <w:rPr>
          <w:b/>
          <w:bCs/>
          <w:sz w:val="24"/>
          <w:szCs w:val="24"/>
          <w:lang w:eastAsia="en-US"/>
        </w:rPr>
        <w:t>«</w:t>
      </w:r>
      <w:r w:rsidRPr="00F2422E">
        <w:rPr>
          <w:b/>
          <w:bCs/>
          <w:sz w:val="24"/>
          <w:szCs w:val="24"/>
          <w:lang w:eastAsia="en-US"/>
        </w:rPr>
        <w:t>О внесении изменений в пост</w:t>
      </w:r>
      <w:r>
        <w:rPr>
          <w:b/>
          <w:bCs/>
          <w:sz w:val="24"/>
          <w:szCs w:val="24"/>
          <w:lang w:eastAsia="en-US"/>
        </w:rPr>
        <w:t xml:space="preserve">ановление администрации Торгунского </w:t>
      </w:r>
      <w:r w:rsidRPr="00F2422E">
        <w:rPr>
          <w:b/>
          <w:bCs/>
          <w:sz w:val="24"/>
          <w:szCs w:val="24"/>
          <w:lang w:eastAsia="en-US"/>
        </w:rPr>
        <w:t xml:space="preserve"> сел</w:t>
      </w:r>
      <w:r>
        <w:rPr>
          <w:b/>
          <w:bCs/>
          <w:sz w:val="24"/>
          <w:szCs w:val="24"/>
          <w:lang w:eastAsia="en-US"/>
        </w:rPr>
        <w:t>ьского поселения от 26 октября  2011</w:t>
      </w:r>
      <w:r w:rsidRPr="00F2422E">
        <w:rPr>
          <w:b/>
          <w:bCs/>
          <w:sz w:val="24"/>
          <w:szCs w:val="24"/>
          <w:lang w:eastAsia="en-US"/>
        </w:rPr>
        <w:t xml:space="preserve"> года № </w:t>
      </w:r>
      <w:r>
        <w:rPr>
          <w:b/>
          <w:bCs/>
          <w:sz w:val="24"/>
          <w:szCs w:val="24"/>
          <w:lang w:eastAsia="en-US"/>
        </w:rPr>
        <w:t>67</w:t>
      </w:r>
      <w:r w:rsidRPr="00F2422E">
        <w:rPr>
          <w:b/>
          <w:bCs/>
          <w:sz w:val="28"/>
          <w:szCs w:val="28"/>
          <w:lang w:eastAsia="en-US"/>
        </w:rPr>
        <w:t xml:space="preserve"> «</w:t>
      </w:r>
      <w:r w:rsidRPr="00F2422E">
        <w:rPr>
          <w:b/>
          <w:bCs/>
          <w:sz w:val="24"/>
          <w:szCs w:val="24"/>
        </w:rPr>
        <w:t>Об утверждении   плана – графика перехода на предоставление муниципальных услуг в электронном виде органами местн</w:t>
      </w:r>
      <w:r>
        <w:rPr>
          <w:b/>
          <w:bCs/>
          <w:sz w:val="24"/>
          <w:szCs w:val="24"/>
        </w:rPr>
        <w:t>ого самоуправления Торгунского</w:t>
      </w:r>
      <w:r w:rsidRPr="00F2422E">
        <w:rPr>
          <w:b/>
          <w:bCs/>
          <w:sz w:val="24"/>
          <w:szCs w:val="24"/>
        </w:rPr>
        <w:t xml:space="preserve"> сельского поселения, а также подведомственными им учреждениями</w:t>
      </w:r>
      <w:r w:rsidRPr="00F2422E">
        <w:rPr>
          <w:b/>
          <w:bCs/>
          <w:sz w:val="28"/>
          <w:szCs w:val="28"/>
          <w:lang w:eastAsia="en-US"/>
        </w:rPr>
        <w:t>»</w:t>
      </w:r>
    </w:p>
    <w:p w:rsidR="003000AB" w:rsidRPr="00FF2CE7" w:rsidRDefault="003000AB" w:rsidP="00FF2CE7">
      <w:pPr>
        <w:spacing w:after="200" w:line="276" w:lineRule="auto"/>
        <w:rPr>
          <w:sz w:val="24"/>
          <w:szCs w:val="24"/>
          <w:lang w:eastAsia="en-US"/>
        </w:rPr>
      </w:pPr>
      <w:r w:rsidRPr="00FF2CE7">
        <w:rPr>
          <w:sz w:val="24"/>
          <w:szCs w:val="24"/>
          <w:lang w:eastAsia="en-US"/>
        </w:rPr>
        <w:t xml:space="preserve">В соответствии с распоряжением Правительства России от 17.12.2009 N 1993-р "Об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учреждениями", Федеральным законом от 27.07.2010 N 210-ФЗ "Об организации предоставления государственных и муниципальных услуг", </w:t>
      </w:r>
    </w:p>
    <w:p w:rsidR="003000AB" w:rsidRPr="00FF2CE7" w:rsidRDefault="003000AB" w:rsidP="00FF2CE7">
      <w:pPr>
        <w:spacing w:after="200" w:line="276" w:lineRule="auto"/>
        <w:rPr>
          <w:sz w:val="28"/>
          <w:szCs w:val="28"/>
          <w:lang w:eastAsia="en-US"/>
        </w:rPr>
      </w:pPr>
      <w:r w:rsidRPr="00FF2CE7">
        <w:rPr>
          <w:sz w:val="28"/>
          <w:szCs w:val="28"/>
          <w:lang w:eastAsia="en-US"/>
        </w:rPr>
        <w:t>Постановляю:</w:t>
      </w:r>
    </w:p>
    <w:p w:rsidR="003000AB" w:rsidRPr="00FF2CE7" w:rsidRDefault="003000AB" w:rsidP="00FF2CE7">
      <w:pPr>
        <w:spacing w:after="200" w:line="276" w:lineRule="auto"/>
        <w:rPr>
          <w:sz w:val="24"/>
          <w:szCs w:val="24"/>
          <w:lang w:eastAsia="en-US"/>
        </w:rPr>
      </w:pPr>
      <w:r w:rsidRPr="00FF2CE7">
        <w:rPr>
          <w:sz w:val="24"/>
          <w:szCs w:val="24"/>
          <w:lang w:eastAsia="en-US"/>
        </w:rPr>
        <w:t>1.</w:t>
      </w:r>
      <w:r w:rsidRPr="00FF2CE7">
        <w:rPr>
          <w:sz w:val="24"/>
          <w:szCs w:val="24"/>
          <w:lang w:eastAsia="en-US"/>
        </w:rPr>
        <w:tab/>
        <w:t xml:space="preserve">Внести в постановление администрации </w:t>
      </w:r>
      <w:r>
        <w:rPr>
          <w:sz w:val="24"/>
          <w:szCs w:val="24"/>
          <w:lang w:eastAsia="en-US"/>
        </w:rPr>
        <w:t>Торгунского</w:t>
      </w:r>
      <w:r w:rsidRPr="00FF2CE7">
        <w:rPr>
          <w:sz w:val="24"/>
          <w:szCs w:val="24"/>
          <w:lang w:eastAsia="en-US"/>
        </w:rPr>
        <w:t xml:space="preserve"> сел</w:t>
      </w:r>
      <w:r>
        <w:rPr>
          <w:sz w:val="24"/>
          <w:szCs w:val="24"/>
          <w:lang w:eastAsia="en-US"/>
        </w:rPr>
        <w:t>ьского поселения от 26 октября  2011 года № 67</w:t>
      </w:r>
      <w:r w:rsidRPr="00FF2CE7">
        <w:rPr>
          <w:sz w:val="24"/>
          <w:szCs w:val="24"/>
          <w:lang w:eastAsia="en-US"/>
        </w:rPr>
        <w:t xml:space="preserve"> «Об утверждении   плана – графика перехода на предоставление муниципальных услуг в электронном виде органами местного самоуправления </w:t>
      </w:r>
      <w:r>
        <w:rPr>
          <w:sz w:val="24"/>
          <w:szCs w:val="24"/>
          <w:lang w:eastAsia="en-US"/>
        </w:rPr>
        <w:t>Торгунского</w:t>
      </w:r>
      <w:r w:rsidRPr="00FF2CE7">
        <w:rPr>
          <w:sz w:val="24"/>
          <w:szCs w:val="24"/>
          <w:lang w:eastAsia="en-US"/>
        </w:rPr>
        <w:t xml:space="preserve"> сельского поселения, а также подведомственными им учреждениями</w:t>
      </w:r>
      <w:r>
        <w:rPr>
          <w:sz w:val="24"/>
          <w:szCs w:val="24"/>
          <w:lang w:eastAsia="en-US"/>
        </w:rPr>
        <w:t xml:space="preserve">» </w:t>
      </w:r>
      <w:r w:rsidRPr="00FF2CE7">
        <w:rPr>
          <w:sz w:val="24"/>
          <w:szCs w:val="24"/>
          <w:lang w:eastAsia="en-US"/>
        </w:rPr>
        <w:t xml:space="preserve"> следующие изменения:</w:t>
      </w:r>
    </w:p>
    <w:p w:rsidR="003000AB" w:rsidRPr="00FF2CE7" w:rsidRDefault="003000AB" w:rsidP="00FF2CE7">
      <w:pPr>
        <w:spacing w:after="200" w:line="276" w:lineRule="auto"/>
        <w:rPr>
          <w:sz w:val="24"/>
          <w:szCs w:val="24"/>
          <w:lang w:eastAsia="en-US"/>
        </w:rPr>
      </w:pPr>
      <w:r w:rsidRPr="00FF2CE7">
        <w:rPr>
          <w:sz w:val="24"/>
          <w:szCs w:val="24"/>
          <w:lang w:eastAsia="en-US"/>
        </w:rPr>
        <w:t xml:space="preserve">План-график перехода на предоставление в электронном виде муниципальных услуг, оказываемых (предоставляемых) органами местного самоуправления </w:t>
      </w:r>
      <w:r>
        <w:rPr>
          <w:sz w:val="24"/>
          <w:szCs w:val="24"/>
          <w:lang w:eastAsia="en-US"/>
        </w:rPr>
        <w:t>Торгунского</w:t>
      </w:r>
      <w:r w:rsidRPr="00FF2CE7">
        <w:rPr>
          <w:sz w:val="24"/>
          <w:szCs w:val="24"/>
          <w:lang w:eastAsia="en-US"/>
        </w:rPr>
        <w:t xml:space="preserve"> сельского поселения, а также подведомственными им учреждениями, утвержденный вышеназванным постановлением, изложить в новой редакции, согласно приложению.</w:t>
      </w:r>
    </w:p>
    <w:p w:rsidR="003000AB" w:rsidRPr="00FF2CE7" w:rsidRDefault="003000AB" w:rsidP="00FF2CE7">
      <w:pPr>
        <w:spacing w:after="200" w:line="276" w:lineRule="auto"/>
        <w:rPr>
          <w:sz w:val="24"/>
          <w:szCs w:val="24"/>
          <w:lang w:eastAsia="en-US"/>
        </w:rPr>
      </w:pPr>
      <w:r w:rsidRPr="00FF2CE7">
        <w:rPr>
          <w:sz w:val="24"/>
          <w:szCs w:val="24"/>
          <w:lang w:eastAsia="en-US"/>
        </w:rPr>
        <w:t xml:space="preserve">2. Настоящее постановление подлежит обнародованию в установленных местах и размещению на сайте </w:t>
      </w:r>
      <w:r>
        <w:rPr>
          <w:sz w:val="24"/>
          <w:szCs w:val="24"/>
          <w:lang w:eastAsia="en-US"/>
        </w:rPr>
        <w:t>Торгунского</w:t>
      </w:r>
      <w:r w:rsidRPr="00FF2CE7">
        <w:rPr>
          <w:sz w:val="24"/>
          <w:szCs w:val="24"/>
          <w:lang w:eastAsia="en-US"/>
        </w:rPr>
        <w:t xml:space="preserve"> сельского поселения</w:t>
      </w:r>
    </w:p>
    <w:p w:rsidR="003000AB" w:rsidRPr="00FF2CE7" w:rsidRDefault="003000AB" w:rsidP="00FF2CE7">
      <w:pPr>
        <w:spacing w:after="200" w:line="276" w:lineRule="auto"/>
        <w:rPr>
          <w:rFonts w:ascii="Calibri" w:hAnsi="Calibri" w:cs="Calibri"/>
          <w:sz w:val="22"/>
          <w:szCs w:val="22"/>
          <w:lang w:eastAsia="en-US"/>
        </w:rPr>
      </w:pPr>
    </w:p>
    <w:p w:rsidR="003000AB" w:rsidRDefault="003000AB" w:rsidP="00870B3B">
      <w:pPr>
        <w:ind w:left="567" w:right="-2"/>
        <w:jc w:val="both"/>
        <w:rPr>
          <w:b/>
          <w:bCs/>
          <w:sz w:val="24"/>
          <w:szCs w:val="24"/>
        </w:rPr>
      </w:pPr>
    </w:p>
    <w:p w:rsidR="003000AB" w:rsidRDefault="003000AB" w:rsidP="00870B3B">
      <w:pPr>
        <w:ind w:left="567" w:right="-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Глава Торгунского</w:t>
      </w:r>
    </w:p>
    <w:p w:rsidR="003000AB" w:rsidRPr="00AA42D9" w:rsidRDefault="003000AB" w:rsidP="00AA42D9">
      <w:pPr>
        <w:spacing w:after="240"/>
        <w:ind w:left="567" w:right="-2"/>
        <w:jc w:val="both"/>
        <w:rPr>
          <w:b/>
          <w:bCs/>
          <w:sz w:val="24"/>
          <w:szCs w:val="24"/>
        </w:rPr>
        <w:sectPr w:rsidR="003000AB" w:rsidRPr="00AA42D9" w:rsidSect="00463FEF">
          <w:pgSz w:w="11906" w:h="16838"/>
          <w:pgMar w:top="851" w:right="624" w:bottom="1134" w:left="567" w:header="709" w:footer="709" w:gutter="0"/>
          <w:cols w:space="708"/>
          <w:docGrid w:linePitch="360"/>
        </w:sectPr>
      </w:pPr>
      <w:r>
        <w:rPr>
          <w:b/>
          <w:bCs/>
          <w:sz w:val="24"/>
          <w:szCs w:val="24"/>
        </w:rPr>
        <w:t>сельского поселения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 И.Б.Шавленов</w:t>
      </w:r>
    </w:p>
    <w:p w:rsidR="003000AB" w:rsidRPr="003B27B4" w:rsidRDefault="003000AB" w:rsidP="003B27B4">
      <w:pPr>
        <w:ind w:left="9639"/>
        <w:jc w:val="both"/>
        <w:rPr>
          <w:sz w:val="24"/>
          <w:szCs w:val="24"/>
        </w:rPr>
      </w:pPr>
      <w:r w:rsidRPr="003B27B4">
        <w:rPr>
          <w:sz w:val="24"/>
          <w:szCs w:val="24"/>
        </w:rPr>
        <w:t>ПРИЛОЖЕНИЕ</w:t>
      </w:r>
    </w:p>
    <w:p w:rsidR="003000AB" w:rsidRPr="003B27B4" w:rsidRDefault="003000AB" w:rsidP="003B27B4">
      <w:pPr>
        <w:ind w:left="9639"/>
        <w:jc w:val="both"/>
        <w:rPr>
          <w:sz w:val="24"/>
          <w:szCs w:val="24"/>
        </w:rPr>
      </w:pPr>
      <w:r w:rsidRPr="003B27B4">
        <w:rPr>
          <w:sz w:val="24"/>
          <w:szCs w:val="24"/>
        </w:rPr>
        <w:t xml:space="preserve">к постановлению администрации </w:t>
      </w:r>
      <w:r>
        <w:rPr>
          <w:sz w:val="24"/>
          <w:szCs w:val="24"/>
        </w:rPr>
        <w:t>Торгунского сельского поселения</w:t>
      </w:r>
    </w:p>
    <w:p w:rsidR="003000AB" w:rsidRPr="003B27B4" w:rsidRDefault="003000AB" w:rsidP="003B27B4">
      <w:pPr>
        <w:ind w:left="9639"/>
        <w:jc w:val="both"/>
        <w:rPr>
          <w:sz w:val="24"/>
          <w:szCs w:val="24"/>
        </w:rPr>
      </w:pPr>
    </w:p>
    <w:p w:rsidR="003000AB" w:rsidRPr="003B27B4" w:rsidRDefault="003000AB" w:rsidP="003B27B4">
      <w:pPr>
        <w:ind w:left="9639"/>
        <w:jc w:val="both"/>
        <w:rPr>
          <w:sz w:val="24"/>
          <w:szCs w:val="24"/>
        </w:rPr>
      </w:pPr>
      <w:r w:rsidRPr="003B27B4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03 апреля  2017</w:t>
      </w:r>
      <w:r w:rsidRPr="003B27B4">
        <w:rPr>
          <w:sz w:val="24"/>
          <w:szCs w:val="24"/>
        </w:rPr>
        <w:t xml:space="preserve"> г</w:t>
      </w:r>
      <w:r>
        <w:rPr>
          <w:sz w:val="24"/>
          <w:szCs w:val="24"/>
        </w:rPr>
        <w:t>.    №25</w:t>
      </w:r>
    </w:p>
    <w:p w:rsidR="003000AB" w:rsidRPr="003B27B4" w:rsidRDefault="003000AB" w:rsidP="003B27B4">
      <w:pPr>
        <w:ind w:left="9639"/>
        <w:jc w:val="both"/>
        <w:rPr>
          <w:sz w:val="24"/>
          <w:szCs w:val="24"/>
        </w:rPr>
      </w:pPr>
    </w:p>
    <w:p w:rsidR="003000AB" w:rsidRPr="003B27B4" w:rsidRDefault="003000AB" w:rsidP="003B27B4">
      <w:pPr>
        <w:ind w:left="9639"/>
        <w:jc w:val="both"/>
        <w:rPr>
          <w:sz w:val="24"/>
          <w:szCs w:val="24"/>
        </w:rPr>
      </w:pPr>
      <w:r w:rsidRPr="003B27B4">
        <w:rPr>
          <w:sz w:val="24"/>
          <w:szCs w:val="24"/>
        </w:rPr>
        <w:t>«УТВЕРЖДЕН</w:t>
      </w:r>
    </w:p>
    <w:p w:rsidR="003000AB" w:rsidRPr="003B27B4" w:rsidRDefault="003000AB" w:rsidP="003B27B4">
      <w:pPr>
        <w:ind w:left="9639"/>
        <w:jc w:val="both"/>
        <w:rPr>
          <w:sz w:val="24"/>
          <w:szCs w:val="24"/>
        </w:rPr>
      </w:pPr>
      <w:r w:rsidRPr="003B27B4">
        <w:rPr>
          <w:sz w:val="24"/>
          <w:szCs w:val="24"/>
        </w:rPr>
        <w:t xml:space="preserve"> постановлением администрации </w:t>
      </w:r>
      <w:r>
        <w:rPr>
          <w:sz w:val="24"/>
          <w:szCs w:val="24"/>
        </w:rPr>
        <w:t>Торгунского сельского поселения</w:t>
      </w:r>
    </w:p>
    <w:p w:rsidR="003000AB" w:rsidRPr="003B27B4" w:rsidRDefault="003000AB" w:rsidP="003B27B4">
      <w:pPr>
        <w:ind w:left="9639"/>
        <w:jc w:val="both"/>
        <w:rPr>
          <w:sz w:val="24"/>
          <w:szCs w:val="24"/>
        </w:rPr>
      </w:pPr>
      <w:r>
        <w:rPr>
          <w:sz w:val="24"/>
          <w:szCs w:val="24"/>
        </w:rPr>
        <w:t>№ 67 от   26 октября  2011 года</w:t>
      </w:r>
    </w:p>
    <w:p w:rsidR="003000AB" w:rsidRPr="003B27B4" w:rsidRDefault="003000AB" w:rsidP="003B27B4">
      <w:pPr>
        <w:ind w:left="9639"/>
        <w:jc w:val="both"/>
        <w:rPr>
          <w:sz w:val="24"/>
          <w:szCs w:val="24"/>
        </w:rPr>
      </w:pPr>
    </w:p>
    <w:p w:rsidR="003000AB" w:rsidRDefault="003000AB" w:rsidP="00E519E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ПЛАН-ГРАФИК</w:t>
      </w:r>
    </w:p>
    <w:p w:rsidR="003000AB" w:rsidRDefault="003000AB" w:rsidP="00E519E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ПЕРЕХОДА НА ПРЕДОСТАВЛЕНИЕ МУНИЦИПАЛЬНЫХ УСЛУГ В ЭЛЕКТРОННОМ ВИДЕ ОРГАНАМИ МЕСТНОГО САМОУПРАВЛЕНИЯ ТОРГУНСКОГО СЕЛЬСКОГО ПОСЕЛЕНИЯ, А ТАКЖЕ ПОДВЕДОМСТВЕННЫМИ ИМ УЧРЕЖДЕНИЯМИ </w:t>
      </w:r>
    </w:p>
    <w:p w:rsidR="003000AB" w:rsidRDefault="003000AB" w:rsidP="004B132C">
      <w:pPr>
        <w:jc w:val="center"/>
        <w:rPr>
          <w:color w:val="000000"/>
          <w:sz w:val="28"/>
          <w:szCs w:val="28"/>
        </w:rPr>
      </w:pPr>
    </w:p>
    <w:tbl>
      <w:tblPr>
        <w:tblW w:w="15429" w:type="dxa"/>
        <w:tblCellSpacing w:w="0" w:type="dxa"/>
        <w:tblInd w:w="-103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405"/>
        <w:gridCol w:w="3543"/>
        <w:gridCol w:w="1984"/>
        <w:gridCol w:w="1701"/>
        <w:gridCol w:w="1985"/>
        <w:gridCol w:w="1842"/>
        <w:gridCol w:w="1843"/>
        <w:gridCol w:w="2126"/>
      </w:tblGrid>
      <w:tr w:rsidR="003000AB">
        <w:trPr>
          <w:trHeight w:val="1140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3000AB" w:rsidRDefault="003000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3000AB" w:rsidRDefault="003000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услуги предоставляемой администрацией Торгунского сельского поселения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3000AB" w:rsidRDefault="003000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9497" w:type="dxa"/>
            <w:gridSpan w:val="5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  <w:vAlign w:val="center"/>
          </w:tcPr>
          <w:p w:rsidR="003000AB" w:rsidRPr="00C77199" w:rsidRDefault="003000AB">
            <w:pPr>
              <w:jc w:val="center"/>
              <w:rPr>
                <w:color w:val="000000"/>
                <w:sz w:val="24"/>
                <w:szCs w:val="24"/>
                <w:highlight w:val="lightGray"/>
              </w:rPr>
            </w:pPr>
            <w:r w:rsidRPr="00BF10AB">
              <w:rPr>
                <w:color w:val="000000"/>
                <w:sz w:val="24"/>
                <w:szCs w:val="24"/>
              </w:rPr>
              <w:t xml:space="preserve">Сроки реализации и содержание этапов </w:t>
            </w:r>
            <w:bookmarkStart w:id="0" w:name="YANDEX_42"/>
            <w:bookmarkEnd w:id="0"/>
            <w:r w:rsidRPr="00BF10AB">
              <w:rPr>
                <w:color w:val="000000"/>
                <w:sz w:val="24"/>
                <w:szCs w:val="24"/>
              </w:rPr>
              <w:t> перехода</w:t>
            </w:r>
            <w:bookmarkStart w:id="1" w:name="YANDEX_43"/>
            <w:bookmarkEnd w:id="1"/>
            <w:r w:rsidRPr="00BF10AB">
              <w:rPr>
                <w:color w:val="000000"/>
                <w:sz w:val="24"/>
                <w:szCs w:val="24"/>
              </w:rPr>
              <w:t> на</w:t>
            </w:r>
            <w:bookmarkStart w:id="2" w:name="YANDEX_44"/>
            <w:bookmarkEnd w:id="2"/>
            <w:r w:rsidRPr="00BF10AB">
              <w:rPr>
                <w:color w:val="000000"/>
                <w:sz w:val="24"/>
                <w:szCs w:val="24"/>
              </w:rPr>
              <w:t> предоставление услуг в электронном  виде</w:t>
            </w:r>
          </w:p>
        </w:tc>
      </w:tr>
      <w:tr w:rsidR="003000AB">
        <w:trPr>
          <w:trHeight w:val="593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127DD3" w:rsidRDefault="003000AB" w:rsidP="007E4E2B">
            <w:pPr>
              <w:jc w:val="center"/>
              <w:rPr>
                <w:sz w:val="18"/>
                <w:szCs w:val="18"/>
              </w:rPr>
            </w:pPr>
            <w:r w:rsidRPr="00127DD3">
              <w:rPr>
                <w:sz w:val="18"/>
                <w:szCs w:val="18"/>
              </w:rPr>
              <w:t>1 этап- размещение информации об услуге (функции) в Сводном реестре государственных и муниципальных услуг (функций) и на Едином портале государственных и муниципальных услуг (функций)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3B27B4" w:rsidRDefault="003000AB" w:rsidP="00127DD3">
            <w:pPr>
              <w:jc w:val="center"/>
              <w:rPr>
                <w:sz w:val="18"/>
                <w:szCs w:val="18"/>
              </w:rPr>
            </w:pPr>
            <w:r w:rsidRPr="003B27B4">
              <w:rPr>
                <w:sz w:val="18"/>
                <w:szCs w:val="18"/>
              </w:rPr>
              <w:t>2этап-</w:t>
            </w:r>
          </w:p>
          <w:p w:rsidR="003000AB" w:rsidRPr="00127DD3" w:rsidRDefault="003000AB" w:rsidP="00127DD3">
            <w:pPr>
              <w:jc w:val="center"/>
              <w:rPr>
                <w:sz w:val="18"/>
                <w:szCs w:val="18"/>
              </w:rPr>
            </w:pPr>
            <w:r w:rsidRPr="00127DD3">
              <w:rPr>
                <w:sz w:val="18"/>
                <w:szCs w:val="18"/>
              </w:rPr>
              <w:t>размещение на Едином портале государственных и муниципальных услуг (функций) форм заявлений и иных документов, необходимых для получения соответствующих услуг и обеспечение доступа к ним для копирования и заполнения в электронном виде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127DD3" w:rsidRDefault="003000AB">
            <w:pPr>
              <w:jc w:val="center"/>
              <w:rPr>
                <w:sz w:val="18"/>
                <w:szCs w:val="18"/>
              </w:rPr>
            </w:pPr>
            <w:r w:rsidRPr="00127DD3">
              <w:rPr>
                <w:sz w:val="22"/>
                <w:szCs w:val="22"/>
              </w:rPr>
              <w:t>3 этап - обеспечение возможности для заявителей в целях получения услуги представлять документы в электронном виде с использованием Единого портала государственных и муниципальных услуг (функций)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127DD3" w:rsidRDefault="003000AB">
            <w:pPr>
              <w:jc w:val="center"/>
              <w:rPr>
                <w:sz w:val="18"/>
                <w:szCs w:val="18"/>
              </w:rPr>
            </w:pPr>
            <w:r w:rsidRPr="00127DD3">
              <w:rPr>
                <w:sz w:val="22"/>
                <w:szCs w:val="22"/>
              </w:rPr>
              <w:t>4этап - обеспечение возможности для заявителей осуществлять с использованием Единого портала государственных и муниципальных услуг (функций) мониторинг хода предоставления услуги (исполнения функции)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Pr="00127DD3" w:rsidRDefault="003000AB">
            <w:pPr>
              <w:jc w:val="center"/>
              <w:rPr>
                <w:sz w:val="22"/>
                <w:szCs w:val="22"/>
              </w:rPr>
            </w:pPr>
            <w:r w:rsidRPr="00127DD3">
              <w:rPr>
                <w:sz w:val="22"/>
                <w:szCs w:val="22"/>
              </w:rPr>
              <w:t>5 этап - обеспечение возможности получения результатов предоставления услуги в электронном виде на Едином портале государственных и муниципальных услуг (функций), если это не запрещено федеральным законом</w:t>
            </w:r>
          </w:p>
        </w:tc>
      </w:tr>
      <w:tr w:rsidR="003000AB">
        <w:trPr>
          <w:trHeight w:val="149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 w:rsidP="002112F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>
            <w:pPr>
              <w:jc w:val="center"/>
              <w:rPr>
                <w:color w:val="000000"/>
                <w:sz w:val="16"/>
                <w:szCs w:val="16"/>
              </w:rPr>
            </w:pPr>
            <w:r w:rsidRPr="008F147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>
            <w:pPr>
              <w:jc w:val="center"/>
              <w:rPr>
                <w:color w:val="000000"/>
                <w:sz w:val="16"/>
                <w:szCs w:val="16"/>
              </w:rPr>
            </w:pPr>
            <w:r w:rsidRPr="008F147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>
            <w:pPr>
              <w:jc w:val="center"/>
              <w:rPr>
                <w:color w:val="000000"/>
                <w:sz w:val="16"/>
                <w:szCs w:val="16"/>
              </w:rPr>
            </w:pPr>
            <w:r w:rsidRPr="008F147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>
            <w:pPr>
              <w:jc w:val="center"/>
              <w:rPr>
                <w:color w:val="000000"/>
                <w:sz w:val="16"/>
                <w:szCs w:val="16"/>
              </w:rPr>
            </w:pPr>
            <w:r w:rsidRPr="008F147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Pr="008F1470" w:rsidRDefault="003000AB">
            <w:pPr>
              <w:jc w:val="center"/>
              <w:rPr>
                <w:color w:val="FFFFFF"/>
                <w:sz w:val="16"/>
                <w:szCs w:val="16"/>
              </w:rPr>
            </w:pPr>
            <w:r w:rsidRPr="008F1470">
              <w:rPr>
                <w:color w:val="000000"/>
                <w:sz w:val="16"/>
                <w:szCs w:val="16"/>
              </w:rPr>
              <w:t>8</w:t>
            </w:r>
          </w:p>
        </w:tc>
      </w:tr>
      <w:tr w:rsidR="003000AB">
        <w:trPr>
          <w:trHeight w:val="1299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 w:rsidP="00127DD3">
            <w:r>
              <w:t xml:space="preserve">Выдача </w:t>
            </w:r>
            <w:r w:rsidRPr="002C765C">
              <w:t xml:space="preserve"> выписки из похозяйственной кни</w:t>
            </w:r>
            <w:r>
              <w:t>ги, справок и иных документов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851CEF">
            <w:pPr>
              <w:jc w:val="center"/>
              <w:rPr>
                <w:color w:val="000000"/>
              </w:rPr>
            </w:pPr>
            <w: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85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Pr="008F1470" w:rsidRDefault="003000AB" w:rsidP="0085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000AB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 w:rsidP="00127DD3">
            <w:r w:rsidRPr="002C765C">
              <w:t>Получение копии финансово-лицевого счета, выписки из домовой книги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85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85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 w:rsidP="00851CEF">
            <w:pPr>
              <w:jc w:val="center"/>
            </w:pPr>
            <w:r>
              <w:t>-</w:t>
            </w:r>
          </w:p>
        </w:tc>
      </w:tr>
      <w:tr w:rsidR="003000AB">
        <w:trPr>
          <w:trHeight w:val="667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r w:rsidRPr="002C765C">
              <w:t>Предоста</w:t>
            </w:r>
            <w:r>
              <w:t xml:space="preserve">вление </w:t>
            </w:r>
            <w:r w:rsidRPr="002C765C">
              <w:t>в аренду</w:t>
            </w:r>
            <w:r>
              <w:t xml:space="preserve"> объектов муниципальной собственности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EF5DFB">
            <w:pPr>
              <w:rPr>
                <w:color w:val="000000"/>
              </w:rPr>
            </w:pPr>
            <w:r>
              <w:t>31.12.2017 г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85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 w:rsidP="00851CEF">
            <w:pPr>
              <w:jc w:val="center"/>
            </w:pPr>
            <w:r>
              <w:t>-</w:t>
            </w:r>
          </w:p>
        </w:tc>
      </w:tr>
      <w:tr w:rsidR="003000AB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 w:rsidP="002435B4">
            <w:r w:rsidRPr="002C765C">
              <w:t>Предоставление информации об объектах культурного наследия местного значения, находящихся на территории  сельского поселения ;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851CEF">
            <w:pPr>
              <w:jc w:val="center"/>
              <w:rPr>
                <w:color w:val="000000"/>
              </w:rPr>
            </w:pPr>
            <w: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85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 w:rsidP="00851CEF">
            <w:pPr>
              <w:jc w:val="center"/>
            </w:pPr>
            <w:r>
              <w:t>-</w:t>
            </w:r>
          </w:p>
        </w:tc>
      </w:tr>
      <w:tr w:rsidR="003000AB">
        <w:trPr>
          <w:trHeight w:val="1222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r w:rsidRPr="002C765C"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A109E2">
            <w:pPr>
              <w:rPr>
                <w:color w:val="000000"/>
              </w:rPr>
            </w:pPr>
            <w:r>
              <w:t>31.12.2017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85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 w:rsidP="00851CEF">
            <w:pPr>
              <w:jc w:val="center"/>
            </w:pPr>
            <w:r>
              <w:t>-</w:t>
            </w:r>
          </w:p>
        </w:tc>
      </w:tr>
      <w:tr w:rsidR="003000AB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r w:rsidRPr="002C765C">
              <w:t>Предоставление информации об очередности предоставления жилых помещений на условиях социального найм</w:t>
            </w:r>
            <w:r>
              <w:t>а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31.12.2017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85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 w:rsidP="00851CEF">
            <w:pPr>
              <w:jc w:val="center"/>
            </w:pPr>
            <w:r>
              <w:t>-</w:t>
            </w:r>
          </w:p>
        </w:tc>
      </w:tr>
      <w:tr w:rsidR="003000AB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r w:rsidRPr="002C765C">
              <w:t>..Предоставление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>
            <w:r>
              <w:t>-</w:t>
            </w:r>
          </w:p>
        </w:tc>
      </w:tr>
      <w:tr w:rsidR="003000AB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r w:rsidRPr="002C765C">
              <w:t xml:space="preserve">Предоставление выписки из реестра муниципальной собственности  сельского поселения 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6D38CF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>
            <w:r>
              <w:t>-</w:t>
            </w:r>
          </w:p>
        </w:tc>
      </w:tr>
      <w:tr w:rsidR="003000AB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54DA9" w:rsidRDefault="003000AB">
            <w:pPr>
              <w:pStyle w:val="Heading1"/>
              <w:jc w:val="left"/>
              <w:rPr>
                <w:b w:val="0"/>
                <w:bCs w:val="0"/>
              </w:rPr>
            </w:pPr>
            <w:r w:rsidRPr="00C54DA9">
              <w:rPr>
                <w:b w:val="0"/>
                <w:bCs w:val="0"/>
              </w:rPr>
              <w:t>Предоставление малоимущим гражданам, проживающим в поселении и нуждающимся в улучшении жилищных условий, жилых помещений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A109E2">
            <w:pPr>
              <w:rPr>
                <w:color w:val="000000"/>
              </w:rPr>
            </w:pPr>
            <w: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>
            <w:r>
              <w:t>-</w:t>
            </w:r>
          </w:p>
        </w:tc>
      </w:tr>
      <w:tr w:rsidR="003000AB">
        <w:trPr>
          <w:trHeight w:val="946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31757D" w:rsidRDefault="003000AB" w:rsidP="0031757D">
            <w:pPr>
              <w:jc w:val="both"/>
            </w:pPr>
            <w:r w:rsidRPr="002C765C">
              <w:t xml:space="preserve"> 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31.12.2017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>
            <w:r>
              <w:t>-</w:t>
            </w:r>
          </w:p>
        </w:tc>
      </w:tr>
      <w:tr w:rsidR="003000AB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r w:rsidRPr="002C765C"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31.12.2017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>
            <w:r>
              <w:t>-</w:t>
            </w:r>
          </w:p>
        </w:tc>
      </w:tr>
      <w:tr w:rsidR="003000AB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2C765C" w:rsidRDefault="003000AB">
            <w:r w:rsidRPr="002C765C">
              <w:t>Признание в установленном порядке жилых помещений муниципального жилищного фонда непригодными для проживания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EF5DFB">
            <w:pPr>
              <w:rPr>
                <w:color w:val="000000"/>
              </w:rPr>
            </w:pPr>
            <w: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>
            <w:r>
              <w:t>-</w:t>
            </w:r>
          </w:p>
        </w:tc>
      </w:tr>
      <w:tr w:rsidR="003000AB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2C765C" w:rsidRDefault="003000AB">
            <w:r w:rsidRPr="002C765C">
              <w:t>Признание молодых семей в качестве нуждающихся в улучшении жилищных условий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31.12.2017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>
            <w:r>
              <w:t>-</w:t>
            </w:r>
          </w:p>
        </w:tc>
      </w:tr>
      <w:tr w:rsidR="003000AB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2C765C" w:rsidRDefault="003000AB">
            <w:r w:rsidRPr="002C765C"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31.12.2017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>
            <w:r>
              <w:t>-</w:t>
            </w:r>
          </w:p>
        </w:tc>
      </w:tr>
      <w:tr w:rsidR="003000AB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2C765C" w:rsidRDefault="003000AB">
            <w:r w:rsidRPr="002C765C">
              <w:t>Присвоение адресов объектам недвижимости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31.12.2017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>
            <w:r>
              <w:t>-</w:t>
            </w:r>
          </w:p>
        </w:tc>
      </w:tr>
      <w:tr w:rsidR="003000AB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2C765C" w:rsidRDefault="003000AB">
            <w:r w:rsidRPr="002C765C">
              <w:t>. Предоставление доступа к справочно-поисковому аппарату библиотек, базам данных муниципальных библиотек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>Торгунское  КДО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>
            <w:r>
              <w:t>-</w:t>
            </w:r>
          </w:p>
        </w:tc>
      </w:tr>
      <w:tr w:rsidR="003000AB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2C765C" w:rsidRDefault="003000AB" w:rsidP="00DE4820">
            <w:r w:rsidRPr="002C765C">
              <w:t xml:space="preserve"> 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мероприятий; 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</w:rPr>
            </w:pPr>
            <w:r>
              <w:rPr>
                <w:color w:val="000000"/>
              </w:rPr>
              <w:t>Торгунское  КДО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>
            <w:r>
              <w:t>-</w:t>
            </w:r>
          </w:p>
        </w:tc>
      </w:tr>
      <w:tr w:rsidR="003000AB">
        <w:trPr>
          <w:trHeight w:val="430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2C765C" w:rsidRDefault="003000AB" w:rsidP="00DE4820">
            <w:r w:rsidRPr="002C765C">
              <w:t xml:space="preserve">.Заключение договора социального найма жилого помещения 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31.12.2017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>
            <w:r>
              <w:t>-</w:t>
            </w:r>
          </w:p>
        </w:tc>
      </w:tr>
      <w:tr w:rsidR="003000AB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2C765C" w:rsidRDefault="003000AB" w:rsidP="00DE4820">
            <w:r w:rsidRPr="002C765C">
              <w:t>Оформление договоров передачи жилых помещений в собственность граждан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>
            <w:r>
              <w:t>-</w:t>
            </w:r>
          </w:p>
        </w:tc>
      </w:tr>
      <w:tr w:rsidR="003000AB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2C765C" w:rsidRDefault="003000AB" w:rsidP="00DE4820">
            <w:r w:rsidRPr="002C765C">
              <w:t xml:space="preserve">Выдача разрешения (ордера) на производство земляных работ; 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000AB" w:rsidRDefault="003000AB">
            <w:r>
              <w:t>-</w:t>
            </w:r>
          </w:p>
        </w:tc>
      </w:tr>
      <w:tr w:rsidR="003000AB">
        <w:trPr>
          <w:trHeight w:val="1125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  <w:p w:rsidR="003000AB" w:rsidRDefault="003000AB">
            <w:pPr>
              <w:rPr>
                <w:color w:val="000000"/>
                <w:sz w:val="16"/>
                <w:szCs w:val="16"/>
              </w:rPr>
            </w:pPr>
          </w:p>
          <w:p w:rsidR="003000AB" w:rsidRDefault="003000AB">
            <w:pPr>
              <w:rPr>
                <w:color w:val="000000"/>
                <w:sz w:val="16"/>
                <w:szCs w:val="16"/>
              </w:rPr>
            </w:pPr>
          </w:p>
          <w:p w:rsidR="003000AB" w:rsidRDefault="003000AB">
            <w:pPr>
              <w:rPr>
                <w:color w:val="000000"/>
                <w:sz w:val="16"/>
                <w:szCs w:val="16"/>
              </w:rPr>
            </w:pPr>
          </w:p>
          <w:p w:rsidR="003000AB" w:rsidRDefault="003000AB">
            <w:pPr>
              <w:rPr>
                <w:color w:val="000000"/>
                <w:sz w:val="16"/>
                <w:szCs w:val="16"/>
              </w:rPr>
            </w:pPr>
          </w:p>
          <w:p w:rsidR="003000AB" w:rsidRDefault="003000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Pr="002C765C" w:rsidRDefault="003000AB" w:rsidP="00DE4820">
            <w:r>
              <w:t>Разрешение на вырубку зеленых насаждений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Pr="00C77199" w:rsidRDefault="003000AB" w:rsidP="00CD2800">
            <w:pPr>
              <w:rPr>
                <w:highlight w:val="lightGray"/>
              </w:rPr>
            </w:pPr>
            <w:r>
              <w:t xml:space="preserve"> До 01.07.2017 г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До 01.07.2017</w:t>
            </w:r>
            <w:bookmarkStart w:id="3" w:name="_GoBack"/>
            <w:bookmarkEnd w:id="3"/>
            <w:r>
              <w:t xml:space="preserve"> г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t>31.12.2017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Pr="008F1470" w:rsidRDefault="003000AB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auto"/>
            </w:tcBorders>
          </w:tcPr>
          <w:p w:rsidR="003000AB" w:rsidRDefault="003000AB">
            <w:r>
              <w:t>-</w:t>
            </w:r>
          </w:p>
        </w:tc>
      </w:tr>
      <w:tr w:rsidR="003000AB">
        <w:trPr>
          <w:trHeight w:val="840"/>
          <w:tblCellSpacing w:w="0" w:type="dxa"/>
        </w:trPr>
        <w:tc>
          <w:tcPr>
            <w:tcW w:w="405" w:type="dxa"/>
            <w:tcBorders>
              <w:top w:val="outset" w:sz="6" w:space="0" w:color="auto"/>
              <w:bottom w:val="outset" w:sz="6" w:space="0" w:color="auto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</w:p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  <w:p w:rsidR="003000AB" w:rsidRDefault="003000AB" w:rsidP="00AA42D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Default="003000AB" w:rsidP="00942DB4">
            <w:pPr>
              <w:spacing w:line="255" w:lineRule="atLeast"/>
              <w:rPr>
                <w:color w:val="000000"/>
              </w:rPr>
            </w:pPr>
            <w:r w:rsidRPr="00956ED2">
              <w:t>Предоставление малоимущим гражданам, проживающим в поселении и нуждающимся в улучшении жилищных условий, жилых помещений</w:t>
            </w:r>
          </w:p>
          <w:p w:rsidR="003000AB" w:rsidRDefault="003000AB" w:rsidP="00DE4820"/>
        </w:tc>
        <w:tc>
          <w:tcPr>
            <w:tcW w:w="1984" w:type="dxa"/>
            <w:tcBorders>
              <w:top w:val="outset" w:sz="6" w:space="0" w:color="auto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Default="003000AB" w:rsidP="00AA42D9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 w:rsidP="00AA42D9">
            <w:pPr>
              <w:rPr>
                <w:color w:val="000000"/>
              </w:rPr>
            </w:pPr>
            <w:r>
              <w:rPr>
                <w:color w:val="000000"/>
              </w:rPr>
              <w:t>специалист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Default="003000AB" w:rsidP="00CD2800">
            <w:r>
              <w:t>До 01.07.2017 г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Default="003000AB" w:rsidP="00CD2800"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Default="003000AB" w:rsidP="00CD2800"/>
        </w:tc>
        <w:tc>
          <w:tcPr>
            <w:tcW w:w="1843" w:type="dxa"/>
            <w:tcBorders>
              <w:top w:val="outset" w:sz="6" w:space="0" w:color="auto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Default="003000AB" w:rsidP="00CD2800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000001"/>
              <w:bottom w:val="outset" w:sz="6" w:space="0" w:color="auto"/>
            </w:tcBorders>
          </w:tcPr>
          <w:p w:rsidR="003000AB" w:rsidRDefault="003000AB" w:rsidP="00AA42D9"/>
        </w:tc>
      </w:tr>
      <w:tr w:rsidR="003000AB">
        <w:trPr>
          <w:trHeight w:val="1020"/>
          <w:tblCellSpacing w:w="0" w:type="dxa"/>
        </w:trPr>
        <w:tc>
          <w:tcPr>
            <w:tcW w:w="405" w:type="dxa"/>
            <w:tcBorders>
              <w:top w:val="outset" w:sz="6" w:space="0" w:color="auto"/>
              <w:bottom w:val="outset" w:sz="6" w:space="0" w:color="auto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  <w:p w:rsidR="003000AB" w:rsidRDefault="003000AB">
            <w:pPr>
              <w:rPr>
                <w:color w:val="000000"/>
                <w:sz w:val="16"/>
                <w:szCs w:val="16"/>
              </w:rPr>
            </w:pPr>
          </w:p>
          <w:p w:rsidR="003000AB" w:rsidRDefault="003000AB">
            <w:pPr>
              <w:rPr>
                <w:color w:val="000000"/>
                <w:sz w:val="16"/>
                <w:szCs w:val="16"/>
              </w:rPr>
            </w:pPr>
          </w:p>
          <w:p w:rsidR="003000AB" w:rsidRDefault="003000AB">
            <w:pPr>
              <w:rPr>
                <w:color w:val="000000"/>
                <w:sz w:val="16"/>
                <w:szCs w:val="16"/>
              </w:rPr>
            </w:pPr>
          </w:p>
          <w:p w:rsidR="003000AB" w:rsidRDefault="003000AB" w:rsidP="00AA42D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Pr="00E70A2B" w:rsidRDefault="003000AB" w:rsidP="00942DB4">
            <w:pPr>
              <w:spacing w:line="255" w:lineRule="atLeast"/>
              <w:rPr>
                <w:color w:val="000000"/>
              </w:rPr>
            </w:pPr>
            <w:r w:rsidRPr="00E70A2B">
              <w:rPr>
                <w:color w:val="000000"/>
              </w:rPr>
              <w:t xml:space="preserve">Признание  граждан  малоимущими </w:t>
            </w:r>
          </w:p>
          <w:p w:rsidR="003000AB" w:rsidRPr="00E70A2B" w:rsidRDefault="003000AB" w:rsidP="00942DB4">
            <w:pPr>
              <w:spacing w:line="255" w:lineRule="atLeast"/>
              <w:rPr>
                <w:color w:val="000000"/>
              </w:rPr>
            </w:pPr>
            <w:r w:rsidRPr="00E70A2B">
              <w:rPr>
                <w:color w:val="000000"/>
              </w:rPr>
              <w:t>для предоставления  им  по договорам  социального найма жилых помещений муниципального жилищного фонда</w:t>
            </w:r>
          </w:p>
          <w:p w:rsidR="003000AB" w:rsidRDefault="003000AB" w:rsidP="00DE4820"/>
        </w:tc>
        <w:tc>
          <w:tcPr>
            <w:tcW w:w="1984" w:type="dxa"/>
            <w:tcBorders>
              <w:top w:val="outset" w:sz="6" w:space="0" w:color="auto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Default="003000AB" w:rsidP="00AA42D9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 w:rsidP="00AA42D9">
            <w:pPr>
              <w:rPr>
                <w:color w:val="000000"/>
              </w:rPr>
            </w:pPr>
            <w:r>
              <w:rPr>
                <w:color w:val="000000"/>
              </w:rPr>
              <w:t>специалист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Default="003000AB" w:rsidP="00CD2800">
            <w:r>
              <w:t>До 01.07.2017 г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Default="003000AB" w:rsidP="00CD2800"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Default="003000AB" w:rsidP="00CD2800"/>
        </w:tc>
        <w:tc>
          <w:tcPr>
            <w:tcW w:w="1843" w:type="dxa"/>
            <w:tcBorders>
              <w:top w:val="outset" w:sz="6" w:space="0" w:color="auto"/>
              <w:left w:val="outset" w:sz="6" w:space="0" w:color="000001"/>
              <w:bottom w:val="outset" w:sz="6" w:space="0" w:color="auto"/>
              <w:right w:val="outset" w:sz="6" w:space="0" w:color="000001"/>
            </w:tcBorders>
          </w:tcPr>
          <w:p w:rsidR="003000AB" w:rsidRDefault="003000AB" w:rsidP="00CD2800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000001"/>
              <w:bottom w:val="outset" w:sz="6" w:space="0" w:color="auto"/>
            </w:tcBorders>
          </w:tcPr>
          <w:p w:rsidR="003000AB" w:rsidRDefault="003000AB" w:rsidP="00AA42D9"/>
        </w:tc>
      </w:tr>
      <w:tr w:rsidR="003000AB">
        <w:trPr>
          <w:trHeight w:val="1095"/>
          <w:tblCellSpacing w:w="0" w:type="dxa"/>
        </w:trPr>
        <w:tc>
          <w:tcPr>
            <w:tcW w:w="405" w:type="dxa"/>
            <w:tcBorders>
              <w:top w:val="outset" w:sz="6" w:space="0" w:color="auto"/>
              <w:bottom w:val="outset" w:sz="6" w:space="0" w:color="000001"/>
              <w:right w:val="outset" w:sz="6" w:space="0" w:color="000001"/>
            </w:tcBorders>
          </w:tcPr>
          <w:p w:rsidR="003000AB" w:rsidRDefault="003000AB">
            <w:pPr>
              <w:rPr>
                <w:color w:val="000000"/>
                <w:sz w:val="16"/>
                <w:szCs w:val="16"/>
              </w:rPr>
            </w:pPr>
          </w:p>
          <w:p w:rsidR="003000AB" w:rsidRDefault="003000A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  <w:p w:rsidR="003000AB" w:rsidRDefault="003000AB">
            <w:pPr>
              <w:rPr>
                <w:color w:val="000000"/>
                <w:sz w:val="16"/>
                <w:szCs w:val="16"/>
              </w:rPr>
            </w:pPr>
          </w:p>
          <w:p w:rsidR="003000AB" w:rsidRDefault="003000AB" w:rsidP="00AA42D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Pr="00D837B9" w:rsidRDefault="003000AB" w:rsidP="00942DB4">
            <w:pPr>
              <w:spacing w:line="255" w:lineRule="atLeast"/>
              <w:rPr>
                <w:color w:val="000000"/>
              </w:rPr>
            </w:pPr>
            <w:r w:rsidRPr="00D837B9">
              <w:rPr>
                <w:color w:val="000000"/>
              </w:rPr>
              <w:t>Предоставление водных объектов, находящихся в муниципальной собственности</w:t>
            </w:r>
          </w:p>
          <w:p w:rsidR="003000AB" w:rsidRDefault="003000AB" w:rsidP="00DE4820"/>
        </w:tc>
        <w:tc>
          <w:tcPr>
            <w:tcW w:w="1984" w:type="dxa"/>
            <w:tcBorders>
              <w:top w:val="outset" w:sz="6" w:space="0" w:color="auto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 w:rsidP="00AA42D9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Торгунского с/п</w:t>
            </w:r>
          </w:p>
          <w:p w:rsidR="003000AB" w:rsidRDefault="003000AB" w:rsidP="00AA42D9">
            <w:pPr>
              <w:rPr>
                <w:color w:val="000000"/>
              </w:rPr>
            </w:pPr>
            <w:r>
              <w:rPr>
                <w:color w:val="000000"/>
              </w:rPr>
              <w:t>специалист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 w:rsidP="00CD2800">
            <w:r>
              <w:t>До 01.07.2017 г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 w:rsidP="00CD2800">
            <w:r>
              <w:t>До 01.07.2017 г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 w:rsidP="00CD2800"/>
        </w:tc>
        <w:tc>
          <w:tcPr>
            <w:tcW w:w="1843" w:type="dxa"/>
            <w:tcBorders>
              <w:top w:val="outset" w:sz="6" w:space="0" w:color="auto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000AB" w:rsidRDefault="003000AB" w:rsidP="00CD2800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000001"/>
              <w:bottom w:val="outset" w:sz="6" w:space="0" w:color="000001"/>
            </w:tcBorders>
          </w:tcPr>
          <w:p w:rsidR="003000AB" w:rsidRDefault="003000AB" w:rsidP="00AA42D9"/>
        </w:tc>
      </w:tr>
    </w:tbl>
    <w:p w:rsidR="003000AB" w:rsidRDefault="003000AB"/>
    <w:sectPr w:rsidR="003000AB" w:rsidSect="00463FEF">
      <w:pgSz w:w="16838" w:h="11906" w:orient="landscape"/>
      <w:pgMar w:top="567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0AB" w:rsidRDefault="003000AB" w:rsidP="00463FEF">
      <w:r>
        <w:separator/>
      </w:r>
    </w:p>
  </w:endnote>
  <w:endnote w:type="continuationSeparator" w:id="1">
    <w:p w:rsidR="003000AB" w:rsidRDefault="003000AB" w:rsidP="00463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0AB" w:rsidRDefault="003000AB" w:rsidP="00463FEF">
      <w:r>
        <w:separator/>
      </w:r>
    </w:p>
  </w:footnote>
  <w:footnote w:type="continuationSeparator" w:id="1">
    <w:p w:rsidR="003000AB" w:rsidRDefault="003000AB" w:rsidP="00463F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01B6D"/>
    <w:multiLevelType w:val="hybridMultilevel"/>
    <w:tmpl w:val="FD960E7A"/>
    <w:lvl w:ilvl="0" w:tplc="32369F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132C"/>
    <w:rsid w:val="000F4169"/>
    <w:rsid w:val="00127DD3"/>
    <w:rsid w:val="00156A85"/>
    <w:rsid w:val="001D4C80"/>
    <w:rsid w:val="002112F5"/>
    <w:rsid w:val="002435B4"/>
    <w:rsid w:val="00267D7F"/>
    <w:rsid w:val="00293E05"/>
    <w:rsid w:val="002B39B4"/>
    <w:rsid w:val="002C765C"/>
    <w:rsid w:val="003000AB"/>
    <w:rsid w:val="0031757D"/>
    <w:rsid w:val="0033323B"/>
    <w:rsid w:val="00377D83"/>
    <w:rsid w:val="003B27B4"/>
    <w:rsid w:val="003D1C3C"/>
    <w:rsid w:val="003F0F3E"/>
    <w:rsid w:val="004530B5"/>
    <w:rsid w:val="00463FEF"/>
    <w:rsid w:val="004B132C"/>
    <w:rsid w:val="004D23C6"/>
    <w:rsid w:val="00502E72"/>
    <w:rsid w:val="0050760E"/>
    <w:rsid w:val="006D38CF"/>
    <w:rsid w:val="00741082"/>
    <w:rsid w:val="00767A5D"/>
    <w:rsid w:val="007E4E2B"/>
    <w:rsid w:val="00851CEF"/>
    <w:rsid w:val="00870B3B"/>
    <w:rsid w:val="008E3FA1"/>
    <w:rsid w:val="008F1470"/>
    <w:rsid w:val="00942DB4"/>
    <w:rsid w:val="00954000"/>
    <w:rsid w:val="00956ED2"/>
    <w:rsid w:val="009828B3"/>
    <w:rsid w:val="00A109E2"/>
    <w:rsid w:val="00A6424B"/>
    <w:rsid w:val="00A9057E"/>
    <w:rsid w:val="00AA42D9"/>
    <w:rsid w:val="00AB4EAE"/>
    <w:rsid w:val="00AD087D"/>
    <w:rsid w:val="00AE2BAC"/>
    <w:rsid w:val="00B97C9F"/>
    <w:rsid w:val="00BF10AB"/>
    <w:rsid w:val="00BF63B6"/>
    <w:rsid w:val="00C327B4"/>
    <w:rsid w:val="00C54738"/>
    <w:rsid w:val="00C54DA9"/>
    <w:rsid w:val="00C77199"/>
    <w:rsid w:val="00CD2800"/>
    <w:rsid w:val="00CE6DFF"/>
    <w:rsid w:val="00D837B9"/>
    <w:rsid w:val="00DB23FF"/>
    <w:rsid w:val="00DC5E82"/>
    <w:rsid w:val="00DD1BC8"/>
    <w:rsid w:val="00DE4820"/>
    <w:rsid w:val="00E519E2"/>
    <w:rsid w:val="00E70A2B"/>
    <w:rsid w:val="00ED59FC"/>
    <w:rsid w:val="00EF5DFB"/>
    <w:rsid w:val="00F114CA"/>
    <w:rsid w:val="00F2422E"/>
    <w:rsid w:val="00FA6318"/>
    <w:rsid w:val="00FD06A9"/>
    <w:rsid w:val="00FF2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32C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B132C"/>
    <w:pPr>
      <w:keepNext/>
      <w:ind w:right="84"/>
      <w:jc w:val="center"/>
      <w:outlineLvl w:val="0"/>
    </w:pPr>
    <w:rPr>
      <w:rFonts w:eastAsia="Calibri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19E2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B132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519E2"/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31757D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uiPriority w:val="99"/>
    <w:rsid w:val="00E519E2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en-US"/>
    </w:rPr>
  </w:style>
  <w:style w:type="paragraph" w:styleId="NoSpacing">
    <w:name w:val="No Spacing"/>
    <w:uiPriority w:val="99"/>
    <w:qFormat/>
    <w:rsid w:val="00E519E2"/>
    <w:rPr>
      <w:rFonts w:ascii="Times New Roman" w:eastAsia="Times New Roman" w:hAnsi="Times New Roman"/>
      <w:sz w:val="20"/>
      <w:szCs w:val="20"/>
    </w:rPr>
  </w:style>
  <w:style w:type="paragraph" w:customStyle="1" w:styleId="ConsPlusNonformat">
    <w:name w:val="ConsPlusNonformat"/>
    <w:uiPriority w:val="99"/>
    <w:rsid w:val="0095400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">
    <w:name w:val="Основной текст_"/>
    <w:link w:val="2"/>
    <w:uiPriority w:val="99"/>
    <w:locked/>
    <w:rsid w:val="00954000"/>
    <w:rPr>
      <w:sz w:val="19"/>
      <w:szCs w:val="19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954000"/>
    <w:pPr>
      <w:shd w:val="clear" w:color="auto" w:fill="FFFFFF"/>
      <w:spacing w:line="240" w:lineRule="atLeast"/>
    </w:pPr>
    <w:rPr>
      <w:rFonts w:ascii="Calibri" w:eastAsia="Calibri" w:hAnsi="Calibri" w:cs="Calibri"/>
      <w:sz w:val="19"/>
      <w:szCs w:val="19"/>
    </w:rPr>
  </w:style>
  <w:style w:type="paragraph" w:styleId="Header">
    <w:name w:val="header"/>
    <w:basedOn w:val="Normal"/>
    <w:link w:val="HeaderChar"/>
    <w:uiPriority w:val="99"/>
    <w:rsid w:val="00463FE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63FEF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463FE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63FEF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rsid w:val="00AA42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78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rgunsp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732</TotalTime>
  <Pages>5</Pages>
  <Words>1211</Words>
  <Characters>6907</Characters>
  <Application>Microsoft Office Outlook</Application>
  <DocSecurity>0</DocSecurity>
  <Lines>0</Lines>
  <Paragraphs>0</Paragraphs>
  <ScaleCrop>false</ScaleCrop>
  <Company>Администрация Красноярского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Администрация </cp:lastModifiedBy>
  <cp:revision>11</cp:revision>
  <cp:lastPrinted>2017-04-07T13:34:00Z</cp:lastPrinted>
  <dcterms:created xsi:type="dcterms:W3CDTF">2014-06-10T12:19:00Z</dcterms:created>
  <dcterms:modified xsi:type="dcterms:W3CDTF">2017-04-07T13:40:00Z</dcterms:modified>
</cp:coreProperties>
</file>