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DA" w:rsidRPr="007C4532" w:rsidRDefault="00CE7CDA" w:rsidP="00750956">
      <w:pPr>
        <w:rPr>
          <w:b/>
          <w:bCs/>
        </w:rPr>
      </w:pPr>
      <w:r>
        <w:rPr>
          <w:sz w:val="28"/>
          <w:szCs w:val="28"/>
        </w:rPr>
        <w:t xml:space="preserve">                                             </w:t>
      </w:r>
      <w:r w:rsidRPr="007C4532">
        <w:rPr>
          <w:b/>
          <w:bCs/>
        </w:rPr>
        <w:t>АДМИНИСТРАЦИЯ</w:t>
      </w:r>
    </w:p>
    <w:p w:rsidR="00CE7CDA" w:rsidRPr="007C4532" w:rsidRDefault="00CE7CDA" w:rsidP="0075095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ТОРГУНСКОГО</w:t>
      </w:r>
      <w:r w:rsidRPr="007C4532">
        <w:rPr>
          <w:b/>
          <w:bCs/>
          <w:sz w:val="20"/>
          <w:szCs w:val="20"/>
        </w:rPr>
        <w:t xml:space="preserve">  СЕЛЬСКОГО ПОСЕЛЕНИЯ</w:t>
      </w:r>
    </w:p>
    <w:p w:rsidR="00CE7CDA" w:rsidRPr="007C4532" w:rsidRDefault="00CE7CDA" w:rsidP="00750956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CE7CDA" w:rsidRDefault="00CE7CDA" w:rsidP="00750956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CE7CDA" w:rsidRDefault="00CE7CDA" w:rsidP="00750956">
      <w:pPr>
        <w:pBdr>
          <w:bottom w:val="single" w:sz="8" w:space="1" w:color="000000"/>
        </w:pBdr>
        <w:jc w:val="center"/>
      </w:pPr>
    </w:p>
    <w:p w:rsidR="00CE7CDA" w:rsidRPr="00287493" w:rsidRDefault="00CE7CDA" w:rsidP="00750956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404202  пос.Торгун ,ул.Почтовая ,15</w:t>
      </w:r>
      <w:r>
        <w:rPr>
          <w:sz w:val="18"/>
          <w:szCs w:val="18"/>
        </w:rPr>
        <w:t xml:space="preserve">.                                                               тел./факс(84493)-4-63-53, </w:t>
      </w:r>
      <w:r>
        <w:rPr>
          <w:sz w:val="18"/>
          <w:szCs w:val="18"/>
          <w:lang w:val="en-US"/>
        </w:rPr>
        <w:t>torgunsp</w:t>
      </w:r>
      <w:r w:rsidRPr="00287493">
        <w:rPr>
          <w:sz w:val="18"/>
          <w:szCs w:val="18"/>
        </w:rPr>
        <w:t>@</w:t>
      </w:r>
      <w:r>
        <w:rPr>
          <w:sz w:val="18"/>
          <w:szCs w:val="18"/>
          <w:lang w:val="en-US"/>
        </w:rPr>
        <w:t>mail</w:t>
      </w:r>
      <w:r w:rsidRPr="00287493"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ru</w:t>
      </w:r>
    </w:p>
    <w:p w:rsidR="00CE7CDA" w:rsidRDefault="00CE7CDA" w:rsidP="00750956">
      <w:pPr>
        <w:jc w:val="center"/>
      </w:pPr>
    </w:p>
    <w:p w:rsidR="00CE7CDA" w:rsidRDefault="00CE7CDA" w:rsidP="00750956">
      <w:pPr>
        <w:tabs>
          <w:tab w:val="left" w:pos="1905"/>
        </w:tabs>
        <w:jc w:val="center"/>
        <w:rPr>
          <w:b/>
          <w:bCs/>
          <w:sz w:val="28"/>
          <w:szCs w:val="28"/>
        </w:rPr>
      </w:pPr>
    </w:p>
    <w:p w:rsidR="00CE7CDA" w:rsidRDefault="00CE7CDA" w:rsidP="00750956">
      <w:pPr>
        <w:tabs>
          <w:tab w:val="left" w:pos="2415"/>
        </w:tabs>
      </w:pPr>
    </w:p>
    <w:p w:rsidR="00CE7CDA" w:rsidRDefault="00CE7CDA" w:rsidP="00F859B3">
      <w:pPr>
        <w:tabs>
          <w:tab w:val="left" w:pos="2415"/>
        </w:tabs>
      </w:pPr>
    </w:p>
    <w:p w:rsidR="00CE7CDA" w:rsidRPr="00F859B3" w:rsidRDefault="00CE7CDA" w:rsidP="00F859B3">
      <w:pPr>
        <w:tabs>
          <w:tab w:val="left" w:pos="2415"/>
        </w:tabs>
        <w:rPr>
          <w:b/>
          <w:bCs/>
          <w:sz w:val="28"/>
          <w:szCs w:val="28"/>
        </w:rPr>
      </w:pPr>
      <w:r>
        <w:t xml:space="preserve">                                               </w:t>
      </w:r>
      <w:r w:rsidRPr="00F859B3">
        <w:rPr>
          <w:b/>
          <w:bCs/>
        </w:rPr>
        <w:t>ПОСТАНОВЛЕНИЕ</w:t>
      </w:r>
    </w:p>
    <w:p w:rsidR="00CE7CDA" w:rsidRDefault="00CE7CDA" w:rsidP="00F859B3">
      <w:pPr>
        <w:tabs>
          <w:tab w:val="left" w:pos="2415"/>
        </w:tabs>
        <w:rPr>
          <w:sz w:val="28"/>
          <w:szCs w:val="28"/>
        </w:rPr>
      </w:pPr>
    </w:p>
    <w:p w:rsidR="00CE7CDA" w:rsidRDefault="00CE7CDA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от  27  марта   2017г.                                                                          № 20</w:t>
      </w:r>
    </w:p>
    <w:p w:rsidR="00CE7CDA" w:rsidRDefault="00CE7CDA" w:rsidP="00F859B3">
      <w:pPr>
        <w:tabs>
          <w:tab w:val="left" w:pos="2415"/>
        </w:tabs>
        <w:rPr>
          <w:sz w:val="28"/>
          <w:szCs w:val="28"/>
        </w:rPr>
      </w:pPr>
    </w:p>
    <w:p w:rsidR="00CE7CDA" w:rsidRDefault="00CE7CDA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 благоустройстве на наведении санитарного порядка</w:t>
      </w:r>
    </w:p>
    <w:p w:rsidR="00CE7CDA" w:rsidRDefault="00CE7CDA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на  территории Торгунского сельского поселения</w:t>
      </w:r>
    </w:p>
    <w:p w:rsidR="00CE7CDA" w:rsidRDefault="00CE7CDA" w:rsidP="00F859B3">
      <w:pPr>
        <w:tabs>
          <w:tab w:val="left" w:pos="2415"/>
        </w:tabs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целях   активизации работ по наведению  должного санитарного порядка  и  благоустройства  на территории Торгунского сельского поселения</w:t>
      </w:r>
    </w:p>
    <w:p w:rsidR="00CE7CDA" w:rsidRDefault="00CE7CDA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ПОСТАНОВЛЯЮ:</w:t>
      </w:r>
    </w:p>
    <w:p w:rsidR="00CE7CDA" w:rsidRDefault="00CE7CDA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мероприятия по благоустройству и улучшению санитарного состояния  населенных пунктов Торгунского сельского поселения на 2017год  </w:t>
      </w:r>
    </w:p>
    <w:p w:rsidR="00CE7CDA" w:rsidRDefault="00CE7CDA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(Прилагаются)</w:t>
      </w:r>
    </w:p>
    <w:p w:rsidR="00CE7CDA" w:rsidRDefault="00CE7CDA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 Положение о проведении конкурсов: «Лучшая улица» , « Лучший двор».</w:t>
      </w:r>
    </w:p>
    <w:p w:rsidR="00CE7CDA" w:rsidRDefault="00CE7CDA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(Прилагается)</w:t>
      </w:r>
    </w:p>
    <w:p w:rsidR="00CE7CDA" w:rsidRDefault="00CE7CDA" w:rsidP="0062130D">
      <w:pPr>
        <w:ind w:left="360"/>
        <w:rPr>
          <w:sz w:val="28"/>
          <w:szCs w:val="28"/>
        </w:rPr>
      </w:pPr>
    </w:p>
    <w:p w:rsidR="00CE7CDA" w:rsidRDefault="00CE7CDA" w:rsidP="0062130D">
      <w:pPr>
        <w:ind w:left="360"/>
        <w:rPr>
          <w:sz w:val="28"/>
          <w:szCs w:val="28"/>
        </w:rPr>
      </w:pPr>
    </w:p>
    <w:p w:rsidR="00CE7CDA" w:rsidRDefault="00CE7CDA" w:rsidP="0062130D">
      <w:pPr>
        <w:ind w:left="360"/>
        <w:rPr>
          <w:sz w:val="28"/>
          <w:szCs w:val="28"/>
        </w:rPr>
      </w:pPr>
    </w:p>
    <w:p w:rsidR="00CE7CDA" w:rsidRDefault="00CE7CDA" w:rsidP="0062130D">
      <w:pPr>
        <w:ind w:left="360"/>
        <w:rPr>
          <w:sz w:val="28"/>
          <w:szCs w:val="28"/>
        </w:rPr>
      </w:pPr>
    </w:p>
    <w:p w:rsidR="00CE7CDA" w:rsidRDefault="00CE7CDA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Торгунского сельского поселения:                        И.Б.Шавленов</w:t>
      </w:r>
    </w:p>
    <w:p w:rsidR="00CE7CDA" w:rsidRDefault="00CE7CDA" w:rsidP="0062130D">
      <w:pPr>
        <w:ind w:left="360"/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CE7CDA" w:rsidRDefault="00CE7CDA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CE7CDA" w:rsidRDefault="00CE7CDA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Приложение № 1</w:t>
      </w:r>
    </w:p>
    <w:p w:rsidR="00CE7CDA" w:rsidRDefault="00CE7CDA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 постановлению № 20 от 27.03.2017г.</w:t>
      </w: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МЕРОПРИЯТИЯ</w:t>
      </w:r>
    </w:p>
    <w:p w:rsidR="00CE7CDA" w:rsidRDefault="00CE7CDA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по благоустройству и улучшению санитарного состояния</w:t>
      </w:r>
    </w:p>
    <w:p w:rsidR="00CE7CDA" w:rsidRDefault="00CE7CDA" w:rsidP="00C85609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  населенных пунктов Торгунского сельского поселения  на 2017 год</w:t>
      </w:r>
    </w:p>
    <w:p w:rsidR="00CE7CDA" w:rsidRDefault="00CE7CDA" w:rsidP="00A93F27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870"/>
        <w:gridCol w:w="2239"/>
        <w:gridCol w:w="2468"/>
      </w:tblGrid>
      <w:tr w:rsidR="00CE7CDA" w:rsidRPr="003B463A">
        <w:tc>
          <w:tcPr>
            <w:tcW w:w="642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№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п/п</w:t>
            </w:r>
          </w:p>
        </w:tc>
        <w:tc>
          <w:tcPr>
            <w:tcW w:w="3870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      Мероприятия </w:t>
            </w:r>
          </w:p>
        </w:tc>
        <w:tc>
          <w:tcPr>
            <w:tcW w:w="2239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Сроки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проведения</w:t>
            </w:r>
          </w:p>
        </w:tc>
        <w:tc>
          <w:tcPr>
            <w:tcW w:w="2468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Исполнители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</w:p>
        </w:tc>
        <w:tc>
          <w:tcPr>
            <w:tcW w:w="3870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Весеннего месяца Добра , 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</w:t>
            </w:r>
            <w:r>
              <w:rPr>
                <w:sz w:val="28"/>
                <w:szCs w:val="28"/>
              </w:rPr>
              <w:t>их граждан и учащихся Торгунской  С</w:t>
            </w:r>
            <w:r w:rsidRPr="003B463A">
              <w:rPr>
                <w:sz w:val="28"/>
                <w:szCs w:val="28"/>
              </w:rPr>
              <w:t>Ш</w:t>
            </w:r>
          </w:p>
        </w:tc>
        <w:tc>
          <w:tcPr>
            <w:tcW w:w="2239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1 апреля по</w:t>
            </w:r>
          </w:p>
          <w:p w:rsidR="00CE7CDA" w:rsidRPr="003B463A" w:rsidRDefault="00CE7CDA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9 мая 201</w:t>
            </w:r>
            <w:r>
              <w:rPr>
                <w:sz w:val="28"/>
                <w:szCs w:val="28"/>
              </w:rPr>
              <w:t>7</w:t>
            </w:r>
            <w:r w:rsidRPr="003B463A">
              <w:rPr>
                <w:sz w:val="28"/>
                <w:szCs w:val="28"/>
              </w:rPr>
              <w:t>г.</w:t>
            </w:r>
          </w:p>
        </w:tc>
        <w:tc>
          <w:tcPr>
            <w:tcW w:w="2468" w:type="dxa"/>
          </w:tcPr>
          <w:p w:rsidR="00CE7CD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поселения, ТОСы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</w:p>
        </w:tc>
      </w:tr>
      <w:tr w:rsidR="00CE7CDA" w:rsidRPr="003B463A">
        <w:tc>
          <w:tcPr>
            <w:tcW w:w="642" w:type="dxa"/>
          </w:tcPr>
          <w:p w:rsidR="00CE7CDA" w:rsidRDefault="00CE7CDA" w:rsidP="00A93F27">
            <w:pPr>
              <w:rPr>
                <w:sz w:val="28"/>
                <w:szCs w:val="28"/>
              </w:rPr>
            </w:pP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70" w:type="dxa"/>
          </w:tcPr>
          <w:p w:rsidR="00CE7CDA" w:rsidRPr="003B463A" w:rsidRDefault="00CE7CDA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проведение субботников по уборке территории  с привлечением юридических и физических лиц, индивидуальных  предпринимателей</w:t>
            </w:r>
          </w:p>
        </w:tc>
        <w:tc>
          <w:tcPr>
            <w:tcW w:w="2239" w:type="dxa"/>
          </w:tcPr>
          <w:p w:rsidR="00CE7CDA" w:rsidRPr="003B463A" w:rsidRDefault="00CE7CDA" w:rsidP="0075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апреля по 1 мая 2017г.</w:t>
            </w:r>
          </w:p>
        </w:tc>
        <w:tc>
          <w:tcPr>
            <w:tcW w:w="2468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поселения, ТОСы</w:t>
            </w:r>
          </w:p>
        </w:tc>
      </w:tr>
      <w:tr w:rsidR="00CE7CDA" w:rsidRPr="003B463A">
        <w:tc>
          <w:tcPr>
            <w:tcW w:w="642" w:type="dxa"/>
          </w:tcPr>
          <w:p w:rsidR="00CE7CDA" w:rsidRDefault="00CE7CDA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70" w:type="dxa"/>
          </w:tcPr>
          <w:p w:rsidR="00CE7CDA" w:rsidRDefault="00CE7CDA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мест несанкционированного размещения отходов производства и потребления</w:t>
            </w:r>
          </w:p>
        </w:tc>
        <w:tc>
          <w:tcPr>
            <w:tcW w:w="2239" w:type="dxa"/>
          </w:tcPr>
          <w:p w:rsidR="00CE7CDA" w:rsidRDefault="00CE7CDA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2468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поселения, ТОСы</w:t>
            </w:r>
            <w:r>
              <w:rPr>
                <w:sz w:val="28"/>
                <w:szCs w:val="28"/>
              </w:rPr>
              <w:t>, индивидуальные предприниматели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Проведение акции по озеленению (посадка деревьев,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кустарников, цветов в местах</w:t>
            </w:r>
          </w:p>
          <w:p w:rsidR="00CE7CDA" w:rsidRPr="003B463A" w:rsidRDefault="00CE7CDA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общего пользования, на придомовых территориях)</w:t>
            </w:r>
          </w:p>
        </w:tc>
        <w:tc>
          <w:tcPr>
            <w:tcW w:w="2239" w:type="dxa"/>
          </w:tcPr>
          <w:p w:rsidR="00CE7CDA" w:rsidRPr="003B463A" w:rsidRDefault="00CE7CDA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  <w:r w:rsidRPr="003B463A">
              <w:rPr>
                <w:sz w:val="28"/>
                <w:szCs w:val="28"/>
              </w:rPr>
              <w:t>-май</w:t>
            </w:r>
          </w:p>
        </w:tc>
        <w:tc>
          <w:tcPr>
            <w:tcW w:w="2468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снос аварийных и больных деревьев, обрезку деревьев ,кустарников</w:t>
            </w:r>
          </w:p>
        </w:tc>
        <w:tc>
          <w:tcPr>
            <w:tcW w:w="2239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апрель-май</w:t>
            </w:r>
          </w:p>
        </w:tc>
        <w:tc>
          <w:tcPr>
            <w:tcW w:w="2468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70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Продолжить работу по технической инвентаризации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 переоценке стоимости внешнего благоустройства </w:t>
            </w:r>
          </w:p>
        </w:tc>
        <w:tc>
          <w:tcPr>
            <w:tcW w:w="2239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Приведение территорий в надлежащее состояние, для чего произвести ремонт и покраску фасадов зданий организаций и учреждений жилых домов, построек и изгородей</w:t>
            </w:r>
            <w:r>
              <w:rPr>
                <w:sz w:val="28"/>
                <w:szCs w:val="28"/>
              </w:rPr>
              <w:t>, уличных газопроводов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2239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CE7CDA" w:rsidRPr="003B463A" w:rsidRDefault="00CE7CDA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E7CDA" w:rsidRPr="003B463A" w:rsidRDefault="00CE7CDA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</w:t>
            </w:r>
          </w:p>
          <w:p w:rsidR="00CE7CDA" w:rsidRPr="003B463A" w:rsidRDefault="00CE7CDA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Советы ТОСов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 привлечением населения и неработающих граждан по направлению органов службы занятости в рамках реализации программ  «Организация общественных работ», « Организация временного трудоустройства несовершеннолетних граждан в возрасте от 14 до 18 лет» к работам по  благоустройству села</w:t>
            </w:r>
          </w:p>
        </w:tc>
        <w:tc>
          <w:tcPr>
            <w:tcW w:w="2239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май-декабрь</w:t>
            </w:r>
          </w:p>
        </w:tc>
        <w:tc>
          <w:tcPr>
            <w:tcW w:w="2468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70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Обустройство памятников, воинских захоронений (проведение уборки, покраска, озеленение)</w:t>
            </w:r>
          </w:p>
        </w:tc>
        <w:tc>
          <w:tcPr>
            <w:tcW w:w="2239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к 9  маю</w:t>
            </w:r>
          </w:p>
        </w:tc>
        <w:tc>
          <w:tcPr>
            <w:tcW w:w="2468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с/поселения</w:t>
            </w:r>
          </w:p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70" w:type="dxa"/>
          </w:tcPr>
          <w:p w:rsidR="00CE7CDA" w:rsidRPr="003B463A" w:rsidRDefault="00CE7CDA" w:rsidP="003715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организаций, КФХ</w:t>
            </w:r>
            <w:r w:rsidRPr="003B463A">
              <w:rPr>
                <w:sz w:val="28"/>
                <w:szCs w:val="28"/>
              </w:rPr>
              <w:t xml:space="preserve"> за прид</w:t>
            </w:r>
            <w:r>
              <w:rPr>
                <w:sz w:val="28"/>
                <w:szCs w:val="28"/>
              </w:rPr>
              <w:t xml:space="preserve">омовыми территориями вдов участников </w:t>
            </w:r>
            <w:r w:rsidRPr="003B463A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ОВ, тружеников тыла </w:t>
            </w:r>
            <w:r w:rsidRPr="003B463A">
              <w:rPr>
                <w:sz w:val="28"/>
                <w:szCs w:val="28"/>
              </w:rPr>
              <w:t xml:space="preserve"> для оказания помощи по их надлежащему содержанию и ремонту домов </w:t>
            </w:r>
          </w:p>
        </w:tc>
        <w:tc>
          <w:tcPr>
            <w:tcW w:w="2239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декабрь</w:t>
            </w:r>
          </w:p>
        </w:tc>
        <w:tc>
          <w:tcPr>
            <w:tcW w:w="2468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70" w:type="dxa"/>
          </w:tcPr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и провести</w:t>
            </w:r>
          </w:p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мероприятия посвященные</w:t>
            </w:r>
          </w:p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«Дню села»,</w:t>
            </w:r>
          </w:p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конкурсы:</w:t>
            </w:r>
          </w:p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«Лучшая улица»,</w:t>
            </w:r>
          </w:p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«Лучший дом»</w:t>
            </w:r>
          </w:p>
        </w:tc>
        <w:tc>
          <w:tcPr>
            <w:tcW w:w="2239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Торгунское                                                                          </w:t>
            </w:r>
            <w:r w:rsidRPr="003B463A">
              <w:rPr>
                <w:sz w:val="28"/>
                <w:szCs w:val="28"/>
              </w:rPr>
              <w:t>КДО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Советы ТОСов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70" w:type="dxa"/>
          </w:tcPr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работу по привлечению  к участию</w:t>
            </w:r>
            <w:r>
              <w:rPr>
                <w:sz w:val="28"/>
                <w:szCs w:val="28"/>
              </w:rPr>
              <w:t xml:space="preserve"> в</w:t>
            </w:r>
          </w:p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сбор</w:t>
            </w:r>
            <w:r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и вывоз</w:t>
            </w:r>
            <w:r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ТБО от населения</w:t>
            </w:r>
            <w:r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индивидуальных</w:t>
            </w:r>
          </w:p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предпринимателей, фермерских хозяйств и т.д.</w:t>
            </w:r>
          </w:p>
        </w:tc>
        <w:tc>
          <w:tcPr>
            <w:tcW w:w="2239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870" w:type="dxa"/>
          </w:tcPr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Провести профилирование улиц сел.</w:t>
            </w:r>
          </w:p>
          <w:p w:rsidR="00CE7CDA" w:rsidRPr="003B463A" w:rsidRDefault="00CE7CDA" w:rsidP="00C56F9A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с/поселения.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70" w:type="dxa"/>
          </w:tcPr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вывоз ТБО с несанкционированных свалок, разрушенных зданий и домов</w:t>
            </w:r>
          </w:p>
        </w:tc>
        <w:tc>
          <w:tcPr>
            <w:tcW w:w="2239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870" w:type="dxa"/>
          </w:tcPr>
          <w:p w:rsidR="00CE7CDA" w:rsidRPr="003B463A" w:rsidRDefault="00CE7CDA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Восстановление уличного освещения</w:t>
            </w:r>
            <w:r>
              <w:rPr>
                <w:sz w:val="28"/>
                <w:szCs w:val="28"/>
              </w:rPr>
              <w:t>( замена ламп )</w:t>
            </w:r>
          </w:p>
        </w:tc>
        <w:tc>
          <w:tcPr>
            <w:tcW w:w="2239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870" w:type="dxa"/>
          </w:tcPr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Ремонт водопровода</w:t>
            </w:r>
          </w:p>
        </w:tc>
        <w:tc>
          <w:tcPr>
            <w:tcW w:w="2239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  <w:r>
              <w:rPr>
                <w:sz w:val="28"/>
                <w:szCs w:val="28"/>
              </w:rPr>
              <w:t>,ТОСы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870" w:type="dxa"/>
          </w:tcPr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Наведение порядка на сельской свалке</w:t>
            </w:r>
          </w:p>
        </w:tc>
        <w:tc>
          <w:tcPr>
            <w:tcW w:w="2239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апрель-октябрь</w:t>
            </w:r>
          </w:p>
        </w:tc>
        <w:tc>
          <w:tcPr>
            <w:tcW w:w="2468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  <w:r>
              <w:rPr>
                <w:sz w:val="28"/>
                <w:szCs w:val="28"/>
              </w:rPr>
              <w:t>,ТОСы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870" w:type="dxa"/>
          </w:tcPr>
          <w:p w:rsidR="00CE7CD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Обустройство сельских кладбищ ( </w:t>
            </w:r>
            <w:r>
              <w:rPr>
                <w:sz w:val="28"/>
                <w:szCs w:val="28"/>
              </w:rPr>
              <w:t xml:space="preserve"> вывоз мусора , уборка сорной травы</w:t>
            </w:r>
            <w:r w:rsidRPr="003B463A">
              <w:rPr>
                <w:sz w:val="28"/>
                <w:szCs w:val="28"/>
              </w:rPr>
              <w:t>)</w:t>
            </w:r>
          </w:p>
          <w:p w:rsidR="00CE7CDA" w:rsidRPr="003B463A" w:rsidRDefault="00CE7CDA" w:rsidP="008E5B02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870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</w:t>
            </w:r>
            <w:r>
              <w:rPr>
                <w:sz w:val="28"/>
                <w:szCs w:val="28"/>
              </w:rPr>
              <w:t>Осеннего</w:t>
            </w:r>
            <w:r w:rsidRPr="003B463A">
              <w:rPr>
                <w:sz w:val="28"/>
                <w:szCs w:val="28"/>
              </w:rPr>
              <w:t xml:space="preserve"> месяца Добра , </w:t>
            </w:r>
          </w:p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неработающи</w:t>
            </w:r>
            <w:r>
              <w:rPr>
                <w:sz w:val="28"/>
                <w:szCs w:val="28"/>
              </w:rPr>
              <w:t>х граждан и учащихся Торгунской С</w:t>
            </w:r>
            <w:r w:rsidRPr="003B463A">
              <w:rPr>
                <w:sz w:val="28"/>
                <w:szCs w:val="28"/>
              </w:rPr>
              <w:t>Ш</w:t>
            </w:r>
          </w:p>
        </w:tc>
        <w:tc>
          <w:tcPr>
            <w:tcW w:w="2239" w:type="dxa"/>
          </w:tcPr>
          <w:p w:rsidR="00CE7CDA" w:rsidRPr="003B463A" w:rsidRDefault="00CE7CDA" w:rsidP="0075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октября по              1 ноября 2017г.</w:t>
            </w:r>
          </w:p>
        </w:tc>
        <w:tc>
          <w:tcPr>
            <w:tcW w:w="2468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CE7CDA" w:rsidRPr="003B463A" w:rsidRDefault="00CE7CDA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  <w:tr w:rsidR="00CE7CDA" w:rsidRPr="003B463A">
        <w:tc>
          <w:tcPr>
            <w:tcW w:w="642" w:type="dxa"/>
          </w:tcPr>
          <w:p w:rsidR="00CE7CDA" w:rsidRPr="003B463A" w:rsidRDefault="00CE7CDA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870" w:type="dxa"/>
          </w:tcPr>
          <w:p w:rsidR="00CE7CDA" w:rsidRPr="003B463A" w:rsidRDefault="00CE7CD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Информировать население об итогах организации работ по благоустройству и улучшению санитарного состояния населенных пунктов  </w:t>
            </w:r>
          </w:p>
        </w:tc>
        <w:tc>
          <w:tcPr>
            <w:tcW w:w="2239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 - октябрь</w:t>
            </w:r>
          </w:p>
        </w:tc>
        <w:tc>
          <w:tcPr>
            <w:tcW w:w="2468" w:type="dxa"/>
          </w:tcPr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CE7CDA" w:rsidRPr="003B463A" w:rsidRDefault="00CE7CD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ТОСы</w:t>
            </w:r>
          </w:p>
        </w:tc>
      </w:tr>
    </w:tbl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p w:rsidR="00CE7CDA" w:rsidRDefault="00CE7CDA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CE7CDA" w:rsidRDefault="00CE7CDA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Приложение № 2</w:t>
      </w:r>
    </w:p>
    <w:p w:rsidR="00CE7CDA" w:rsidRDefault="00CE7CDA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 постановлению № 20 от 27.03.2017г.</w:t>
      </w:r>
    </w:p>
    <w:p w:rsidR="00CE7CDA" w:rsidRDefault="00CE7CDA" w:rsidP="005A78E9">
      <w:pPr>
        <w:rPr>
          <w:sz w:val="28"/>
          <w:szCs w:val="28"/>
        </w:rPr>
      </w:pP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ПОЛОЖЕНИЕ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о проведении  конкурса  на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«Лучший двор» и « Лучшая улица»</w:t>
      </w:r>
    </w:p>
    <w:p w:rsidR="00CE7CDA" w:rsidRDefault="00CE7CDA" w:rsidP="00CA3C37">
      <w:pPr>
        <w:rPr>
          <w:sz w:val="28"/>
          <w:szCs w:val="28"/>
        </w:rPr>
      </w:pP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1.Цели конкурса: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- благоустройство поселения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 улицы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лучшего двора</w:t>
      </w:r>
    </w:p>
    <w:p w:rsidR="00CE7CDA" w:rsidRDefault="00CE7CDA" w:rsidP="00CA3C37">
      <w:pPr>
        <w:rPr>
          <w:sz w:val="28"/>
          <w:szCs w:val="28"/>
        </w:rPr>
      </w:pP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2.Задачи конкурса: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- уборка и озеленение  прилегающей территории к домовладениям и дворам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улицы, лучшего двора</w:t>
      </w:r>
    </w:p>
    <w:p w:rsidR="00CE7CDA" w:rsidRDefault="00CE7CDA" w:rsidP="00CA3C37">
      <w:pPr>
        <w:rPr>
          <w:sz w:val="28"/>
          <w:szCs w:val="28"/>
        </w:rPr>
      </w:pP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3. В конкурсе принимают участие жители  пос.Торгун</w:t>
      </w:r>
    </w:p>
    <w:p w:rsidR="00CE7CDA" w:rsidRDefault="00CE7CDA" w:rsidP="00CA3C37">
      <w:pPr>
        <w:rPr>
          <w:sz w:val="28"/>
          <w:szCs w:val="28"/>
        </w:rPr>
      </w:pP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4.Сроки проведения конкурса: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с 1 апреля по 1 октября 2016года   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Итоги подвести на празднике « День села» в  сентябре  2017 года</w:t>
      </w:r>
    </w:p>
    <w:p w:rsidR="00CE7CDA" w:rsidRDefault="00CE7CDA" w:rsidP="00CA3C37">
      <w:pPr>
        <w:rPr>
          <w:sz w:val="28"/>
          <w:szCs w:val="28"/>
        </w:rPr>
      </w:pP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5.Тема конкурса: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пос.Торгун лучшее, чистое село</w:t>
      </w:r>
    </w:p>
    <w:p w:rsidR="00CE7CDA" w:rsidRDefault="00CE7CDA" w:rsidP="00CA3C37">
      <w:pPr>
        <w:rPr>
          <w:sz w:val="28"/>
          <w:szCs w:val="28"/>
        </w:rPr>
      </w:pP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6.Жюри и критерии оценки: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В состав жюри входят Глава и специалисты администрации Торгунского сельского поселения, комиссия по благоустройству, председатели ТОСов и уличных комитетов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-чистота территории прилегающей ко двору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- озеленение прилегающей территории и двора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- внешний вид домовладения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- аккуратное складирование и вывоз мусора</w:t>
      </w:r>
    </w:p>
    <w:p w:rsidR="00CE7CDA" w:rsidRDefault="00CE7CDA" w:rsidP="00CA3C37">
      <w:pPr>
        <w:rPr>
          <w:sz w:val="28"/>
          <w:szCs w:val="28"/>
        </w:rPr>
      </w:pP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7.Награждение: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Победители награждаются ценными подарками и почетными грамотами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8.Финансирование конкурса:</w:t>
      </w:r>
    </w:p>
    <w:p w:rsidR="00CE7CDA" w:rsidRDefault="00CE7CDA" w:rsidP="00CA3C37">
      <w:pPr>
        <w:rPr>
          <w:sz w:val="28"/>
          <w:szCs w:val="28"/>
        </w:rPr>
      </w:pPr>
      <w:r>
        <w:rPr>
          <w:sz w:val="28"/>
          <w:szCs w:val="28"/>
        </w:rPr>
        <w:t>Расходы по проведению конкурса и награждение победителей несет администрация Торгунского сельского поселения.</w:t>
      </w:r>
    </w:p>
    <w:p w:rsidR="00CE7CDA" w:rsidRDefault="00CE7CDA" w:rsidP="00CA3C37">
      <w:pPr>
        <w:rPr>
          <w:sz w:val="28"/>
          <w:szCs w:val="28"/>
        </w:rPr>
      </w:pPr>
    </w:p>
    <w:p w:rsidR="00CE7CDA" w:rsidRDefault="00CE7CDA" w:rsidP="00CA3C37">
      <w:pPr>
        <w:rPr>
          <w:sz w:val="28"/>
          <w:szCs w:val="28"/>
        </w:rPr>
      </w:pPr>
    </w:p>
    <w:p w:rsidR="00CE7CDA" w:rsidRDefault="00CE7CDA" w:rsidP="00A93F27">
      <w:pPr>
        <w:rPr>
          <w:sz w:val="28"/>
          <w:szCs w:val="28"/>
        </w:rPr>
      </w:pPr>
    </w:p>
    <w:sectPr w:rsidR="00CE7CDA" w:rsidSect="00750956">
      <w:pgSz w:w="11906" w:h="16838"/>
      <w:pgMar w:top="709" w:right="924" w:bottom="1134" w:left="197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A83"/>
    <w:multiLevelType w:val="hybridMultilevel"/>
    <w:tmpl w:val="B6A08ABC"/>
    <w:lvl w:ilvl="0" w:tplc="0A6C508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36EAA"/>
    <w:rsid w:val="00036FB9"/>
    <w:rsid w:val="00045D4A"/>
    <w:rsid w:val="00051D1F"/>
    <w:rsid w:val="000537D3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43B3B"/>
    <w:rsid w:val="00155178"/>
    <w:rsid w:val="001560B0"/>
    <w:rsid w:val="001648A7"/>
    <w:rsid w:val="00166364"/>
    <w:rsid w:val="00171802"/>
    <w:rsid w:val="001731EE"/>
    <w:rsid w:val="00182253"/>
    <w:rsid w:val="00185581"/>
    <w:rsid w:val="00186042"/>
    <w:rsid w:val="00187A44"/>
    <w:rsid w:val="001929C0"/>
    <w:rsid w:val="00194297"/>
    <w:rsid w:val="001A3E0E"/>
    <w:rsid w:val="001B34F9"/>
    <w:rsid w:val="001B3599"/>
    <w:rsid w:val="001B6089"/>
    <w:rsid w:val="001B6156"/>
    <w:rsid w:val="001C173A"/>
    <w:rsid w:val="001C785A"/>
    <w:rsid w:val="001D1531"/>
    <w:rsid w:val="001D4775"/>
    <w:rsid w:val="001D71DC"/>
    <w:rsid w:val="001E26C3"/>
    <w:rsid w:val="001E7AC8"/>
    <w:rsid w:val="001F0CE3"/>
    <w:rsid w:val="001F5384"/>
    <w:rsid w:val="00205116"/>
    <w:rsid w:val="00207274"/>
    <w:rsid w:val="002075ED"/>
    <w:rsid w:val="00213492"/>
    <w:rsid w:val="00220743"/>
    <w:rsid w:val="00220805"/>
    <w:rsid w:val="00224CC1"/>
    <w:rsid w:val="00227348"/>
    <w:rsid w:val="00236901"/>
    <w:rsid w:val="0024116B"/>
    <w:rsid w:val="00242712"/>
    <w:rsid w:val="0024282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6ABB"/>
    <w:rsid w:val="002810F4"/>
    <w:rsid w:val="00287493"/>
    <w:rsid w:val="0029176F"/>
    <w:rsid w:val="002A676D"/>
    <w:rsid w:val="002A73C9"/>
    <w:rsid w:val="002B1618"/>
    <w:rsid w:val="002C19CB"/>
    <w:rsid w:val="002E4D8D"/>
    <w:rsid w:val="002F028E"/>
    <w:rsid w:val="002F5AD4"/>
    <w:rsid w:val="002F65AD"/>
    <w:rsid w:val="002F6751"/>
    <w:rsid w:val="00301FA2"/>
    <w:rsid w:val="0030669F"/>
    <w:rsid w:val="00306C05"/>
    <w:rsid w:val="003154C4"/>
    <w:rsid w:val="0031622A"/>
    <w:rsid w:val="00316987"/>
    <w:rsid w:val="00320135"/>
    <w:rsid w:val="00332009"/>
    <w:rsid w:val="0033559E"/>
    <w:rsid w:val="003364A9"/>
    <w:rsid w:val="00336A50"/>
    <w:rsid w:val="00337989"/>
    <w:rsid w:val="00341AD9"/>
    <w:rsid w:val="003467F3"/>
    <w:rsid w:val="003512B7"/>
    <w:rsid w:val="003512D4"/>
    <w:rsid w:val="00371544"/>
    <w:rsid w:val="00374F74"/>
    <w:rsid w:val="0037538A"/>
    <w:rsid w:val="00383783"/>
    <w:rsid w:val="00386271"/>
    <w:rsid w:val="003862A0"/>
    <w:rsid w:val="003941DD"/>
    <w:rsid w:val="003979BA"/>
    <w:rsid w:val="003A262B"/>
    <w:rsid w:val="003B463A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3F589F"/>
    <w:rsid w:val="00406FEE"/>
    <w:rsid w:val="00414B93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5527D"/>
    <w:rsid w:val="00457343"/>
    <w:rsid w:val="004574C0"/>
    <w:rsid w:val="00466621"/>
    <w:rsid w:val="00470384"/>
    <w:rsid w:val="0047794E"/>
    <w:rsid w:val="00481CBF"/>
    <w:rsid w:val="00487F04"/>
    <w:rsid w:val="0049089F"/>
    <w:rsid w:val="00491B45"/>
    <w:rsid w:val="00493C6C"/>
    <w:rsid w:val="00494D4E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1F02"/>
    <w:rsid w:val="0053249A"/>
    <w:rsid w:val="0053669A"/>
    <w:rsid w:val="00543DE8"/>
    <w:rsid w:val="0054557D"/>
    <w:rsid w:val="005455FB"/>
    <w:rsid w:val="00550D54"/>
    <w:rsid w:val="0055277F"/>
    <w:rsid w:val="0055615E"/>
    <w:rsid w:val="00577544"/>
    <w:rsid w:val="005800F5"/>
    <w:rsid w:val="0058747C"/>
    <w:rsid w:val="00587E9D"/>
    <w:rsid w:val="0059029A"/>
    <w:rsid w:val="005954E4"/>
    <w:rsid w:val="005969ED"/>
    <w:rsid w:val="00597F53"/>
    <w:rsid w:val="005A5242"/>
    <w:rsid w:val="005A78E9"/>
    <w:rsid w:val="005B5DD1"/>
    <w:rsid w:val="005B7E27"/>
    <w:rsid w:val="005C0BAA"/>
    <w:rsid w:val="005C2435"/>
    <w:rsid w:val="005C2BA8"/>
    <w:rsid w:val="005C4F29"/>
    <w:rsid w:val="005C59F6"/>
    <w:rsid w:val="005D3CD3"/>
    <w:rsid w:val="005D4084"/>
    <w:rsid w:val="005D7321"/>
    <w:rsid w:val="005E2EC6"/>
    <w:rsid w:val="005F1C0A"/>
    <w:rsid w:val="005F2DB1"/>
    <w:rsid w:val="005F3234"/>
    <w:rsid w:val="005F74A9"/>
    <w:rsid w:val="0060656A"/>
    <w:rsid w:val="00607F5E"/>
    <w:rsid w:val="0062130D"/>
    <w:rsid w:val="00622B62"/>
    <w:rsid w:val="00623B25"/>
    <w:rsid w:val="00625E64"/>
    <w:rsid w:val="00643B69"/>
    <w:rsid w:val="0064747D"/>
    <w:rsid w:val="00652F6E"/>
    <w:rsid w:val="006602D8"/>
    <w:rsid w:val="00660431"/>
    <w:rsid w:val="00667E86"/>
    <w:rsid w:val="0068763E"/>
    <w:rsid w:val="00695731"/>
    <w:rsid w:val="00696E90"/>
    <w:rsid w:val="006B0429"/>
    <w:rsid w:val="006B3410"/>
    <w:rsid w:val="006C400D"/>
    <w:rsid w:val="006C5B81"/>
    <w:rsid w:val="006D0C5E"/>
    <w:rsid w:val="006E370C"/>
    <w:rsid w:val="006E744D"/>
    <w:rsid w:val="006E7BC0"/>
    <w:rsid w:val="006E7D60"/>
    <w:rsid w:val="006F43C4"/>
    <w:rsid w:val="007039A3"/>
    <w:rsid w:val="007057A7"/>
    <w:rsid w:val="00711795"/>
    <w:rsid w:val="00712388"/>
    <w:rsid w:val="00713EBE"/>
    <w:rsid w:val="00714992"/>
    <w:rsid w:val="0072145D"/>
    <w:rsid w:val="0072795E"/>
    <w:rsid w:val="00727ED8"/>
    <w:rsid w:val="0073005F"/>
    <w:rsid w:val="00733957"/>
    <w:rsid w:val="00735294"/>
    <w:rsid w:val="00736E57"/>
    <w:rsid w:val="00737C05"/>
    <w:rsid w:val="00742C71"/>
    <w:rsid w:val="00744A20"/>
    <w:rsid w:val="0074642A"/>
    <w:rsid w:val="00747E8D"/>
    <w:rsid w:val="00750956"/>
    <w:rsid w:val="0075200A"/>
    <w:rsid w:val="007533E5"/>
    <w:rsid w:val="007610DF"/>
    <w:rsid w:val="007625D2"/>
    <w:rsid w:val="00762F48"/>
    <w:rsid w:val="0077092F"/>
    <w:rsid w:val="007722D2"/>
    <w:rsid w:val="00774BA0"/>
    <w:rsid w:val="00776D6F"/>
    <w:rsid w:val="0078119A"/>
    <w:rsid w:val="007836A3"/>
    <w:rsid w:val="007874B3"/>
    <w:rsid w:val="007879B6"/>
    <w:rsid w:val="00796D3A"/>
    <w:rsid w:val="007A5733"/>
    <w:rsid w:val="007A5893"/>
    <w:rsid w:val="007A76EF"/>
    <w:rsid w:val="007A7C2E"/>
    <w:rsid w:val="007B25CD"/>
    <w:rsid w:val="007B32F0"/>
    <w:rsid w:val="007C4532"/>
    <w:rsid w:val="007C509C"/>
    <w:rsid w:val="007D6F6A"/>
    <w:rsid w:val="007E40BC"/>
    <w:rsid w:val="007E7863"/>
    <w:rsid w:val="008065F7"/>
    <w:rsid w:val="0080747C"/>
    <w:rsid w:val="00811108"/>
    <w:rsid w:val="008148E1"/>
    <w:rsid w:val="0081575B"/>
    <w:rsid w:val="00817082"/>
    <w:rsid w:val="00823B2F"/>
    <w:rsid w:val="008258C8"/>
    <w:rsid w:val="008278AB"/>
    <w:rsid w:val="008304B3"/>
    <w:rsid w:val="00831A47"/>
    <w:rsid w:val="00831BD6"/>
    <w:rsid w:val="00840906"/>
    <w:rsid w:val="00844FC1"/>
    <w:rsid w:val="00845525"/>
    <w:rsid w:val="008477B2"/>
    <w:rsid w:val="008520E9"/>
    <w:rsid w:val="00852169"/>
    <w:rsid w:val="00852F3F"/>
    <w:rsid w:val="00853A71"/>
    <w:rsid w:val="0086246E"/>
    <w:rsid w:val="0086652C"/>
    <w:rsid w:val="00870C0B"/>
    <w:rsid w:val="008720DD"/>
    <w:rsid w:val="0087472F"/>
    <w:rsid w:val="00874EB9"/>
    <w:rsid w:val="00874FC7"/>
    <w:rsid w:val="00875C29"/>
    <w:rsid w:val="008777F0"/>
    <w:rsid w:val="008832CF"/>
    <w:rsid w:val="008835D2"/>
    <w:rsid w:val="00883EF6"/>
    <w:rsid w:val="008940B8"/>
    <w:rsid w:val="0089663B"/>
    <w:rsid w:val="00896A12"/>
    <w:rsid w:val="008A3764"/>
    <w:rsid w:val="008A5F4A"/>
    <w:rsid w:val="008B230A"/>
    <w:rsid w:val="008B6BFC"/>
    <w:rsid w:val="008C08BC"/>
    <w:rsid w:val="008C11A9"/>
    <w:rsid w:val="008C6160"/>
    <w:rsid w:val="008C6CB9"/>
    <w:rsid w:val="008D09F5"/>
    <w:rsid w:val="008E2AC2"/>
    <w:rsid w:val="008E5B02"/>
    <w:rsid w:val="008E5F4F"/>
    <w:rsid w:val="008F1803"/>
    <w:rsid w:val="00901524"/>
    <w:rsid w:val="0090724F"/>
    <w:rsid w:val="00910323"/>
    <w:rsid w:val="0091670F"/>
    <w:rsid w:val="00922BA7"/>
    <w:rsid w:val="0092702D"/>
    <w:rsid w:val="0093485D"/>
    <w:rsid w:val="009404B0"/>
    <w:rsid w:val="00942533"/>
    <w:rsid w:val="0095047B"/>
    <w:rsid w:val="009506CB"/>
    <w:rsid w:val="00954ED1"/>
    <w:rsid w:val="00956772"/>
    <w:rsid w:val="009610DD"/>
    <w:rsid w:val="00962B62"/>
    <w:rsid w:val="0096357E"/>
    <w:rsid w:val="00963950"/>
    <w:rsid w:val="009653A6"/>
    <w:rsid w:val="00966EE0"/>
    <w:rsid w:val="00971554"/>
    <w:rsid w:val="00981F03"/>
    <w:rsid w:val="009841F9"/>
    <w:rsid w:val="0098735B"/>
    <w:rsid w:val="00990814"/>
    <w:rsid w:val="0099574A"/>
    <w:rsid w:val="009A370D"/>
    <w:rsid w:val="009A4374"/>
    <w:rsid w:val="009A697A"/>
    <w:rsid w:val="009B1EA8"/>
    <w:rsid w:val="009B209B"/>
    <w:rsid w:val="009B3E66"/>
    <w:rsid w:val="009C121F"/>
    <w:rsid w:val="009C3DD9"/>
    <w:rsid w:val="009C6A61"/>
    <w:rsid w:val="009C7BA1"/>
    <w:rsid w:val="009D6BBF"/>
    <w:rsid w:val="009E102F"/>
    <w:rsid w:val="009E13BF"/>
    <w:rsid w:val="009F2870"/>
    <w:rsid w:val="009F7B55"/>
    <w:rsid w:val="009F7CD4"/>
    <w:rsid w:val="00A04F72"/>
    <w:rsid w:val="00A141EE"/>
    <w:rsid w:val="00A14BAD"/>
    <w:rsid w:val="00A174F7"/>
    <w:rsid w:val="00A17660"/>
    <w:rsid w:val="00A22FFD"/>
    <w:rsid w:val="00A23CE7"/>
    <w:rsid w:val="00A321A4"/>
    <w:rsid w:val="00A32E4F"/>
    <w:rsid w:val="00A332B2"/>
    <w:rsid w:val="00A42371"/>
    <w:rsid w:val="00A51746"/>
    <w:rsid w:val="00A5435A"/>
    <w:rsid w:val="00A625F4"/>
    <w:rsid w:val="00A64A9B"/>
    <w:rsid w:val="00A66B6C"/>
    <w:rsid w:val="00A66C9D"/>
    <w:rsid w:val="00A72154"/>
    <w:rsid w:val="00A77AD3"/>
    <w:rsid w:val="00A8368E"/>
    <w:rsid w:val="00A93F27"/>
    <w:rsid w:val="00AA1FFB"/>
    <w:rsid w:val="00AA674B"/>
    <w:rsid w:val="00AB0F5E"/>
    <w:rsid w:val="00AB3878"/>
    <w:rsid w:val="00AC07AE"/>
    <w:rsid w:val="00AC2AB6"/>
    <w:rsid w:val="00AC3A9C"/>
    <w:rsid w:val="00AC4679"/>
    <w:rsid w:val="00AC784A"/>
    <w:rsid w:val="00AD1F52"/>
    <w:rsid w:val="00AD38E0"/>
    <w:rsid w:val="00AD5E87"/>
    <w:rsid w:val="00AD6FF0"/>
    <w:rsid w:val="00AE2555"/>
    <w:rsid w:val="00AE482F"/>
    <w:rsid w:val="00AE5B31"/>
    <w:rsid w:val="00AF02F3"/>
    <w:rsid w:val="00AF2035"/>
    <w:rsid w:val="00AF2ED8"/>
    <w:rsid w:val="00AF310B"/>
    <w:rsid w:val="00AF5135"/>
    <w:rsid w:val="00B0112D"/>
    <w:rsid w:val="00B032C8"/>
    <w:rsid w:val="00B04E54"/>
    <w:rsid w:val="00B075A4"/>
    <w:rsid w:val="00B07837"/>
    <w:rsid w:val="00B12021"/>
    <w:rsid w:val="00B140AD"/>
    <w:rsid w:val="00B21186"/>
    <w:rsid w:val="00B234B0"/>
    <w:rsid w:val="00B330C8"/>
    <w:rsid w:val="00B34E32"/>
    <w:rsid w:val="00B360C8"/>
    <w:rsid w:val="00B41E53"/>
    <w:rsid w:val="00B4468C"/>
    <w:rsid w:val="00B5568F"/>
    <w:rsid w:val="00B569BB"/>
    <w:rsid w:val="00B60E86"/>
    <w:rsid w:val="00B62653"/>
    <w:rsid w:val="00B823FB"/>
    <w:rsid w:val="00B831D8"/>
    <w:rsid w:val="00BA314B"/>
    <w:rsid w:val="00BA4F4A"/>
    <w:rsid w:val="00BB5122"/>
    <w:rsid w:val="00BD10DB"/>
    <w:rsid w:val="00BD691F"/>
    <w:rsid w:val="00BE09FC"/>
    <w:rsid w:val="00BE2A99"/>
    <w:rsid w:val="00BE43B8"/>
    <w:rsid w:val="00BF0B52"/>
    <w:rsid w:val="00BF20FD"/>
    <w:rsid w:val="00BF3675"/>
    <w:rsid w:val="00BF70B2"/>
    <w:rsid w:val="00C063C6"/>
    <w:rsid w:val="00C107A1"/>
    <w:rsid w:val="00C160BF"/>
    <w:rsid w:val="00C218BE"/>
    <w:rsid w:val="00C31EB6"/>
    <w:rsid w:val="00C35EA7"/>
    <w:rsid w:val="00C51EC3"/>
    <w:rsid w:val="00C5602B"/>
    <w:rsid w:val="00C56C3D"/>
    <w:rsid w:val="00C56F9A"/>
    <w:rsid w:val="00C615ED"/>
    <w:rsid w:val="00C64FF5"/>
    <w:rsid w:val="00C702AC"/>
    <w:rsid w:val="00C761BA"/>
    <w:rsid w:val="00C77712"/>
    <w:rsid w:val="00C802EB"/>
    <w:rsid w:val="00C814BA"/>
    <w:rsid w:val="00C81C29"/>
    <w:rsid w:val="00C8524C"/>
    <w:rsid w:val="00C85609"/>
    <w:rsid w:val="00C863B6"/>
    <w:rsid w:val="00C97541"/>
    <w:rsid w:val="00CA09FE"/>
    <w:rsid w:val="00CA3C37"/>
    <w:rsid w:val="00CA52F3"/>
    <w:rsid w:val="00CA7556"/>
    <w:rsid w:val="00CB7A52"/>
    <w:rsid w:val="00CC43FF"/>
    <w:rsid w:val="00CC51AF"/>
    <w:rsid w:val="00CC6317"/>
    <w:rsid w:val="00CD0791"/>
    <w:rsid w:val="00CD08C6"/>
    <w:rsid w:val="00CD37C8"/>
    <w:rsid w:val="00CD4356"/>
    <w:rsid w:val="00CE0DFD"/>
    <w:rsid w:val="00CE219B"/>
    <w:rsid w:val="00CE2D36"/>
    <w:rsid w:val="00CE40C6"/>
    <w:rsid w:val="00CE53A8"/>
    <w:rsid w:val="00CE5800"/>
    <w:rsid w:val="00CE7CDA"/>
    <w:rsid w:val="00CF28EC"/>
    <w:rsid w:val="00CF64BD"/>
    <w:rsid w:val="00CF7499"/>
    <w:rsid w:val="00D001A2"/>
    <w:rsid w:val="00D11277"/>
    <w:rsid w:val="00D1151F"/>
    <w:rsid w:val="00D23C45"/>
    <w:rsid w:val="00D240AA"/>
    <w:rsid w:val="00D27BC4"/>
    <w:rsid w:val="00D546BA"/>
    <w:rsid w:val="00D54B77"/>
    <w:rsid w:val="00D54DF3"/>
    <w:rsid w:val="00D6085B"/>
    <w:rsid w:val="00D6118D"/>
    <w:rsid w:val="00D639BF"/>
    <w:rsid w:val="00D64E68"/>
    <w:rsid w:val="00D71C3B"/>
    <w:rsid w:val="00D74144"/>
    <w:rsid w:val="00D777AE"/>
    <w:rsid w:val="00DA0DE2"/>
    <w:rsid w:val="00DA208C"/>
    <w:rsid w:val="00DC375D"/>
    <w:rsid w:val="00DD1EAA"/>
    <w:rsid w:val="00DD3E2C"/>
    <w:rsid w:val="00DD506D"/>
    <w:rsid w:val="00DD7D11"/>
    <w:rsid w:val="00DE4E71"/>
    <w:rsid w:val="00DE5DFE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35573"/>
    <w:rsid w:val="00E44800"/>
    <w:rsid w:val="00E57119"/>
    <w:rsid w:val="00E66DE6"/>
    <w:rsid w:val="00E67B2B"/>
    <w:rsid w:val="00E7259E"/>
    <w:rsid w:val="00E72A9B"/>
    <w:rsid w:val="00E801E7"/>
    <w:rsid w:val="00E845DD"/>
    <w:rsid w:val="00E8587C"/>
    <w:rsid w:val="00E90175"/>
    <w:rsid w:val="00E90A65"/>
    <w:rsid w:val="00E955C8"/>
    <w:rsid w:val="00E961A3"/>
    <w:rsid w:val="00EA0C12"/>
    <w:rsid w:val="00EA1EB5"/>
    <w:rsid w:val="00EC2D9A"/>
    <w:rsid w:val="00EC3349"/>
    <w:rsid w:val="00EC3722"/>
    <w:rsid w:val="00ED0ACE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27D12"/>
    <w:rsid w:val="00F3421E"/>
    <w:rsid w:val="00F34EA5"/>
    <w:rsid w:val="00F363F2"/>
    <w:rsid w:val="00F433F5"/>
    <w:rsid w:val="00F43E91"/>
    <w:rsid w:val="00F44D32"/>
    <w:rsid w:val="00F51BF2"/>
    <w:rsid w:val="00F5712C"/>
    <w:rsid w:val="00F57BEF"/>
    <w:rsid w:val="00F6155D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859B3"/>
    <w:rsid w:val="00F954B8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08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3D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546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7541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5</Pages>
  <Words>1027</Words>
  <Characters>5860</Characters>
  <Application>Microsoft Office Outlook</Application>
  <DocSecurity>0</DocSecurity>
  <Lines>0</Lines>
  <Paragraphs>0</Paragraphs>
  <ScaleCrop>false</ScaleCrop>
  <Company>Администрация Волгоградской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Пользователь</dc:creator>
  <cp:keywords/>
  <dc:description/>
  <cp:lastModifiedBy>Администрация </cp:lastModifiedBy>
  <cp:revision>11</cp:revision>
  <cp:lastPrinted>2016-03-23T11:23:00Z</cp:lastPrinted>
  <dcterms:created xsi:type="dcterms:W3CDTF">2016-03-21T12:44:00Z</dcterms:created>
  <dcterms:modified xsi:type="dcterms:W3CDTF">2017-03-27T12:07:00Z</dcterms:modified>
</cp:coreProperties>
</file>