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BB" w:rsidRPr="00D66199" w:rsidRDefault="00D071BB" w:rsidP="00D05244">
      <w:pPr>
        <w:rPr>
          <w:rFonts w:ascii="Arial" w:hAnsi="Arial" w:cs="Arial"/>
          <w:sz w:val="24"/>
          <w:szCs w:val="24"/>
        </w:rPr>
      </w:pPr>
    </w:p>
    <w:p w:rsidR="00D071BB" w:rsidRPr="00D66199" w:rsidRDefault="00D071BB" w:rsidP="00D05244">
      <w:pPr>
        <w:jc w:val="center"/>
        <w:rPr>
          <w:rFonts w:ascii="Arial" w:hAnsi="Arial" w:cs="Arial"/>
          <w:spacing w:val="80"/>
          <w:kern w:val="32"/>
          <w:sz w:val="24"/>
          <w:szCs w:val="24"/>
          <w:lang w:eastAsia="zh-CN"/>
        </w:rPr>
      </w:pPr>
      <w:r w:rsidRPr="00D66199">
        <w:rPr>
          <w:rFonts w:ascii="Arial" w:hAnsi="Arial" w:cs="Arial"/>
          <w:spacing w:val="80"/>
          <w:kern w:val="32"/>
          <w:sz w:val="24"/>
          <w:szCs w:val="24"/>
          <w:lang w:eastAsia="zh-CN"/>
        </w:rPr>
        <w:t>АДМИНИСТРАЦИЯ</w:t>
      </w:r>
    </w:p>
    <w:p w:rsidR="00D071BB" w:rsidRPr="00D66199" w:rsidRDefault="00D071BB" w:rsidP="00D05244">
      <w:pPr>
        <w:jc w:val="center"/>
        <w:rPr>
          <w:rFonts w:ascii="Arial" w:hAnsi="Arial" w:cs="Arial"/>
          <w:sz w:val="24"/>
          <w:szCs w:val="24"/>
          <w:lang w:eastAsia="zh-CN"/>
        </w:rPr>
      </w:pPr>
      <w:r w:rsidRPr="00D66199">
        <w:rPr>
          <w:rFonts w:ascii="Arial" w:eastAsia="SimSun" w:hAnsi="Arial" w:cs="Arial"/>
          <w:kern w:val="1"/>
          <w:sz w:val="24"/>
          <w:szCs w:val="24"/>
          <w:lang w:eastAsia="zh-CN"/>
        </w:rPr>
        <w:t>Торгунского сельского поселения</w:t>
      </w:r>
    </w:p>
    <w:p w:rsidR="00D071BB" w:rsidRPr="00D66199" w:rsidRDefault="00D071BB" w:rsidP="00D05244">
      <w:pPr>
        <w:jc w:val="center"/>
        <w:rPr>
          <w:rFonts w:ascii="Arial" w:eastAsia="SimSun" w:hAnsi="Arial" w:cs="Arial"/>
          <w:kern w:val="1"/>
          <w:sz w:val="24"/>
          <w:szCs w:val="24"/>
          <w:lang w:eastAsia="zh-CN"/>
        </w:rPr>
      </w:pPr>
      <w:r w:rsidRPr="00D66199">
        <w:rPr>
          <w:rFonts w:ascii="Arial" w:eastAsia="SimSun" w:hAnsi="Arial" w:cs="Arial"/>
          <w:kern w:val="1"/>
          <w:sz w:val="24"/>
          <w:szCs w:val="24"/>
          <w:lang w:eastAsia="zh-CN"/>
        </w:rPr>
        <w:t>Старополтавского муниципального района Волгоградской области</w:t>
      </w:r>
    </w:p>
    <w:p w:rsidR="00D071BB" w:rsidRPr="00D66199" w:rsidRDefault="00D071BB" w:rsidP="00D05244">
      <w:pPr>
        <w:rPr>
          <w:rFonts w:ascii="Arial" w:hAnsi="Arial" w:cs="Arial"/>
        </w:rPr>
      </w:pPr>
      <w:r w:rsidRPr="00D66199">
        <w:rPr>
          <w:rFonts w:ascii="Arial" w:hAnsi="Arial" w:cs="Arial"/>
        </w:rPr>
        <w:t xml:space="preserve">п. Торгун ул.Почтовая ,15                              </w:t>
      </w:r>
      <w:r>
        <w:rPr>
          <w:rFonts w:ascii="Arial" w:hAnsi="Arial" w:cs="Arial"/>
        </w:rPr>
        <w:t xml:space="preserve">      </w:t>
      </w:r>
      <w:r w:rsidRPr="00D66199">
        <w:rPr>
          <w:rFonts w:ascii="Arial" w:hAnsi="Arial" w:cs="Arial"/>
        </w:rPr>
        <w:t xml:space="preserve">тел./факс(84493)-463-53, </w:t>
      </w:r>
      <w:hyperlink r:id="rId6" w:history="1">
        <w:r w:rsidRPr="00D66199">
          <w:rPr>
            <w:rStyle w:val="Hyperlink"/>
            <w:rFonts w:ascii="Arial" w:hAnsi="Arial" w:cs="Arial"/>
            <w:lang w:val="en-US"/>
          </w:rPr>
          <w:t>torgunsp</w:t>
        </w:r>
        <w:r w:rsidRPr="00D66199">
          <w:rPr>
            <w:rStyle w:val="Hyperlink"/>
            <w:rFonts w:ascii="Arial" w:hAnsi="Arial" w:cs="Arial"/>
          </w:rPr>
          <w:t>@mail.ru</w:t>
        </w:r>
      </w:hyperlink>
    </w:p>
    <w:p w:rsidR="00D071BB" w:rsidRPr="00D66199" w:rsidRDefault="00D071BB" w:rsidP="00D05244">
      <w:pPr>
        <w:rPr>
          <w:rFonts w:ascii="Arial" w:hAnsi="Arial" w:cs="Arial"/>
          <w:sz w:val="24"/>
          <w:szCs w:val="24"/>
        </w:rPr>
      </w:pPr>
      <w:r w:rsidRPr="00D66199"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D071BB" w:rsidRPr="00D66199" w:rsidRDefault="00D071BB" w:rsidP="00D05244">
      <w:pPr>
        <w:rPr>
          <w:rFonts w:ascii="Arial" w:hAnsi="Arial" w:cs="Arial"/>
          <w:kern w:val="1"/>
          <w:sz w:val="24"/>
          <w:szCs w:val="24"/>
          <w:lang w:eastAsia="zh-CN"/>
        </w:rPr>
      </w:pPr>
      <w:r w:rsidRPr="00D66199">
        <w:rPr>
          <w:rFonts w:ascii="Arial" w:eastAsia="SimSun" w:hAnsi="Arial" w:cs="Arial"/>
          <w:kern w:val="1"/>
          <w:sz w:val="24"/>
          <w:szCs w:val="24"/>
          <w:lang w:eastAsia="zh-CN"/>
        </w:rPr>
        <w:t xml:space="preserve">                                                              </w:t>
      </w:r>
      <w:r w:rsidRPr="00D66199">
        <w:rPr>
          <w:rFonts w:ascii="Arial" w:hAnsi="Arial" w:cs="Arial"/>
          <w:kern w:val="1"/>
          <w:sz w:val="24"/>
          <w:szCs w:val="24"/>
          <w:lang w:eastAsia="zh-CN"/>
        </w:rPr>
        <w:t>ПОСТАНОВЛЕНИЕ</w:t>
      </w:r>
    </w:p>
    <w:tbl>
      <w:tblPr>
        <w:tblW w:w="9750" w:type="dxa"/>
        <w:tblInd w:w="-106" w:type="dxa"/>
        <w:tblLayout w:type="fixed"/>
        <w:tblCellMar>
          <w:bottom w:w="397" w:type="dxa"/>
        </w:tblCellMar>
        <w:tblLook w:val="00A0"/>
      </w:tblPr>
      <w:tblGrid>
        <w:gridCol w:w="7481"/>
        <w:gridCol w:w="2269"/>
      </w:tblGrid>
      <w:tr w:rsidR="00D071BB" w:rsidRPr="00D66199">
        <w:trPr>
          <w:trHeight w:val="95"/>
        </w:trPr>
        <w:tc>
          <w:tcPr>
            <w:tcW w:w="7479" w:type="dxa"/>
          </w:tcPr>
          <w:p w:rsidR="00D071BB" w:rsidRPr="00D66199" w:rsidRDefault="00D071BB" w:rsidP="00BC0E4A">
            <w:pPr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</w:pPr>
            <w:r w:rsidRPr="00D66199"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>от «14»  февраля  2017 г.</w:t>
            </w:r>
          </w:p>
        </w:tc>
        <w:tc>
          <w:tcPr>
            <w:tcW w:w="2268" w:type="dxa"/>
          </w:tcPr>
          <w:p w:rsidR="00D071BB" w:rsidRPr="00D66199" w:rsidRDefault="00D071BB" w:rsidP="00D05244">
            <w:pPr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</w:pPr>
            <w:r w:rsidRPr="00D66199">
              <w:rPr>
                <w:rFonts w:ascii="Arial" w:eastAsia="SimSun" w:hAnsi="Arial" w:cs="Arial"/>
                <w:kern w:val="1"/>
                <w:sz w:val="24"/>
                <w:szCs w:val="24"/>
                <w:lang w:eastAsia="zh-CN"/>
              </w:rPr>
              <w:t>№10</w:t>
            </w:r>
          </w:p>
        </w:tc>
      </w:tr>
    </w:tbl>
    <w:p w:rsidR="00D071BB" w:rsidRPr="00D66199" w:rsidRDefault="00D071BB" w:rsidP="00BC0E4A">
      <w:pPr>
        <w:rPr>
          <w:rFonts w:ascii="Arial" w:hAnsi="Arial" w:cs="Arial"/>
          <w:b/>
          <w:bCs/>
          <w:sz w:val="24"/>
          <w:szCs w:val="24"/>
        </w:rPr>
      </w:pPr>
      <w:r w:rsidRPr="00D66199">
        <w:rPr>
          <w:rFonts w:ascii="Arial" w:hAnsi="Arial" w:cs="Arial"/>
          <w:b/>
          <w:bCs/>
          <w:sz w:val="24"/>
          <w:szCs w:val="24"/>
        </w:rPr>
        <w:t>«О ВНЕСЕНИИ ИЗМЕНЕНИЙ В ПОСТАНОВЛЕНИЕ АДМИНИСТРАЦИИ ТОРГУНСКОГО СЕЛЬСКОГО ПОСЕЛЕНИЯ ОТ 21.11.2016г. №165 «О ВОЗЛОЖЕНИИ  ПОЛНОМОЧИЙ ПО ОПРЕДЕЛЕНИЮ ПОСТАВЩИКОВ(ПОДРЯДЧИКОВ, ИСПОЛНИТЕЛЕЙ) ДЛЯ МУНИЦИПАЛЬНЫХ ЗАКАЗЧИКОВ  ТОРГУНСКОГО СЕЛЬСКОГО ПОСЕЛЕНИЯ СТАРОПОЛТАВСКОГО  МУНИЦИПАЛЬНОГО РАЙОНА ВОЛГОГРАДСКОЙ ОБЛАСТИ»</w:t>
      </w:r>
    </w:p>
    <w:p w:rsidR="00D071BB" w:rsidRPr="00D66199" w:rsidRDefault="00D071BB" w:rsidP="00D05244">
      <w:pPr>
        <w:rPr>
          <w:rFonts w:ascii="Arial" w:hAnsi="Arial" w:cs="Arial"/>
          <w:sz w:val="24"/>
          <w:szCs w:val="24"/>
        </w:rPr>
      </w:pPr>
    </w:p>
    <w:p w:rsidR="00D071BB" w:rsidRPr="00D66199" w:rsidRDefault="00D071BB" w:rsidP="00D05244">
      <w:pPr>
        <w:rPr>
          <w:rFonts w:ascii="Arial" w:hAnsi="Arial" w:cs="Arial"/>
          <w:sz w:val="24"/>
          <w:szCs w:val="24"/>
        </w:rPr>
      </w:pPr>
      <w:r w:rsidRPr="00D66199">
        <w:rPr>
          <w:rFonts w:ascii="Arial" w:hAnsi="Arial" w:cs="Arial"/>
          <w:sz w:val="24"/>
          <w:szCs w:val="24"/>
        </w:rPr>
        <w:t>Внести в Постановление администрации Торгунского сельского поселения от 21.11.2016г. №165 «О возложении полномочий по определению поставщиков (подрядчиков, исполнителей) для муниципальных заказчиков Торгунского сельского поселения Старополтавского муниципального района Волгоградской области» следующие изменения:</w:t>
      </w:r>
    </w:p>
    <w:p w:rsidR="00D071BB" w:rsidRPr="00D66199" w:rsidRDefault="00D071BB" w:rsidP="00D05244">
      <w:pPr>
        <w:rPr>
          <w:rFonts w:ascii="Arial" w:hAnsi="Arial" w:cs="Arial"/>
          <w:sz w:val="24"/>
          <w:szCs w:val="24"/>
        </w:rPr>
      </w:pPr>
      <w:r w:rsidRPr="00D66199">
        <w:rPr>
          <w:rFonts w:ascii="Arial" w:hAnsi="Arial" w:cs="Arial"/>
          <w:sz w:val="24"/>
          <w:szCs w:val="24"/>
        </w:rPr>
        <w:t>1. В пункт 1 после слов «Федерального закона о контрактной системе» дополнить словами « муниципальных унитарных предприятий Торгунского сельского поселения Старополтавского муниципального района Волгоградской области, за исключением закупок, осуществляемых в течении года  в соответствии с правовым актом, предусмотренным частью 3 статьи 2 Федерального закона от 18 июля 2011 года №223-ФЗ «О закупках товаров, работ, услуг отде</w:t>
      </w:r>
      <w:r>
        <w:rPr>
          <w:rFonts w:ascii="Arial" w:hAnsi="Arial" w:cs="Arial"/>
          <w:sz w:val="24"/>
          <w:szCs w:val="24"/>
        </w:rPr>
        <w:t>льными видами юридических лиц»</w:t>
      </w:r>
      <w:r w:rsidRPr="00D66199">
        <w:rPr>
          <w:rFonts w:ascii="Arial" w:hAnsi="Arial" w:cs="Arial"/>
          <w:sz w:val="24"/>
          <w:szCs w:val="24"/>
        </w:rPr>
        <w:t>.</w:t>
      </w:r>
    </w:p>
    <w:p w:rsidR="00D071BB" w:rsidRPr="00D66199" w:rsidRDefault="00D071BB" w:rsidP="00D05244">
      <w:pPr>
        <w:rPr>
          <w:rFonts w:ascii="Arial" w:hAnsi="Arial" w:cs="Arial"/>
          <w:sz w:val="24"/>
          <w:szCs w:val="24"/>
        </w:rPr>
      </w:pPr>
      <w:r w:rsidRPr="00D66199">
        <w:rPr>
          <w:rFonts w:ascii="Arial" w:hAnsi="Arial" w:cs="Arial"/>
          <w:sz w:val="24"/>
          <w:szCs w:val="24"/>
        </w:rPr>
        <w:t xml:space="preserve"> 2. Настоящее постановление вступает в силу со дня подписания и подлежит  обнародованию.</w:t>
      </w:r>
    </w:p>
    <w:p w:rsidR="00D071BB" w:rsidRPr="00D66199" w:rsidRDefault="00D071BB" w:rsidP="00D05244">
      <w:pPr>
        <w:rPr>
          <w:rFonts w:ascii="Arial" w:hAnsi="Arial" w:cs="Arial"/>
          <w:sz w:val="24"/>
          <w:szCs w:val="24"/>
        </w:rPr>
      </w:pPr>
    </w:p>
    <w:p w:rsidR="00D071BB" w:rsidRPr="00D66199" w:rsidRDefault="00D071BB" w:rsidP="00D05244">
      <w:pPr>
        <w:rPr>
          <w:rFonts w:ascii="Arial" w:hAnsi="Arial" w:cs="Arial"/>
          <w:sz w:val="24"/>
          <w:szCs w:val="24"/>
        </w:rPr>
      </w:pPr>
      <w:r w:rsidRPr="00D66199">
        <w:rPr>
          <w:rFonts w:ascii="Arial" w:hAnsi="Arial" w:cs="Arial"/>
          <w:sz w:val="24"/>
          <w:szCs w:val="24"/>
        </w:rPr>
        <w:t>Глава Торгунского</w:t>
      </w:r>
    </w:p>
    <w:p w:rsidR="00D071BB" w:rsidRPr="00D66199" w:rsidRDefault="00D071BB" w:rsidP="00D05244">
      <w:pPr>
        <w:rPr>
          <w:rFonts w:ascii="Arial" w:hAnsi="Arial" w:cs="Arial"/>
          <w:sz w:val="24"/>
          <w:szCs w:val="24"/>
        </w:rPr>
      </w:pPr>
      <w:r w:rsidRPr="00D66199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                               И.Б.Шавленов                                                                                                                   </w:t>
      </w:r>
    </w:p>
    <w:p w:rsidR="00D071BB" w:rsidRPr="00D66199" w:rsidRDefault="00D071BB" w:rsidP="00D05244">
      <w:pPr>
        <w:rPr>
          <w:rFonts w:ascii="Arial" w:hAnsi="Arial" w:cs="Arial"/>
          <w:sz w:val="24"/>
          <w:szCs w:val="24"/>
        </w:rPr>
      </w:pPr>
    </w:p>
    <w:p w:rsidR="00D071BB" w:rsidRPr="00D66199" w:rsidRDefault="00D071BB" w:rsidP="00D05244">
      <w:pPr>
        <w:rPr>
          <w:rFonts w:ascii="Arial" w:hAnsi="Arial" w:cs="Arial"/>
          <w:sz w:val="24"/>
          <w:szCs w:val="24"/>
        </w:rPr>
      </w:pPr>
    </w:p>
    <w:p w:rsidR="00D071BB" w:rsidRPr="00D66199" w:rsidRDefault="00D071BB" w:rsidP="00D05244">
      <w:pPr>
        <w:rPr>
          <w:rFonts w:ascii="Arial" w:hAnsi="Arial" w:cs="Arial"/>
          <w:sz w:val="24"/>
          <w:szCs w:val="24"/>
        </w:rPr>
      </w:pPr>
    </w:p>
    <w:sectPr w:rsidR="00D071BB" w:rsidRPr="00D66199" w:rsidSect="008C6925">
      <w:pgSz w:w="11906" w:h="16838"/>
      <w:pgMar w:top="1134" w:right="567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1BB" w:rsidRDefault="00D071BB" w:rsidP="006256DA">
      <w:pPr>
        <w:spacing w:after="0" w:line="240" w:lineRule="auto"/>
      </w:pPr>
      <w:r>
        <w:separator/>
      </w:r>
    </w:p>
  </w:endnote>
  <w:endnote w:type="continuationSeparator" w:id="1">
    <w:p w:rsidR="00D071BB" w:rsidRDefault="00D071BB" w:rsidP="00625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1BB" w:rsidRDefault="00D071BB" w:rsidP="006256DA">
      <w:pPr>
        <w:spacing w:after="0" w:line="240" w:lineRule="auto"/>
      </w:pPr>
      <w:r>
        <w:separator/>
      </w:r>
    </w:p>
  </w:footnote>
  <w:footnote w:type="continuationSeparator" w:id="1">
    <w:p w:rsidR="00D071BB" w:rsidRDefault="00D071BB" w:rsidP="006256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6DA"/>
    <w:rsid w:val="00004C97"/>
    <w:rsid w:val="00035510"/>
    <w:rsid w:val="000676BB"/>
    <w:rsid w:val="000951DE"/>
    <w:rsid w:val="001003FE"/>
    <w:rsid w:val="00106839"/>
    <w:rsid w:val="001102C3"/>
    <w:rsid w:val="001B30BB"/>
    <w:rsid w:val="00200369"/>
    <w:rsid w:val="00271D21"/>
    <w:rsid w:val="002738B5"/>
    <w:rsid w:val="002A489E"/>
    <w:rsid w:val="00367194"/>
    <w:rsid w:val="003D3138"/>
    <w:rsid w:val="0044675E"/>
    <w:rsid w:val="004570A6"/>
    <w:rsid w:val="004D5A5A"/>
    <w:rsid w:val="00503E1A"/>
    <w:rsid w:val="0058026E"/>
    <w:rsid w:val="006242FA"/>
    <w:rsid w:val="006256DA"/>
    <w:rsid w:val="00674888"/>
    <w:rsid w:val="006C241B"/>
    <w:rsid w:val="006C3B35"/>
    <w:rsid w:val="006E0104"/>
    <w:rsid w:val="00726513"/>
    <w:rsid w:val="00784664"/>
    <w:rsid w:val="00797581"/>
    <w:rsid w:val="007B1185"/>
    <w:rsid w:val="007C136B"/>
    <w:rsid w:val="007C403D"/>
    <w:rsid w:val="00800C2A"/>
    <w:rsid w:val="008560B4"/>
    <w:rsid w:val="008C6925"/>
    <w:rsid w:val="008E039A"/>
    <w:rsid w:val="00906D97"/>
    <w:rsid w:val="00927E7D"/>
    <w:rsid w:val="00934328"/>
    <w:rsid w:val="009371DF"/>
    <w:rsid w:val="00951F10"/>
    <w:rsid w:val="009605C8"/>
    <w:rsid w:val="009A41D2"/>
    <w:rsid w:val="009D2F96"/>
    <w:rsid w:val="009F2955"/>
    <w:rsid w:val="00A847BA"/>
    <w:rsid w:val="00A85A3F"/>
    <w:rsid w:val="00AC6CEE"/>
    <w:rsid w:val="00AF5F39"/>
    <w:rsid w:val="00B10E4D"/>
    <w:rsid w:val="00B3559D"/>
    <w:rsid w:val="00B35B5B"/>
    <w:rsid w:val="00B66B55"/>
    <w:rsid w:val="00B70F2A"/>
    <w:rsid w:val="00B77430"/>
    <w:rsid w:val="00B809AF"/>
    <w:rsid w:val="00B85330"/>
    <w:rsid w:val="00BC0E4A"/>
    <w:rsid w:val="00BD1FEF"/>
    <w:rsid w:val="00BF32FA"/>
    <w:rsid w:val="00C223D4"/>
    <w:rsid w:val="00C33433"/>
    <w:rsid w:val="00C917EB"/>
    <w:rsid w:val="00CB3779"/>
    <w:rsid w:val="00CD5C13"/>
    <w:rsid w:val="00D05244"/>
    <w:rsid w:val="00D071BB"/>
    <w:rsid w:val="00D65586"/>
    <w:rsid w:val="00D66199"/>
    <w:rsid w:val="00DB0452"/>
    <w:rsid w:val="00DB0BED"/>
    <w:rsid w:val="00E2088C"/>
    <w:rsid w:val="00E312AD"/>
    <w:rsid w:val="00E51C17"/>
    <w:rsid w:val="00E66A34"/>
    <w:rsid w:val="00EC5903"/>
    <w:rsid w:val="00ED4FE4"/>
    <w:rsid w:val="00EF5738"/>
    <w:rsid w:val="00EF708F"/>
    <w:rsid w:val="00F114C1"/>
    <w:rsid w:val="00FA3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2C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56D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56DA"/>
  </w:style>
  <w:style w:type="paragraph" w:styleId="Footer">
    <w:name w:val="footer"/>
    <w:basedOn w:val="Normal"/>
    <w:link w:val="FooterChar"/>
    <w:uiPriority w:val="99"/>
    <w:semiHidden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56DA"/>
  </w:style>
  <w:style w:type="character" w:styleId="Hyperlink">
    <w:name w:val="Hyperlink"/>
    <w:basedOn w:val="DefaultParagraphFont"/>
    <w:uiPriority w:val="99"/>
    <w:rsid w:val="00D052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rgunsp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374</TotalTime>
  <Pages>1</Pages>
  <Words>277</Words>
  <Characters>1581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Администрация </cp:lastModifiedBy>
  <cp:revision>41</cp:revision>
  <cp:lastPrinted>2016-11-23T06:16:00Z</cp:lastPrinted>
  <dcterms:created xsi:type="dcterms:W3CDTF">2015-03-06T07:44:00Z</dcterms:created>
  <dcterms:modified xsi:type="dcterms:W3CDTF">2017-02-16T07:00:00Z</dcterms:modified>
</cp:coreProperties>
</file>