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A09" w:rsidRDefault="00350A09" w:rsidP="00A4105D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350A09" w:rsidRDefault="00350A09" w:rsidP="00A4105D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АДМИНИСТРАЦИЯ</w:t>
      </w:r>
    </w:p>
    <w:p w:rsidR="00350A09" w:rsidRDefault="00350A09" w:rsidP="00A4105D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ТОРГУНСКОГО СЕЛЬСКОГО ПОСЕЛЕНИЯ</w:t>
      </w:r>
    </w:p>
    <w:p w:rsidR="00350A09" w:rsidRDefault="00350A09" w:rsidP="00A4105D">
      <w:pPr>
        <w:pStyle w:val="NoSpacing"/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СТАРОПОЛТАВСКОГО РАЙОНА ВОЛГОГРАДСКОЙ ОБЛАСТИ</w:t>
      </w:r>
    </w:p>
    <w:p w:rsidR="00350A09" w:rsidRDefault="00350A09" w:rsidP="00A4105D">
      <w:pPr>
        <w:pStyle w:val="NoSpacing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404201 Волгоградская обл. Старополтавский р-н с.Верхняя Водянка, ул.Школьная,1 тел. 4-65-29 4-65-49(факс)</w:t>
      </w:r>
    </w:p>
    <w:p w:rsidR="00350A09" w:rsidRDefault="00350A09" w:rsidP="00A4105D">
      <w:pPr>
        <w:pStyle w:val="NoSpacing"/>
        <w:rPr>
          <w:rFonts w:ascii="Times New Roman" w:hAnsi="Times New Roman" w:cs="Times New Roman"/>
          <w:sz w:val="36"/>
          <w:szCs w:val="36"/>
        </w:rPr>
      </w:pPr>
    </w:p>
    <w:p w:rsidR="00350A09" w:rsidRDefault="00350A09" w:rsidP="00A4105D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ПОСТАНОВЛЕНИЕ</w:t>
      </w:r>
    </w:p>
    <w:p w:rsidR="00350A09" w:rsidRDefault="00350A09" w:rsidP="00A4105D">
      <w:pPr>
        <w:pStyle w:val="NoSpacing"/>
        <w:rPr>
          <w:rFonts w:ascii="Times New Roman" w:hAnsi="Times New Roman" w:cs="Times New Roman"/>
        </w:rPr>
      </w:pPr>
    </w:p>
    <w:p w:rsidR="00350A09" w:rsidRDefault="00350A09" w:rsidP="00A410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27 июня   2016 года                                                                                      № 119</w:t>
      </w:r>
    </w:p>
    <w:p w:rsidR="00350A09" w:rsidRDefault="00350A09" w:rsidP="00A4105D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350A09" w:rsidRDefault="00350A09" w:rsidP="00A4105D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 О внесении изменений в Постановление</w:t>
      </w:r>
    </w:p>
    <w:p w:rsidR="00350A09" w:rsidRDefault="00350A09" w:rsidP="00A4105D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администрации  Торгунского сельского</w:t>
      </w:r>
    </w:p>
    <w:p w:rsidR="00350A09" w:rsidRDefault="00350A09" w:rsidP="00A4105D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поселения № 44 от 27.05. 2014г. «Об оплате труда</w:t>
      </w:r>
    </w:p>
    <w:p w:rsidR="00350A09" w:rsidRDefault="00350A09" w:rsidP="00A4105D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работников МКУ «Торгунское  КДО»»</w:t>
      </w:r>
    </w:p>
    <w:p w:rsidR="00350A09" w:rsidRDefault="00350A09" w:rsidP="00A4105D">
      <w:pPr>
        <w:pStyle w:val="NoSpacing"/>
        <w:rPr>
          <w:rFonts w:ascii="Times New Roman" w:hAnsi="Times New Roman" w:cs="Times New Roman"/>
          <w:b/>
          <w:bCs/>
          <w:sz w:val="28"/>
          <w:szCs w:val="28"/>
        </w:rPr>
      </w:pPr>
    </w:p>
    <w:p w:rsidR="00350A09" w:rsidRDefault="00350A09" w:rsidP="00A4105D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ПОСТАНОВЛЯЮ:</w:t>
      </w:r>
    </w:p>
    <w:p w:rsidR="00350A09" w:rsidRDefault="00350A09" w:rsidP="00A4105D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350A09" w:rsidRDefault="00350A09" w:rsidP="00A4105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1.Внести в Положение об оплате труда работников МКУ «Торгунское КДО» Торгунского  сельского поселения Старополтавского муниципального района Волгоградской области, утвержденное  постановлением администрации Торгунского сельского поселения от  27.05.2014г. № 44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следующие изменения и дополнения: </w:t>
      </w:r>
    </w:p>
    <w:p w:rsidR="00350A09" w:rsidRDefault="00350A09" w:rsidP="00A4105D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:rsidR="00350A09" w:rsidRDefault="00350A09" w:rsidP="00A4105D">
      <w:pPr>
        <w:pStyle w:val="NoSpacing"/>
        <w:ind w:left="360"/>
        <w:jc w:val="both"/>
        <w:rPr>
          <w:rFonts w:ascii="Times New Roman" w:hAnsi="Times New Roman" w:cs="Times New Roman"/>
        </w:rPr>
      </w:pPr>
      <w:r w:rsidRPr="006A279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</w:rPr>
        <w:t>. 1.1 Внести в пункт 2 п.п 2.6  следующие изменения:</w:t>
      </w:r>
    </w:p>
    <w:p w:rsidR="00350A09" w:rsidRDefault="00350A09" w:rsidP="00A4105D">
      <w:pPr>
        <w:pStyle w:val="NoSpacing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«Руководителю и специалистам учреждения, работающим в сельской местности, устанавливается повышающий коэффициент к окладу в размере 25 процентов» заменить словами :</w:t>
      </w:r>
    </w:p>
    <w:p w:rsidR="00350A09" w:rsidRDefault="00350A09" w:rsidP="00A4105D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:rsidR="00350A09" w:rsidRDefault="00350A09" w:rsidP="00A4105D">
      <w:pPr>
        <w:pStyle w:val="NoSpacing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«Работникам учреждения, работающим в сельской местности, устанавливается повышающий коэффициент к окладу в размере 25 процентов»</w:t>
      </w:r>
    </w:p>
    <w:p w:rsidR="00350A09" w:rsidRDefault="00350A09" w:rsidP="00A4105D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:rsidR="00350A09" w:rsidRDefault="00350A09" w:rsidP="00A4105D">
      <w:pPr>
        <w:pStyle w:val="NoSpacing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 Внести в пункт 4 п.п 4.5  следующие изменения:</w:t>
      </w:r>
    </w:p>
    <w:p w:rsidR="00350A09" w:rsidRDefault="00350A09" w:rsidP="00A4105D">
      <w:pPr>
        <w:pStyle w:val="NoSpacing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«руководителю и специалистам работающих в сельской местности устанавливается повышающий коэффициент в размере - 25 процентов в виде доплаты к окладу» заменить словами :</w:t>
      </w:r>
    </w:p>
    <w:p w:rsidR="00350A09" w:rsidRDefault="00350A09" w:rsidP="00A4105D">
      <w:pPr>
        <w:pStyle w:val="NoSpacing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«Работникам учреждения, работающим в сельской местности, устанавливается повышающий коэффициент в размере 25 процентов в виде доплаты к окладу»</w:t>
      </w:r>
    </w:p>
    <w:p w:rsidR="00350A09" w:rsidRDefault="00350A09" w:rsidP="00A4105D">
      <w:pPr>
        <w:pStyle w:val="NoSpacing"/>
        <w:ind w:left="360"/>
        <w:jc w:val="both"/>
        <w:rPr>
          <w:rFonts w:ascii="Times New Roman" w:hAnsi="Times New Roman" w:cs="Times New Roman"/>
        </w:rPr>
      </w:pPr>
    </w:p>
    <w:p w:rsidR="00350A09" w:rsidRDefault="00350A09" w:rsidP="00A4105D">
      <w:pPr>
        <w:pStyle w:val="NoSpacing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  Внести в пункт 5 п.п 5.1 следующие изменения:</w:t>
      </w:r>
    </w:p>
    <w:p w:rsidR="00350A09" w:rsidRDefault="00350A09" w:rsidP="00A4105D">
      <w:pPr>
        <w:pStyle w:val="NoSpacing"/>
        <w:rPr>
          <w:rFonts w:ascii="Times New Roman" w:hAnsi="Times New Roman" w:cs="Times New Roman"/>
        </w:rPr>
      </w:pPr>
      <w:r>
        <w:rPr>
          <w:b/>
          <w:bCs/>
        </w:rPr>
        <w:t xml:space="preserve">     </w:t>
      </w:r>
      <w:r>
        <w:rPr>
          <w:rFonts w:ascii="Times New Roman" w:hAnsi="Times New Roman" w:cs="Times New Roman"/>
          <w:b/>
          <w:bCs/>
        </w:rPr>
        <w:t>«-</w:t>
      </w:r>
      <w:r>
        <w:rPr>
          <w:rFonts w:ascii="Times New Roman" w:hAnsi="Times New Roman" w:cs="Times New Roman"/>
        </w:rPr>
        <w:t>выплата за интенсивность и высокие результаты работы;» заменить словами</w:t>
      </w:r>
    </w:p>
    <w:p w:rsidR="00350A09" w:rsidRDefault="00350A09" w:rsidP="00A4105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выплата за интенсивность;</w:t>
      </w:r>
    </w:p>
    <w:p w:rsidR="00350A09" w:rsidRDefault="00350A09" w:rsidP="00A4105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выплата за высокие результаты работы;</w:t>
      </w:r>
    </w:p>
    <w:p w:rsidR="00350A09" w:rsidRDefault="00350A09" w:rsidP="00A4105D">
      <w:pPr>
        <w:pStyle w:val="NoSpacing"/>
        <w:rPr>
          <w:rFonts w:ascii="Times New Roman" w:hAnsi="Times New Roman" w:cs="Times New Roman"/>
        </w:rPr>
      </w:pPr>
    </w:p>
    <w:p w:rsidR="00350A09" w:rsidRDefault="00350A09" w:rsidP="00A4105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 Внести в пункт 5 п.п 5.1 следующие изменения:</w:t>
      </w:r>
    </w:p>
    <w:p w:rsidR="00350A09" w:rsidRDefault="00350A09" w:rsidP="00A4105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« 100 процентов» заменить словами  « 250 процентов»</w:t>
      </w:r>
    </w:p>
    <w:p w:rsidR="00350A09" w:rsidRDefault="00350A09" w:rsidP="00A4105D">
      <w:pPr>
        <w:pStyle w:val="NoSpacing"/>
        <w:rPr>
          <w:rFonts w:ascii="Times New Roman" w:hAnsi="Times New Roman" w:cs="Times New Roman"/>
        </w:rPr>
      </w:pPr>
    </w:p>
    <w:p w:rsidR="00350A09" w:rsidRDefault="00350A09" w:rsidP="00A4105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1.5. Внести в пункт 6 п.п.6.1 следующие изменения :</w:t>
      </w:r>
    </w:p>
    <w:p w:rsidR="00350A09" w:rsidRDefault="00350A09" w:rsidP="00A410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 Материальная помощь выплачивается в размере двух должностных окладов», заменить словами</w:t>
      </w:r>
    </w:p>
    <w:p w:rsidR="00350A09" w:rsidRDefault="00350A09" w:rsidP="00A410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«Материальная помощь выплачивается в размере до двух должностных окладов».</w:t>
      </w:r>
    </w:p>
    <w:p w:rsidR="00350A09" w:rsidRDefault="00350A09" w:rsidP="00A4105D">
      <w:pPr>
        <w:rPr>
          <w:rFonts w:ascii="Times New Roman" w:hAnsi="Times New Roman" w:cs="Times New Roman"/>
          <w:sz w:val="28"/>
          <w:szCs w:val="28"/>
        </w:rPr>
      </w:pPr>
    </w:p>
    <w:p w:rsidR="00350A09" w:rsidRDefault="00350A09" w:rsidP="00A4105D">
      <w:pPr>
        <w:rPr>
          <w:rFonts w:ascii="Times New Roman" w:hAnsi="Times New Roman" w:cs="Times New Roman"/>
        </w:rPr>
      </w:pPr>
      <w:r w:rsidRPr="006A2798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</w:rPr>
        <w:t xml:space="preserve"> Внести  изменение  в Приложении №1 </w:t>
      </w:r>
    </w:p>
    <w:p w:rsidR="00350A09" w:rsidRDefault="00350A09" w:rsidP="00A410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строке  Профессиональная квалификация группа «Общеотраслевые профессии рабочих первого уровня» , уборщику  служебных помещений  заменить оклад 3367 на 3737 рублей</w:t>
      </w:r>
    </w:p>
    <w:p w:rsidR="00350A09" w:rsidRDefault="00350A09" w:rsidP="00A4105D">
      <w:pPr>
        <w:rPr>
          <w:rFonts w:ascii="Times New Roman" w:hAnsi="Times New Roman" w:cs="Times New Roman"/>
        </w:rPr>
      </w:pPr>
      <w:r w:rsidRPr="006A279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</w:rPr>
        <w:t>. Постановление вступает в законную силу с 01 июня 2016 года .</w:t>
      </w:r>
    </w:p>
    <w:p w:rsidR="00350A09" w:rsidRDefault="00350A09" w:rsidP="00A4105D">
      <w:pPr>
        <w:rPr>
          <w:rFonts w:ascii="Times New Roman" w:hAnsi="Times New Roman" w:cs="Times New Roman"/>
        </w:rPr>
      </w:pPr>
      <w:r w:rsidRPr="006A279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</w:rPr>
        <w:t>. Ответственность за исполнение данного постановления оставляю за собой.</w:t>
      </w:r>
    </w:p>
    <w:p w:rsidR="00350A09" w:rsidRDefault="00350A09" w:rsidP="00A4105D">
      <w:pPr>
        <w:rPr>
          <w:rFonts w:ascii="Times New Roman" w:hAnsi="Times New Roman" w:cs="Times New Roman"/>
        </w:rPr>
      </w:pPr>
    </w:p>
    <w:p w:rsidR="00350A09" w:rsidRDefault="00350A09" w:rsidP="00A4105D">
      <w:pPr>
        <w:rPr>
          <w:rFonts w:ascii="Times New Roman" w:hAnsi="Times New Roman" w:cs="Times New Roman"/>
        </w:rPr>
      </w:pPr>
    </w:p>
    <w:p w:rsidR="00350A09" w:rsidRDefault="00350A09" w:rsidP="00A4105D">
      <w:pPr>
        <w:rPr>
          <w:rFonts w:ascii="Times New Roman" w:hAnsi="Times New Roman" w:cs="Times New Roman"/>
          <w:sz w:val="28"/>
          <w:szCs w:val="28"/>
        </w:rPr>
      </w:pPr>
    </w:p>
    <w:p w:rsidR="00350A09" w:rsidRPr="00B14500" w:rsidRDefault="00350A09" w:rsidP="00A410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 Торгунского сельского поселения                             И.Б.Шавленов</w:t>
      </w:r>
    </w:p>
    <w:p w:rsidR="00350A09" w:rsidRPr="00B7763F" w:rsidRDefault="00350A09" w:rsidP="00EB41E4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350A09" w:rsidRPr="00EB41E4" w:rsidRDefault="00350A09" w:rsidP="00EB41E4"/>
    <w:sectPr w:rsidR="00350A09" w:rsidRPr="00EB41E4" w:rsidSect="00B83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307A"/>
    <w:rsid w:val="00002EBC"/>
    <w:rsid w:val="000E307A"/>
    <w:rsid w:val="002F051A"/>
    <w:rsid w:val="00350A09"/>
    <w:rsid w:val="00696B57"/>
    <w:rsid w:val="006A2798"/>
    <w:rsid w:val="0073351D"/>
    <w:rsid w:val="007A3CCA"/>
    <w:rsid w:val="009B65C4"/>
    <w:rsid w:val="009E6F46"/>
    <w:rsid w:val="00A4105D"/>
    <w:rsid w:val="00B14500"/>
    <w:rsid w:val="00B7763F"/>
    <w:rsid w:val="00B83A1B"/>
    <w:rsid w:val="00BC53CC"/>
    <w:rsid w:val="00E4718E"/>
    <w:rsid w:val="00EB41E4"/>
    <w:rsid w:val="00EF7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A1B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0E307A"/>
    <w:rPr>
      <w:color w:val="0000FF"/>
      <w:u w:val="single"/>
    </w:rPr>
  </w:style>
  <w:style w:type="paragraph" w:styleId="NoSpacing">
    <w:name w:val="No Spacing"/>
    <w:uiPriority w:val="99"/>
    <w:qFormat/>
    <w:rsid w:val="000E307A"/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rsid w:val="006A27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32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2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2</Pages>
  <Words>376</Words>
  <Characters>2145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Водянка</dc:creator>
  <cp:keywords/>
  <dc:description/>
  <cp:lastModifiedBy>Администрация </cp:lastModifiedBy>
  <cp:revision>10</cp:revision>
  <cp:lastPrinted>2016-07-04T06:32:00Z</cp:lastPrinted>
  <dcterms:created xsi:type="dcterms:W3CDTF">2016-06-20T11:45:00Z</dcterms:created>
  <dcterms:modified xsi:type="dcterms:W3CDTF">2016-07-04T06:32:00Z</dcterms:modified>
</cp:coreProperties>
</file>