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B5F" w:rsidRDefault="00C17B5F" w:rsidP="00BF24A3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АДМИНИСТРАЦИЯ</w:t>
      </w:r>
    </w:p>
    <w:p w:rsidR="00C17B5F" w:rsidRDefault="00C17B5F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ТОРГУНСКОГО  СЕЛЬСКОГО ПОСЕЛЕНИЯ</w:t>
      </w:r>
    </w:p>
    <w:p w:rsidR="00C17B5F" w:rsidRDefault="00C17B5F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C17B5F" w:rsidRDefault="00C17B5F" w:rsidP="00BF24A3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C17B5F" w:rsidRDefault="00C17B5F" w:rsidP="00BF24A3">
      <w:pPr>
        <w:pBdr>
          <w:bottom w:val="single" w:sz="8" w:space="1" w:color="000000"/>
        </w:pBdr>
        <w:jc w:val="center"/>
        <w:rPr>
          <w:lang w:eastAsia="ar-SA"/>
        </w:rPr>
      </w:pPr>
    </w:p>
    <w:p w:rsidR="00C17B5F" w:rsidRPr="006E5B75" w:rsidRDefault="00C17B5F" w:rsidP="00BF24A3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404202, пос.Торгун</w:t>
      </w:r>
      <w:r>
        <w:rPr>
          <w:sz w:val="18"/>
          <w:szCs w:val="18"/>
          <w:lang w:eastAsia="ar-SA"/>
        </w:rPr>
        <w:t xml:space="preserve">, ул. Потовая,15.                                                 тел./факс(84493)-4-63-53, </w:t>
      </w:r>
      <w:r>
        <w:rPr>
          <w:sz w:val="18"/>
          <w:szCs w:val="18"/>
          <w:lang w:val="en-US" w:eastAsia="ar-SA"/>
        </w:rPr>
        <w:t>torgunsp</w:t>
      </w:r>
      <w:r w:rsidRPr="00292F88">
        <w:rPr>
          <w:sz w:val="18"/>
          <w:szCs w:val="18"/>
          <w:lang w:eastAsia="ar-SA"/>
        </w:rPr>
        <w:t>@</w:t>
      </w:r>
      <w:r>
        <w:rPr>
          <w:sz w:val="18"/>
          <w:szCs w:val="18"/>
          <w:lang w:val="en-US" w:eastAsia="ar-SA"/>
        </w:rPr>
        <w:t>mail</w:t>
      </w:r>
      <w:r w:rsidRPr="006E5B75">
        <w:rPr>
          <w:sz w:val="18"/>
          <w:szCs w:val="18"/>
          <w:lang w:eastAsia="ar-SA"/>
        </w:rPr>
        <w:t>.</w:t>
      </w:r>
      <w:r>
        <w:rPr>
          <w:sz w:val="18"/>
          <w:szCs w:val="18"/>
          <w:lang w:val="en-US" w:eastAsia="ar-SA"/>
        </w:rPr>
        <w:t>ru</w:t>
      </w:r>
    </w:p>
    <w:p w:rsidR="00C17B5F" w:rsidRDefault="00C17B5F" w:rsidP="000A18FF">
      <w:pPr>
        <w:shd w:val="clear" w:color="auto" w:fill="FFFFFF"/>
        <w:spacing w:before="907"/>
        <w:ind w:left="709" w:right="72"/>
      </w:pPr>
      <w:r>
        <w:rPr>
          <w:color w:val="3B3B3B"/>
          <w:spacing w:val="-6"/>
          <w:w w:val="118"/>
        </w:rPr>
        <w:t xml:space="preserve">                                    ПОСТАНОВЛЕНИЕ</w:t>
      </w:r>
    </w:p>
    <w:p w:rsidR="00C17B5F" w:rsidRDefault="00C17B5F" w:rsidP="000A18FF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>
        <w:rPr>
          <w:b/>
          <w:bCs/>
          <w:color w:val="3B3B3B"/>
          <w:spacing w:val="2"/>
          <w:w w:val="108"/>
          <w:sz w:val="25"/>
          <w:szCs w:val="25"/>
        </w:rPr>
        <w:t>от 21 марта 2016г.                                                                                   № 82</w:t>
      </w:r>
    </w:p>
    <w:p w:rsidR="00C17B5F" w:rsidRDefault="00C17B5F" w:rsidP="000A18FF">
      <w:pPr>
        <w:shd w:val="clear" w:color="auto" w:fill="FFFFFF"/>
        <w:spacing w:before="274" w:line="283" w:lineRule="exact"/>
        <w:ind w:right="4147"/>
        <w:rPr>
          <w:b/>
          <w:bCs/>
          <w:color w:val="3B3B3B"/>
          <w:spacing w:val="2"/>
          <w:w w:val="108"/>
          <w:sz w:val="25"/>
          <w:szCs w:val="25"/>
        </w:rPr>
      </w:pPr>
    </w:p>
    <w:p w:rsidR="00C17B5F" w:rsidRDefault="00C17B5F" w:rsidP="000A18FF">
      <w:pPr>
        <w:shd w:val="clear" w:color="auto" w:fill="FFFFFF"/>
        <w:spacing w:before="274" w:line="283" w:lineRule="exact"/>
        <w:ind w:right="4147"/>
        <w:rPr>
          <w:b/>
          <w:bCs/>
        </w:rPr>
      </w:pPr>
      <w:r>
        <w:rPr>
          <w:color w:val="3B3B3B"/>
          <w:spacing w:val="-7"/>
        </w:rPr>
        <w:t>«О  проведении месячника благоустройства и  весенней санитарной очистки территории Торгунского сельского поселения</w:t>
      </w:r>
    </w:p>
    <w:p w:rsidR="00C17B5F" w:rsidRPr="000A18FF" w:rsidRDefault="00C17B5F" w:rsidP="000A18FF">
      <w:pPr>
        <w:shd w:val="clear" w:color="auto" w:fill="FFFFFF"/>
        <w:spacing w:before="782" w:line="274" w:lineRule="exact"/>
        <w:ind w:left="10" w:right="19" w:firstLine="888"/>
        <w:jc w:val="both"/>
      </w:pPr>
      <w:r>
        <w:rPr>
          <w:color w:val="000000"/>
          <w:spacing w:val="-6"/>
        </w:rPr>
        <w:t>В целях обеспечения чистоты и порядка на территории Торгунского сельского поселения Старополтавского муниципального района</w:t>
      </w:r>
    </w:p>
    <w:p w:rsidR="00C17B5F" w:rsidRPr="000A18FF" w:rsidRDefault="00C17B5F" w:rsidP="000A18FF">
      <w:pPr>
        <w:shd w:val="clear" w:color="auto" w:fill="FFFFFF"/>
        <w:spacing w:before="264"/>
        <w:ind w:left="787"/>
      </w:pPr>
      <w:r w:rsidRPr="000A18FF">
        <w:rPr>
          <w:color w:val="000000"/>
          <w:spacing w:val="42"/>
        </w:rPr>
        <w:t>постановляю:</w:t>
      </w:r>
    </w:p>
    <w:p w:rsidR="00C17B5F" w:rsidRPr="003E01BE" w:rsidRDefault="00C17B5F" w:rsidP="003E01BE">
      <w:pPr>
        <w:pStyle w:val="ListParagraph"/>
        <w:numPr>
          <w:ilvl w:val="0"/>
          <w:numId w:val="1"/>
        </w:numPr>
        <w:shd w:val="clear" w:color="auto" w:fill="FFFFFF"/>
        <w:tabs>
          <w:tab w:val="left" w:pos="1118"/>
        </w:tabs>
        <w:spacing w:before="278" w:line="274" w:lineRule="exact"/>
        <w:rPr>
          <w:color w:val="000000"/>
        </w:rPr>
      </w:pPr>
      <w:r w:rsidRPr="003E01BE">
        <w:rPr>
          <w:color w:val="000000"/>
        </w:rPr>
        <w:t>Объявить на территории сельского поселения с</w:t>
      </w:r>
      <w:r>
        <w:rPr>
          <w:color w:val="000000"/>
        </w:rPr>
        <w:t xml:space="preserve"> </w:t>
      </w:r>
      <w:r w:rsidRPr="003E01BE">
        <w:rPr>
          <w:color w:val="000000"/>
        </w:rPr>
        <w:t>1 апреля 201</w:t>
      </w:r>
      <w:r>
        <w:rPr>
          <w:color w:val="000000"/>
        </w:rPr>
        <w:t>6</w:t>
      </w:r>
      <w:r w:rsidRPr="003E01BE">
        <w:rPr>
          <w:color w:val="000000"/>
        </w:rPr>
        <w:t>г. по 5 мая 201</w:t>
      </w:r>
      <w:r>
        <w:rPr>
          <w:color w:val="000000"/>
        </w:rPr>
        <w:t>6</w:t>
      </w:r>
      <w:r w:rsidRPr="003E01BE">
        <w:rPr>
          <w:color w:val="000000"/>
        </w:rPr>
        <w:t xml:space="preserve"> г. месячник благоустройства</w:t>
      </w:r>
    </w:p>
    <w:p w:rsidR="00C17B5F" w:rsidRPr="003E01BE" w:rsidRDefault="00C17B5F" w:rsidP="000A18FF">
      <w:pPr>
        <w:pStyle w:val="ListParagraph"/>
        <w:numPr>
          <w:ilvl w:val="0"/>
          <w:numId w:val="1"/>
        </w:numPr>
        <w:shd w:val="clear" w:color="auto" w:fill="FFFFFF"/>
        <w:tabs>
          <w:tab w:val="left" w:pos="1118"/>
          <w:tab w:val="left" w:pos="1349"/>
        </w:tabs>
        <w:spacing w:before="278" w:line="274" w:lineRule="exact"/>
        <w:ind w:left="29" w:firstLine="773"/>
      </w:pPr>
      <w:r w:rsidRPr="003E01BE">
        <w:rPr>
          <w:color w:val="000000"/>
          <w:spacing w:val="-3"/>
        </w:rPr>
        <w:t>Утвердить  план мероприятий по проведению месячника весенней санитарной очистки и благоустройства ( приложение 1)</w:t>
      </w:r>
    </w:p>
    <w:p w:rsidR="00C17B5F" w:rsidRPr="000A18FF" w:rsidRDefault="00C17B5F" w:rsidP="000A18FF">
      <w:pPr>
        <w:pStyle w:val="ListParagraph"/>
        <w:numPr>
          <w:ilvl w:val="0"/>
          <w:numId w:val="1"/>
        </w:numPr>
        <w:shd w:val="clear" w:color="auto" w:fill="FFFFFF"/>
        <w:tabs>
          <w:tab w:val="left" w:pos="1118"/>
          <w:tab w:val="left" w:pos="1349"/>
        </w:tabs>
        <w:spacing w:before="278" w:line="274" w:lineRule="exact"/>
        <w:ind w:left="29" w:firstLine="773"/>
      </w:pPr>
      <w:r>
        <w:rPr>
          <w:color w:val="000000"/>
          <w:spacing w:val="-3"/>
        </w:rPr>
        <w:t>Данное  постановление опубликовать на официальном  сайте администрации сельского поселения</w:t>
      </w:r>
      <w:r w:rsidRPr="003E01BE">
        <w:rPr>
          <w:color w:val="000000"/>
        </w:rPr>
        <w:tab/>
      </w:r>
    </w:p>
    <w:p w:rsidR="00C17B5F" w:rsidRPr="000A18FF" w:rsidRDefault="00C17B5F" w:rsidP="000A18FF">
      <w:pPr>
        <w:shd w:val="clear" w:color="auto" w:fill="FFFFFF"/>
        <w:tabs>
          <w:tab w:val="left" w:pos="1104"/>
        </w:tabs>
        <w:spacing w:after="595" w:line="274" w:lineRule="exact"/>
        <w:ind w:left="811"/>
      </w:pPr>
      <w:r>
        <w:rPr>
          <w:color w:val="000000"/>
          <w:spacing w:val="-16"/>
        </w:rPr>
        <w:t>4</w:t>
      </w:r>
      <w:r w:rsidRPr="000A18FF">
        <w:rPr>
          <w:color w:val="000000"/>
          <w:spacing w:val="-16"/>
        </w:rPr>
        <w:t>.</w:t>
      </w:r>
      <w:r w:rsidRPr="000A18FF">
        <w:rPr>
          <w:color w:val="000000"/>
        </w:rPr>
        <w:tab/>
      </w:r>
      <w:r w:rsidRPr="000A18FF">
        <w:rPr>
          <w:color w:val="000000"/>
          <w:spacing w:val="-6"/>
        </w:rPr>
        <w:t>Контроль за исполнением настоящего постановления оставляю за собой.</w:t>
      </w:r>
    </w:p>
    <w:p w:rsidR="00C17B5F" w:rsidRPr="000A18FF" w:rsidRDefault="00C17B5F" w:rsidP="000A18FF">
      <w:pPr>
        <w:rPr>
          <w:sz w:val="20"/>
          <w:szCs w:val="20"/>
        </w:rPr>
      </w:pPr>
    </w:p>
    <w:p w:rsidR="00C17B5F" w:rsidRPr="000A18FF" w:rsidRDefault="00C17B5F" w:rsidP="000A18FF"/>
    <w:p w:rsidR="00C17B5F" w:rsidRPr="000A18FF" w:rsidRDefault="00C17B5F" w:rsidP="000A18FF">
      <w:r w:rsidRPr="000A18FF">
        <w:t xml:space="preserve">Глава  </w:t>
      </w:r>
      <w:r>
        <w:t>Торгунского</w:t>
      </w:r>
      <w:r w:rsidRPr="000A18FF">
        <w:t xml:space="preserve"> сельского  поселения:                  </w:t>
      </w:r>
      <w:r>
        <w:t xml:space="preserve">                     И.Б.Шавленов</w:t>
      </w:r>
    </w:p>
    <w:p w:rsidR="00C17B5F" w:rsidRPr="000A18FF" w:rsidRDefault="00C17B5F" w:rsidP="000A18FF"/>
    <w:p w:rsidR="00C17B5F" w:rsidRPr="000A18FF" w:rsidRDefault="00C17B5F" w:rsidP="000A18FF"/>
    <w:p w:rsidR="00C17B5F" w:rsidRPr="000A18FF" w:rsidRDefault="00C17B5F" w:rsidP="000A18FF">
      <w:pPr>
        <w:rPr>
          <w:sz w:val="20"/>
          <w:szCs w:val="20"/>
        </w:rPr>
      </w:pPr>
    </w:p>
    <w:p w:rsidR="00C17B5F" w:rsidRDefault="00C17B5F"/>
    <w:p w:rsidR="00C17B5F" w:rsidRDefault="00C17B5F"/>
    <w:p w:rsidR="00C17B5F" w:rsidRDefault="00C17B5F"/>
    <w:p w:rsidR="00C17B5F" w:rsidRDefault="00C17B5F"/>
    <w:p w:rsidR="00C17B5F" w:rsidRDefault="00C17B5F"/>
    <w:p w:rsidR="00C17B5F" w:rsidRDefault="00C17B5F"/>
    <w:p w:rsidR="00C17B5F" w:rsidRDefault="00C17B5F"/>
    <w:p w:rsidR="00C17B5F" w:rsidRDefault="00C17B5F"/>
    <w:p w:rsidR="00C17B5F" w:rsidRDefault="00C17B5F"/>
    <w:p w:rsidR="00C17B5F" w:rsidRDefault="00C17B5F"/>
    <w:p w:rsidR="00C17B5F" w:rsidRDefault="00C17B5F"/>
    <w:p w:rsidR="00C17B5F" w:rsidRDefault="00C17B5F">
      <w:r>
        <w:t xml:space="preserve">                                                                                                            Приложение № 1</w:t>
      </w:r>
    </w:p>
    <w:p w:rsidR="00C17B5F" w:rsidRDefault="00C17B5F">
      <w:r>
        <w:t xml:space="preserve">                                                                                      к постановлению № 82  от 21.03.2016г.</w:t>
      </w:r>
    </w:p>
    <w:p w:rsidR="00C17B5F" w:rsidRDefault="00C17B5F" w:rsidP="00FE7450">
      <w:pPr>
        <w:jc w:val="center"/>
        <w:rPr>
          <w:b/>
          <w:bCs/>
        </w:rPr>
      </w:pPr>
      <w:r>
        <w:rPr>
          <w:b/>
          <w:bCs/>
        </w:rPr>
        <w:t>ПЛАН</w:t>
      </w:r>
    </w:p>
    <w:p w:rsidR="00C17B5F" w:rsidRDefault="00C17B5F" w:rsidP="00FE74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Мероприятий по благоустройству Торгунского сельского поселения</w:t>
      </w:r>
    </w:p>
    <w:p w:rsidR="00C17B5F" w:rsidRDefault="00C17B5F" w:rsidP="00FE74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период проведения месячника по благоустройству в апреле 2016 года.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180"/>
        <w:gridCol w:w="1500"/>
        <w:gridCol w:w="2328"/>
        <w:gridCol w:w="1915"/>
      </w:tblGrid>
      <w:tr w:rsidR="00C17B5F">
        <w:tc>
          <w:tcPr>
            <w:tcW w:w="648" w:type="dxa"/>
          </w:tcPr>
          <w:p w:rsidR="00C17B5F" w:rsidRPr="00BB6956" w:rsidRDefault="00C17B5F" w:rsidP="00BB6956">
            <w:pPr>
              <w:jc w:val="center"/>
              <w:rPr>
                <w:sz w:val="28"/>
                <w:szCs w:val="28"/>
              </w:rPr>
            </w:pPr>
            <w:r w:rsidRPr="00BB6956">
              <w:rPr>
                <w:sz w:val="28"/>
                <w:szCs w:val="28"/>
              </w:rPr>
              <w:t>№ п/п</w:t>
            </w:r>
          </w:p>
        </w:tc>
        <w:tc>
          <w:tcPr>
            <w:tcW w:w="3180" w:type="dxa"/>
          </w:tcPr>
          <w:p w:rsidR="00C17B5F" w:rsidRPr="00BB6956" w:rsidRDefault="00C17B5F" w:rsidP="00BB6956">
            <w:pPr>
              <w:jc w:val="center"/>
              <w:rPr>
                <w:sz w:val="28"/>
                <w:szCs w:val="28"/>
              </w:rPr>
            </w:pPr>
            <w:r w:rsidRPr="00BB6956">
              <w:rPr>
                <w:sz w:val="28"/>
                <w:szCs w:val="28"/>
              </w:rPr>
              <w:t>показатели</w:t>
            </w:r>
          </w:p>
        </w:tc>
        <w:tc>
          <w:tcPr>
            <w:tcW w:w="1500" w:type="dxa"/>
          </w:tcPr>
          <w:p w:rsidR="00C17B5F" w:rsidRPr="00BB6956" w:rsidRDefault="00C17B5F" w:rsidP="00BB6956">
            <w:pPr>
              <w:jc w:val="center"/>
              <w:rPr>
                <w:sz w:val="28"/>
                <w:szCs w:val="28"/>
              </w:rPr>
            </w:pPr>
            <w:r w:rsidRPr="00BB6956">
              <w:rPr>
                <w:sz w:val="28"/>
                <w:szCs w:val="28"/>
              </w:rPr>
              <w:t xml:space="preserve">единица измерения </w:t>
            </w:r>
          </w:p>
        </w:tc>
        <w:tc>
          <w:tcPr>
            <w:tcW w:w="2328" w:type="dxa"/>
          </w:tcPr>
          <w:p w:rsidR="00C17B5F" w:rsidRPr="00BB6956" w:rsidRDefault="00C17B5F" w:rsidP="00BB6956">
            <w:pPr>
              <w:jc w:val="center"/>
              <w:rPr>
                <w:sz w:val="28"/>
                <w:szCs w:val="28"/>
              </w:rPr>
            </w:pPr>
            <w:r w:rsidRPr="00BB6956">
              <w:rPr>
                <w:sz w:val="28"/>
                <w:szCs w:val="28"/>
              </w:rPr>
              <w:t>всего по с/поселению</w:t>
            </w:r>
          </w:p>
          <w:p w:rsidR="00C17B5F" w:rsidRPr="00BB6956" w:rsidRDefault="00C17B5F" w:rsidP="00BB6956">
            <w:pPr>
              <w:jc w:val="center"/>
              <w:rPr>
                <w:sz w:val="28"/>
                <w:szCs w:val="28"/>
              </w:rPr>
            </w:pPr>
            <w:r w:rsidRPr="00BB6956">
              <w:rPr>
                <w:sz w:val="28"/>
                <w:szCs w:val="28"/>
              </w:rPr>
              <w:t>(план)</w:t>
            </w:r>
          </w:p>
        </w:tc>
        <w:tc>
          <w:tcPr>
            <w:tcW w:w="1915" w:type="dxa"/>
          </w:tcPr>
          <w:p w:rsidR="00C17B5F" w:rsidRPr="00BB6956" w:rsidRDefault="00C17B5F" w:rsidP="00BB6956">
            <w:pPr>
              <w:jc w:val="center"/>
              <w:rPr>
                <w:sz w:val="28"/>
                <w:szCs w:val="28"/>
              </w:rPr>
            </w:pPr>
            <w:r w:rsidRPr="00BB6956">
              <w:rPr>
                <w:sz w:val="28"/>
                <w:szCs w:val="28"/>
              </w:rPr>
              <w:t>всего по с/поселению (факт)</w:t>
            </w:r>
          </w:p>
        </w:tc>
      </w:tr>
      <w:tr w:rsidR="00C17B5F">
        <w:tc>
          <w:tcPr>
            <w:tcW w:w="648" w:type="dxa"/>
          </w:tcPr>
          <w:p w:rsidR="00C17B5F" w:rsidRPr="00BB6956" w:rsidRDefault="00C17B5F" w:rsidP="00BB6956">
            <w:pPr>
              <w:jc w:val="center"/>
              <w:rPr>
                <w:sz w:val="28"/>
                <w:szCs w:val="28"/>
              </w:rPr>
            </w:pPr>
            <w:r w:rsidRPr="00BB6956">
              <w:rPr>
                <w:sz w:val="28"/>
                <w:szCs w:val="28"/>
              </w:rPr>
              <w:t>1</w:t>
            </w:r>
          </w:p>
        </w:tc>
        <w:tc>
          <w:tcPr>
            <w:tcW w:w="3180" w:type="dxa"/>
          </w:tcPr>
          <w:p w:rsidR="00C17B5F" w:rsidRPr="00BB6956" w:rsidRDefault="00C17B5F" w:rsidP="00BB6956">
            <w:pPr>
              <w:jc w:val="center"/>
              <w:rPr>
                <w:sz w:val="28"/>
                <w:szCs w:val="28"/>
              </w:rPr>
            </w:pPr>
            <w:r w:rsidRPr="00BB6956">
              <w:rPr>
                <w:sz w:val="28"/>
                <w:szCs w:val="28"/>
              </w:rPr>
              <w:t>2</w:t>
            </w:r>
          </w:p>
        </w:tc>
        <w:tc>
          <w:tcPr>
            <w:tcW w:w="1500" w:type="dxa"/>
          </w:tcPr>
          <w:p w:rsidR="00C17B5F" w:rsidRPr="00BB6956" w:rsidRDefault="00C17B5F" w:rsidP="00BB6956">
            <w:pPr>
              <w:jc w:val="center"/>
              <w:rPr>
                <w:sz w:val="28"/>
                <w:szCs w:val="28"/>
              </w:rPr>
            </w:pPr>
            <w:r w:rsidRPr="00BB6956">
              <w:rPr>
                <w:sz w:val="28"/>
                <w:szCs w:val="28"/>
              </w:rPr>
              <w:t>3</w:t>
            </w:r>
          </w:p>
        </w:tc>
        <w:tc>
          <w:tcPr>
            <w:tcW w:w="2328" w:type="dxa"/>
          </w:tcPr>
          <w:p w:rsidR="00C17B5F" w:rsidRPr="00BB6956" w:rsidRDefault="00C17B5F" w:rsidP="00BB6956">
            <w:pPr>
              <w:jc w:val="center"/>
              <w:rPr>
                <w:sz w:val="28"/>
                <w:szCs w:val="28"/>
              </w:rPr>
            </w:pPr>
            <w:r w:rsidRPr="00BB6956"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C17B5F" w:rsidRPr="00BB6956" w:rsidRDefault="00C17B5F" w:rsidP="00BB6956">
            <w:pPr>
              <w:jc w:val="center"/>
              <w:rPr>
                <w:sz w:val="28"/>
                <w:szCs w:val="28"/>
              </w:rPr>
            </w:pPr>
            <w:r w:rsidRPr="00BB6956">
              <w:rPr>
                <w:sz w:val="28"/>
                <w:szCs w:val="28"/>
              </w:rPr>
              <w:t>5</w:t>
            </w: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1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>посадка деревьев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50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2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 xml:space="preserve">посадка кустарников 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20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3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 xml:space="preserve">установка скамеек 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  <w:r>
              <w:t>-</w:t>
            </w: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4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 xml:space="preserve">ремонт скамеек 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5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>установка контейнеров для мусора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20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6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>ремонт урн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7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 xml:space="preserve">очистка лотковой части дорог после зимнего периода эксплуатации 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км.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8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>ямочный ремонт дорог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кв.м.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9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>ремонт и покраска турникетов, ограждений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п.м.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10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>уборка территорий поселения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тыс. кв.м.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50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11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>ремонт и покраска цоколей зданий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12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>ликвидация разрытий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кв.м.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</w:tr>
      <w:tr w:rsidR="00C17B5F"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13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 xml:space="preserve">вывоз мусора 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тонн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100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  <w:r>
              <w:t>-</w:t>
            </w:r>
          </w:p>
        </w:tc>
      </w:tr>
      <w:tr w:rsidR="00C17B5F">
        <w:trPr>
          <w:trHeight w:val="405"/>
        </w:trPr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14</w:t>
            </w:r>
          </w:p>
          <w:p w:rsidR="00C17B5F" w:rsidRDefault="00C17B5F" w:rsidP="00BB6956">
            <w:pPr>
              <w:jc w:val="center"/>
            </w:pP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 xml:space="preserve">ликвидация свалок 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</w:tr>
      <w:tr w:rsidR="00C17B5F">
        <w:trPr>
          <w:trHeight w:val="420"/>
        </w:trPr>
        <w:tc>
          <w:tcPr>
            <w:tcW w:w="648" w:type="dxa"/>
          </w:tcPr>
          <w:p w:rsidR="00C17B5F" w:rsidRDefault="00C17B5F" w:rsidP="00BB6956">
            <w:pPr>
              <w:jc w:val="center"/>
            </w:pPr>
            <w:r>
              <w:t>15</w:t>
            </w:r>
          </w:p>
        </w:tc>
        <w:tc>
          <w:tcPr>
            <w:tcW w:w="3180" w:type="dxa"/>
          </w:tcPr>
          <w:p w:rsidR="00C17B5F" w:rsidRDefault="00C17B5F" w:rsidP="00BB6956">
            <w:pPr>
              <w:jc w:val="center"/>
            </w:pPr>
            <w:r>
              <w:t>благоустройство и ремонт памятных мест</w:t>
            </w:r>
          </w:p>
        </w:tc>
        <w:tc>
          <w:tcPr>
            <w:tcW w:w="1500" w:type="dxa"/>
          </w:tcPr>
          <w:p w:rsidR="00C17B5F" w:rsidRDefault="00C17B5F" w:rsidP="00BB6956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C17B5F" w:rsidRDefault="00C17B5F" w:rsidP="00BB6956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C17B5F" w:rsidRDefault="00C17B5F" w:rsidP="00BB6956">
            <w:pPr>
              <w:jc w:val="center"/>
            </w:pPr>
            <w:r>
              <w:t>--</w:t>
            </w:r>
          </w:p>
        </w:tc>
      </w:tr>
    </w:tbl>
    <w:p w:rsidR="00C17B5F" w:rsidRDefault="00C17B5F" w:rsidP="00FE7450">
      <w:pPr>
        <w:jc w:val="center"/>
        <w:rPr>
          <w:sz w:val="28"/>
          <w:szCs w:val="28"/>
        </w:rPr>
      </w:pPr>
    </w:p>
    <w:p w:rsidR="00C17B5F" w:rsidRDefault="00C17B5F" w:rsidP="00FE7450">
      <w:pPr>
        <w:jc w:val="center"/>
        <w:rPr>
          <w:sz w:val="28"/>
          <w:szCs w:val="28"/>
        </w:rPr>
      </w:pPr>
    </w:p>
    <w:p w:rsidR="00C17B5F" w:rsidRPr="006E5B75" w:rsidRDefault="00C17B5F" w:rsidP="00FE7450">
      <w:pPr>
        <w:rPr>
          <w:sz w:val="28"/>
          <w:szCs w:val="28"/>
        </w:rPr>
      </w:pPr>
      <w:r w:rsidRPr="006E5B75">
        <w:rPr>
          <w:sz w:val="28"/>
          <w:szCs w:val="28"/>
        </w:rPr>
        <w:t xml:space="preserve">Глава Торгунского </w:t>
      </w:r>
    </w:p>
    <w:p w:rsidR="00C17B5F" w:rsidRPr="006E5B75" w:rsidRDefault="00C17B5F" w:rsidP="00FE7450">
      <w:pPr>
        <w:rPr>
          <w:sz w:val="28"/>
          <w:szCs w:val="28"/>
        </w:rPr>
      </w:pPr>
      <w:r w:rsidRPr="006E5B75">
        <w:rPr>
          <w:sz w:val="28"/>
          <w:szCs w:val="28"/>
        </w:rPr>
        <w:t>сельского поселения:                                                      И.Б.Шавленов</w:t>
      </w:r>
    </w:p>
    <w:p w:rsidR="00C17B5F" w:rsidRPr="006E5B75" w:rsidRDefault="00C17B5F"/>
    <w:sectPr w:rsidR="00C17B5F" w:rsidRPr="006E5B75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2E55"/>
    <w:multiLevelType w:val="hybridMultilevel"/>
    <w:tmpl w:val="C4DCE280"/>
    <w:lvl w:ilvl="0" w:tplc="A1AE3FD2">
      <w:start w:val="1"/>
      <w:numFmt w:val="decimal"/>
      <w:lvlText w:val="%1."/>
      <w:lvlJc w:val="left"/>
      <w:pPr>
        <w:ind w:left="1868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8" w:hanging="360"/>
      </w:pPr>
    </w:lvl>
    <w:lvl w:ilvl="2" w:tplc="0419001B">
      <w:start w:val="1"/>
      <w:numFmt w:val="lowerRoman"/>
      <w:lvlText w:val="%3."/>
      <w:lvlJc w:val="right"/>
      <w:pPr>
        <w:ind w:left="2558" w:hanging="180"/>
      </w:pPr>
    </w:lvl>
    <w:lvl w:ilvl="3" w:tplc="0419000F">
      <w:start w:val="1"/>
      <w:numFmt w:val="decimal"/>
      <w:lvlText w:val="%4."/>
      <w:lvlJc w:val="left"/>
      <w:pPr>
        <w:ind w:left="3278" w:hanging="360"/>
      </w:pPr>
    </w:lvl>
    <w:lvl w:ilvl="4" w:tplc="04190019">
      <w:start w:val="1"/>
      <w:numFmt w:val="lowerLetter"/>
      <w:lvlText w:val="%5."/>
      <w:lvlJc w:val="left"/>
      <w:pPr>
        <w:ind w:left="3998" w:hanging="360"/>
      </w:pPr>
    </w:lvl>
    <w:lvl w:ilvl="5" w:tplc="0419001B">
      <w:start w:val="1"/>
      <w:numFmt w:val="lowerRoman"/>
      <w:lvlText w:val="%6."/>
      <w:lvlJc w:val="right"/>
      <w:pPr>
        <w:ind w:left="4718" w:hanging="180"/>
      </w:pPr>
    </w:lvl>
    <w:lvl w:ilvl="6" w:tplc="0419000F">
      <w:start w:val="1"/>
      <w:numFmt w:val="decimal"/>
      <w:lvlText w:val="%7."/>
      <w:lvlJc w:val="left"/>
      <w:pPr>
        <w:ind w:left="5438" w:hanging="360"/>
      </w:pPr>
    </w:lvl>
    <w:lvl w:ilvl="7" w:tplc="04190019">
      <w:start w:val="1"/>
      <w:numFmt w:val="lowerLetter"/>
      <w:lvlText w:val="%8."/>
      <w:lvlJc w:val="left"/>
      <w:pPr>
        <w:ind w:left="6158" w:hanging="360"/>
      </w:pPr>
    </w:lvl>
    <w:lvl w:ilvl="8" w:tplc="0419001B">
      <w:start w:val="1"/>
      <w:numFmt w:val="lowerRoman"/>
      <w:lvlText w:val="%9."/>
      <w:lvlJc w:val="right"/>
      <w:pPr>
        <w:ind w:left="68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4A3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57ECF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8FF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2F88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1D1A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C64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7A7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2EAC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1BE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85D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0E22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EF9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1F6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B75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1E78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564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2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19D"/>
    <w:rsid w:val="009D3411"/>
    <w:rsid w:val="009D43C3"/>
    <w:rsid w:val="009D4446"/>
    <w:rsid w:val="009D446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BEB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6D3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3D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956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33A"/>
    <w:rsid w:val="00BD5933"/>
    <w:rsid w:val="00BD60AC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4A3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17B5F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3FE4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30A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6E72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51C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3D3F"/>
    <w:rsid w:val="00F141B6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6BD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A15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D94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0F8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45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4A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F24A3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E01BE"/>
    <w:pPr>
      <w:ind w:left="720"/>
    </w:pPr>
  </w:style>
  <w:style w:type="table" w:styleId="TableGrid">
    <w:name w:val="Table Grid"/>
    <w:basedOn w:val="TableNormal"/>
    <w:uiPriority w:val="99"/>
    <w:rsid w:val="00FE74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38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352</Words>
  <Characters>2010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8</cp:revision>
  <cp:lastPrinted>2016-03-21T13:41:00Z</cp:lastPrinted>
  <dcterms:created xsi:type="dcterms:W3CDTF">2016-03-21T13:13:00Z</dcterms:created>
  <dcterms:modified xsi:type="dcterms:W3CDTF">2016-03-23T11:28:00Z</dcterms:modified>
</cp:coreProperties>
</file>