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8C" w:rsidRDefault="0001008C" w:rsidP="00A87733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01008C" w:rsidRDefault="0001008C" w:rsidP="00A0385C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01008C" w:rsidRPr="00892FD8" w:rsidRDefault="0001008C" w:rsidP="00A0385C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ТОРГУНСКОГО </w:t>
      </w:r>
      <w:r w:rsidRPr="00892FD8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01008C" w:rsidRPr="00892FD8" w:rsidRDefault="0001008C" w:rsidP="00A87733">
      <w:pPr>
        <w:pStyle w:val="NoSpacing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892FD8">
        <w:rPr>
          <w:rFonts w:ascii="Times New Roman" w:hAnsi="Times New Roman" w:cs="Times New Roman"/>
          <w:sz w:val="32"/>
          <w:szCs w:val="32"/>
          <w:u w:val="single"/>
        </w:rPr>
        <w:t>СТАРОПОЛТАВСКОГО РАЙОНА ВОЛГОГРАДСКОЙ ОБЛАСТИ</w:t>
      </w:r>
    </w:p>
    <w:p w:rsidR="0001008C" w:rsidRDefault="0001008C" w:rsidP="00A87733"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404202</w:t>
      </w:r>
      <w:r w:rsidRPr="00892FD8">
        <w:rPr>
          <w:rFonts w:ascii="Times New Roman" w:hAnsi="Times New Roman" w:cs="Times New Roman"/>
          <w:sz w:val="18"/>
          <w:szCs w:val="18"/>
        </w:rPr>
        <w:t xml:space="preserve"> Волгоградская обл. Старополт</w:t>
      </w:r>
      <w:r>
        <w:rPr>
          <w:rFonts w:ascii="Times New Roman" w:hAnsi="Times New Roman" w:cs="Times New Roman"/>
          <w:sz w:val="18"/>
          <w:szCs w:val="18"/>
        </w:rPr>
        <w:t>авский р-н  п.Торгун ул.Почтовая ,15, тел. 4-63-67, 4-63-53</w:t>
      </w:r>
      <w:r w:rsidRPr="00892FD8">
        <w:rPr>
          <w:rFonts w:ascii="Times New Roman" w:hAnsi="Times New Roman" w:cs="Times New Roman"/>
          <w:sz w:val="18"/>
          <w:szCs w:val="18"/>
        </w:rPr>
        <w:t>(факс)</w:t>
      </w:r>
    </w:p>
    <w:p w:rsidR="0001008C" w:rsidRDefault="0001008C" w:rsidP="00A87733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1008C" w:rsidRPr="00A0385C" w:rsidRDefault="0001008C" w:rsidP="00A87733"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Pr="00892FD8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1008C" w:rsidRPr="00892FD8" w:rsidRDefault="0001008C" w:rsidP="00A87733">
      <w:pPr>
        <w:pStyle w:val="NoSpacing"/>
        <w:rPr>
          <w:rFonts w:ascii="Times New Roman" w:hAnsi="Times New Roman" w:cs="Times New Roman"/>
        </w:rPr>
      </w:pP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01 ноября </w:t>
      </w:r>
      <w:r w:rsidRPr="00E41C50">
        <w:rPr>
          <w:rFonts w:ascii="Times New Roman" w:hAnsi="Times New Roman" w:cs="Times New Roman"/>
          <w:sz w:val="24"/>
          <w:szCs w:val="24"/>
        </w:rPr>
        <w:t xml:space="preserve"> 2016 года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№ 160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E41C50">
        <w:rPr>
          <w:rFonts w:ascii="Times New Roman" w:hAnsi="Times New Roman" w:cs="Times New Roman"/>
          <w:b/>
          <w:bCs/>
          <w:sz w:val="24"/>
          <w:szCs w:val="24"/>
        </w:rPr>
        <w:t>« О внесении изменений в Постановление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администрации  Торгунского </w:t>
      </w:r>
      <w:r w:rsidRPr="00E41C50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поселения № 44 от 27.05</w:t>
      </w:r>
      <w:r w:rsidRPr="00E41C50">
        <w:rPr>
          <w:rFonts w:ascii="Times New Roman" w:hAnsi="Times New Roman" w:cs="Times New Roman"/>
          <w:b/>
          <w:bCs/>
          <w:sz w:val="24"/>
          <w:szCs w:val="24"/>
        </w:rPr>
        <w:t>.2014г. «Об оплате труда</w:t>
      </w:r>
    </w:p>
    <w:p w:rsidR="0001008C" w:rsidRDefault="0001008C" w:rsidP="00A877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работников МКУ «Торгунское  КДО»</w:t>
      </w:r>
    </w:p>
    <w:p w:rsidR="0001008C" w:rsidRPr="00A0385C" w:rsidRDefault="0001008C" w:rsidP="00A877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8C" w:rsidRDefault="0001008C" w:rsidP="00A877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E41C50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8C" w:rsidRPr="00E41C50" w:rsidRDefault="0001008C" w:rsidP="00A8773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1C50">
        <w:rPr>
          <w:rFonts w:ascii="Times New Roman" w:hAnsi="Times New Roman" w:cs="Times New Roman"/>
          <w:sz w:val="24"/>
          <w:szCs w:val="24"/>
        </w:rPr>
        <w:t>1.Внести в Положение об оплате труда работников МКУ «</w:t>
      </w:r>
      <w:r>
        <w:rPr>
          <w:rFonts w:ascii="Times New Roman" w:hAnsi="Times New Roman" w:cs="Times New Roman"/>
          <w:sz w:val="24"/>
          <w:szCs w:val="24"/>
        </w:rPr>
        <w:t>Торгунское</w:t>
      </w:r>
      <w:r w:rsidRPr="00E41C50">
        <w:rPr>
          <w:rFonts w:ascii="Times New Roman" w:hAnsi="Times New Roman" w:cs="Times New Roman"/>
          <w:sz w:val="24"/>
          <w:szCs w:val="24"/>
        </w:rPr>
        <w:t xml:space="preserve"> КДО»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41C50">
        <w:rPr>
          <w:rFonts w:ascii="Times New Roman" w:hAnsi="Times New Roman" w:cs="Times New Roman"/>
          <w:sz w:val="24"/>
          <w:szCs w:val="24"/>
        </w:rPr>
        <w:t xml:space="preserve">  сельского поселения Старополтавского муниципального района Волгоградской области, утвержденное 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41C50">
        <w:rPr>
          <w:rFonts w:ascii="Times New Roman" w:hAnsi="Times New Roman" w:cs="Times New Roman"/>
          <w:sz w:val="24"/>
          <w:szCs w:val="24"/>
        </w:rPr>
        <w:t xml:space="preserve"> сельского поселения от</w:t>
      </w:r>
      <w:r>
        <w:rPr>
          <w:rFonts w:ascii="Times New Roman" w:hAnsi="Times New Roman" w:cs="Times New Roman"/>
          <w:sz w:val="24"/>
          <w:szCs w:val="24"/>
        </w:rPr>
        <w:t xml:space="preserve"> 27.05.2014</w:t>
      </w:r>
      <w:r w:rsidRPr="00E41C5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E41C50">
        <w:rPr>
          <w:sz w:val="24"/>
          <w:szCs w:val="24"/>
        </w:rPr>
        <w:t xml:space="preserve"> </w:t>
      </w:r>
      <w:r w:rsidRPr="00E41C50">
        <w:rPr>
          <w:rFonts w:ascii="Times New Roman" w:hAnsi="Times New Roman" w:cs="Times New Roman"/>
          <w:sz w:val="24"/>
          <w:szCs w:val="24"/>
        </w:rPr>
        <w:t xml:space="preserve">следующие изменения и дополнения: </w:t>
      </w: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1.1 Внести в пункт 2 п.п 2.6  следующие изменения:</w:t>
      </w: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«Руководителю и специалистам учреждения, работающим в сельской местности, устанавливается повышающий коэффициент к окладу в размере 25 процентов» заменить словами :</w:t>
      </w: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E41C50">
        <w:rPr>
          <w:rFonts w:ascii="Times New Roman" w:hAnsi="Times New Roman" w:cs="Times New Roman"/>
        </w:rPr>
        <w:t>Работникам учреждения, работающим в сельской местности, устанавливается повышающий коэффициент к окладу в размере 25 процентов</w:t>
      </w:r>
      <w:r>
        <w:rPr>
          <w:rFonts w:ascii="Times New Roman" w:hAnsi="Times New Roman" w:cs="Times New Roman"/>
        </w:rPr>
        <w:t>»</w:t>
      </w: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 </w:t>
      </w:r>
      <w:r w:rsidRPr="00E41C50">
        <w:rPr>
          <w:rFonts w:ascii="Times New Roman" w:hAnsi="Times New Roman" w:cs="Times New Roman"/>
        </w:rPr>
        <w:t>Внести в пункт 4 п.п 4.5  следующие изменения:</w:t>
      </w: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«руководителю и специалистам работающих в сельской местности устанавливается повышающий коэффициент в размере - 25 процентов в виде доплаты к окладу» заменить словами :</w:t>
      </w: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E41C50">
        <w:rPr>
          <w:rFonts w:ascii="Times New Roman" w:hAnsi="Times New Roman" w:cs="Times New Roman"/>
        </w:rPr>
        <w:t>Работникам учреждения, работающим в сельской местности, устанавливается повышающий коэффициент в размере 25 процентов в виде доплаты к окладу</w:t>
      </w:r>
      <w:r>
        <w:rPr>
          <w:rFonts w:ascii="Times New Roman" w:hAnsi="Times New Roman" w:cs="Times New Roman"/>
        </w:rPr>
        <w:t>»</w:t>
      </w: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1008C" w:rsidRPr="00E41C50" w:rsidRDefault="0001008C" w:rsidP="00A87733">
      <w:pPr>
        <w:pStyle w:val="NoSpacing"/>
        <w:ind w:left="360"/>
        <w:jc w:val="both"/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3</w:t>
      </w:r>
      <w:r w:rsidRPr="00E41C50">
        <w:rPr>
          <w:rFonts w:ascii="Times New Roman" w:hAnsi="Times New Roman" w:cs="Times New Roman"/>
        </w:rPr>
        <w:t xml:space="preserve">  Внести в пункт 5 п.п 5.1 следующие изменения: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</w:rPr>
      </w:pPr>
      <w:r w:rsidRPr="00E41C50">
        <w:rPr>
          <w:b/>
          <w:bCs/>
        </w:rPr>
        <w:t xml:space="preserve">     </w:t>
      </w:r>
      <w:r w:rsidRPr="00E41C50">
        <w:rPr>
          <w:rFonts w:ascii="Times New Roman" w:hAnsi="Times New Roman" w:cs="Times New Roman"/>
          <w:b/>
          <w:bCs/>
        </w:rPr>
        <w:t>«-</w:t>
      </w:r>
      <w:r w:rsidRPr="00E41C50">
        <w:rPr>
          <w:rFonts w:ascii="Times New Roman" w:hAnsi="Times New Roman" w:cs="Times New Roman"/>
        </w:rPr>
        <w:t>выплата за интенсивность и высокие результаты работы;» заменить словами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- выплата за интенсивность;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- выплата за высокие результаты работы;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</w:rPr>
      </w:pP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4 Внести в пункт 5 п.п 5.3</w:t>
      </w:r>
      <w:r w:rsidRPr="00E41C50">
        <w:rPr>
          <w:rFonts w:ascii="Times New Roman" w:hAnsi="Times New Roman" w:cs="Times New Roman"/>
        </w:rPr>
        <w:t xml:space="preserve"> следующие изменения: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 xml:space="preserve">        « 100 процентов» заменить словами  « 250 процентов»</w:t>
      </w: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</w:rPr>
      </w:pPr>
    </w:p>
    <w:p w:rsidR="0001008C" w:rsidRPr="00E41C50" w:rsidRDefault="0001008C" w:rsidP="00A87733">
      <w:pPr>
        <w:pStyle w:val="NoSpacing"/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5</w:t>
      </w:r>
      <w:r w:rsidRPr="00E41C50">
        <w:rPr>
          <w:rFonts w:ascii="Times New Roman" w:hAnsi="Times New Roman" w:cs="Times New Roman"/>
        </w:rPr>
        <w:t>. Внести в пункт 6 п.п.6.1 следующие изменения :</w:t>
      </w:r>
    </w:p>
    <w:p w:rsidR="0001008C" w:rsidRPr="00E41C50" w:rsidRDefault="0001008C" w:rsidP="00A87733">
      <w:pPr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 xml:space="preserve"> « Материальная помощь выплачивается в размере двух должностных окладов», заменить словами</w:t>
      </w:r>
    </w:p>
    <w:p w:rsidR="0001008C" w:rsidRPr="00E41C50" w:rsidRDefault="0001008C" w:rsidP="00A87733">
      <w:pPr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«Материальная помощь выплачивается в размере до двух должностных окладов»</w:t>
      </w:r>
    </w:p>
    <w:p w:rsidR="0001008C" w:rsidRPr="00E41C50" w:rsidRDefault="0001008C" w:rsidP="00A87733">
      <w:pPr>
        <w:rPr>
          <w:rFonts w:ascii="Times New Roman" w:hAnsi="Times New Roman" w:cs="Times New Roman"/>
        </w:rPr>
      </w:pPr>
      <w:r w:rsidRPr="00E41C50">
        <w:rPr>
          <w:rFonts w:ascii="Times New Roman" w:hAnsi="Times New Roman" w:cs="Times New Roman"/>
        </w:rPr>
        <w:t>2. Постановление вступает в законную силу с момента подписания.</w:t>
      </w:r>
    </w:p>
    <w:p w:rsidR="0001008C" w:rsidRDefault="0001008C" w:rsidP="00A87733">
      <w:pPr>
        <w:rPr>
          <w:rFonts w:ascii="Times New Roman" w:hAnsi="Times New Roman" w:cs="Times New Roman"/>
          <w:sz w:val="28"/>
          <w:szCs w:val="28"/>
        </w:rPr>
      </w:pPr>
      <w:r w:rsidRPr="00E41C50">
        <w:rPr>
          <w:rFonts w:ascii="Times New Roman" w:hAnsi="Times New Roman" w:cs="Times New Roman"/>
        </w:rPr>
        <w:t>3. Ответственность за исполнение данного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008C" w:rsidRDefault="0001008C" w:rsidP="00A87733">
      <w:pPr>
        <w:rPr>
          <w:rFonts w:ascii="Times New Roman" w:hAnsi="Times New Roman" w:cs="Times New Roman"/>
          <w:sz w:val="28"/>
          <w:szCs w:val="28"/>
        </w:rPr>
      </w:pPr>
    </w:p>
    <w:p w:rsidR="0001008C" w:rsidRPr="00A0385C" w:rsidRDefault="0001008C" w:rsidP="00A0385C">
      <w:pPr>
        <w:rPr>
          <w:rFonts w:ascii="Times New Roman" w:hAnsi="Times New Roman" w:cs="Times New Roman"/>
          <w:sz w:val="28"/>
          <w:szCs w:val="28"/>
        </w:rPr>
      </w:pPr>
      <w:r w:rsidRPr="00E41C50">
        <w:t xml:space="preserve">Глава </w:t>
      </w:r>
      <w:r>
        <w:t>Торгунского</w:t>
      </w:r>
      <w:r w:rsidRPr="00E41C50">
        <w:t xml:space="preserve"> сельского поселения              </w:t>
      </w:r>
      <w:r>
        <w:t xml:space="preserve">    </w:t>
      </w:r>
      <w:r w:rsidRPr="00E41C50">
        <w:t xml:space="preserve">        </w:t>
      </w:r>
      <w:r>
        <w:t xml:space="preserve">              И.Б.Шавленов </w:t>
      </w:r>
    </w:p>
    <w:sectPr w:rsidR="0001008C" w:rsidRPr="00A0385C" w:rsidSect="00A8773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27725"/>
    <w:multiLevelType w:val="hybridMultilevel"/>
    <w:tmpl w:val="EC24C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246"/>
    <w:rsid w:val="0001008C"/>
    <w:rsid w:val="00051D05"/>
    <w:rsid w:val="001A5847"/>
    <w:rsid w:val="00285861"/>
    <w:rsid w:val="002A546E"/>
    <w:rsid w:val="00303375"/>
    <w:rsid w:val="003B6CE7"/>
    <w:rsid w:val="00422612"/>
    <w:rsid w:val="00447FE3"/>
    <w:rsid w:val="0045206A"/>
    <w:rsid w:val="006F5CA6"/>
    <w:rsid w:val="0071209B"/>
    <w:rsid w:val="007D400B"/>
    <w:rsid w:val="007F3811"/>
    <w:rsid w:val="00861F45"/>
    <w:rsid w:val="00892FD8"/>
    <w:rsid w:val="008A126E"/>
    <w:rsid w:val="008C0F67"/>
    <w:rsid w:val="008F51A1"/>
    <w:rsid w:val="009A7E11"/>
    <w:rsid w:val="00A0385C"/>
    <w:rsid w:val="00A87733"/>
    <w:rsid w:val="00B05619"/>
    <w:rsid w:val="00B07246"/>
    <w:rsid w:val="00B100D9"/>
    <w:rsid w:val="00B65303"/>
    <w:rsid w:val="00BD2936"/>
    <w:rsid w:val="00C10A63"/>
    <w:rsid w:val="00D23A50"/>
    <w:rsid w:val="00D72E6F"/>
    <w:rsid w:val="00D80E33"/>
    <w:rsid w:val="00D92D23"/>
    <w:rsid w:val="00DF5FE8"/>
    <w:rsid w:val="00E31203"/>
    <w:rsid w:val="00E4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CA6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00D9"/>
    <w:pPr>
      <w:keepNext/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100D9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paragraph" w:styleId="NoSpacing">
    <w:name w:val="No Spacing"/>
    <w:uiPriority w:val="99"/>
    <w:qFormat/>
    <w:rsid w:val="00B07246"/>
    <w:rPr>
      <w:rFonts w:cs="Calibri"/>
    </w:rPr>
  </w:style>
  <w:style w:type="paragraph" w:customStyle="1" w:styleId="1">
    <w:name w:val="Без интервала1"/>
    <w:uiPriority w:val="99"/>
    <w:rsid w:val="00B07246"/>
    <w:rPr>
      <w:rFonts w:cs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285861"/>
    <w:pPr>
      <w:spacing w:after="12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5861"/>
    <w:rPr>
      <w:rFonts w:ascii="Calibri" w:hAnsi="Calibri" w:cs="Calibri"/>
      <w:lang w:eastAsia="en-US"/>
    </w:rPr>
  </w:style>
  <w:style w:type="paragraph" w:customStyle="1" w:styleId="ConsPlusTitle">
    <w:name w:val="ConsPlusTitle"/>
    <w:uiPriority w:val="99"/>
    <w:rsid w:val="00B05619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ListParagraph">
    <w:name w:val="List Paragraph"/>
    <w:basedOn w:val="Normal"/>
    <w:uiPriority w:val="99"/>
    <w:qFormat/>
    <w:rsid w:val="00B0561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9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347</Words>
  <Characters>1981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Администрация </cp:lastModifiedBy>
  <cp:revision>15</cp:revision>
  <cp:lastPrinted>2016-11-10T08:27:00Z</cp:lastPrinted>
  <dcterms:created xsi:type="dcterms:W3CDTF">2016-02-01T06:24:00Z</dcterms:created>
  <dcterms:modified xsi:type="dcterms:W3CDTF">2016-11-21T13:44:00Z</dcterms:modified>
</cp:coreProperties>
</file>