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840" w:rsidRDefault="004D6840" w:rsidP="000A14AE">
      <w:pPr>
        <w:jc w:val="center"/>
        <w:rPr>
          <w:b/>
          <w:bCs/>
          <w:sz w:val="40"/>
          <w:szCs w:val="40"/>
        </w:rPr>
      </w:pPr>
      <w:r w:rsidRPr="005E2F62">
        <w:rPr>
          <w:b/>
          <w:bCs/>
          <w:sz w:val="40"/>
          <w:szCs w:val="40"/>
        </w:rPr>
        <w:t>АДМИНИСТРАЦИ</w:t>
      </w:r>
      <w:r>
        <w:rPr>
          <w:b/>
          <w:bCs/>
          <w:sz w:val="40"/>
          <w:szCs w:val="40"/>
        </w:rPr>
        <w:t>Я</w:t>
      </w:r>
    </w:p>
    <w:p w:rsidR="004D6840" w:rsidRPr="000A14AE" w:rsidRDefault="004D6840" w:rsidP="000A14AE">
      <w:pPr>
        <w:jc w:val="center"/>
        <w:rPr>
          <w:b/>
          <w:bCs/>
          <w:sz w:val="40"/>
          <w:szCs w:val="40"/>
        </w:rPr>
      </w:pPr>
      <w:r w:rsidRPr="005E2F62">
        <w:rPr>
          <w:sz w:val="28"/>
          <w:szCs w:val="28"/>
        </w:rPr>
        <w:t xml:space="preserve"> </w:t>
      </w:r>
      <w:r>
        <w:rPr>
          <w:sz w:val="28"/>
          <w:szCs w:val="28"/>
        </w:rPr>
        <w:t>Торгунского сельского поселения</w:t>
      </w:r>
    </w:p>
    <w:p w:rsidR="004D6840" w:rsidRDefault="004D6840" w:rsidP="0028673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Старополтавского</w:t>
      </w:r>
      <w:r w:rsidRPr="005E2F62">
        <w:rPr>
          <w:sz w:val="28"/>
          <w:szCs w:val="28"/>
        </w:rPr>
        <w:t xml:space="preserve"> муниципального района Волгоградской области</w:t>
      </w:r>
    </w:p>
    <w:p w:rsidR="004D6840" w:rsidRDefault="004D6840" w:rsidP="002867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4D6840" w:rsidRDefault="004D6840" w:rsidP="00E576AD">
      <w:pPr>
        <w:jc w:val="center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D6840" w:rsidRPr="004E261E" w:rsidRDefault="004D6840" w:rsidP="001636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25  апреля   2016г                                                                    №108</w:t>
      </w:r>
    </w:p>
    <w:p w:rsidR="004D6840" w:rsidRPr="004E261E" w:rsidRDefault="004D6840" w:rsidP="00C92326">
      <w:pPr>
        <w:ind w:right="4960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>«Об установлении дополнительных мер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 Торгунского</w:t>
      </w:r>
      <w:r w:rsidRPr="004E261E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</w:p>
    <w:p w:rsidR="004D6840" w:rsidRPr="004E261E" w:rsidRDefault="004D6840" w:rsidP="00C92326">
      <w:pPr>
        <w:ind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4D6840" w:rsidRPr="004E261E" w:rsidRDefault="004D6840" w:rsidP="00C92326">
      <w:pPr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>В соответствии с постановлением Губернатора Волгоградской области от 21 апреля 2016 года №261 «Об особом противопожарном режиме на территории Волгоградской области постановляю:</w:t>
      </w:r>
    </w:p>
    <w:p w:rsidR="004D6840" w:rsidRPr="004E261E" w:rsidRDefault="004D6840" w:rsidP="00C92326">
      <w:pPr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 08 ч. 00 мин 21 </w:t>
      </w:r>
      <w:r w:rsidRPr="004E261E">
        <w:rPr>
          <w:rFonts w:ascii="Times New Roman" w:hAnsi="Times New Roman" w:cs="Times New Roman"/>
          <w:sz w:val="28"/>
          <w:szCs w:val="28"/>
        </w:rPr>
        <w:t xml:space="preserve"> апреля 2016 года:</w:t>
      </w:r>
    </w:p>
    <w:p w:rsidR="004D6840" w:rsidRPr="004E261E" w:rsidRDefault="004D6840" w:rsidP="00990C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>- запретить разведение костров, сжигание мусора, стерни, пожнивных и порубочных остатков, сухой травы, листвы и камыша, проведение всех видов пожароопасных работ, кроме мест, специально отведенных для указанных видов работ н</w:t>
      </w:r>
      <w:r>
        <w:rPr>
          <w:rFonts w:ascii="Times New Roman" w:hAnsi="Times New Roman" w:cs="Times New Roman"/>
          <w:sz w:val="28"/>
          <w:szCs w:val="28"/>
        </w:rPr>
        <w:t xml:space="preserve">а территории Торгунского </w:t>
      </w:r>
      <w:r w:rsidRPr="004E261E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4D6840" w:rsidRPr="004E261E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>-обеспечить готовность противопожарного инвентаря и техники для тушения пожаров  добровольной пож</w:t>
      </w:r>
      <w:r>
        <w:rPr>
          <w:rFonts w:ascii="Times New Roman" w:hAnsi="Times New Roman" w:cs="Times New Roman"/>
          <w:sz w:val="28"/>
          <w:szCs w:val="28"/>
        </w:rPr>
        <w:t xml:space="preserve">арной охраны Торгунского </w:t>
      </w:r>
      <w:r w:rsidRPr="004E261E">
        <w:rPr>
          <w:rFonts w:ascii="Times New Roman" w:hAnsi="Times New Roman" w:cs="Times New Roman"/>
          <w:sz w:val="28"/>
          <w:szCs w:val="28"/>
        </w:rPr>
        <w:t>сельского поселения к тушению пожаров в населенных пунктах и на приграничных с лесным фондом территориях;</w:t>
      </w:r>
    </w:p>
    <w:p w:rsidR="004D6840" w:rsidRPr="004E261E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 xml:space="preserve">- обеспечить очистку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E261E">
        <w:rPr>
          <w:rFonts w:ascii="Times New Roman" w:hAnsi="Times New Roman" w:cs="Times New Roman"/>
          <w:sz w:val="28"/>
          <w:szCs w:val="28"/>
        </w:rPr>
        <w:t>ридворовой территории, пожарные проезды от мусора, соломы и навоза;</w:t>
      </w:r>
    </w:p>
    <w:p w:rsidR="004D6840" w:rsidRPr="004E261E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>- обеспечить патрулирование населенных пунктов силами ТОСов, ДПО;</w:t>
      </w:r>
    </w:p>
    <w:p w:rsidR="004D6840" w:rsidRPr="004E261E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>- обновить договора на привлечение водовозной и землеройной техники для ее возможного использования;</w:t>
      </w:r>
    </w:p>
    <w:p w:rsidR="004D6840" w:rsidRPr="004E261E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>- организовать регулярное информирование населения о соблюдении мер пожарной безопасности в условиях особого противопожарного режима;</w:t>
      </w:r>
    </w:p>
    <w:p w:rsidR="004D6840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>- членам административной комиссии обеспечить контроль за соблюдением исполнения пунктов данного постановления и при их нарушении составлять протоколы по статье 14.9.3. Кодекса Волгоградской области об а</w:t>
      </w:r>
      <w:r>
        <w:rPr>
          <w:rFonts w:ascii="Times New Roman" w:hAnsi="Times New Roman" w:cs="Times New Roman"/>
          <w:sz w:val="28"/>
          <w:szCs w:val="28"/>
        </w:rPr>
        <w:t>дминистративной ответственности;</w:t>
      </w:r>
    </w:p>
    <w:p w:rsidR="004D6840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довести данное постановление до жителей Торгунского  сельского поселения.</w:t>
      </w:r>
    </w:p>
    <w:p w:rsidR="004D6840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данного постановления в целом оставляю за собой.</w:t>
      </w:r>
    </w:p>
    <w:p w:rsidR="004D6840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6840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6840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Торгунского  сельского поселения                         И.Б.Шавленов</w:t>
      </w:r>
    </w:p>
    <w:p w:rsidR="004D6840" w:rsidRPr="004E261E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6840" w:rsidRPr="004E261E" w:rsidRDefault="004D6840" w:rsidP="00C92326">
      <w:pPr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D6840" w:rsidRPr="004E261E" w:rsidSect="002E2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2F9"/>
    <w:rsid w:val="000332F9"/>
    <w:rsid w:val="000A14AE"/>
    <w:rsid w:val="00163637"/>
    <w:rsid w:val="00241589"/>
    <w:rsid w:val="00246558"/>
    <w:rsid w:val="002570F5"/>
    <w:rsid w:val="0028673A"/>
    <w:rsid w:val="002D3A70"/>
    <w:rsid w:val="002E27F6"/>
    <w:rsid w:val="003C2320"/>
    <w:rsid w:val="004D6840"/>
    <w:rsid w:val="004E261E"/>
    <w:rsid w:val="00503DEC"/>
    <w:rsid w:val="00557F4B"/>
    <w:rsid w:val="005D281E"/>
    <w:rsid w:val="005E2F62"/>
    <w:rsid w:val="006F28F0"/>
    <w:rsid w:val="007D4FB0"/>
    <w:rsid w:val="00990C9E"/>
    <w:rsid w:val="00AB6200"/>
    <w:rsid w:val="00C92326"/>
    <w:rsid w:val="00E50482"/>
    <w:rsid w:val="00E5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7F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92326"/>
    <w:pPr>
      <w:autoSpaceDE w:val="0"/>
      <w:autoSpaceDN w:val="0"/>
      <w:adjustRightInd w:val="0"/>
    </w:pPr>
    <w:rPr>
      <w:rFonts w:cs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E2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26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2</Pages>
  <Words>292</Words>
  <Characters>1670</Characters>
  <Application>Microsoft Office Outlook</Application>
  <DocSecurity>0</DocSecurity>
  <Lines>0</Lines>
  <Paragraphs>0</Paragraphs>
  <ScaleCrop>false</ScaleCrop>
  <Company>Администрация Старополтавского муниципального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Николаевич Кравченко</dc:creator>
  <cp:keywords/>
  <dc:description/>
  <cp:lastModifiedBy>Администрация </cp:lastModifiedBy>
  <cp:revision>5</cp:revision>
  <cp:lastPrinted>2016-04-25T13:09:00Z</cp:lastPrinted>
  <dcterms:created xsi:type="dcterms:W3CDTF">2016-04-25T06:23:00Z</dcterms:created>
  <dcterms:modified xsi:type="dcterms:W3CDTF">2016-04-26T11:03:00Z</dcterms:modified>
</cp:coreProperties>
</file>