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3FC" w:rsidRDefault="00AB43FC" w:rsidP="00B4069A">
      <w:pPr>
        <w:keepNext/>
        <w:widowControl w:val="0"/>
        <w:suppressAutoHyphens/>
        <w:outlineLvl w:val="0"/>
        <w:rPr>
          <w:kern w:val="32"/>
          <w:sz w:val="24"/>
          <w:szCs w:val="24"/>
        </w:rPr>
      </w:pPr>
    </w:p>
    <w:p w:rsidR="00AB43FC" w:rsidRPr="00F465A1" w:rsidRDefault="00AB43FC" w:rsidP="00BB7300">
      <w:pPr>
        <w:keepNext/>
        <w:widowControl w:val="0"/>
        <w:suppressAutoHyphens/>
        <w:jc w:val="right"/>
        <w:outlineLvl w:val="0"/>
        <w:rPr>
          <w:kern w:val="32"/>
          <w:sz w:val="24"/>
          <w:szCs w:val="24"/>
        </w:rPr>
      </w:pPr>
    </w:p>
    <w:p w:rsidR="00AB43FC" w:rsidRPr="00F465A1" w:rsidRDefault="00AB43FC" w:rsidP="00BB7300">
      <w:pPr>
        <w:keepNext/>
        <w:widowControl w:val="0"/>
        <w:suppressAutoHyphens/>
        <w:jc w:val="right"/>
        <w:outlineLvl w:val="0"/>
        <w:rPr>
          <w:kern w:val="32"/>
          <w:sz w:val="24"/>
          <w:szCs w:val="24"/>
        </w:rPr>
      </w:pPr>
    </w:p>
    <w:p w:rsidR="00AB43FC" w:rsidRPr="00F465A1" w:rsidRDefault="00AB43FC" w:rsidP="00BB7300">
      <w:pPr>
        <w:keepNext/>
        <w:widowControl w:val="0"/>
        <w:suppressAutoHyphens/>
        <w:spacing w:before="240" w:after="60"/>
        <w:jc w:val="center"/>
        <w:outlineLvl w:val="0"/>
        <w:rPr>
          <w:spacing w:val="80"/>
          <w:kern w:val="32"/>
          <w:sz w:val="40"/>
          <w:szCs w:val="40"/>
        </w:rPr>
      </w:pPr>
      <w:r w:rsidRPr="00F465A1">
        <w:rPr>
          <w:spacing w:val="80"/>
          <w:kern w:val="32"/>
          <w:sz w:val="40"/>
          <w:szCs w:val="40"/>
        </w:rPr>
        <w:t>АДМИНИСТРАЦИЯ</w:t>
      </w:r>
    </w:p>
    <w:p w:rsidR="00AB43FC" w:rsidRPr="00F465A1" w:rsidRDefault="00AB43FC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</w:rPr>
      </w:pPr>
      <w:r>
        <w:rPr>
          <w:sz w:val="24"/>
          <w:szCs w:val="24"/>
        </w:rPr>
        <w:t>Торгунского</w:t>
      </w:r>
      <w:r w:rsidRPr="00F465A1">
        <w:rPr>
          <w:sz w:val="24"/>
          <w:szCs w:val="24"/>
        </w:rPr>
        <w:t xml:space="preserve"> сельского поселения </w:t>
      </w:r>
    </w:p>
    <w:p w:rsidR="00AB43FC" w:rsidRPr="00F465A1" w:rsidRDefault="00AB43FC" w:rsidP="00BB7300">
      <w:pPr>
        <w:keepNext/>
        <w:widowControl w:val="0"/>
        <w:suppressAutoHyphens/>
        <w:spacing w:line="360" w:lineRule="auto"/>
        <w:jc w:val="center"/>
        <w:outlineLvl w:val="1"/>
        <w:rPr>
          <w:sz w:val="24"/>
          <w:szCs w:val="24"/>
        </w:rPr>
      </w:pPr>
      <w:r w:rsidRPr="00F465A1">
        <w:rPr>
          <w:sz w:val="24"/>
          <w:szCs w:val="24"/>
        </w:rPr>
        <w:t>Старополтавского муниципального района Волгоградской области</w:t>
      </w:r>
    </w:p>
    <w:p w:rsidR="00AB43FC" w:rsidRPr="00F465A1" w:rsidRDefault="00AB43FC" w:rsidP="00BB7300">
      <w:pPr>
        <w:widowControl w:val="0"/>
        <w:pBdr>
          <w:bottom w:val="double" w:sz="6" w:space="1" w:color="auto"/>
        </w:pBdr>
        <w:suppressAutoHyphens/>
        <w:rPr>
          <w:rFonts w:eastAsia="SimSun"/>
          <w:kern w:val="1"/>
          <w:lang w:eastAsia="zh-CN"/>
        </w:rPr>
      </w:pPr>
    </w:p>
    <w:p w:rsidR="00AB43FC" w:rsidRPr="00F465A1" w:rsidRDefault="00AB43FC" w:rsidP="00BB7300">
      <w:pPr>
        <w:keepNext/>
        <w:widowControl w:val="0"/>
        <w:suppressAutoHyphens/>
        <w:spacing w:before="240" w:after="60"/>
        <w:jc w:val="center"/>
        <w:outlineLvl w:val="2"/>
        <w:rPr>
          <w:b/>
          <w:bCs/>
          <w:sz w:val="36"/>
          <w:szCs w:val="36"/>
        </w:rPr>
      </w:pPr>
      <w:r w:rsidRPr="00F465A1">
        <w:rPr>
          <w:b/>
          <w:bCs/>
          <w:sz w:val="36"/>
          <w:szCs w:val="36"/>
        </w:rPr>
        <w:t>ПОСТАНОВЛЕНИЕ</w:t>
      </w:r>
    </w:p>
    <w:p w:rsidR="00AB43FC" w:rsidRPr="00F465A1" w:rsidRDefault="00AB43FC" w:rsidP="00BB7300">
      <w:pPr>
        <w:tabs>
          <w:tab w:val="center" w:pos="4677"/>
          <w:tab w:val="right" w:pos="9355"/>
        </w:tabs>
      </w:pPr>
    </w:p>
    <w:tbl>
      <w:tblPr>
        <w:tblW w:w="9747" w:type="dxa"/>
        <w:tblInd w:w="-106" w:type="dxa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AB43FC" w:rsidRPr="00F465A1">
        <w:trPr>
          <w:trHeight w:val="95"/>
        </w:trPr>
        <w:tc>
          <w:tcPr>
            <w:tcW w:w="7479" w:type="dxa"/>
          </w:tcPr>
          <w:p w:rsidR="00AB43FC" w:rsidRPr="00F465A1" w:rsidRDefault="00AB43FC" w:rsidP="0088106C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от « 17 » августа </w:t>
            </w:r>
            <w:r w:rsidRPr="00F465A1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 201</w:t>
            </w:r>
            <w:r>
              <w:rPr>
                <w:rFonts w:eastAsia="SimSun"/>
                <w:kern w:val="1"/>
                <w:sz w:val="24"/>
                <w:szCs w:val="24"/>
                <w:lang w:eastAsia="zh-CN"/>
              </w:rPr>
              <w:t>5</w:t>
            </w:r>
            <w:r w:rsidRPr="00F465A1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 г.</w:t>
            </w:r>
          </w:p>
        </w:tc>
        <w:tc>
          <w:tcPr>
            <w:tcW w:w="2268" w:type="dxa"/>
          </w:tcPr>
          <w:p w:rsidR="00AB43FC" w:rsidRPr="00F465A1" w:rsidRDefault="00AB43FC" w:rsidP="00CD7F97">
            <w:pPr>
              <w:widowControl w:val="0"/>
              <w:suppressAutoHyphens/>
              <w:jc w:val="right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>
              <w:rPr>
                <w:rFonts w:eastAsia="SimSun"/>
                <w:kern w:val="1"/>
                <w:sz w:val="24"/>
                <w:szCs w:val="24"/>
                <w:lang w:eastAsia="zh-CN"/>
              </w:rPr>
              <w:t>№ 78</w:t>
            </w:r>
          </w:p>
        </w:tc>
      </w:tr>
    </w:tbl>
    <w:p w:rsidR="00AB43FC" w:rsidRPr="00F465A1" w:rsidRDefault="00AB43FC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>«Об утверждении административного  регламента</w:t>
      </w:r>
    </w:p>
    <w:p w:rsidR="00AB43FC" w:rsidRPr="00F465A1" w:rsidRDefault="00AB43FC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предоставления администрацией 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 сельского</w:t>
      </w:r>
    </w:p>
    <w:p w:rsidR="00AB43FC" w:rsidRPr="00F465A1" w:rsidRDefault="00AB43FC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поселения Старополтавского муниципального района </w:t>
      </w:r>
    </w:p>
    <w:p w:rsidR="00AB43FC" w:rsidRPr="00F465A1" w:rsidRDefault="00AB43FC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Волгоградской области муниципальной услуги </w:t>
      </w:r>
    </w:p>
    <w:p w:rsidR="00AB43FC" w:rsidRDefault="00AB43FC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>«</w:t>
      </w:r>
      <w:r w:rsidRPr="00942E32">
        <w:rPr>
          <w:rFonts w:eastAsia="SimSun"/>
          <w:b/>
          <w:bCs/>
          <w:kern w:val="1"/>
          <w:sz w:val="24"/>
          <w:szCs w:val="24"/>
          <w:lang w:eastAsia="zh-CN"/>
        </w:rPr>
        <w:t xml:space="preserve">Регистрация трудового договора с работодателем - физическим </w:t>
      </w:r>
    </w:p>
    <w:p w:rsidR="00AB43FC" w:rsidRPr="00F465A1" w:rsidRDefault="00AB43FC" w:rsidP="00BB7300">
      <w:pPr>
        <w:tabs>
          <w:tab w:val="left" w:pos="284"/>
          <w:tab w:val="left" w:pos="567"/>
          <w:tab w:val="left" w:pos="993"/>
        </w:tabs>
        <w:suppressAutoHyphens/>
        <w:rPr>
          <w:rFonts w:eastAsia="SimSun"/>
          <w:color w:val="000000"/>
          <w:kern w:val="1"/>
          <w:sz w:val="24"/>
          <w:szCs w:val="24"/>
          <w:lang w:eastAsia="zh-CN"/>
        </w:rPr>
      </w:pPr>
      <w:r w:rsidRPr="00942E32">
        <w:rPr>
          <w:rFonts w:eastAsia="SimSun"/>
          <w:b/>
          <w:bCs/>
          <w:kern w:val="1"/>
          <w:sz w:val="24"/>
          <w:szCs w:val="24"/>
          <w:lang w:eastAsia="zh-CN"/>
        </w:rPr>
        <w:t>лицом, не являющимся индивидуальным предпринимателем</w:t>
      </w:r>
      <w:r w:rsidRPr="00F465A1">
        <w:rPr>
          <w:rFonts w:eastAsia="SimSun"/>
          <w:b/>
          <w:bCs/>
          <w:color w:val="000000"/>
          <w:kern w:val="1"/>
          <w:sz w:val="24"/>
          <w:szCs w:val="24"/>
          <w:lang w:eastAsia="zh-CN"/>
        </w:rPr>
        <w:t>»</w:t>
      </w:r>
    </w:p>
    <w:p w:rsidR="00AB43FC" w:rsidRPr="00F465A1" w:rsidRDefault="00AB43FC" w:rsidP="00BB7300">
      <w:pPr>
        <w:widowControl w:val="0"/>
        <w:suppressAutoHyphens/>
        <w:spacing w:line="240" w:lineRule="exact"/>
        <w:ind w:right="4393"/>
        <w:jc w:val="both"/>
        <w:rPr>
          <w:rFonts w:eastAsia="SimSun"/>
          <w:b/>
          <w:bCs/>
          <w:kern w:val="1"/>
          <w:sz w:val="24"/>
          <w:szCs w:val="24"/>
          <w:lang w:eastAsia="zh-CN"/>
        </w:rPr>
      </w:pPr>
    </w:p>
    <w:p w:rsidR="00AB43FC" w:rsidRPr="00F465A1" w:rsidRDefault="00AB43FC" w:rsidP="00BB7300">
      <w:pPr>
        <w:widowControl w:val="0"/>
        <w:suppressAutoHyphens/>
        <w:jc w:val="center"/>
        <w:rPr>
          <w:rFonts w:eastAsia="SimSun"/>
          <w:kern w:val="1"/>
          <w:sz w:val="24"/>
          <w:szCs w:val="24"/>
          <w:lang w:eastAsia="zh-CN"/>
        </w:rPr>
      </w:pPr>
    </w:p>
    <w:p w:rsidR="00AB43FC" w:rsidRDefault="00AB43FC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</w:p>
    <w:p w:rsidR="00AB43FC" w:rsidRPr="00F465A1" w:rsidRDefault="00AB43FC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</w:p>
    <w:p w:rsidR="00AB43FC" w:rsidRDefault="00AB43FC" w:rsidP="00942E3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>ПОСТАНОВЛЯЕТ:</w:t>
      </w:r>
    </w:p>
    <w:p w:rsidR="00AB43FC" w:rsidRPr="00F465A1" w:rsidRDefault="00AB43FC" w:rsidP="00942E32">
      <w:pPr>
        <w:widowControl w:val="0"/>
        <w:suppressAutoHyphens/>
        <w:autoSpaceDE w:val="0"/>
        <w:autoSpaceDN w:val="0"/>
        <w:adjustRightInd w:val="0"/>
        <w:ind w:firstLine="720"/>
        <w:jc w:val="center"/>
        <w:rPr>
          <w:rFonts w:eastAsia="SimSun"/>
          <w:kern w:val="1"/>
          <w:sz w:val="24"/>
          <w:szCs w:val="24"/>
          <w:lang w:eastAsia="zh-CN"/>
        </w:rPr>
      </w:pPr>
    </w:p>
    <w:p w:rsidR="00AB43FC" w:rsidRPr="00F465A1" w:rsidRDefault="00AB43FC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 xml:space="preserve">1. Утвердить административный регламент предоставления администрацией </w:t>
      </w: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 </w:t>
      </w:r>
      <w:r>
        <w:rPr>
          <w:rFonts w:eastAsia="SimSun"/>
          <w:kern w:val="1"/>
          <w:sz w:val="24"/>
          <w:szCs w:val="24"/>
          <w:lang w:eastAsia="zh-CN"/>
        </w:rPr>
        <w:t>«</w:t>
      </w:r>
      <w:r w:rsidRPr="00942E32">
        <w:rPr>
          <w:sz w:val="24"/>
          <w:szCs w:val="24"/>
        </w:rPr>
        <w:t>Регистрация трудового договора с работодателем - физическим лицом, не являющимся индивидуальным предпринимателем</w:t>
      </w:r>
      <w:r w:rsidRPr="00F465A1">
        <w:rPr>
          <w:rFonts w:eastAsia="SimSun"/>
          <w:kern w:val="1"/>
          <w:sz w:val="24"/>
          <w:szCs w:val="24"/>
          <w:lang w:eastAsia="zh-CN"/>
        </w:rPr>
        <w:t>»  согласно приложению.</w:t>
      </w:r>
    </w:p>
    <w:p w:rsidR="00AB43FC" w:rsidRPr="00F465A1" w:rsidRDefault="00AB43FC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 xml:space="preserve">2. Административный регламент предоставления администрацией </w:t>
      </w: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 Волгоградской области муниципальной услуги </w:t>
      </w:r>
      <w:r>
        <w:rPr>
          <w:rFonts w:eastAsia="SimSun"/>
          <w:kern w:val="1"/>
          <w:sz w:val="24"/>
          <w:szCs w:val="24"/>
          <w:lang w:eastAsia="zh-CN"/>
        </w:rPr>
        <w:t>«</w:t>
      </w:r>
      <w:r w:rsidRPr="00942E32">
        <w:rPr>
          <w:sz w:val="24"/>
          <w:szCs w:val="24"/>
        </w:rPr>
        <w:t>Регистрация трудового договора с работодателем - физическим лицом, не являющимся индивидуальным предпринимателем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»  обнародовать в установленных местах и разместить в сети Интернет на сайте </w:t>
      </w:r>
      <w:r>
        <w:rPr>
          <w:rFonts w:eastAsia="SimSun"/>
          <w:kern w:val="1"/>
          <w:sz w:val="24"/>
          <w:szCs w:val="24"/>
          <w:lang w:eastAsia="zh-CN"/>
        </w:rPr>
        <w:t>Торгунского</w:t>
      </w:r>
      <w:r w:rsidRPr="00F465A1">
        <w:rPr>
          <w:rFonts w:eastAsia="SimSun"/>
          <w:kern w:val="1"/>
          <w:sz w:val="24"/>
          <w:szCs w:val="24"/>
          <w:lang w:eastAsia="zh-CN"/>
        </w:rPr>
        <w:t xml:space="preserve"> сельского поселения Старополтавского муниципального района. </w:t>
      </w:r>
    </w:p>
    <w:p w:rsidR="00AB43FC" w:rsidRPr="00F465A1" w:rsidRDefault="00AB43FC" w:rsidP="00BB7300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eastAsia="SimSun"/>
          <w:kern w:val="1"/>
          <w:sz w:val="24"/>
          <w:szCs w:val="24"/>
          <w:lang w:eastAsia="zh-CN"/>
        </w:rPr>
      </w:pPr>
      <w:r w:rsidRPr="00F465A1">
        <w:rPr>
          <w:rFonts w:eastAsia="SimSun"/>
          <w:kern w:val="1"/>
          <w:sz w:val="24"/>
          <w:szCs w:val="24"/>
          <w:lang w:eastAsia="zh-CN"/>
        </w:rPr>
        <w:t xml:space="preserve">3. Ответственность за исполнение  данного  постановления  возложить на ведущего специалиста   </w:t>
      </w:r>
      <w:r>
        <w:rPr>
          <w:rFonts w:eastAsia="SimSun"/>
          <w:kern w:val="1"/>
          <w:sz w:val="24"/>
          <w:szCs w:val="24"/>
          <w:lang w:eastAsia="zh-CN"/>
        </w:rPr>
        <w:t>Кумурзинову А.Т.</w:t>
      </w:r>
    </w:p>
    <w:p w:rsidR="00AB43FC" w:rsidRPr="00F465A1" w:rsidRDefault="00AB43FC" w:rsidP="00BB7300">
      <w:pPr>
        <w:widowControl w:val="0"/>
        <w:suppressAutoHyphens/>
        <w:jc w:val="right"/>
        <w:rPr>
          <w:rFonts w:eastAsia="SimSun"/>
          <w:b/>
          <w:bCs/>
          <w:kern w:val="1"/>
          <w:sz w:val="24"/>
          <w:szCs w:val="24"/>
          <w:lang w:eastAsia="zh-CN"/>
        </w:rPr>
      </w:pPr>
    </w:p>
    <w:p w:rsidR="00AB43FC" w:rsidRDefault="00AB43FC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</w:p>
    <w:p w:rsidR="00AB43FC" w:rsidRDefault="00AB43FC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</w:p>
    <w:p w:rsidR="00AB43FC" w:rsidRPr="00F465A1" w:rsidRDefault="00AB43FC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 w:rsidRPr="00F465A1">
        <w:rPr>
          <w:rFonts w:eastAsia="SimSun"/>
          <w:b/>
          <w:bCs/>
          <w:kern w:val="1"/>
          <w:sz w:val="24"/>
          <w:szCs w:val="24"/>
          <w:lang w:eastAsia="zh-CN"/>
        </w:rPr>
        <w:t xml:space="preserve">Глава 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>Торгунского</w:t>
      </w:r>
    </w:p>
    <w:p w:rsidR="00AB43FC" w:rsidRPr="00F465A1" w:rsidRDefault="00AB43FC" w:rsidP="00BB7300">
      <w:pPr>
        <w:widowControl w:val="0"/>
        <w:suppressAutoHyphens/>
        <w:rPr>
          <w:rFonts w:eastAsia="SimSun"/>
          <w:b/>
          <w:bCs/>
          <w:kern w:val="1"/>
          <w:sz w:val="24"/>
          <w:szCs w:val="24"/>
          <w:lang w:eastAsia="zh-CN"/>
        </w:rPr>
      </w:pPr>
      <w:r>
        <w:rPr>
          <w:rFonts w:eastAsia="SimSun"/>
          <w:b/>
          <w:bCs/>
          <w:kern w:val="1"/>
          <w:sz w:val="24"/>
          <w:szCs w:val="24"/>
          <w:lang w:eastAsia="zh-CN"/>
        </w:rPr>
        <w:t>сельского поселения</w:t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</w:r>
      <w:r>
        <w:rPr>
          <w:rFonts w:eastAsia="SimSun"/>
          <w:b/>
          <w:bCs/>
          <w:kern w:val="1"/>
          <w:sz w:val="24"/>
          <w:szCs w:val="24"/>
          <w:lang w:eastAsia="zh-CN"/>
        </w:rPr>
        <w:tab/>
        <w:t>И.Б.Шавленов</w:t>
      </w:r>
    </w:p>
    <w:p w:rsidR="00AB43FC" w:rsidRDefault="00AB43FC" w:rsidP="00BB7300">
      <w:pPr>
        <w:spacing w:after="200" w:line="276" w:lineRule="auto"/>
      </w:pPr>
      <w:r>
        <w:br w:type="page"/>
      </w:r>
    </w:p>
    <w:tbl>
      <w:tblPr>
        <w:tblW w:w="0" w:type="auto"/>
        <w:tblInd w:w="-106" w:type="dxa"/>
        <w:tblLook w:val="01E0"/>
      </w:tblPr>
      <w:tblGrid>
        <w:gridCol w:w="4785"/>
        <w:gridCol w:w="4785"/>
      </w:tblGrid>
      <w:tr w:rsidR="00AB43FC" w:rsidRPr="006B0148">
        <w:tc>
          <w:tcPr>
            <w:tcW w:w="4785" w:type="dxa"/>
          </w:tcPr>
          <w:p w:rsidR="00AB43FC" w:rsidRPr="005B7FB4" w:rsidRDefault="00AB43FC" w:rsidP="00D456A9">
            <w:pPr>
              <w:pStyle w:val="Title"/>
              <w:jc w:val="left"/>
            </w:pPr>
          </w:p>
          <w:p w:rsidR="00AB43FC" w:rsidRPr="005B7FB4" w:rsidRDefault="00AB43FC" w:rsidP="00D456A9">
            <w:pPr>
              <w:pStyle w:val="Title"/>
            </w:pPr>
          </w:p>
          <w:p w:rsidR="00AB43FC" w:rsidRPr="005B7FB4" w:rsidRDefault="00AB43FC" w:rsidP="00D456A9">
            <w:pPr>
              <w:pStyle w:val="Title"/>
            </w:pPr>
          </w:p>
        </w:tc>
        <w:tc>
          <w:tcPr>
            <w:tcW w:w="4785" w:type="dxa"/>
          </w:tcPr>
          <w:p w:rsidR="00AB43FC" w:rsidRPr="006B0148" w:rsidRDefault="00AB43FC" w:rsidP="00D456A9">
            <w:pPr>
              <w:pStyle w:val="Title"/>
              <w:jc w:val="right"/>
              <w:rPr>
                <w:b w:val="0"/>
                <w:bCs w:val="0"/>
                <w:sz w:val="24"/>
                <w:szCs w:val="24"/>
              </w:rPr>
            </w:pPr>
            <w:r w:rsidRPr="006B0148">
              <w:rPr>
                <w:b w:val="0"/>
                <w:bCs w:val="0"/>
                <w:sz w:val="24"/>
                <w:szCs w:val="24"/>
              </w:rPr>
              <w:t xml:space="preserve">                    УТВЕРЖДЕН</w:t>
            </w:r>
          </w:p>
          <w:p w:rsidR="00AB43FC" w:rsidRPr="006B0148" w:rsidRDefault="00AB43FC" w:rsidP="00D456A9">
            <w:pPr>
              <w:pStyle w:val="Title"/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постановлением А</w:t>
            </w:r>
            <w:r w:rsidRPr="006B0148">
              <w:rPr>
                <w:b w:val="0"/>
                <w:bCs w:val="0"/>
                <w:sz w:val="24"/>
                <w:szCs w:val="24"/>
              </w:rPr>
              <w:t xml:space="preserve">дминистрации </w:t>
            </w:r>
          </w:p>
          <w:p w:rsidR="00AB43FC" w:rsidRPr="006B0148" w:rsidRDefault="00AB43FC" w:rsidP="00D456A9">
            <w:pPr>
              <w:pStyle w:val="Title"/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Торгунского сельского поселения</w:t>
            </w:r>
          </w:p>
          <w:p w:rsidR="00AB43FC" w:rsidRPr="006B0148" w:rsidRDefault="00AB43FC" w:rsidP="00D456A9">
            <w:pPr>
              <w:pStyle w:val="Title"/>
              <w:jc w:val="right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от 17 августа  </w:t>
            </w:r>
            <w:r w:rsidRPr="006B0148">
              <w:rPr>
                <w:b w:val="0"/>
                <w:bCs w:val="0"/>
                <w:sz w:val="24"/>
                <w:szCs w:val="24"/>
              </w:rPr>
              <w:t xml:space="preserve"> 201</w:t>
            </w:r>
            <w:r>
              <w:rPr>
                <w:b w:val="0"/>
                <w:bCs w:val="0"/>
                <w:sz w:val="24"/>
                <w:szCs w:val="24"/>
              </w:rPr>
              <w:t>5 года № 78</w:t>
            </w:r>
          </w:p>
          <w:p w:rsidR="00AB43FC" w:rsidRPr="006B0148" w:rsidRDefault="00AB43FC" w:rsidP="00D456A9">
            <w:pPr>
              <w:pStyle w:val="Title"/>
              <w:jc w:val="right"/>
              <w:rPr>
                <w:sz w:val="24"/>
                <w:szCs w:val="24"/>
              </w:rPr>
            </w:pPr>
          </w:p>
        </w:tc>
      </w:tr>
    </w:tbl>
    <w:p w:rsidR="00AB43FC" w:rsidRDefault="00AB43FC" w:rsidP="006C4030">
      <w:pPr>
        <w:jc w:val="both"/>
      </w:pPr>
    </w:p>
    <w:p w:rsidR="00AB43FC" w:rsidRPr="002B7131" w:rsidRDefault="00AB43FC" w:rsidP="006C4030">
      <w:pPr>
        <w:pStyle w:val="ConsPlusTitle"/>
        <w:jc w:val="center"/>
      </w:pPr>
      <w:r w:rsidRPr="002B7131">
        <w:t>АДМИНИСТРАТИВНЫЙ РЕГЛАМЕНТ</w:t>
      </w:r>
    </w:p>
    <w:p w:rsidR="00AB43FC" w:rsidRPr="002B7131" w:rsidRDefault="00AB43FC" w:rsidP="006C4030">
      <w:pPr>
        <w:pStyle w:val="ConsPlusTitle"/>
        <w:jc w:val="center"/>
      </w:pPr>
      <w:r w:rsidRPr="002B7131">
        <w:t>предоставления муниципальной услуги "</w:t>
      </w:r>
      <w:r w:rsidRPr="00352F44">
        <w:t xml:space="preserve"> Регистрация трудового договора с работодателем - физическим лицом, не являющимся индивидуальным предпринимателем</w:t>
      </w:r>
      <w:r w:rsidRPr="002B7131">
        <w:t>"</w:t>
      </w:r>
    </w:p>
    <w:p w:rsidR="00AB43FC" w:rsidRPr="00A34ECA" w:rsidRDefault="00AB43FC" w:rsidP="006C4030">
      <w:pPr>
        <w:autoSpaceDE w:val="0"/>
        <w:autoSpaceDN w:val="0"/>
        <w:adjustRightInd w:val="0"/>
        <w:jc w:val="center"/>
      </w:pPr>
    </w:p>
    <w:p w:rsidR="00AB43FC" w:rsidRDefault="00AB43FC" w:rsidP="006C4030">
      <w:pPr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Общие положения</w:t>
      </w:r>
    </w:p>
    <w:p w:rsidR="00AB43FC" w:rsidRPr="00391484" w:rsidRDefault="00AB43FC" w:rsidP="006C4030">
      <w:pPr>
        <w:autoSpaceDE w:val="0"/>
        <w:autoSpaceDN w:val="0"/>
        <w:adjustRightInd w:val="0"/>
        <w:ind w:left="360"/>
        <w:outlineLvl w:val="1"/>
        <w:rPr>
          <w:b/>
          <w:bCs/>
          <w:sz w:val="24"/>
          <w:szCs w:val="24"/>
        </w:rPr>
      </w:pPr>
    </w:p>
    <w:p w:rsidR="00AB43FC" w:rsidRPr="006B0148" w:rsidRDefault="00AB43FC" w:rsidP="006C4030">
      <w:pPr>
        <w:ind w:left="1080"/>
        <w:rPr>
          <w:b/>
          <w:bCs/>
          <w:sz w:val="24"/>
          <w:szCs w:val="24"/>
        </w:rPr>
      </w:pPr>
      <w:r w:rsidRPr="006B0148">
        <w:rPr>
          <w:b/>
          <w:bCs/>
          <w:sz w:val="24"/>
          <w:szCs w:val="24"/>
        </w:rPr>
        <w:t>1.1. Предмет регулирования административного регламента</w:t>
      </w:r>
    </w:p>
    <w:p w:rsidR="00AB43FC" w:rsidRPr="00391484" w:rsidRDefault="00AB43FC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AB43F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 xml:space="preserve">1. Настоящий административный регламент </w:t>
      </w:r>
      <w:r w:rsidRPr="002165A4">
        <w:rPr>
          <w:sz w:val="24"/>
          <w:szCs w:val="24"/>
        </w:rPr>
        <w:t>разработан в целях повышения качества предоставления и доступности муниципальной услуги</w:t>
      </w:r>
      <w:r>
        <w:rPr>
          <w:sz w:val="24"/>
          <w:szCs w:val="24"/>
        </w:rPr>
        <w:t xml:space="preserve">, </w:t>
      </w:r>
      <w:r w:rsidRPr="00391484">
        <w:rPr>
          <w:sz w:val="24"/>
          <w:szCs w:val="24"/>
        </w:rPr>
        <w:t>устанавливает порядок предоставления муниципальной услуги "</w:t>
      </w:r>
      <w:r w:rsidRPr="002165A4">
        <w:rPr>
          <w:sz w:val="24"/>
          <w:szCs w:val="24"/>
        </w:rPr>
        <w:t xml:space="preserve">Регистрация трудового договора с работодателем - физическим лицом, не являющимся индивидуальным предпринимателем </w:t>
      </w:r>
      <w:r w:rsidRPr="00391484">
        <w:rPr>
          <w:sz w:val="24"/>
          <w:szCs w:val="24"/>
        </w:rPr>
        <w:t>" (далее – муниципальная услуга), и стандарт предоставления муниципальной услуги, включая сроки и последовательность административных процедур и административных действий администра</w:t>
      </w:r>
      <w:r>
        <w:rPr>
          <w:sz w:val="24"/>
          <w:szCs w:val="24"/>
        </w:rPr>
        <w:t>ции Торгунского сельского поселения</w:t>
      </w:r>
      <w:r w:rsidRPr="00391484">
        <w:rPr>
          <w:sz w:val="24"/>
          <w:szCs w:val="24"/>
        </w:rPr>
        <w:t xml:space="preserve"> (далее – орган) при осуществлении полномочий по предоставлению муниципальной услуги.</w:t>
      </w:r>
    </w:p>
    <w:p w:rsidR="00AB43FC" w:rsidRPr="00391484" w:rsidRDefault="00AB43FC" w:rsidP="006C4030">
      <w:pPr>
        <w:pStyle w:val="NoSpacing"/>
        <w:jc w:val="center"/>
        <w:rPr>
          <w:b/>
          <w:bCs/>
          <w:sz w:val="24"/>
          <w:szCs w:val="24"/>
        </w:rPr>
      </w:pPr>
    </w:p>
    <w:p w:rsidR="00AB43FC" w:rsidRPr="00391484" w:rsidRDefault="00AB43FC" w:rsidP="006C4030">
      <w:pPr>
        <w:pStyle w:val="NoSpacing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1.2. Описание заявителей при предоставлении муниципальной услуги</w:t>
      </w:r>
    </w:p>
    <w:p w:rsidR="00AB43FC" w:rsidRPr="00391484" w:rsidRDefault="00AB43FC" w:rsidP="006C4030">
      <w:pPr>
        <w:pStyle w:val="NoSpacing"/>
        <w:jc w:val="center"/>
        <w:rPr>
          <w:b/>
          <w:bCs/>
          <w:sz w:val="24"/>
          <w:szCs w:val="24"/>
        </w:rPr>
      </w:pPr>
    </w:p>
    <w:p w:rsidR="00AB43FC" w:rsidRPr="00391484" w:rsidRDefault="00AB43FC" w:rsidP="009A790A">
      <w:pPr>
        <w:pStyle w:val="NoSpacing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9A790A">
        <w:rPr>
          <w:sz w:val="24"/>
          <w:szCs w:val="24"/>
        </w:rPr>
        <w:t>Заявителями, имеющими право на получение муниципальной услуги "Регистрация трудового договора с работодателем - физическим лицом, не являющимся индивидуальным предпринимателем" (далее - муниципальная услуга) являются работодатели - физические лица, не являющиеся индивидуальными предпринимателями.</w:t>
      </w:r>
    </w:p>
    <w:p w:rsidR="00AB43FC" w:rsidRDefault="00AB43FC" w:rsidP="006C4030">
      <w:pPr>
        <w:keepNext/>
        <w:jc w:val="center"/>
        <w:rPr>
          <w:b/>
          <w:bCs/>
          <w:sz w:val="24"/>
          <w:szCs w:val="24"/>
        </w:rPr>
      </w:pPr>
    </w:p>
    <w:p w:rsidR="00AB43FC" w:rsidRPr="00391484" w:rsidRDefault="00AB43FC" w:rsidP="006C4030">
      <w:pPr>
        <w:keepNext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1.3. Требования к порядку информирования</w:t>
      </w:r>
    </w:p>
    <w:p w:rsidR="00AB43FC" w:rsidRPr="00391484" w:rsidRDefault="00AB43FC" w:rsidP="006C4030">
      <w:pPr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о правилах предоставления муниципальной услуги</w:t>
      </w:r>
    </w:p>
    <w:p w:rsidR="00AB43FC" w:rsidRPr="00D67BF8" w:rsidRDefault="00AB43FC" w:rsidP="006C4030">
      <w:pPr>
        <w:jc w:val="center"/>
        <w:rPr>
          <w:b/>
          <w:bCs/>
          <w:color w:val="0070C0"/>
          <w:sz w:val="24"/>
          <w:szCs w:val="24"/>
        </w:rPr>
      </w:pPr>
    </w:p>
    <w:p w:rsidR="00AB43FC" w:rsidRPr="00DE090B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3.  Информация о правилах предоставления муниципальной услуги может быть получена:</w:t>
      </w:r>
    </w:p>
    <w:p w:rsidR="00AB43FC" w:rsidRPr="00DE090B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-по телефону (факс)-  (884493) 4-63-53</w:t>
      </w:r>
      <w:r w:rsidRPr="00DE090B">
        <w:rPr>
          <w:sz w:val="24"/>
          <w:szCs w:val="24"/>
        </w:rPr>
        <w:t>;</w:t>
      </w:r>
      <w:r>
        <w:rPr>
          <w:sz w:val="24"/>
          <w:szCs w:val="24"/>
        </w:rPr>
        <w:t xml:space="preserve"> телефон для  справок (884493) 4-63-67;</w:t>
      </w:r>
    </w:p>
    <w:p w:rsidR="00AB43FC" w:rsidRPr="00DE090B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-по электронной</w:t>
      </w:r>
      <w:r>
        <w:rPr>
          <w:sz w:val="24"/>
          <w:szCs w:val="24"/>
        </w:rPr>
        <w:t xml:space="preserve"> почте </w:t>
      </w:r>
      <w:r w:rsidRPr="00937631">
        <w:rPr>
          <w:color w:val="FF0000"/>
          <w:sz w:val="24"/>
          <w:szCs w:val="24"/>
          <w:lang w:val="en-US"/>
        </w:rPr>
        <w:t>torgusp</w:t>
      </w:r>
      <w:r w:rsidRPr="00937631">
        <w:rPr>
          <w:color w:val="FF0000"/>
          <w:sz w:val="24"/>
          <w:szCs w:val="24"/>
        </w:rPr>
        <w:t>.@</w:t>
      </w:r>
      <w:r w:rsidRPr="00937631">
        <w:rPr>
          <w:color w:val="FF0000"/>
          <w:sz w:val="24"/>
          <w:szCs w:val="24"/>
          <w:lang w:val="en-US"/>
        </w:rPr>
        <w:t>mail</w:t>
      </w:r>
      <w:r w:rsidRPr="00937631">
        <w:rPr>
          <w:color w:val="FF0000"/>
          <w:sz w:val="24"/>
          <w:szCs w:val="24"/>
        </w:rPr>
        <w:t>.</w:t>
      </w:r>
      <w:r w:rsidRPr="00937631">
        <w:rPr>
          <w:color w:val="FF0000"/>
          <w:sz w:val="24"/>
          <w:szCs w:val="24"/>
          <w:lang w:val="en-US"/>
        </w:rPr>
        <w:t>ru</w:t>
      </w:r>
      <w:r w:rsidRPr="00937631">
        <w:rPr>
          <w:sz w:val="24"/>
          <w:szCs w:val="24"/>
        </w:rPr>
        <w:t xml:space="preserve"> .</w:t>
      </w:r>
      <w:r w:rsidRPr="00DE090B">
        <w:rPr>
          <w:sz w:val="24"/>
          <w:szCs w:val="24"/>
        </w:rPr>
        <w:t xml:space="preserve"> </w:t>
      </w:r>
      <w:bookmarkStart w:id="0" w:name="_GoBack"/>
      <w:bookmarkEnd w:id="0"/>
    </w:p>
    <w:p w:rsidR="00AB43FC" w:rsidRPr="00DE090B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-по почте путем обращения заявителя с письменным запросом о предоставлении информации по адресу: </w:t>
      </w:r>
      <w:r>
        <w:rPr>
          <w:sz w:val="24"/>
          <w:szCs w:val="24"/>
        </w:rPr>
        <w:t>404202 Волгоградская область  Старополтавский район п.Торгун ул.Почтовая , д№15</w:t>
      </w:r>
    </w:p>
    <w:p w:rsidR="00AB43FC" w:rsidRPr="00DE090B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 xml:space="preserve">-при личном обращении заявителя: приём заявителей, осуществляется в приемные дни: понедельник-пятница, с 08.00 до 16.00 часов, перерыв с 12.00 до 13.00 часов в администрации </w:t>
      </w:r>
      <w:r>
        <w:rPr>
          <w:sz w:val="24"/>
          <w:szCs w:val="24"/>
        </w:rPr>
        <w:t>Торгунского</w:t>
      </w:r>
      <w:r w:rsidRPr="00DE090B">
        <w:rPr>
          <w:sz w:val="24"/>
          <w:szCs w:val="24"/>
        </w:rPr>
        <w:t xml:space="preserve"> сельского поселения;  </w:t>
      </w:r>
    </w:p>
    <w:p w:rsidR="00AB43FC" w:rsidRPr="00DE090B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-сети Интернет  на</w:t>
      </w:r>
      <w:r>
        <w:rPr>
          <w:sz w:val="24"/>
          <w:szCs w:val="24"/>
        </w:rPr>
        <w:t xml:space="preserve"> официальном сайте </w:t>
      </w:r>
      <w:r w:rsidRPr="00937631">
        <w:rPr>
          <w:color w:val="FF0000"/>
        </w:rPr>
        <w:t xml:space="preserve"> </w:t>
      </w:r>
      <w:r w:rsidRPr="00937631">
        <w:rPr>
          <w:color w:val="FF0000"/>
          <w:sz w:val="24"/>
          <w:szCs w:val="24"/>
          <w:lang w:val="en-US"/>
        </w:rPr>
        <w:t>torgunckoe</w:t>
      </w:r>
      <w:r w:rsidRPr="00937631">
        <w:rPr>
          <w:color w:val="FF0000"/>
          <w:sz w:val="24"/>
          <w:szCs w:val="24"/>
        </w:rPr>
        <w:t>-</w:t>
      </w:r>
      <w:r w:rsidRPr="00937631">
        <w:rPr>
          <w:color w:val="FF0000"/>
          <w:sz w:val="24"/>
          <w:szCs w:val="24"/>
          <w:lang w:val="en-US"/>
        </w:rPr>
        <w:t>sp</w:t>
      </w:r>
      <w:r w:rsidRPr="00937631">
        <w:rPr>
          <w:color w:val="FF0000"/>
          <w:sz w:val="24"/>
          <w:szCs w:val="24"/>
        </w:rPr>
        <w:t>.</w:t>
      </w:r>
      <w:r w:rsidRPr="00937631">
        <w:rPr>
          <w:color w:val="FF0000"/>
          <w:sz w:val="24"/>
          <w:szCs w:val="24"/>
          <w:lang w:val="en-US"/>
        </w:rPr>
        <w:t>ru</w:t>
      </w:r>
    </w:p>
    <w:p w:rsidR="00AB43FC" w:rsidRPr="00DE090B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E090B">
        <w:rPr>
          <w:sz w:val="24"/>
          <w:szCs w:val="24"/>
        </w:rPr>
        <w:t>- на информационных стендах в установленных местах обнародования документов</w:t>
      </w:r>
      <w:r>
        <w:rPr>
          <w:sz w:val="24"/>
          <w:szCs w:val="24"/>
        </w:rPr>
        <w:t xml:space="preserve"> Торгунского</w:t>
      </w:r>
      <w:r w:rsidRPr="00DE090B">
        <w:rPr>
          <w:sz w:val="24"/>
          <w:szCs w:val="24"/>
        </w:rPr>
        <w:t xml:space="preserve"> сельского поселения.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391484">
        <w:rPr>
          <w:sz w:val="24"/>
          <w:szCs w:val="24"/>
        </w:rPr>
        <w:t xml:space="preserve">. При информировании по телефону, по электронной почте, по почте (путем обращения заявителя с письменным </w:t>
      </w:r>
      <w:r>
        <w:rPr>
          <w:sz w:val="24"/>
          <w:szCs w:val="24"/>
        </w:rPr>
        <w:t>заявлением (</w:t>
      </w:r>
      <w:r w:rsidRPr="00391484">
        <w:rPr>
          <w:sz w:val="24"/>
          <w:szCs w:val="24"/>
        </w:rPr>
        <w:t>запросом</w:t>
      </w:r>
      <w:r>
        <w:rPr>
          <w:sz w:val="24"/>
          <w:szCs w:val="24"/>
        </w:rPr>
        <w:t>)</w:t>
      </w:r>
      <w:r w:rsidRPr="00391484">
        <w:rPr>
          <w:sz w:val="24"/>
          <w:szCs w:val="24"/>
        </w:rPr>
        <w:t xml:space="preserve"> о предоставлении информации)</w:t>
      </w:r>
      <w:r>
        <w:rPr>
          <w:sz w:val="24"/>
          <w:szCs w:val="24"/>
        </w:rPr>
        <w:t>,</w:t>
      </w:r>
      <w:r w:rsidRPr="00391484">
        <w:rPr>
          <w:sz w:val="24"/>
          <w:szCs w:val="24"/>
        </w:rPr>
        <w:t xml:space="preserve"> и при личном обращении заявителя: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сообщается следующая информация: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контактные данные органа (почтовый адрес, адрес официального сайта в информационно-телекоммуникационной сети «Интернет», номер телефона для справок, адрес электронной почты);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график работы с заявителями;</w:t>
      </w:r>
    </w:p>
    <w:p w:rsidR="00AB43F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сведения о должностных лицах, уполномоченных рассматривать жалобы (претензии) заявителей на решения и действия (бездействие) органа, а также его должностных лиц (муниципальных служащих);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2) осуществление консультирования по порядку предоставления муниципальной услуги.</w:t>
      </w:r>
    </w:p>
    <w:p w:rsidR="00AB43F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Ответ на телефонный звонок начина</w:t>
      </w:r>
      <w:r>
        <w:rPr>
          <w:sz w:val="24"/>
          <w:szCs w:val="24"/>
        </w:rPr>
        <w:t>ется</w:t>
      </w:r>
      <w:r w:rsidRPr="00391484">
        <w:rPr>
          <w:sz w:val="24"/>
          <w:szCs w:val="24"/>
        </w:rPr>
        <w:t xml:space="preserve"> с информации о наименовании органа, в который позвонил гражданин, должности, фамилии, имени и отчестве принявшего телефонный звонок муниципального служащего органа. 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При невозможности муниципального служащего, принявшего телефонный звонок, самостоятельно ответить на поставленные вопросы, телефонный звонок должен быть переадресован (переведен) на другого муниципального служащего либо позвонившему гражданину сообщ</w:t>
      </w:r>
      <w:r>
        <w:rPr>
          <w:sz w:val="24"/>
          <w:szCs w:val="24"/>
        </w:rPr>
        <w:t>ается</w:t>
      </w:r>
      <w:r w:rsidRPr="00391484">
        <w:rPr>
          <w:sz w:val="24"/>
          <w:szCs w:val="24"/>
        </w:rPr>
        <w:t xml:space="preserve"> номер телефона, по которому можно получить необходимую информацию, или указан иной способ получения информации о правилах предоставления муниципальной услуги.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Обращения заявителей по электронной почте и их письменные запросы рассматриваются в органе в порядке, предусмотренном Федеральным законом от 02.05.2006 №59-ФЗ «О порядке рассмотрения обращений граждан Российской Федерации» и Федеральным законом от 09.02.2009 №8-ФЗ «Об обеспечении доступа к информации о деятельности государственных органов и органов местного самоуправления».</w:t>
      </w:r>
    </w:p>
    <w:p w:rsidR="00AB43FC" w:rsidRPr="00DB08BA" w:rsidRDefault="00AB43FC" w:rsidP="00DB08BA">
      <w:pPr>
        <w:tabs>
          <w:tab w:val="left" w:pos="156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391484">
        <w:rPr>
          <w:sz w:val="24"/>
          <w:szCs w:val="24"/>
        </w:rPr>
        <w:t xml:space="preserve">. </w:t>
      </w:r>
      <w:r w:rsidRPr="00DB08BA">
        <w:rPr>
          <w:sz w:val="24"/>
          <w:szCs w:val="24"/>
        </w:rPr>
        <w:t xml:space="preserve">Информирование о порядке предоставления муниципальной услуги осуществляется также 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7" w:history="1">
        <w:r w:rsidRPr="00DB08BA">
          <w:rPr>
            <w:rStyle w:val="Hyperlink"/>
            <w:sz w:val="24"/>
            <w:szCs w:val="24"/>
          </w:rPr>
          <w:t>www@volganet.ru</w:t>
        </w:r>
      </w:hyperlink>
      <w:r w:rsidRPr="00DB08BA">
        <w:rPr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AB43FC" w:rsidRPr="00DB08BA" w:rsidRDefault="00AB43FC" w:rsidP="00DB08BA">
      <w:pPr>
        <w:tabs>
          <w:tab w:val="left" w:pos="1560"/>
        </w:tabs>
        <w:ind w:firstLine="709"/>
        <w:jc w:val="both"/>
        <w:rPr>
          <w:sz w:val="24"/>
          <w:szCs w:val="24"/>
        </w:rPr>
      </w:pPr>
      <w:r w:rsidRPr="00DB08BA">
        <w:rPr>
          <w:sz w:val="24"/>
          <w:szCs w:val="24"/>
        </w:rPr>
        <w:t xml:space="preserve"> Информацию о предоставлении муниципальной услуги можно получить с использованием единого портала государственных и муниципальных услуг (функций) (</w:t>
      </w:r>
      <w:hyperlink r:id="rId8" w:history="1">
        <w:r w:rsidRPr="00DB08BA">
          <w:rPr>
            <w:rStyle w:val="Hyperlink"/>
            <w:sz w:val="24"/>
            <w:szCs w:val="24"/>
          </w:rPr>
          <w:t>www.volganet.ru</w:t>
        </w:r>
      </w:hyperlink>
      <w:r w:rsidRPr="00DB08BA">
        <w:rPr>
          <w:sz w:val="24"/>
          <w:szCs w:val="24"/>
        </w:rPr>
        <w:t>).</w:t>
      </w:r>
    </w:p>
    <w:p w:rsidR="00AB43FC" w:rsidRPr="00DB08BA" w:rsidRDefault="00AB43FC" w:rsidP="00DB08BA">
      <w:pPr>
        <w:tabs>
          <w:tab w:val="left" w:pos="1560"/>
        </w:tabs>
        <w:ind w:firstLine="709"/>
        <w:jc w:val="both"/>
        <w:rPr>
          <w:sz w:val="24"/>
          <w:szCs w:val="24"/>
        </w:rPr>
      </w:pPr>
      <w:r w:rsidRPr="00DB08BA">
        <w:rPr>
          <w:sz w:val="24"/>
          <w:szCs w:val="24"/>
        </w:rPr>
        <w:t>Информационная система портала государственных услуг предоставляет возможность пользователю Интернета при заполнении экранных форм подтвердить электронной подписью юридическую значимость заявления и электронных сканкопий документов, приложенных к заявлению на оказание конкретной муниципальной услуги в соответствии с настоящим</w:t>
      </w:r>
      <w:r>
        <w:rPr>
          <w:sz w:val="24"/>
          <w:szCs w:val="24"/>
        </w:rPr>
        <w:t xml:space="preserve"> Административным регламентом».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 xml:space="preserve">На официальном сайте </w:t>
      </w:r>
      <w:r>
        <w:rPr>
          <w:sz w:val="24"/>
          <w:szCs w:val="24"/>
        </w:rPr>
        <w:t xml:space="preserve">Торгунского сельского поселения </w:t>
      </w:r>
      <w:r w:rsidRPr="00391484">
        <w:rPr>
          <w:sz w:val="24"/>
          <w:szCs w:val="24"/>
        </w:rPr>
        <w:t>в информационно-телекоммуникационной сети «Интернет» размещается следующая информация: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текст настоящего административного регламента;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контактные данные органа, указанные в пункте 7 настоящего административного регламента;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график работы органа с заявителями;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образцы заполнения заявителями бланков документов;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порядок получения консультаций (справок) о предоставлении муниципальной услуги;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сведения о должностных лицах, уполномоченных рассматривать жалобы (претензии) заявителей на решения и действия (бездействие) органа, а также его должностных лиц (муниципальных служащих).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391484">
        <w:rPr>
          <w:sz w:val="24"/>
          <w:szCs w:val="24"/>
        </w:rPr>
        <w:t xml:space="preserve">. В помещениях </w:t>
      </w:r>
      <w:r>
        <w:rPr>
          <w:sz w:val="24"/>
          <w:szCs w:val="24"/>
        </w:rPr>
        <w:t>Администрации</w:t>
      </w:r>
      <w:r w:rsidRPr="00391484">
        <w:rPr>
          <w:sz w:val="24"/>
          <w:szCs w:val="24"/>
        </w:rPr>
        <w:t xml:space="preserve"> (на информационных стендах) размещается следующая информация: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график работы органа с заявителями;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2) фамилия, имя, отчество муниципальных служащих, исполняющих муниципальную услугу;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3) образец заявления;</w:t>
      </w:r>
    </w:p>
    <w:p w:rsidR="00AB43F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4) перечень документов, необходимых для предоставления муниципальной услуги.</w:t>
      </w:r>
    </w:p>
    <w:p w:rsidR="00AB43F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AB43FC" w:rsidRPr="00391484" w:rsidRDefault="00AB43FC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AB43FC" w:rsidRPr="00391484" w:rsidRDefault="00AB43FC" w:rsidP="006C4030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II. Стандарт предоставления муниципальной услуги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391484">
        <w:rPr>
          <w:sz w:val="24"/>
          <w:szCs w:val="24"/>
        </w:rPr>
        <w:t>. Полное наименование муниципальной услуги: "</w:t>
      </w:r>
      <w:r w:rsidRPr="00805093">
        <w:rPr>
          <w:sz w:val="24"/>
          <w:szCs w:val="24"/>
        </w:rPr>
        <w:t xml:space="preserve">Регистрация трудового договора с работодателем - физическим лицом, не являющимся индивидуальным предпринимателем </w:t>
      </w:r>
      <w:r w:rsidRPr="00391484">
        <w:rPr>
          <w:sz w:val="24"/>
          <w:szCs w:val="24"/>
        </w:rPr>
        <w:t>".</w:t>
      </w:r>
    </w:p>
    <w:p w:rsidR="00AB43F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 xml:space="preserve">Муниципальная услуга предоставляется Администрацией </w:t>
      </w:r>
      <w:r>
        <w:rPr>
          <w:sz w:val="24"/>
          <w:szCs w:val="24"/>
        </w:rPr>
        <w:t>Торгунского сельского поселения</w:t>
      </w:r>
      <w:r w:rsidRPr="00391484">
        <w:rPr>
          <w:sz w:val="24"/>
          <w:szCs w:val="24"/>
        </w:rPr>
        <w:t>.</w:t>
      </w:r>
    </w:p>
    <w:p w:rsidR="00AB43FC" w:rsidRPr="00A00FD3" w:rsidRDefault="00AB43FC" w:rsidP="00A00FD3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00FD3">
        <w:rPr>
          <w:sz w:val="24"/>
          <w:szCs w:val="24"/>
        </w:rPr>
        <w:t>При получении муниципальной услуги заявители имеют право на получение муниципальной услуги в многофункциональном центре в соответствии с соглашениями, заключенными между многофункциональным центром и Администрацией, с момента вступления в силу соответствующего соглашения о взаимодействии.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391484">
        <w:rPr>
          <w:sz w:val="24"/>
          <w:szCs w:val="24"/>
        </w:rPr>
        <w:t>.Предоставление муниципальной услуги не предполагает межведомственного взаимодействия.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>
        <w:rPr>
          <w:sz w:val="24"/>
          <w:szCs w:val="24"/>
        </w:rPr>
        <w:t>0</w:t>
      </w:r>
      <w:r w:rsidRPr="00391484">
        <w:rPr>
          <w:sz w:val="24"/>
          <w:szCs w:val="24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:rsidR="00AB43FC" w:rsidRPr="00002CA8" w:rsidRDefault="00AB43FC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статья 303 Трудового кодекса Российской Федерации от 30.12.2001 N 197-ФЗ;</w:t>
      </w:r>
    </w:p>
    <w:p w:rsidR="00AB43FC" w:rsidRPr="00002CA8" w:rsidRDefault="00AB43FC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Закон Волгоградской области от 09.07.2003 N 844-ОД "О порядке регистрации трудового договора с работодателем - физическим лицом, не являющимся индивидуальным предпринимателем";</w:t>
      </w:r>
    </w:p>
    <w:p w:rsidR="00AB43FC" w:rsidRPr="00002CA8" w:rsidRDefault="00AB43FC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Федеральный закон от 06.04.2011 N 63-ФЗ "Об электронной подписи";</w:t>
      </w:r>
    </w:p>
    <w:p w:rsidR="00AB43FC" w:rsidRDefault="00AB43FC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02CA8">
        <w:rPr>
          <w:sz w:val="24"/>
          <w:szCs w:val="24"/>
        </w:rPr>
        <w:t>- постановление Правительства РФ от 25.06.2012 N 634 "О видах электронной подписи, использование которых допускается при обращении за получением государственных и муниципальных услуг" (вместе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услуг)</w:t>
      </w:r>
      <w:r>
        <w:rPr>
          <w:sz w:val="24"/>
          <w:szCs w:val="24"/>
        </w:rPr>
        <w:t>;</w:t>
      </w:r>
    </w:p>
    <w:p w:rsidR="00AB43FC" w:rsidRPr="00391484" w:rsidRDefault="00AB43FC" w:rsidP="00002CA8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91484">
        <w:rPr>
          <w:sz w:val="24"/>
          <w:szCs w:val="24"/>
        </w:rPr>
        <w:t>настоящий административный регламент.</w:t>
      </w:r>
    </w:p>
    <w:p w:rsidR="00AB43FC" w:rsidRPr="00391484" w:rsidRDefault="00AB43FC" w:rsidP="006C4030">
      <w:pPr>
        <w:ind w:left="927"/>
        <w:rPr>
          <w:b/>
          <w:bCs/>
          <w:sz w:val="24"/>
          <w:szCs w:val="24"/>
        </w:rPr>
      </w:pPr>
    </w:p>
    <w:p w:rsidR="00AB43FC" w:rsidRPr="00391484" w:rsidRDefault="00AB43FC" w:rsidP="006C4030">
      <w:pPr>
        <w:ind w:left="927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2.1. Перечень документов, необходимых для предоставления муниципальной услуги</w:t>
      </w:r>
    </w:p>
    <w:p w:rsidR="00AB43FC" w:rsidRPr="00391484" w:rsidRDefault="00AB43FC" w:rsidP="00A21233">
      <w:pPr>
        <w:rPr>
          <w:sz w:val="24"/>
          <w:szCs w:val="24"/>
        </w:rPr>
      </w:pPr>
    </w:p>
    <w:p w:rsidR="00AB43FC" w:rsidRPr="00072DC6" w:rsidRDefault="00AB43FC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Pr="00391484">
        <w:rPr>
          <w:sz w:val="24"/>
          <w:szCs w:val="24"/>
        </w:rPr>
        <w:t xml:space="preserve">. </w:t>
      </w:r>
      <w:r w:rsidRPr="00072DC6">
        <w:rPr>
          <w:sz w:val="24"/>
          <w:szCs w:val="24"/>
        </w:rPr>
        <w:t>При обращении физического лица, не являющегося индивидуальным предпринимателем, для регистрации трудового договора обязательно представляются:</w:t>
      </w:r>
    </w:p>
    <w:p w:rsidR="00AB43FC" w:rsidRPr="00072DC6" w:rsidRDefault="00AB43FC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t>- заявление о регистрации трудового договора с работодателем - физическим лицом, не являющимся индивидуальным предпринимателем, которое оформляется по форме согласно приложению N 1 к настоящему Административному регламенту (далее - заявление);</w:t>
      </w:r>
    </w:p>
    <w:p w:rsidR="00AB43FC" w:rsidRPr="00072DC6" w:rsidRDefault="00AB43FC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t>- трудовой договор в трех экземплярах;</w:t>
      </w:r>
    </w:p>
    <w:p w:rsidR="00AB43FC" w:rsidRPr="000D5C7E" w:rsidRDefault="00AB43FC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  <w:sz w:val="24"/>
          <w:szCs w:val="24"/>
        </w:rPr>
      </w:pPr>
      <w:r w:rsidRPr="00072DC6">
        <w:rPr>
          <w:sz w:val="24"/>
          <w:szCs w:val="24"/>
        </w:rPr>
        <w:t>- копии паспортов работодателя и работника (ксерокопии первого и второго листов паспорта и листа, содержащего сведения о месте жительства (регистрации) на дату подачи документов).</w:t>
      </w:r>
    </w:p>
    <w:p w:rsidR="00AB43FC" w:rsidRPr="004432C5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color w:val="0070C0"/>
          <w:sz w:val="24"/>
          <w:szCs w:val="24"/>
        </w:rPr>
      </w:pPr>
    </w:p>
    <w:p w:rsidR="00AB43FC" w:rsidRPr="00391484" w:rsidRDefault="00AB43FC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2.2. Основания для отказа в приеме документов, необходимых для предоставления муниципальной услуги</w:t>
      </w:r>
    </w:p>
    <w:p w:rsidR="00AB43FC" w:rsidRPr="00391484" w:rsidRDefault="00AB43FC" w:rsidP="006C4030">
      <w:pPr>
        <w:ind w:firstLine="284"/>
        <w:jc w:val="center"/>
        <w:rPr>
          <w:sz w:val="24"/>
          <w:szCs w:val="24"/>
        </w:rPr>
      </w:pPr>
    </w:p>
    <w:p w:rsidR="00AB43FC" w:rsidRPr="00072DC6" w:rsidRDefault="00AB43FC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391484">
        <w:rPr>
          <w:sz w:val="24"/>
          <w:szCs w:val="24"/>
        </w:rPr>
        <w:t xml:space="preserve">. </w:t>
      </w:r>
      <w:r w:rsidRPr="00072DC6">
        <w:rPr>
          <w:sz w:val="24"/>
          <w:szCs w:val="24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AB43FC" w:rsidRPr="00072DC6" w:rsidRDefault="00AB43FC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t>- неправильное заполнение заявления;</w:t>
      </w:r>
    </w:p>
    <w:p w:rsidR="00AB43FC" w:rsidRPr="00391484" w:rsidRDefault="00AB43FC" w:rsidP="00072DC6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072DC6">
        <w:rPr>
          <w:sz w:val="24"/>
          <w:szCs w:val="24"/>
        </w:rPr>
        <w:t>- отсутствие необходимых прилагаемых к заявлению документов или одного из них.</w:t>
      </w:r>
    </w:p>
    <w:p w:rsidR="00AB43FC" w:rsidRPr="00391484" w:rsidRDefault="00AB43FC" w:rsidP="006C4030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AB43FC" w:rsidRDefault="00AB43FC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2.3. Сроки при предоставлении муниципальной услуги</w:t>
      </w:r>
    </w:p>
    <w:p w:rsidR="00AB43FC" w:rsidRPr="00391484" w:rsidRDefault="00AB43FC" w:rsidP="006C4030">
      <w:pPr>
        <w:ind w:firstLine="284"/>
        <w:jc w:val="center"/>
        <w:rPr>
          <w:b/>
          <w:bCs/>
          <w:sz w:val="24"/>
          <w:szCs w:val="24"/>
        </w:rPr>
      </w:pPr>
    </w:p>
    <w:p w:rsidR="00AB43FC" w:rsidRDefault="00AB43FC" w:rsidP="00A0477C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391484">
        <w:rPr>
          <w:sz w:val="24"/>
          <w:szCs w:val="24"/>
        </w:rPr>
        <w:t xml:space="preserve">. </w:t>
      </w:r>
      <w:r w:rsidRPr="00A0477C">
        <w:rPr>
          <w:sz w:val="24"/>
          <w:szCs w:val="24"/>
        </w:rPr>
        <w:t xml:space="preserve">Срок предоставления муниципальной услуги составляет три рабочих дня со дня подачи документов, указанных в п. </w:t>
      </w:r>
      <w:r>
        <w:rPr>
          <w:sz w:val="24"/>
          <w:szCs w:val="24"/>
        </w:rPr>
        <w:t>11 настоящего регламента</w:t>
      </w:r>
      <w:r w:rsidRPr="00391484">
        <w:rPr>
          <w:sz w:val="24"/>
          <w:szCs w:val="24"/>
        </w:rPr>
        <w:t>.</w:t>
      </w:r>
    </w:p>
    <w:p w:rsidR="00AB43FC" w:rsidRPr="00EC1217" w:rsidRDefault="00AB43FC" w:rsidP="00EC1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 w:rsidRPr="00EC1217">
        <w:rPr>
          <w:sz w:val="24"/>
          <w:szCs w:val="24"/>
        </w:rPr>
        <w:t>Время ожидания в очереди при подаче обращения на получение муниципальной услуги при личном обращении не должно занимать более 15 минут.</w:t>
      </w:r>
    </w:p>
    <w:p w:rsidR="00AB43FC" w:rsidRPr="00391484" w:rsidRDefault="00AB43FC" w:rsidP="00EC121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Pr="00EC1217">
        <w:rPr>
          <w:sz w:val="24"/>
          <w:szCs w:val="24"/>
        </w:rPr>
        <w:t>. Время ожидания в очереди при получении результатов муниципальной услуги - не более 15 минут.</w:t>
      </w:r>
    </w:p>
    <w:p w:rsidR="00AB43FC" w:rsidRPr="00391484" w:rsidRDefault="00AB43FC" w:rsidP="006C4030">
      <w:pPr>
        <w:ind w:firstLine="284"/>
        <w:jc w:val="center"/>
        <w:rPr>
          <w:b/>
          <w:bCs/>
          <w:sz w:val="24"/>
          <w:szCs w:val="24"/>
        </w:rPr>
      </w:pPr>
    </w:p>
    <w:p w:rsidR="00AB43FC" w:rsidRPr="00391484" w:rsidRDefault="00AB43FC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2.4. Основания для отказа в предоставлении муниципальной услуги</w:t>
      </w:r>
    </w:p>
    <w:p w:rsidR="00AB43FC" w:rsidRPr="00391484" w:rsidRDefault="00AB43FC" w:rsidP="006C4030">
      <w:pPr>
        <w:tabs>
          <w:tab w:val="left" w:pos="993"/>
        </w:tabs>
        <w:ind w:firstLine="567"/>
        <w:jc w:val="both"/>
        <w:rPr>
          <w:sz w:val="24"/>
          <w:szCs w:val="24"/>
        </w:rPr>
      </w:pPr>
    </w:p>
    <w:p w:rsidR="00AB43FC" w:rsidRDefault="00AB43FC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</w:r>
      <w:r w:rsidRPr="00CB4C49">
        <w:rPr>
          <w:sz w:val="24"/>
          <w:szCs w:val="24"/>
        </w:rPr>
        <w:t>Основанием для отказа в регистрации трудового договора с работодателем - физическим лицом, не являющимся индивидуальным предпринимателем, является несоответствие сведений, представленных в документах, содержанию трудового договора и (или) отсутствие необходимых реквизитов и условий трудового договора.</w:t>
      </w:r>
    </w:p>
    <w:p w:rsidR="00AB43FC" w:rsidRPr="00391484" w:rsidRDefault="00AB43FC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AB43FC" w:rsidRPr="00391484" w:rsidRDefault="00AB43FC" w:rsidP="006C4030">
      <w:pPr>
        <w:ind w:firstLine="720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 xml:space="preserve">2.5. Плата, взимаемая с заявителя </w:t>
      </w:r>
    </w:p>
    <w:p w:rsidR="00AB43FC" w:rsidRPr="00391484" w:rsidRDefault="00AB43FC" w:rsidP="006C4030">
      <w:pPr>
        <w:ind w:firstLine="720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при предоставлении муниципальной услуги</w:t>
      </w:r>
    </w:p>
    <w:p w:rsidR="00AB43FC" w:rsidRPr="00391484" w:rsidRDefault="00AB43FC" w:rsidP="006C4030">
      <w:pPr>
        <w:ind w:firstLine="284"/>
        <w:jc w:val="both"/>
        <w:rPr>
          <w:sz w:val="24"/>
          <w:szCs w:val="24"/>
        </w:rPr>
      </w:pP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>Муниципальная услуга предоставляется на безвозмездной основе.</w:t>
      </w:r>
    </w:p>
    <w:p w:rsidR="00AB43FC" w:rsidRPr="00391484" w:rsidRDefault="00AB43FC" w:rsidP="006C403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B43FC" w:rsidRPr="00391484" w:rsidRDefault="00AB43FC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2.6.</w:t>
      </w:r>
      <w:r w:rsidRPr="00391484">
        <w:rPr>
          <w:b/>
          <w:bCs/>
          <w:sz w:val="24"/>
          <w:szCs w:val="24"/>
        </w:rPr>
        <w:tab/>
        <w:t xml:space="preserve"> Результаты предоставления муниципальной услуги</w:t>
      </w:r>
    </w:p>
    <w:p w:rsidR="00AB43FC" w:rsidRPr="00391484" w:rsidRDefault="00AB43FC" w:rsidP="006C4030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B43FC" w:rsidRPr="00CB4C49" w:rsidRDefault="00AB43FC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 w:rsidRPr="00CB4C49">
        <w:rPr>
          <w:sz w:val="24"/>
          <w:szCs w:val="24"/>
        </w:rPr>
        <w:t>Результатом предоставления муниципальной услуги является:</w:t>
      </w:r>
    </w:p>
    <w:p w:rsidR="00AB43FC" w:rsidRPr="00CB4C49" w:rsidRDefault="00AB43FC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B4C49">
        <w:rPr>
          <w:sz w:val="24"/>
          <w:szCs w:val="24"/>
        </w:rPr>
        <w:t>- регистрация трудового договора с работодателем - физическим лицом, не являющимся индивидуальным предпринимателем;</w:t>
      </w:r>
    </w:p>
    <w:p w:rsidR="00AB43FC" w:rsidRPr="000C08F5" w:rsidRDefault="00AB43FC" w:rsidP="00CB4C49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CB4C49">
        <w:rPr>
          <w:sz w:val="24"/>
          <w:szCs w:val="24"/>
        </w:rPr>
        <w:t>- отказ в регистрации трудового договора с работодателем - физическим лицом, не являющимся индивидуальным предпринимателем (оформляется в письменной форме).</w:t>
      </w:r>
    </w:p>
    <w:p w:rsidR="00AB43FC" w:rsidRPr="00391484" w:rsidRDefault="00AB43FC" w:rsidP="006C4030">
      <w:pPr>
        <w:pStyle w:val="NormalWeb"/>
        <w:rPr>
          <w:color w:val="FF0000"/>
          <w:sz w:val="24"/>
          <w:szCs w:val="24"/>
        </w:rPr>
      </w:pPr>
    </w:p>
    <w:p w:rsidR="00AB43FC" w:rsidRPr="00391484" w:rsidRDefault="00AB43FC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2.7. Требования к местам предоставления муниципальной услуги</w:t>
      </w:r>
    </w:p>
    <w:p w:rsidR="00AB43FC" w:rsidRPr="00391484" w:rsidRDefault="00AB43FC" w:rsidP="006C4030">
      <w:pPr>
        <w:ind w:firstLine="284"/>
        <w:jc w:val="center"/>
        <w:rPr>
          <w:b/>
          <w:bCs/>
          <w:sz w:val="24"/>
          <w:szCs w:val="24"/>
        </w:rPr>
      </w:pP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>Помещения, предназначенные для предоставления муниципальной услуги, обозначаются соответствующими табличками с указанием номера кабинета, названия соотв</w:t>
      </w:r>
      <w:r>
        <w:rPr>
          <w:sz w:val="24"/>
          <w:szCs w:val="24"/>
        </w:rPr>
        <w:t>етствующего подразделения Администрации</w:t>
      </w:r>
      <w:r w:rsidRPr="00391484">
        <w:rPr>
          <w:sz w:val="24"/>
          <w:szCs w:val="24"/>
        </w:rPr>
        <w:t>, фамилий, имен и отчеств муниципальных служащих, организующих предоставление муниципальной услуги, мест приема и выдачи документов, мест информирования заявителей, графика работы с заявлениями.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Прием заявлений осуществляется в рабочем кабинет</w:t>
      </w:r>
      <w:r>
        <w:rPr>
          <w:sz w:val="24"/>
          <w:szCs w:val="24"/>
        </w:rPr>
        <w:t>е Администрации</w:t>
      </w:r>
      <w:r w:rsidRPr="00391484">
        <w:rPr>
          <w:sz w:val="24"/>
          <w:szCs w:val="24"/>
        </w:rPr>
        <w:t>.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Для ожидания приема отводятся места, оснащенные столами и стульями для возможности оформления документов.</w:t>
      </w:r>
    </w:p>
    <w:p w:rsidR="00AB43FC" w:rsidRPr="00391484" w:rsidRDefault="00AB43FC" w:rsidP="006C4030">
      <w:pPr>
        <w:pStyle w:val="NormalWeb"/>
        <w:rPr>
          <w:color w:val="FF0000"/>
          <w:sz w:val="24"/>
          <w:szCs w:val="24"/>
        </w:rPr>
      </w:pPr>
    </w:p>
    <w:p w:rsidR="00AB43FC" w:rsidRPr="00391484" w:rsidRDefault="00AB43FC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2.8. Показатели доступности и качества муниципальной услуги</w:t>
      </w:r>
    </w:p>
    <w:p w:rsidR="00AB43FC" w:rsidRPr="00391484" w:rsidRDefault="00AB43FC" w:rsidP="006C4030">
      <w:pPr>
        <w:ind w:firstLine="284"/>
        <w:jc w:val="center"/>
        <w:rPr>
          <w:b/>
          <w:bCs/>
          <w:sz w:val="24"/>
          <w:szCs w:val="24"/>
        </w:rPr>
      </w:pP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2</w:t>
      </w:r>
      <w:r>
        <w:rPr>
          <w:sz w:val="24"/>
          <w:szCs w:val="24"/>
        </w:rPr>
        <w:t>0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>Показателями доступности муниципальной услуги являются: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1) предоставление заявителям информации о правилах предоставления муниципальной услуги в соответствии с подразделом 1.3. настоящего административного регламента.</w:t>
      </w:r>
    </w:p>
    <w:p w:rsidR="00AB43FC" w:rsidRPr="00A3394E" w:rsidRDefault="00AB43FC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 </w:t>
      </w:r>
      <w:r w:rsidRPr="00A3394E">
        <w:rPr>
          <w:sz w:val="24"/>
          <w:szCs w:val="24"/>
        </w:rPr>
        <w:t>Показатели доступности и качества муниципальной услуги.</w:t>
      </w:r>
    </w:p>
    <w:p w:rsidR="00AB43FC" w:rsidRPr="00A3394E" w:rsidRDefault="00AB43FC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>С целью оценки доступности и качества муниципальных услуг используются следующие индикаторы и показатели:</w:t>
      </w:r>
    </w:p>
    <w:p w:rsidR="00AB43FC" w:rsidRPr="00A3394E" w:rsidRDefault="00AB43FC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>- возможность сдать заявление по предварительной записи;</w:t>
      </w:r>
    </w:p>
    <w:p w:rsidR="00AB43FC" w:rsidRPr="00A3394E" w:rsidRDefault="00AB43FC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возможность получить информацию о ходе предоставления муниципальной услуги на сайте </w:t>
      </w:r>
      <w:r>
        <w:rPr>
          <w:sz w:val="24"/>
          <w:szCs w:val="24"/>
        </w:rPr>
        <w:t>Торгунского сельского поселения</w:t>
      </w:r>
      <w:r w:rsidRPr="00A3394E">
        <w:rPr>
          <w:sz w:val="24"/>
          <w:szCs w:val="24"/>
        </w:rPr>
        <w:t>;</w:t>
      </w:r>
    </w:p>
    <w:p w:rsidR="00AB43FC" w:rsidRPr="00A3394E" w:rsidRDefault="00AB43FC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 xml:space="preserve">- размещение исчерпывающей информации на электронном сайте, размещение форм бланков и заявлений на информационных стендах </w:t>
      </w:r>
      <w:r>
        <w:rPr>
          <w:sz w:val="24"/>
          <w:szCs w:val="24"/>
        </w:rPr>
        <w:t>Администрации</w:t>
      </w:r>
      <w:r w:rsidRPr="00A3394E">
        <w:rPr>
          <w:sz w:val="24"/>
          <w:szCs w:val="24"/>
        </w:rPr>
        <w:t>;</w:t>
      </w:r>
    </w:p>
    <w:p w:rsidR="00AB43FC" w:rsidRDefault="00AB43FC" w:rsidP="00A3394E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3394E">
        <w:rPr>
          <w:sz w:val="24"/>
          <w:szCs w:val="24"/>
        </w:rPr>
        <w:t>- удовлетворенность населения муниципальной услугой;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91484">
        <w:rPr>
          <w:sz w:val="24"/>
          <w:szCs w:val="24"/>
        </w:rPr>
        <w:t xml:space="preserve"> отсутствие случаев нарушения сроков при предоставлении муниципальной услуги;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391484">
        <w:rPr>
          <w:sz w:val="24"/>
          <w:szCs w:val="24"/>
        </w:rPr>
        <w:t xml:space="preserve"> отсутствие случаев удовлетворения в судебном порядке заявлений заявителей, оспаривающих действия (бездействие) муниципальных служащих органа и решений органа.</w:t>
      </w:r>
    </w:p>
    <w:p w:rsidR="00AB43FC" w:rsidRPr="00391484" w:rsidRDefault="00AB43FC" w:rsidP="006C4030">
      <w:pPr>
        <w:ind w:firstLine="284"/>
        <w:jc w:val="both"/>
        <w:rPr>
          <w:sz w:val="24"/>
          <w:szCs w:val="24"/>
          <w:highlight w:val="green"/>
        </w:rPr>
      </w:pPr>
    </w:p>
    <w:p w:rsidR="00AB43FC" w:rsidRPr="00391484" w:rsidRDefault="00AB43FC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  <w:lang w:val="en-US"/>
        </w:rPr>
        <w:t>III</w:t>
      </w:r>
      <w:r w:rsidRPr="00391484">
        <w:rPr>
          <w:b/>
          <w:bCs/>
          <w:sz w:val="24"/>
          <w:szCs w:val="24"/>
        </w:rPr>
        <w:t>. Административные процедуры</w:t>
      </w:r>
    </w:p>
    <w:p w:rsidR="00AB43FC" w:rsidRDefault="00AB43FC" w:rsidP="006C4030">
      <w:pPr>
        <w:ind w:firstLine="284"/>
        <w:jc w:val="center"/>
        <w:rPr>
          <w:b/>
          <w:bCs/>
          <w:sz w:val="24"/>
          <w:szCs w:val="24"/>
        </w:rPr>
      </w:pPr>
    </w:p>
    <w:p w:rsidR="00AB43FC" w:rsidRPr="00391484" w:rsidRDefault="00AB43FC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 xml:space="preserve">3.1. Регистрация запроса заявителя о предоставлении </w:t>
      </w:r>
    </w:p>
    <w:p w:rsidR="00AB43FC" w:rsidRPr="00391484" w:rsidRDefault="00AB43FC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>муниципальной услуги</w:t>
      </w:r>
    </w:p>
    <w:p w:rsidR="00AB43FC" w:rsidRPr="00391484" w:rsidRDefault="00AB43FC" w:rsidP="006C4030">
      <w:pPr>
        <w:ind w:firstLine="284"/>
        <w:jc w:val="center"/>
        <w:rPr>
          <w:b/>
          <w:bCs/>
          <w:sz w:val="24"/>
          <w:szCs w:val="24"/>
        </w:rPr>
      </w:pPr>
    </w:p>
    <w:p w:rsidR="00AB43FC" w:rsidRPr="00391484" w:rsidRDefault="00AB43FC" w:rsidP="006C4030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p w:rsidR="00AB43FC" w:rsidRPr="00A4462A" w:rsidRDefault="00AB43FC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22. </w:t>
      </w:r>
      <w:r w:rsidRPr="00A4462A">
        <w:rPr>
          <w:sz w:val="24"/>
          <w:szCs w:val="24"/>
        </w:rPr>
        <w:t>Организация предоставления муниципальной услуги включает в себя следующие административные процедуры:</w:t>
      </w:r>
    </w:p>
    <w:p w:rsidR="00AB43FC" w:rsidRPr="00A4462A" w:rsidRDefault="00AB43FC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4462A">
        <w:rPr>
          <w:sz w:val="24"/>
          <w:szCs w:val="24"/>
        </w:rPr>
        <w:t>- прием заявления и прилагаемых к нему документов, регистрация заявления;</w:t>
      </w:r>
    </w:p>
    <w:p w:rsidR="00AB43FC" w:rsidRPr="00A4462A" w:rsidRDefault="00AB43FC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4462A">
        <w:rPr>
          <w:sz w:val="24"/>
          <w:szCs w:val="24"/>
        </w:rPr>
        <w:t xml:space="preserve">- рассмотрение документов в администрации </w:t>
      </w:r>
      <w:r>
        <w:rPr>
          <w:sz w:val="24"/>
          <w:szCs w:val="24"/>
        </w:rPr>
        <w:t>Торгунского сельского поселения</w:t>
      </w:r>
      <w:r w:rsidRPr="00A4462A">
        <w:rPr>
          <w:sz w:val="24"/>
          <w:szCs w:val="24"/>
        </w:rPr>
        <w:t xml:space="preserve"> и принятие решения о предоставлении (отказе в предоставлении) муниципальной услуги;</w:t>
      </w:r>
    </w:p>
    <w:p w:rsidR="00AB43FC" w:rsidRPr="00A4462A" w:rsidRDefault="00AB43FC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A4462A">
        <w:rPr>
          <w:sz w:val="24"/>
          <w:szCs w:val="24"/>
        </w:rPr>
        <w:t>- регистрация трудового договора с работодателем - физическим лицом, не являющимся индивидуальным предпринимателем, и выдача документов заявителю.</w:t>
      </w:r>
    </w:p>
    <w:p w:rsidR="00AB43FC" w:rsidRDefault="00AB43FC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 w:rsidRPr="00A4462A">
        <w:rPr>
          <w:sz w:val="24"/>
          <w:szCs w:val="24"/>
        </w:rPr>
        <w:t>Блок-схема предоставления муниципальной услуги приводится в приложении N 2 к Административному регламенту.</w:t>
      </w:r>
    </w:p>
    <w:p w:rsidR="00AB43FC" w:rsidRDefault="00AB43FC" w:rsidP="00A4462A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7016C7">
        <w:rPr>
          <w:b/>
          <w:bCs/>
          <w:sz w:val="24"/>
          <w:szCs w:val="24"/>
        </w:rPr>
        <w:t>3.2. Прием заявления и прилагаемых к нему документов,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7016C7">
        <w:rPr>
          <w:b/>
          <w:bCs/>
          <w:sz w:val="24"/>
          <w:szCs w:val="24"/>
        </w:rPr>
        <w:t>регистрация заявления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 w:rsidRPr="007016C7">
        <w:rPr>
          <w:sz w:val="24"/>
          <w:szCs w:val="24"/>
        </w:rPr>
        <w:t xml:space="preserve">Основанием для начала административной процедуры является обращение заявителя с заявлением и прилагаемыми к нему документами. Документы представляются заявителем в соответствии с пунктом </w:t>
      </w:r>
      <w:r>
        <w:rPr>
          <w:sz w:val="24"/>
          <w:szCs w:val="24"/>
        </w:rPr>
        <w:t>11</w:t>
      </w:r>
      <w:r w:rsidRPr="007016C7">
        <w:rPr>
          <w:sz w:val="24"/>
          <w:szCs w:val="24"/>
        </w:rPr>
        <w:t xml:space="preserve"> настоящего регламента.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25. </w:t>
      </w:r>
      <w:r w:rsidRPr="007016C7">
        <w:rPr>
          <w:sz w:val="24"/>
          <w:szCs w:val="24"/>
        </w:rPr>
        <w:t>При приеме заявления и прилагаемых к нему документов специалист администрации: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1) устанавливает личность заявителя, в том числе проверяет документ, удостоверяющий личность;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2) проверяет наличие всех необходимых документов, исходя из соответствующего перечня документов, необходимых для предоставления муниципальной услуги;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3) проверяет соответствие представленных документов установленным требованиям, удостоверяясь, что: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документы имеют надлежащие подписи сторон или определенных законодательством должностных лиц;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тексты документов написаны разборчиво;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фамилии, имена и отчества физических лиц, адреса их мест жительства написаны полностью;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в документах нет подчисток, приписок, зачеркнутых слов и иных не оговоренных в них исправлений;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срок действия документов не истек;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документы представлены в полном объеме;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4) сличает представленные экземпляры оригиналов и копий документов (в том числе нотариально удостоверенные) друг с другом. Если представленные копии документов нотариально не заверены, сличив копии документов с их подлинными экземплярами, заверяет своей подписью с указанием фамилии и инициалов и ставит отметку "с подлинным сверено".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26. </w:t>
      </w:r>
      <w:r w:rsidRPr="007016C7">
        <w:rPr>
          <w:sz w:val="24"/>
          <w:szCs w:val="24"/>
        </w:rPr>
        <w:t>Заявитель, представивший документы для получения муниципальной услуги, в обязательном порядке информируется специалистом администрации: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о сроке предоставления муниципальной услуги;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о возможности отказа в предоставлении муниципальной услуги.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AB43FC" w:rsidRPr="0083797B" w:rsidRDefault="00AB43FC" w:rsidP="0083797B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83797B">
        <w:rPr>
          <w:b/>
          <w:bCs/>
          <w:sz w:val="24"/>
          <w:szCs w:val="24"/>
        </w:rPr>
        <w:t xml:space="preserve">3.3. Рассмотрение документов в администрации </w:t>
      </w:r>
      <w:r>
        <w:rPr>
          <w:b/>
          <w:bCs/>
          <w:sz w:val="24"/>
          <w:szCs w:val="24"/>
        </w:rPr>
        <w:t>Торгунского сельского поселения</w:t>
      </w:r>
      <w:r w:rsidRPr="0083797B">
        <w:rPr>
          <w:b/>
          <w:bCs/>
          <w:sz w:val="24"/>
          <w:szCs w:val="24"/>
        </w:rPr>
        <w:t xml:space="preserve"> и принятие решения о предоставлении</w:t>
      </w:r>
    </w:p>
    <w:p w:rsidR="00AB43FC" w:rsidRPr="0083797B" w:rsidRDefault="00AB43FC" w:rsidP="0083797B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83797B">
        <w:rPr>
          <w:b/>
          <w:bCs/>
          <w:sz w:val="24"/>
          <w:szCs w:val="24"/>
        </w:rPr>
        <w:t>(отказе в предоставлении) муниципальной услуги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27</w:t>
      </w:r>
      <w:r w:rsidRPr="007016C7">
        <w:rPr>
          <w:sz w:val="24"/>
          <w:szCs w:val="24"/>
        </w:rPr>
        <w:t xml:space="preserve">. Основанием для начала административной процедуры является поступление зарегистрированного в администрации </w:t>
      </w:r>
      <w:r>
        <w:rPr>
          <w:sz w:val="24"/>
          <w:szCs w:val="24"/>
        </w:rPr>
        <w:t>Торгунского</w:t>
      </w:r>
      <w:r w:rsidRPr="003C06BD">
        <w:rPr>
          <w:sz w:val="24"/>
          <w:szCs w:val="24"/>
        </w:rPr>
        <w:t xml:space="preserve"> сельского поселения</w:t>
      </w:r>
      <w:r w:rsidRPr="007016C7">
        <w:rPr>
          <w:sz w:val="24"/>
          <w:szCs w:val="24"/>
        </w:rPr>
        <w:t xml:space="preserve"> пакета документов </w:t>
      </w:r>
      <w:r>
        <w:rPr>
          <w:sz w:val="24"/>
          <w:szCs w:val="24"/>
        </w:rPr>
        <w:t>должностному лицу</w:t>
      </w:r>
      <w:r w:rsidRPr="007016C7">
        <w:rPr>
          <w:sz w:val="24"/>
          <w:szCs w:val="24"/>
        </w:rPr>
        <w:t>, к полномочиям которого относится его исполнение (далее - ответственный исполнитель).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Pr="007016C7">
        <w:rPr>
          <w:sz w:val="24"/>
          <w:szCs w:val="24"/>
        </w:rPr>
        <w:t>. Ответственный исполнитель после поступления документов осуществляет проверку полноты и достоверности документов, проверяет содержание представленного на регистрацию трудового договора на соответствие требованиям, предъявляемым трудовым законодательством к содержанию трудового договора, выявляет наличие оснований для предоставления муниципальной услуги или отказа в предоставлении муниципальной услуги.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29</w:t>
      </w:r>
      <w:r w:rsidRPr="007016C7">
        <w:rPr>
          <w:sz w:val="24"/>
          <w:szCs w:val="24"/>
        </w:rPr>
        <w:t>. При наличии оснований для отказа в предоставлении муниципальной услуги ответственный исполнитель готовит письменное уведомление с указанием причин отказа в предоставлении муниципальной услуги.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Pr="007016C7">
        <w:rPr>
          <w:sz w:val="24"/>
          <w:szCs w:val="24"/>
        </w:rPr>
        <w:t>. При наличии оснований для предоставления муниципальной услуги ответственный исполнитель: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регистрирует трудовой договор работодателя - физического лица, не являющегося индивидуальным предпринимателем, с работником в трех подлинных экземплярах, подписанных работодателем и работником;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три экземпляра трудового договора заверяются специальным штампом и подписью специалиста администрации, осуществляющего регистрацию трудового договора;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информация о зарегистрированном трудовом договоре вносится в электронную базу.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Передача документов осуществляется с внесением соответствующих данных в электронную базу.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Результатом административной процедуры является принятие решения о предоставлении или отказе в предоставлении муниципальной услуги.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AB43FC" w:rsidRPr="00570EB0" w:rsidRDefault="00AB43FC" w:rsidP="00570EB0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570EB0">
        <w:rPr>
          <w:b/>
          <w:bCs/>
          <w:sz w:val="24"/>
          <w:szCs w:val="24"/>
        </w:rPr>
        <w:t>3.4. Регистрация трудового договора с работодателем -</w:t>
      </w:r>
    </w:p>
    <w:p w:rsidR="00AB43FC" w:rsidRPr="00570EB0" w:rsidRDefault="00AB43FC" w:rsidP="00570EB0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570EB0">
        <w:rPr>
          <w:b/>
          <w:bCs/>
          <w:sz w:val="24"/>
          <w:szCs w:val="24"/>
        </w:rPr>
        <w:t>физическим лицом, не являющимся индивидуальным</w:t>
      </w:r>
    </w:p>
    <w:p w:rsidR="00AB43FC" w:rsidRPr="00570EB0" w:rsidRDefault="00AB43FC" w:rsidP="00570EB0">
      <w:pPr>
        <w:tabs>
          <w:tab w:val="left" w:pos="1260"/>
        </w:tabs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570EB0">
        <w:rPr>
          <w:b/>
          <w:bCs/>
          <w:sz w:val="24"/>
          <w:szCs w:val="24"/>
        </w:rPr>
        <w:t>предпринимателем, и выдача документов заявителю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Pr="007016C7">
        <w:rPr>
          <w:sz w:val="24"/>
          <w:szCs w:val="24"/>
        </w:rPr>
        <w:t xml:space="preserve">. Основанием для начала административной процедуры является наличие зарегистрированного пакета документов в администрации </w:t>
      </w:r>
      <w:r>
        <w:rPr>
          <w:sz w:val="24"/>
          <w:szCs w:val="24"/>
        </w:rPr>
        <w:t>Торгунского</w:t>
      </w:r>
      <w:r w:rsidRPr="00570EB0">
        <w:rPr>
          <w:sz w:val="24"/>
          <w:szCs w:val="24"/>
        </w:rPr>
        <w:t xml:space="preserve"> сельского поселения</w:t>
      </w:r>
      <w:r w:rsidRPr="007016C7">
        <w:rPr>
          <w:sz w:val="24"/>
          <w:szCs w:val="24"/>
        </w:rPr>
        <w:t>.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 xml:space="preserve">Для получения документов заявитель прибывает в администрацию </w:t>
      </w:r>
      <w:r>
        <w:rPr>
          <w:sz w:val="24"/>
          <w:szCs w:val="24"/>
        </w:rPr>
        <w:t>Торгунского</w:t>
      </w:r>
      <w:r w:rsidRPr="00570EB0">
        <w:rPr>
          <w:sz w:val="24"/>
          <w:szCs w:val="24"/>
        </w:rPr>
        <w:t xml:space="preserve"> сельского поселения</w:t>
      </w:r>
      <w:r w:rsidRPr="007016C7">
        <w:rPr>
          <w:sz w:val="24"/>
          <w:szCs w:val="24"/>
        </w:rPr>
        <w:t>.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Pr="007016C7">
        <w:rPr>
          <w:sz w:val="24"/>
          <w:szCs w:val="24"/>
        </w:rPr>
        <w:t xml:space="preserve">. При выдаче документов специалист администрации </w:t>
      </w:r>
      <w:r>
        <w:rPr>
          <w:sz w:val="24"/>
          <w:szCs w:val="24"/>
        </w:rPr>
        <w:t>Торгунского</w:t>
      </w:r>
      <w:r w:rsidRPr="00570EB0">
        <w:rPr>
          <w:sz w:val="24"/>
          <w:szCs w:val="24"/>
        </w:rPr>
        <w:t xml:space="preserve"> сельского поселения</w:t>
      </w:r>
      <w:r w:rsidRPr="007016C7">
        <w:rPr>
          <w:sz w:val="24"/>
          <w:szCs w:val="24"/>
        </w:rPr>
        <w:t>: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устанавливает личность заявителя;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>- знакомит с содержанием документов и выдает их.</w:t>
      </w:r>
    </w:p>
    <w:p w:rsidR="00AB43FC" w:rsidRPr="007016C7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7016C7">
        <w:rPr>
          <w:sz w:val="24"/>
          <w:szCs w:val="24"/>
        </w:rPr>
        <w:t xml:space="preserve">Заявитель подтверждает получение документов личной подписью с расшифровкой в расписке, которая хранится в администрации </w:t>
      </w:r>
      <w:r>
        <w:rPr>
          <w:sz w:val="24"/>
          <w:szCs w:val="24"/>
        </w:rPr>
        <w:t>Торгунского</w:t>
      </w:r>
      <w:r w:rsidRPr="00570EB0">
        <w:rPr>
          <w:sz w:val="24"/>
          <w:szCs w:val="24"/>
        </w:rPr>
        <w:t xml:space="preserve"> сельского поселения</w:t>
      </w:r>
      <w:r w:rsidRPr="007016C7">
        <w:rPr>
          <w:sz w:val="24"/>
          <w:szCs w:val="24"/>
        </w:rPr>
        <w:t>.</w:t>
      </w:r>
    </w:p>
    <w:p w:rsidR="00AB43FC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7016C7">
        <w:rPr>
          <w:sz w:val="24"/>
          <w:szCs w:val="24"/>
        </w:rPr>
        <w:t>3. Результатом административной процедуры является регистрация трудового договора с работодателем - физическим лицом, не являющимся индивидуальным предпринимателем, и получение двух экземпляров трудового договора на руки либо получение заявителем отказа в предоставлении муниципальной услуги.</w:t>
      </w:r>
    </w:p>
    <w:p w:rsidR="00AB43FC" w:rsidRPr="00391484" w:rsidRDefault="00AB43FC" w:rsidP="007016C7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34. Отказ в регистрации трудового договора оформляется ответственным исполнителем в письменном виде.</w:t>
      </w:r>
    </w:p>
    <w:p w:rsidR="00AB43FC" w:rsidRPr="00391484" w:rsidRDefault="00AB43FC" w:rsidP="006C4030">
      <w:pPr>
        <w:autoSpaceDE w:val="0"/>
        <w:autoSpaceDN w:val="0"/>
        <w:adjustRightInd w:val="0"/>
        <w:ind w:firstLine="720"/>
        <w:jc w:val="center"/>
        <w:outlineLvl w:val="1"/>
        <w:rPr>
          <w:b/>
          <w:bCs/>
          <w:sz w:val="24"/>
          <w:szCs w:val="24"/>
        </w:rPr>
      </w:pPr>
    </w:p>
    <w:p w:rsidR="00AB43FC" w:rsidRPr="00391484" w:rsidRDefault="00AB43FC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  <w:lang w:val="en-US"/>
        </w:rPr>
        <w:t>IV</w:t>
      </w:r>
      <w:r w:rsidRPr="00391484">
        <w:rPr>
          <w:b/>
          <w:bCs/>
          <w:sz w:val="24"/>
          <w:szCs w:val="24"/>
        </w:rPr>
        <w:t>. Контроль за исполнением административного регламента</w:t>
      </w:r>
    </w:p>
    <w:p w:rsidR="00AB43FC" w:rsidRPr="00391484" w:rsidRDefault="00AB43FC" w:rsidP="006C4030">
      <w:pPr>
        <w:ind w:firstLine="284"/>
        <w:jc w:val="center"/>
        <w:rPr>
          <w:b/>
          <w:bCs/>
          <w:sz w:val="24"/>
          <w:szCs w:val="24"/>
        </w:rPr>
      </w:pP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>
        <w:rPr>
          <w:sz w:val="24"/>
          <w:szCs w:val="24"/>
        </w:rPr>
        <w:t>5</w:t>
      </w:r>
      <w:r w:rsidRPr="00391484">
        <w:rPr>
          <w:sz w:val="24"/>
          <w:szCs w:val="24"/>
        </w:rPr>
        <w:t>.</w:t>
      </w:r>
      <w:r w:rsidRPr="00391484">
        <w:rPr>
          <w:sz w:val="24"/>
          <w:szCs w:val="24"/>
        </w:rPr>
        <w:tab/>
        <w:t xml:space="preserve">Контроль за исполнением настоящего административного регламента осуществляется Главой </w:t>
      </w:r>
      <w:r>
        <w:rPr>
          <w:sz w:val="24"/>
          <w:szCs w:val="24"/>
        </w:rPr>
        <w:t>Торгунского сельского поселения</w:t>
      </w:r>
      <w:r w:rsidRPr="00391484">
        <w:rPr>
          <w:sz w:val="24"/>
          <w:szCs w:val="24"/>
        </w:rPr>
        <w:t xml:space="preserve"> в следующих формах: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текущее наблюдение за выполнением муниципальными служащими органа административных действий при предоставлении муниципальной услуги;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рассмотрение жалоб (претензий) на действия (бездействие) муниципальных служащих органа, выполняющих административные действия при предоставлении муниципальной услуги.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>
        <w:rPr>
          <w:sz w:val="24"/>
          <w:szCs w:val="24"/>
        </w:rPr>
        <w:t>6</w:t>
      </w:r>
      <w:r w:rsidRPr="00391484">
        <w:rPr>
          <w:sz w:val="24"/>
          <w:szCs w:val="24"/>
        </w:rPr>
        <w:t>. Обязанности муниципальных служащих органа по исполнению настоящего административного регламента, а также их персональная ответственность за неисполнение или ненадлежащее исполнение своих обязанностей закрепляется в должностных инструкциях соответствующих муниципальных служащих.</w:t>
      </w:r>
    </w:p>
    <w:p w:rsidR="00AB43FC" w:rsidRPr="00391484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391484">
        <w:rPr>
          <w:sz w:val="24"/>
          <w:szCs w:val="24"/>
        </w:rPr>
        <w:t>3</w:t>
      </w:r>
      <w:r>
        <w:rPr>
          <w:sz w:val="24"/>
          <w:szCs w:val="24"/>
        </w:rPr>
        <w:t>7</w:t>
      </w:r>
      <w:r w:rsidRPr="00391484">
        <w:rPr>
          <w:sz w:val="24"/>
          <w:szCs w:val="24"/>
        </w:rPr>
        <w:t>. Решения руководителя органа могут быть оспорены в порядке, предусмотренном Федеральным законом от 02.05.2006 №59-ФЗ «О порядке рассмотрения обращений граждан Российской Федерации», и в судебном порядке.</w:t>
      </w:r>
    </w:p>
    <w:p w:rsidR="00AB43FC" w:rsidRPr="00391484" w:rsidRDefault="00AB43FC" w:rsidP="006C4030">
      <w:pPr>
        <w:ind w:firstLine="284"/>
        <w:jc w:val="both"/>
        <w:rPr>
          <w:sz w:val="24"/>
          <w:szCs w:val="24"/>
        </w:rPr>
      </w:pPr>
    </w:p>
    <w:p w:rsidR="00AB43FC" w:rsidRPr="00391484" w:rsidRDefault="00AB43FC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  <w:lang w:val="en-US"/>
        </w:rPr>
        <w:t>V</w:t>
      </w:r>
      <w:r w:rsidRPr="00391484">
        <w:rPr>
          <w:b/>
          <w:bCs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AB43FC" w:rsidRPr="00391484" w:rsidRDefault="00AB43FC" w:rsidP="006C4030">
      <w:pPr>
        <w:ind w:firstLine="284"/>
        <w:jc w:val="center"/>
        <w:rPr>
          <w:b/>
          <w:bCs/>
          <w:sz w:val="24"/>
          <w:szCs w:val="24"/>
        </w:rPr>
      </w:pPr>
      <w:r w:rsidRPr="00391484">
        <w:rPr>
          <w:b/>
          <w:bCs/>
          <w:sz w:val="24"/>
          <w:szCs w:val="24"/>
        </w:rPr>
        <w:t xml:space="preserve"> а также его должностных лиц (муниципальных служащих)</w:t>
      </w:r>
    </w:p>
    <w:p w:rsidR="00AB43FC" w:rsidRDefault="00AB43FC" w:rsidP="006C4030">
      <w:pPr>
        <w:jc w:val="both"/>
        <w:rPr>
          <w:b/>
          <w:bCs/>
          <w:sz w:val="24"/>
          <w:szCs w:val="24"/>
        </w:rPr>
      </w:pPr>
    </w:p>
    <w:p w:rsidR="00AB43FC" w:rsidRPr="004F218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38.</w:t>
      </w:r>
      <w:r w:rsidRPr="004F218C">
        <w:rPr>
          <w:sz w:val="24"/>
          <w:szCs w:val="24"/>
        </w:rPr>
        <w:tab/>
        <w:t>Заявитель может обратиться с жалобой в случае нарушения стандарта предоставления муниципальной услуги, нарушения установленного порядка предоставления муниципальной услуги, включая:</w:t>
      </w:r>
    </w:p>
    <w:p w:rsidR="00AB43FC" w:rsidRPr="004F218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нарушение срока регистрации запроса заявителя о предоставлении муниципальной услуги;</w:t>
      </w:r>
    </w:p>
    <w:p w:rsidR="00AB43FC" w:rsidRPr="004F218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   нарушение срока предоставления муниципальной услуги;</w:t>
      </w:r>
    </w:p>
    <w:p w:rsidR="00AB43FC" w:rsidRPr="00B41118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4F218C">
        <w:rPr>
          <w:sz w:val="24"/>
          <w:szCs w:val="24"/>
        </w:rPr>
        <w:t xml:space="preserve">)  требование у заявителя документов, не предусмотренных нормативными правовыми актами Российской Федерации, </w:t>
      </w:r>
      <w:r w:rsidRPr="00B41118">
        <w:rPr>
          <w:sz w:val="24"/>
          <w:szCs w:val="24"/>
        </w:rPr>
        <w:t xml:space="preserve">нормативными правовыми актами Волгоградской области, муниципальными правовыми актами </w:t>
      </w:r>
      <w:r>
        <w:rPr>
          <w:sz w:val="24"/>
          <w:szCs w:val="24"/>
        </w:rPr>
        <w:t>Торгунского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 для предоставления муниципальной услуги;</w:t>
      </w:r>
    </w:p>
    <w:p w:rsidR="00AB43FC" w:rsidRPr="00B41118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4) отказ в приеме у заявителя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>
        <w:rPr>
          <w:sz w:val="24"/>
          <w:szCs w:val="24"/>
        </w:rPr>
        <w:t>Торгунского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 для предоставления муниципальной услуги;</w:t>
      </w:r>
    </w:p>
    <w:p w:rsidR="00AB43FC" w:rsidRPr="00B41118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>
        <w:rPr>
          <w:sz w:val="24"/>
          <w:szCs w:val="24"/>
        </w:rPr>
        <w:t>Торгунского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регламентом);</w:t>
      </w:r>
    </w:p>
    <w:p w:rsidR="00AB43FC" w:rsidRPr="00B41118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 xml:space="preserve"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 </w:t>
      </w:r>
      <w:r>
        <w:rPr>
          <w:sz w:val="24"/>
          <w:szCs w:val="24"/>
        </w:rPr>
        <w:t>Торгунского</w:t>
      </w:r>
      <w:r w:rsidRPr="00B41118">
        <w:rPr>
          <w:sz w:val="24"/>
          <w:szCs w:val="24"/>
        </w:rPr>
        <w:t xml:space="preserve"> сельского поселения (в том числе настоящим административным регламентом);</w:t>
      </w:r>
    </w:p>
    <w:p w:rsidR="00AB43FC" w:rsidRPr="00B41118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41118">
        <w:rPr>
          <w:sz w:val="24"/>
          <w:szCs w:val="24"/>
        </w:rPr>
        <w:t>7)   отказ органа, должностного лица органа в исправлении допущенных опечаток и ошибок,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AB43FC" w:rsidRPr="004F218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39</w:t>
      </w:r>
      <w:r w:rsidRPr="00B41118">
        <w:rPr>
          <w:sz w:val="24"/>
          <w:szCs w:val="24"/>
        </w:rPr>
        <w:t xml:space="preserve">. Жалобы (претензии), указанные в пункте </w:t>
      </w:r>
      <w:r>
        <w:rPr>
          <w:sz w:val="24"/>
          <w:szCs w:val="24"/>
        </w:rPr>
        <w:t>38</w:t>
      </w:r>
      <w:r w:rsidRPr="00B41118">
        <w:rPr>
          <w:sz w:val="24"/>
          <w:szCs w:val="24"/>
        </w:rPr>
        <w:t xml:space="preserve"> настоящего</w:t>
      </w:r>
      <w:r w:rsidRPr="004F218C">
        <w:rPr>
          <w:sz w:val="24"/>
          <w:szCs w:val="24"/>
        </w:rPr>
        <w:t xml:space="preserve"> административного регламента, подаются на решение и действия (бездействие) должностного лица, предоставившего муниципальную услугу, - главе </w:t>
      </w:r>
      <w:r>
        <w:rPr>
          <w:sz w:val="24"/>
          <w:szCs w:val="24"/>
        </w:rPr>
        <w:t>Торгунского сельского поселения</w:t>
      </w:r>
    </w:p>
    <w:p w:rsidR="00AB43FC" w:rsidRPr="004F218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40</w:t>
      </w:r>
      <w:r w:rsidRPr="004F218C">
        <w:rPr>
          <w:sz w:val="24"/>
          <w:szCs w:val="24"/>
        </w:rPr>
        <w:t xml:space="preserve">. Жалобы, указанные в пункте </w:t>
      </w:r>
      <w:r>
        <w:rPr>
          <w:sz w:val="24"/>
          <w:szCs w:val="24"/>
        </w:rPr>
        <w:t>38</w:t>
      </w:r>
      <w:r w:rsidRPr="004F218C">
        <w:rPr>
          <w:sz w:val="24"/>
          <w:szCs w:val="24"/>
        </w:rPr>
        <w:t xml:space="preserve"> настоящего административного регламента:</w:t>
      </w:r>
    </w:p>
    <w:p w:rsidR="00AB43F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-подаются заявителем лично;</w:t>
      </w:r>
    </w:p>
    <w:p w:rsidR="00AB43F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-направляются почтовым отправлением;</w:t>
      </w:r>
    </w:p>
    <w:p w:rsidR="00AB43F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-направляются по электронной почте;</w:t>
      </w:r>
    </w:p>
    <w:p w:rsidR="00AB43FC" w:rsidRPr="006726BD" w:rsidRDefault="00AB43FC" w:rsidP="006726BD">
      <w:pPr>
        <w:tabs>
          <w:tab w:val="left" w:pos="1560"/>
        </w:tabs>
        <w:ind w:firstLine="709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-направляются </w:t>
      </w:r>
      <w:r w:rsidRPr="006726BD">
        <w:rPr>
          <w:sz w:val="24"/>
          <w:szCs w:val="24"/>
        </w:rPr>
        <w:t xml:space="preserve">посредством размещения информации в информационно-телекоммуникационных сетях общего пользования (в том числе на официальном портале Губернатора и Правительства Волгоградской области </w:t>
      </w:r>
      <w:hyperlink r:id="rId9" w:history="1">
        <w:r w:rsidRPr="006726BD">
          <w:rPr>
            <w:sz w:val="24"/>
            <w:szCs w:val="24"/>
          </w:rPr>
          <w:t>www@volganet.ru</w:t>
        </w:r>
      </w:hyperlink>
      <w:r w:rsidRPr="006726BD">
        <w:rPr>
          <w:sz w:val="24"/>
          <w:szCs w:val="24"/>
        </w:rPr>
        <w:t xml:space="preserve">, едином портале государственных и муниципальных услуг www.gosuslugi.ru), публикации в средствах массовой информации. </w:t>
      </w:r>
    </w:p>
    <w:p w:rsidR="00AB43FC" w:rsidRPr="004F218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41.</w:t>
      </w:r>
      <w:r w:rsidRPr="004F218C">
        <w:rPr>
          <w:sz w:val="24"/>
          <w:szCs w:val="24"/>
        </w:rPr>
        <w:t xml:space="preserve"> Жалоба заявителя должна содержать следующую информацию:</w:t>
      </w:r>
    </w:p>
    <w:p w:rsidR="00AB43FC" w:rsidRPr="004F218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наименование органа, фамилия и инициалы должностного лица, муниципального служащего органа, решения и действия (бездействие) которых обжалуются;</w:t>
      </w:r>
    </w:p>
    <w:p w:rsidR="00AB43FC" w:rsidRPr="004F218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фамилия, имя, отчество (последнее — при наличии), сведения о месте жительства заявителя — физического лица либо наименование, сведения о месте нахождения заявителя —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B43FC" w:rsidRPr="004F218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3) сведения об обжалуемых решениях и действиях (бездействии) органа, должностного лица, муниципального служащего органа;</w:t>
      </w:r>
    </w:p>
    <w:p w:rsidR="00AB43FC" w:rsidRPr="004F218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4) доводы, на основании которых заявитель не согласен с решением и действием (бездействием) органа, должностного лица, муниципального служащего органа. Заявителем могут быть представлены документы (при наличии), подтверждающие доводы заявителя, либо их копии.</w:t>
      </w:r>
    </w:p>
    <w:p w:rsidR="00AB43FC" w:rsidRPr="004F218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42</w:t>
      </w:r>
      <w:r w:rsidRPr="004F218C">
        <w:rPr>
          <w:sz w:val="24"/>
          <w:szCs w:val="24"/>
        </w:rPr>
        <w:t>. Поступившая жалоба заявителя является основанием для ее рассмотрения.</w:t>
      </w:r>
    </w:p>
    <w:p w:rsidR="00AB43F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Рассмотрение ж</w:t>
      </w:r>
      <w:r>
        <w:rPr>
          <w:sz w:val="24"/>
          <w:szCs w:val="24"/>
        </w:rPr>
        <w:t>алоб осуществляется должностным лицом, указанным</w:t>
      </w:r>
      <w:r w:rsidRPr="004F218C">
        <w:rPr>
          <w:sz w:val="24"/>
          <w:szCs w:val="24"/>
        </w:rPr>
        <w:t xml:space="preserve"> в пункте </w:t>
      </w:r>
      <w:r>
        <w:rPr>
          <w:sz w:val="24"/>
          <w:szCs w:val="24"/>
        </w:rPr>
        <w:t>39</w:t>
      </w:r>
      <w:r w:rsidRPr="004F218C">
        <w:rPr>
          <w:sz w:val="24"/>
          <w:szCs w:val="24"/>
        </w:rPr>
        <w:t xml:space="preserve"> настоящего административного регламента.</w:t>
      </w:r>
    </w:p>
    <w:p w:rsidR="00AB43F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Запрещается направлять жалобу должностному лицу, муниципальному служащему, решение или действие (бездействие) которого обжалуется.</w:t>
      </w:r>
    </w:p>
    <w:p w:rsidR="00AB43F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43.</w:t>
      </w:r>
      <w:r w:rsidRPr="004F218C">
        <w:rPr>
          <w:sz w:val="24"/>
          <w:szCs w:val="24"/>
        </w:rPr>
        <w:t xml:space="preserve"> При рассмотрении жалобы должностное лицо:</w:t>
      </w:r>
    </w:p>
    <w:p w:rsidR="00AB43F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1) обеспечивает объективное, всестороннее и своевременное рассмотрение обращения, в случае необходимости — с участием заявителя, направившего жалобу, или его представителя;</w:t>
      </w:r>
    </w:p>
    <w:p w:rsidR="00AB43F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запрашивает необходимые для рассмотрения жалобы документы и материалы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следствия.</w:t>
      </w:r>
    </w:p>
    <w:p w:rsidR="00AB43F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44</w:t>
      </w:r>
      <w:r w:rsidRPr="004F218C">
        <w:rPr>
          <w:sz w:val="24"/>
          <w:szCs w:val="24"/>
        </w:rPr>
        <w:t xml:space="preserve">. Срок рассмотрения жалобы не может превышать 15 рабочих дней со дня ее регистрации, а в случаях, </w:t>
      </w:r>
      <w:r>
        <w:rPr>
          <w:sz w:val="24"/>
          <w:szCs w:val="24"/>
        </w:rPr>
        <w:t xml:space="preserve">предусмотренных подпунктами 4 и </w:t>
      </w:r>
      <w:r w:rsidRPr="004F218C">
        <w:rPr>
          <w:sz w:val="24"/>
          <w:szCs w:val="24"/>
        </w:rPr>
        <w:t xml:space="preserve">7 пункта </w:t>
      </w:r>
      <w:r>
        <w:rPr>
          <w:sz w:val="24"/>
          <w:szCs w:val="24"/>
        </w:rPr>
        <w:t>38</w:t>
      </w:r>
      <w:r w:rsidRPr="004F218C">
        <w:rPr>
          <w:sz w:val="24"/>
          <w:szCs w:val="24"/>
        </w:rPr>
        <w:t xml:space="preserve"> настоящего административного регламента, — 5 рабочих дней со дня регистрации жалобы.</w:t>
      </w:r>
    </w:p>
    <w:p w:rsidR="00AB43FC" w:rsidRPr="004F218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Если жалоба содержит вопросы, решение которых не входит в компетенцию должностного лица, она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жалобе вопросов, с уведомлением заявителя, подавшего жалобу, о ее переадресации.</w:t>
      </w:r>
    </w:p>
    <w:p w:rsidR="00AB43FC" w:rsidRPr="004F218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45</w:t>
      </w:r>
      <w:r w:rsidRPr="004F218C">
        <w:rPr>
          <w:sz w:val="24"/>
          <w:szCs w:val="24"/>
        </w:rPr>
        <w:t>. По результатам рассмотрения жалобы должностное лицо принимает одно из следующих решений:</w:t>
      </w:r>
    </w:p>
    <w:p w:rsidR="00AB43FC" w:rsidRPr="004F218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1) об удовлетворении жалобы, в том числе отмене принятого решения, исправлении допущенных органом опечаток и ошибок в выданных в результате предоставления муниципальной услуги документах, возврате заявителю денежных средств, взимание которых не предусмотрено нормативными правовыми актами Российской Федерации, </w:t>
      </w:r>
      <w:r w:rsidRPr="009245F5">
        <w:rPr>
          <w:sz w:val="24"/>
          <w:szCs w:val="24"/>
        </w:rPr>
        <w:t xml:space="preserve">нормативными правовыми актами Волгоградской области, муниципальными правовыми актами </w:t>
      </w:r>
      <w:r>
        <w:rPr>
          <w:sz w:val="24"/>
          <w:szCs w:val="24"/>
        </w:rPr>
        <w:t>Торгунского</w:t>
      </w:r>
      <w:r w:rsidRPr="009245F5">
        <w:rPr>
          <w:sz w:val="24"/>
          <w:szCs w:val="24"/>
        </w:rPr>
        <w:t xml:space="preserve"> сельского</w:t>
      </w:r>
      <w:r>
        <w:rPr>
          <w:sz w:val="24"/>
          <w:szCs w:val="24"/>
        </w:rPr>
        <w:t xml:space="preserve"> поселения</w:t>
      </w:r>
      <w:r w:rsidRPr="004F218C">
        <w:rPr>
          <w:sz w:val="24"/>
          <w:szCs w:val="24"/>
        </w:rPr>
        <w:t xml:space="preserve"> (в том числе настоящим административным регламентом), устранении нарушений иных прав заявителя;</w:t>
      </w:r>
    </w:p>
    <w:p w:rsidR="00AB43FC" w:rsidRPr="004F218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>2) об отказе в удовлетворении жалобы в случае признания жалобы необоснованной.</w:t>
      </w:r>
    </w:p>
    <w:p w:rsidR="00AB43FC" w:rsidRPr="004F218C" w:rsidRDefault="00AB43FC" w:rsidP="006C4030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46</w:t>
      </w:r>
      <w:r w:rsidRPr="004F218C">
        <w:rPr>
          <w:sz w:val="24"/>
          <w:szCs w:val="24"/>
        </w:rPr>
        <w:t xml:space="preserve">. Мотивированный ответ о результатах рассмотрения жалобы подписывается должностным лицом, рассмотревшим ее, и не позднее дня, следующего за днем принятия решения, указанного в пункте </w:t>
      </w:r>
      <w:r>
        <w:rPr>
          <w:sz w:val="24"/>
          <w:szCs w:val="24"/>
        </w:rPr>
        <w:t>45</w:t>
      </w:r>
      <w:r w:rsidRPr="004F218C">
        <w:rPr>
          <w:sz w:val="24"/>
          <w:szCs w:val="24"/>
        </w:rPr>
        <w:t xml:space="preserve"> настоящего административного регламента, направляется заявителю в письменной форме почтовым отправлением и по желанию заявителя в электронной форме.</w:t>
      </w:r>
    </w:p>
    <w:p w:rsidR="00AB43FC" w:rsidRDefault="00AB43FC" w:rsidP="00DC0D62">
      <w:pPr>
        <w:tabs>
          <w:tab w:val="left" w:pos="1260"/>
        </w:tabs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4F218C">
        <w:rPr>
          <w:sz w:val="24"/>
          <w:szCs w:val="24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рассмотревшее жалобу, незамедлительно направляет имеющиеся материалы в органы </w:t>
      </w:r>
      <w:r w:rsidRPr="00535F4B">
        <w:rPr>
          <w:sz w:val="24"/>
          <w:szCs w:val="24"/>
        </w:rPr>
        <w:t>прокуратуры.</w:t>
      </w:r>
    </w:p>
    <w:p w:rsidR="00AB43FC" w:rsidRDefault="00AB43FC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B43FC" w:rsidRDefault="00AB43FC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B43FC" w:rsidRDefault="00AB43FC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B43FC" w:rsidRDefault="00AB43FC" w:rsidP="006C4030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B43FC" w:rsidRDefault="00AB43FC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B43FC" w:rsidRDefault="00AB43FC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B43FC" w:rsidRDefault="00AB43FC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B43FC" w:rsidRDefault="00AB43FC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B43FC" w:rsidRDefault="00AB43FC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B43FC" w:rsidRDefault="00AB43FC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B43FC" w:rsidRDefault="00AB43FC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B43FC" w:rsidRDefault="00AB43FC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B43FC" w:rsidRDefault="00AB43FC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B43FC" w:rsidRDefault="00AB43FC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B43FC" w:rsidRDefault="00AB43FC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B43FC" w:rsidRDefault="00AB43FC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B43FC" w:rsidRDefault="00AB43FC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B43FC" w:rsidRDefault="00AB43FC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B43FC" w:rsidRDefault="00AB43FC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AB43FC" w:rsidRPr="00B66EE4" w:rsidRDefault="00AB43FC" w:rsidP="00DC0D62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66EE4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1</w:t>
      </w:r>
    </w:p>
    <w:p w:rsidR="00AB43FC" w:rsidRDefault="00AB43FC" w:rsidP="006C4030">
      <w:pPr>
        <w:spacing w:line="260" w:lineRule="exact"/>
        <w:ind w:left="5180"/>
        <w:jc w:val="both"/>
        <w:rPr>
          <w:sz w:val="24"/>
          <w:szCs w:val="24"/>
        </w:rPr>
      </w:pPr>
      <w:r w:rsidRPr="00B66EE4">
        <w:rPr>
          <w:sz w:val="24"/>
          <w:szCs w:val="24"/>
        </w:rPr>
        <w:t xml:space="preserve">к административному регламенту по  предоставлению муниципальной услуги </w:t>
      </w:r>
      <w:r>
        <w:rPr>
          <w:sz w:val="24"/>
          <w:szCs w:val="24"/>
        </w:rPr>
        <w:t>"</w:t>
      </w:r>
      <w:r>
        <w:t>Р</w:t>
      </w:r>
      <w:r w:rsidRPr="006B79B9">
        <w:rPr>
          <w:sz w:val="24"/>
          <w:szCs w:val="24"/>
        </w:rPr>
        <w:t xml:space="preserve">егистрация трудового договора с работодателем - физическим лицом, не являющимся индивидуальным предпринимателем </w:t>
      </w:r>
      <w:r>
        <w:rPr>
          <w:sz w:val="24"/>
          <w:szCs w:val="24"/>
        </w:rPr>
        <w:t>"</w:t>
      </w:r>
    </w:p>
    <w:p w:rsidR="00AB43FC" w:rsidRDefault="00AB43FC" w:rsidP="006C4030">
      <w:pPr>
        <w:spacing w:line="260" w:lineRule="exact"/>
        <w:ind w:left="5180"/>
        <w:jc w:val="both"/>
        <w:rPr>
          <w:sz w:val="24"/>
          <w:szCs w:val="24"/>
        </w:rPr>
      </w:pPr>
    </w:p>
    <w:p w:rsidR="00AB43FC" w:rsidRDefault="00AB43FC" w:rsidP="006C4030">
      <w:pPr>
        <w:spacing w:line="260" w:lineRule="exact"/>
        <w:ind w:left="5180"/>
        <w:jc w:val="both"/>
        <w:rPr>
          <w:sz w:val="24"/>
          <w:szCs w:val="24"/>
        </w:rPr>
      </w:pPr>
    </w:p>
    <w:p w:rsidR="00AB43FC" w:rsidRPr="00A94FB1" w:rsidRDefault="00AB43FC" w:rsidP="00A94FB1">
      <w:pPr>
        <w:spacing w:line="260" w:lineRule="exact"/>
        <w:jc w:val="center"/>
        <w:rPr>
          <w:sz w:val="24"/>
          <w:szCs w:val="24"/>
        </w:rPr>
      </w:pPr>
      <w:r w:rsidRPr="00A94FB1">
        <w:rPr>
          <w:sz w:val="24"/>
          <w:szCs w:val="24"/>
        </w:rPr>
        <w:t>Заявление</w:t>
      </w:r>
    </w:p>
    <w:p w:rsidR="00AB43FC" w:rsidRPr="00A94FB1" w:rsidRDefault="00AB43FC" w:rsidP="00A94FB1">
      <w:pPr>
        <w:spacing w:line="260" w:lineRule="exact"/>
        <w:jc w:val="both"/>
        <w:rPr>
          <w:sz w:val="24"/>
          <w:szCs w:val="24"/>
        </w:rPr>
      </w:pPr>
    </w:p>
    <w:p w:rsidR="00AB43FC" w:rsidRPr="00A94FB1" w:rsidRDefault="00AB43FC" w:rsidP="00A94FB1">
      <w:pPr>
        <w:spacing w:line="260" w:lineRule="exact"/>
        <w:jc w:val="both"/>
        <w:rPr>
          <w:sz w:val="24"/>
          <w:szCs w:val="24"/>
        </w:rPr>
      </w:pPr>
    </w:p>
    <w:p w:rsidR="00AB43FC" w:rsidRPr="00A94FB1" w:rsidRDefault="00AB43FC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Прошу  зарегистрировать  трудовой(ые) договор(ы),  заключенный(ые) мной</w:t>
      </w:r>
    </w:p>
    <w:p w:rsidR="00AB43FC" w:rsidRPr="00A94FB1" w:rsidRDefault="00AB43FC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>с работником(ами) _________________________________________________________</w:t>
      </w:r>
    </w:p>
    <w:p w:rsidR="00AB43FC" w:rsidRPr="00A94FB1" w:rsidRDefault="00AB43FC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>(Ф.И.О. работника(ов))</w:t>
      </w:r>
    </w:p>
    <w:p w:rsidR="00AB43FC" w:rsidRPr="00A94FB1" w:rsidRDefault="00AB43FC" w:rsidP="00A94FB1">
      <w:pPr>
        <w:spacing w:line="260" w:lineRule="exact"/>
        <w:jc w:val="both"/>
        <w:rPr>
          <w:sz w:val="24"/>
          <w:szCs w:val="24"/>
        </w:rPr>
      </w:pPr>
    </w:p>
    <w:p w:rsidR="00AB43FC" w:rsidRPr="00A94FB1" w:rsidRDefault="00AB43FC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Трудовой договор в трех подлинных экземплярах прилагаю.</w:t>
      </w:r>
    </w:p>
    <w:p w:rsidR="00AB43FC" w:rsidRPr="00A94FB1" w:rsidRDefault="00AB43FC" w:rsidP="00A94FB1">
      <w:pPr>
        <w:spacing w:line="260" w:lineRule="exact"/>
        <w:jc w:val="both"/>
        <w:rPr>
          <w:sz w:val="24"/>
          <w:szCs w:val="24"/>
        </w:rPr>
      </w:pPr>
    </w:p>
    <w:p w:rsidR="00AB43FC" w:rsidRPr="00A94FB1" w:rsidRDefault="00AB43FC" w:rsidP="00A94FB1">
      <w:pPr>
        <w:spacing w:line="260" w:lineRule="exact"/>
        <w:jc w:val="both"/>
        <w:rPr>
          <w:sz w:val="24"/>
          <w:szCs w:val="24"/>
        </w:rPr>
      </w:pPr>
    </w:p>
    <w:p w:rsidR="00AB43FC" w:rsidRPr="00A94FB1" w:rsidRDefault="00AB43FC" w:rsidP="00A94FB1">
      <w:pPr>
        <w:spacing w:line="260" w:lineRule="exact"/>
        <w:jc w:val="both"/>
        <w:rPr>
          <w:sz w:val="24"/>
          <w:szCs w:val="24"/>
        </w:rPr>
      </w:pPr>
    </w:p>
    <w:p w:rsidR="00AB43FC" w:rsidRPr="00A94FB1" w:rsidRDefault="00AB43FC" w:rsidP="00A94FB1">
      <w:pPr>
        <w:spacing w:line="260" w:lineRule="exact"/>
        <w:jc w:val="both"/>
        <w:rPr>
          <w:sz w:val="24"/>
          <w:szCs w:val="24"/>
        </w:rPr>
      </w:pPr>
    </w:p>
    <w:p w:rsidR="00AB43FC" w:rsidRPr="00A94FB1" w:rsidRDefault="00AB43FC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>_________________________                           _______________________</w:t>
      </w:r>
    </w:p>
    <w:p w:rsidR="00AB43FC" w:rsidRPr="00B66EE4" w:rsidRDefault="00AB43FC" w:rsidP="00A94FB1">
      <w:pPr>
        <w:spacing w:line="260" w:lineRule="exact"/>
        <w:jc w:val="both"/>
        <w:rPr>
          <w:sz w:val="24"/>
          <w:szCs w:val="24"/>
        </w:rPr>
      </w:pPr>
      <w:r w:rsidRPr="00A94FB1">
        <w:rPr>
          <w:sz w:val="24"/>
          <w:szCs w:val="24"/>
        </w:rPr>
        <w:t xml:space="preserve">         (Дата)                                            (Подпись)</w:t>
      </w:r>
    </w:p>
    <w:p w:rsidR="00AB43FC" w:rsidRDefault="00AB43FC" w:rsidP="006C4030">
      <w:pPr>
        <w:ind w:left="42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Default="00AB43FC" w:rsidP="00A94FB1">
      <w:pPr>
        <w:autoSpaceDE w:val="0"/>
        <w:spacing w:line="260" w:lineRule="exact"/>
        <w:ind w:left="5400"/>
        <w:jc w:val="right"/>
      </w:pPr>
    </w:p>
    <w:p w:rsidR="00AB43FC" w:rsidRPr="004724C0" w:rsidRDefault="00AB43FC" w:rsidP="004724C0">
      <w:pPr>
        <w:autoSpaceDE w:val="0"/>
        <w:spacing w:line="260" w:lineRule="exact"/>
        <w:ind w:left="5400"/>
        <w:jc w:val="right"/>
        <w:rPr>
          <w:sz w:val="24"/>
          <w:szCs w:val="24"/>
        </w:rPr>
      </w:pPr>
      <w:r w:rsidRPr="004724C0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</w:p>
    <w:p w:rsidR="00AB43FC" w:rsidRDefault="00AB43FC" w:rsidP="004724C0">
      <w:pPr>
        <w:autoSpaceDE w:val="0"/>
        <w:spacing w:line="260" w:lineRule="exact"/>
        <w:ind w:left="5400"/>
        <w:jc w:val="right"/>
        <w:rPr>
          <w:sz w:val="24"/>
          <w:szCs w:val="24"/>
        </w:rPr>
      </w:pPr>
      <w:r w:rsidRPr="004724C0">
        <w:rPr>
          <w:sz w:val="24"/>
          <w:szCs w:val="24"/>
        </w:rPr>
        <w:t>к административному регламенту по  предоставлению муниципальной услуги "Регистрация трудового договора с работодателем - физическим лицом, не являющимся индивидуальным предпринимателем "</w:t>
      </w:r>
    </w:p>
    <w:p w:rsidR="00AB43FC" w:rsidRDefault="00AB43FC" w:rsidP="004724C0">
      <w:pPr>
        <w:autoSpaceDE w:val="0"/>
        <w:spacing w:line="260" w:lineRule="exact"/>
        <w:ind w:left="5400"/>
        <w:jc w:val="right"/>
        <w:rPr>
          <w:sz w:val="24"/>
          <w:szCs w:val="24"/>
        </w:rPr>
      </w:pPr>
    </w:p>
    <w:p w:rsidR="00AB43FC" w:rsidRDefault="00AB43FC" w:rsidP="004724C0">
      <w:pPr>
        <w:autoSpaceDE w:val="0"/>
        <w:spacing w:line="260" w:lineRule="exact"/>
        <w:ind w:left="5400"/>
        <w:jc w:val="both"/>
        <w:rPr>
          <w:sz w:val="24"/>
          <w:szCs w:val="24"/>
        </w:rPr>
      </w:pPr>
    </w:p>
    <w:p w:rsidR="00AB43FC" w:rsidRPr="009245F5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</w:p>
    <w:p w:rsidR="00AB43FC" w:rsidRPr="009245F5" w:rsidRDefault="00AB43FC" w:rsidP="009245F5">
      <w:pPr>
        <w:autoSpaceDE w:val="0"/>
        <w:spacing w:line="260" w:lineRule="exact"/>
        <w:jc w:val="center"/>
        <w:rPr>
          <w:b/>
          <w:bCs/>
          <w:sz w:val="24"/>
          <w:szCs w:val="24"/>
        </w:rPr>
      </w:pPr>
      <w:r w:rsidRPr="009245F5">
        <w:rPr>
          <w:b/>
          <w:bCs/>
          <w:sz w:val="24"/>
          <w:szCs w:val="24"/>
        </w:rPr>
        <w:t>БЛОК-СХЕМА</w:t>
      </w:r>
    </w:p>
    <w:p w:rsidR="00AB43FC" w:rsidRPr="009245F5" w:rsidRDefault="00AB43FC" w:rsidP="009245F5">
      <w:pPr>
        <w:autoSpaceDE w:val="0"/>
        <w:spacing w:line="260" w:lineRule="exact"/>
        <w:jc w:val="both"/>
        <w:rPr>
          <w:b/>
          <w:bCs/>
          <w:sz w:val="24"/>
          <w:szCs w:val="24"/>
        </w:rPr>
      </w:pPr>
      <w:r w:rsidRPr="009245F5">
        <w:rPr>
          <w:b/>
          <w:bCs/>
          <w:sz w:val="24"/>
          <w:szCs w:val="24"/>
        </w:rPr>
        <w:t>ПРЕДОСТАВЛЕНИЯ МУНИЦИПАЛЬНОЙ УСЛУГИ "РЕГИСТРАЦИЯ ТРУДОВОГОДОГОВОРА С РАБОТОДАТЕЛЕМ - ФИЗИЧЕСКИМ ЛИЦОМ, НЕ ЯВЛЯЮЩИМСЯИНДИВИДУАЛЬНЫМ ПРЕДПРИНИМАТЕЛЕМ"</w:t>
      </w:r>
    </w:p>
    <w:p w:rsidR="00AB43FC" w:rsidRPr="009245F5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</w:p>
    <w:p w:rsidR="00AB43FC" w:rsidRPr="009245F5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B43FC" w:rsidRPr="009245F5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│Письменное обращение с заявлением и пакетом документов о предоставлении  │</w:t>
      </w:r>
    </w:p>
    <w:p w:rsidR="00AB43FC" w:rsidRPr="009245F5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│муниципальной услуги в администрацию </w:t>
      </w:r>
      <w:r>
        <w:rPr>
          <w:sz w:val="24"/>
          <w:szCs w:val="24"/>
        </w:rPr>
        <w:t>Торгунского сельского поселения</w:t>
      </w:r>
      <w:r w:rsidRPr="009245F5">
        <w:rPr>
          <w:sz w:val="24"/>
          <w:szCs w:val="24"/>
        </w:rPr>
        <w:t xml:space="preserve">  │</w:t>
      </w:r>
    </w:p>
    <w:p w:rsidR="00AB43FC" w:rsidRPr="009245F5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AB43FC" w:rsidRPr="009245F5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                                     \/</w:t>
      </w:r>
    </w:p>
    <w:p w:rsidR="00AB43FC" w:rsidRPr="009245F5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B43FC" w:rsidRPr="009245F5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│Прием заявления и прилагаемых к нему документов, регистрация заявления   │</w:t>
      </w:r>
    </w:p>
    <w:p w:rsidR="00AB43FC" w:rsidRPr="009245F5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AB43FC" w:rsidRPr="009245F5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                                     \/</w:t>
      </w:r>
    </w:p>
    <w:p w:rsidR="00AB43FC" w:rsidRPr="009245F5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B43FC" w:rsidRPr="009245F5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│Рассмотрение документов в администрации </w:t>
      </w:r>
      <w:r>
        <w:rPr>
          <w:sz w:val="24"/>
          <w:szCs w:val="24"/>
        </w:rPr>
        <w:t>Торгунского</w:t>
      </w:r>
      <w:r w:rsidRPr="009245F5">
        <w:rPr>
          <w:sz w:val="24"/>
          <w:szCs w:val="24"/>
        </w:rPr>
        <w:t xml:space="preserve"> сельского поселения  и принятие решения о предоставлении (отказе в предоставлении) │</w:t>
      </w:r>
    </w:p>
    <w:p w:rsidR="00AB43FC" w:rsidRPr="009245F5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│муниципальной услуги                                                     │</w:t>
      </w:r>
    </w:p>
    <w:p w:rsidR="00AB43FC" w:rsidRPr="009245F5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└─────────────────────────────────────┬───────────────────────────────────┘</w:t>
      </w:r>
    </w:p>
    <w:p w:rsidR="00AB43FC" w:rsidRPr="009245F5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 xml:space="preserve">                                     \/</w:t>
      </w:r>
    </w:p>
    <w:p w:rsidR="00AB43FC" w:rsidRPr="009245F5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AB43FC" w:rsidRPr="009245F5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│Регистрация трудового договора с работодателем - физическим лицом, не    │</w:t>
      </w:r>
    </w:p>
    <w:p w:rsidR="00AB43FC" w:rsidRPr="009245F5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│являющимся индивидуальным предпринимателем, и выдача документов заявителю│</w:t>
      </w:r>
    </w:p>
    <w:p w:rsidR="00AB43FC" w:rsidRPr="004724C0" w:rsidRDefault="00AB43FC" w:rsidP="009245F5">
      <w:pPr>
        <w:autoSpaceDE w:val="0"/>
        <w:spacing w:line="260" w:lineRule="exact"/>
        <w:jc w:val="both"/>
        <w:rPr>
          <w:sz w:val="24"/>
          <w:szCs w:val="24"/>
        </w:rPr>
      </w:pPr>
      <w:r w:rsidRPr="009245F5">
        <w:rPr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sectPr w:rsidR="00AB43FC" w:rsidRPr="004724C0" w:rsidSect="00047B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43FC" w:rsidRDefault="00AB43FC" w:rsidP="006C4030">
      <w:r>
        <w:separator/>
      </w:r>
    </w:p>
  </w:endnote>
  <w:endnote w:type="continuationSeparator" w:id="1">
    <w:p w:rsidR="00AB43FC" w:rsidRDefault="00AB43FC" w:rsidP="006C40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43FC" w:rsidRDefault="00AB43FC" w:rsidP="006C4030">
      <w:r>
        <w:separator/>
      </w:r>
    </w:p>
  </w:footnote>
  <w:footnote w:type="continuationSeparator" w:id="1">
    <w:p w:rsidR="00AB43FC" w:rsidRDefault="00AB43FC" w:rsidP="006C403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F48"/>
    <w:multiLevelType w:val="hybridMultilevel"/>
    <w:tmpl w:val="3E84CA2A"/>
    <w:lvl w:ilvl="0" w:tplc="3F700C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00265"/>
    <w:multiLevelType w:val="hybridMultilevel"/>
    <w:tmpl w:val="1796140E"/>
    <w:lvl w:ilvl="0" w:tplc="975048CC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3D7F"/>
    <w:rsid w:val="00002CA8"/>
    <w:rsid w:val="000053F7"/>
    <w:rsid w:val="00010810"/>
    <w:rsid w:val="00047B4A"/>
    <w:rsid w:val="00072DC6"/>
    <w:rsid w:val="00075B00"/>
    <w:rsid w:val="000C08F5"/>
    <w:rsid w:val="000D4063"/>
    <w:rsid w:val="000D5C7E"/>
    <w:rsid w:val="000E1DC7"/>
    <w:rsid w:val="00113841"/>
    <w:rsid w:val="00151D41"/>
    <w:rsid w:val="0015263B"/>
    <w:rsid w:val="001B2B6D"/>
    <w:rsid w:val="002165A4"/>
    <w:rsid w:val="00293D7F"/>
    <w:rsid w:val="002B4114"/>
    <w:rsid w:val="002B7131"/>
    <w:rsid w:val="002C090D"/>
    <w:rsid w:val="002C4438"/>
    <w:rsid w:val="00311C2A"/>
    <w:rsid w:val="00323010"/>
    <w:rsid w:val="003433A1"/>
    <w:rsid w:val="00352F44"/>
    <w:rsid w:val="00391484"/>
    <w:rsid w:val="003C06BD"/>
    <w:rsid w:val="00412308"/>
    <w:rsid w:val="0041543B"/>
    <w:rsid w:val="004432C5"/>
    <w:rsid w:val="004724C0"/>
    <w:rsid w:val="004E03AA"/>
    <w:rsid w:val="004E34CD"/>
    <w:rsid w:val="004F218C"/>
    <w:rsid w:val="00507995"/>
    <w:rsid w:val="00535F4B"/>
    <w:rsid w:val="00570EB0"/>
    <w:rsid w:val="0059715F"/>
    <w:rsid w:val="005B7985"/>
    <w:rsid w:val="005B7FB4"/>
    <w:rsid w:val="005F0203"/>
    <w:rsid w:val="005F4290"/>
    <w:rsid w:val="00660C42"/>
    <w:rsid w:val="006726BD"/>
    <w:rsid w:val="006B0148"/>
    <w:rsid w:val="006B79B9"/>
    <w:rsid w:val="006C4030"/>
    <w:rsid w:val="007016C7"/>
    <w:rsid w:val="007360D6"/>
    <w:rsid w:val="00744C7E"/>
    <w:rsid w:val="007B1558"/>
    <w:rsid w:val="007B2E02"/>
    <w:rsid w:val="00805093"/>
    <w:rsid w:val="00817B6E"/>
    <w:rsid w:val="00836867"/>
    <w:rsid w:val="0083797B"/>
    <w:rsid w:val="008561D1"/>
    <w:rsid w:val="00857189"/>
    <w:rsid w:val="0088106C"/>
    <w:rsid w:val="009245F5"/>
    <w:rsid w:val="00937631"/>
    <w:rsid w:val="00942E32"/>
    <w:rsid w:val="009762DC"/>
    <w:rsid w:val="00984941"/>
    <w:rsid w:val="009A790A"/>
    <w:rsid w:val="00A00FD3"/>
    <w:rsid w:val="00A02F17"/>
    <w:rsid w:val="00A0477C"/>
    <w:rsid w:val="00A21233"/>
    <w:rsid w:val="00A21A3F"/>
    <w:rsid w:val="00A3394E"/>
    <w:rsid w:val="00A34ECA"/>
    <w:rsid w:val="00A4462A"/>
    <w:rsid w:val="00A62C00"/>
    <w:rsid w:val="00A94FB1"/>
    <w:rsid w:val="00AA4D27"/>
    <w:rsid w:val="00AB43FC"/>
    <w:rsid w:val="00B07099"/>
    <w:rsid w:val="00B4069A"/>
    <w:rsid w:val="00B41118"/>
    <w:rsid w:val="00B45749"/>
    <w:rsid w:val="00B66EE4"/>
    <w:rsid w:val="00BB7300"/>
    <w:rsid w:val="00BE43EB"/>
    <w:rsid w:val="00BF4A08"/>
    <w:rsid w:val="00C14081"/>
    <w:rsid w:val="00C251AA"/>
    <w:rsid w:val="00C30D17"/>
    <w:rsid w:val="00C4246E"/>
    <w:rsid w:val="00C64F2B"/>
    <w:rsid w:val="00C71FD0"/>
    <w:rsid w:val="00CB4C49"/>
    <w:rsid w:val="00CD7F97"/>
    <w:rsid w:val="00D456A9"/>
    <w:rsid w:val="00D67BF8"/>
    <w:rsid w:val="00D72FBF"/>
    <w:rsid w:val="00DB08BA"/>
    <w:rsid w:val="00DC0D62"/>
    <w:rsid w:val="00DE090B"/>
    <w:rsid w:val="00E443F8"/>
    <w:rsid w:val="00EC1217"/>
    <w:rsid w:val="00F465A1"/>
    <w:rsid w:val="00FD2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030"/>
    <w:rPr>
      <w:rFonts w:ascii="Times New Roman" w:eastAsia="Times New Roman" w:hAnsi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C4030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6C4030"/>
    <w:rPr>
      <w:rFonts w:ascii="Arial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C4030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NormalWeb">
    <w:name w:val="Normal (Web)"/>
    <w:basedOn w:val="Normal"/>
    <w:uiPriority w:val="99"/>
    <w:rsid w:val="006C4030"/>
    <w:pPr>
      <w:ind w:firstLine="720"/>
      <w:jc w:val="both"/>
    </w:pPr>
    <w:rPr>
      <w:color w:val="000000"/>
    </w:rPr>
  </w:style>
  <w:style w:type="paragraph" w:styleId="Title">
    <w:name w:val="Title"/>
    <w:basedOn w:val="Normal"/>
    <w:link w:val="TitleChar"/>
    <w:uiPriority w:val="99"/>
    <w:qFormat/>
    <w:rsid w:val="006C4030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uiPriority w:val="99"/>
    <w:locked/>
    <w:rsid w:val="006C4030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NoSpacing">
    <w:name w:val="No Spacing"/>
    <w:uiPriority w:val="99"/>
    <w:qFormat/>
    <w:rsid w:val="006C4030"/>
    <w:rPr>
      <w:rFonts w:ascii="Times New Roman" w:eastAsia="Times New Roman" w:hAnsi="Times New Roman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rsid w:val="006C403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C4030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6C4030"/>
    <w:rPr>
      <w:vertAlign w:val="superscript"/>
    </w:rPr>
  </w:style>
  <w:style w:type="character" w:styleId="Hyperlink">
    <w:name w:val="Hyperlink"/>
    <w:basedOn w:val="DefaultParagraphFont"/>
    <w:uiPriority w:val="99"/>
    <w:semiHidden/>
    <w:rsid w:val="00DB08BA"/>
    <w:rPr>
      <w:color w:val="0000FF"/>
      <w:u w:val="single"/>
    </w:rPr>
  </w:style>
  <w:style w:type="paragraph" w:customStyle="1" w:styleId="ConsPlusNormal">
    <w:name w:val="ConsPlusNormal"/>
    <w:uiPriority w:val="99"/>
    <w:rsid w:val="000D5C7E"/>
    <w:pPr>
      <w:widowControl w:val="0"/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ListParagraph">
    <w:name w:val="List Paragraph"/>
    <w:basedOn w:val="Normal"/>
    <w:uiPriority w:val="99"/>
    <w:qFormat/>
    <w:rsid w:val="002165A4"/>
    <w:pPr>
      <w:ind w:left="720"/>
    </w:pPr>
  </w:style>
  <w:style w:type="paragraph" w:customStyle="1" w:styleId="ConsPlusNonformat">
    <w:name w:val="ConsPlusNonformat"/>
    <w:uiPriority w:val="99"/>
    <w:rsid w:val="00A94F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">
    <w:name w:val="Знак Знак"/>
    <w:basedOn w:val="Normal"/>
    <w:next w:val="Normal"/>
    <w:uiPriority w:val="99"/>
    <w:semiHidden/>
    <w:rsid w:val="00937631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olganet.ru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www@volgane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www@volganet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313</TotalTime>
  <Pages>12</Pages>
  <Words>4206</Words>
  <Characters>23978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Администрация </cp:lastModifiedBy>
  <cp:revision>63</cp:revision>
  <dcterms:created xsi:type="dcterms:W3CDTF">2014-01-26T10:03:00Z</dcterms:created>
  <dcterms:modified xsi:type="dcterms:W3CDTF">2015-08-17T12:28:00Z</dcterms:modified>
</cp:coreProperties>
</file>