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7BF" w:rsidRDefault="000517BF" w:rsidP="002730FD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517BF" w:rsidRDefault="000517BF" w:rsidP="002730FD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АДМИНИСТРАЦИЯ</w:t>
      </w:r>
    </w:p>
    <w:p w:rsidR="000517BF" w:rsidRPr="00457B94" w:rsidRDefault="000517BF" w:rsidP="002730FD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Торгунского</w:t>
      </w:r>
      <w:r w:rsidRPr="00457B94">
        <w:rPr>
          <w:rFonts w:ascii="Times New Roman" w:hAnsi="Times New Roman" w:cs="Times New Roman"/>
          <w:sz w:val="32"/>
          <w:szCs w:val="32"/>
        </w:rPr>
        <w:t xml:space="preserve"> сельского поселения</w:t>
      </w:r>
    </w:p>
    <w:p w:rsidR="000517BF" w:rsidRPr="00457B94" w:rsidRDefault="000517BF" w:rsidP="002730FD">
      <w:pPr>
        <w:pStyle w:val="Heading2"/>
        <w:spacing w:before="0"/>
        <w:jc w:val="center"/>
        <w:rPr>
          <w:rFonts w:ascii="Times New Roman" w:hAnsi="Times New Roman" w:cs="Times New Roman"/>
        </w:rPr>
      </w:pPr>
      <w:r w:rsidRPr="00457B94">
        <w:rPr>
          <w:rFonts w:ascii="Times New Roman" w:hAnsi="Times New Roman" w:cs="Times New Roman"/>
        </w:rPr>
        <w:t>Старополтавского муниципального района Волгоградской области</w:t>
      </w:r>
    </w:p>
    <w:p w:rsidR="000517BF" w:rsidRPr="00457B94" w:rsidRDefault="000517BF" w:rsidP="002730FD">
      <w:pPr>
        <w:pBdr>
          <w:bottom w:val="double" w:sz="6" w:space="8" w:color="auto"/>
        </w:pBdr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0517BF" w:rsidRPr="00457B94" w:rsidRDefault="000517BF" w:rsidP="002730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457B94">
        <w:rPr>
          <w:rFonts w:ascii="Times New Roman" w:hAnsi="Times New Roman" w:cs="Times New Roman"/>
          <w:b/>
          <w:bCs/>
        </w:rPr>
        <w:t>ПОСТАНОВЛЕНИЕ</w:t>
      </w:r>
    </w:p>
    <w:p w:rsidR="000517BF" w:rsidRPr="00457B94" w:rsidRDefault="000517BF" w:rsidP="002730FD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0517BF" w:rsidRPr="004412A4" w:rsidRDefault="000517BF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от  </w:t>
      </w:r>
      <w:r>
        <w:rPr>
          <w:rFonts w:ascii="Times New Roman" w:hAnsi="Times New Roman" w:cs="Times New Roman"/>
          <w:spacing w:val="-3"/>
          <w:sz w:val="26"/>
          <w:szCs w:val="26"/>
        </w:rPr>
        <w:t>«26» июня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201</w:t>
      </w:r>
      <w:r>
        <w:rPr>
          <w:rFonts w:ascii="Times New Roman" w:hAnsi="Times New Roman" w:cs="Times New Roman"/>
          <w:spacing w:val="-3"/>
          <w:sz w:val="26"/>
          <w:szCs w:val="26"/>
        </w:rPr>
        <w:t>5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г.                                                                               № </w:t>
      </w:r>
      <w:r>
        <w:rPr>
          <w:rFonts w:ascii="Times New Roman" w:hAnsi="Times New Roman" w:cs="Times New Roman"/>
          <w:spacing w:val="-3"/>
          <w:sz w:val="26"/>
          <w:szCs w:val="26"/>
        </w:rPr>
        <w:t>57</w:t>
      </w:r>
    </w:p>
    <w:p w:rsidR="000517BF" w:rsidRDefault="000517BF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17BF" w:rsidRPr="00B14D0D" w:rsidRDefault="000517BF" w:rsidP="00273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17BF" w:rsidRDefault="000517BF" w:rsidP="002730FD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>
        <w:rPr>
          <w:b/>
          <w:bCs/>
        </w:rPr>
        <w:t>О внесении изменений и дополнений</w:t>
      </w:r>
    </w:p>
    <w:p w:rsidR="000517BF" w:rsidRDefault="000517BF" w:rsidP="002730FD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>
        <w:rPr>
          <w:b/>
          <w:bCs/>
        </w:rPr>
        <w:t>в постановление администрации Торгунского</w:t>
      </w:r>
    </w:p>
    <w:p w:rsidR="000517BF" w:rsidRDefault="000517BF" w:rsidP="002730FD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>
        <w:rPr>
          <w:b/>
          <w:bCs/>
        </w:rPr>
        <w:t xml:space="preserve">сельского поселения от 07 апреля  2012 года № 28 </w:t>
      </w:r>
    </w:p>
    <w:p w:rsidR="000517BF" w:rsidRDefault="000517BF" w:rsidP="002874A2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>
        <w:rPr>
          <w:b/>
          <w:bCs/>
        </w:rPr>
        <w:t>«О внесении изменений и дополнений в постановление  администрации Торгунского сельского поселения  от 10.12.2012г №96 «</w:t>
      </w:r>
      <w:r w:rsidRPr="00B14D0D">
        <w:rPr>
          <w:b/>
          <w:bCs/>
        </w:rPr>
        <w:t>О порядке организации и осуществления муниципального</w:t>
      </w:r>
      <w:r>
        <w:rPr>
          <w:b/>
          <w:bCs/>
        </w:rPr>
        <w:t xml:space="preserve"> </w:t>
      </w:r>
      <w:r w:rsidRPr="00B14D0D">
        <w:rPr>
          <w:b/>
          <w:bCs/>
        </w:rPr>
        <w:t xml:space="preserve">жилищного контроля на территории  </w:t>
      </w:r>
      <w:r>
        <w:rPr>
          <w:b/>
          <w:bCs/>
        </w:rPr>
        <w:t>Торгунского</w:t>
      </w:r>
    </w:p>
    <w:p w:rsidR="000517BF" w:rsidRPr="00B14D0D" w:rsidRDefault="000517BF" w:rsidP="002730FD">
      <w:pPr>
        <w:pStyle w:val="Style6"/>
        <w:widowControl/>
        <w:spacing w:line="240" w:lineRule="auto"/>
        <w:ind w:left="24" w:hanging="24"/>
        <w:jc w:val="left"/>
      </w:pPr>
      <w:r w:rsidRPr="00B14D0D">
        <w:rPr>
          <w:b/>
          <w:bCs/>
        </w:rPr>
        <w:t>сельского поселения</w:t>
      </w:r>
      <w:r>
        <w:rPr>
          <w:b/>
          <w:bCs/>
        </w:rPr>
        <w:t>»</w:t>
      </w:r>
    </w:p>
    <w:p w:rsidR="000517BF" w:rsidRPr="00B14D0D" w:rsidRDefault="000517BF" w:rsidP="002730FD">
      <w:pPr>
        <w:pStyle w:val="Style6"/>
        <w:widowControl/>
        <w:spacing w:line="240" w:lineRule="exact"/>
        <w:ind w:left="24" w:hanging="24"/>
        <w:jc w:val="left"/>
      </w:pPr>
    </w:p>
    <w:p w:rsidR="000517BF" w:rsidRPr="00B14D0D" w:rsidRDefault="000517BF" w:rsidP="002730FD">
      <w:pPr>
        <w:pStyle w:val="Style6"/>
        <w:widowControl/>
        <w:spacing w:line="240" w:lineRule="exact"/>
        <w:ind w:left="24"/>
        <w:jc w:val="left"/>
      </w:pPr>
    </w:p>
    <w:p w:rsidR="000517BF" w:rsidRDefault="000517BF" w:rsidP="00B84B1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</w:p>
    <w:p w:rsidR="000517BF" w:rsidRDefault="000517BF" w:rsidP="00B84B1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  <w:r>
        <w:rPr>
          <w:rStyle w:val="FontStyle16"/>
        </w:rPr>
        <w:t xml:space="preserve">  В  целях  приведения    постановления  главы администрации Торгунского сельского поселения  от 07 апреля 2015года №28  «О внесении  изменений и дополнений   в постановление главы администрации Торгунского сельского поселения  от 10.12.2012г №96  «О порядке  организации  и осуществления  муниципального  жилищного контроля  на территории Торгунского  сельского поселения» в соответствие    с действующим  законодательством.</w:t>
      </w:r>
    </w:p>
    <w:p w:rsidR="000517BF" w:rsidRDefault="000517BF" w:rsidP="00B84B1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</w:p>
    <w:p w:rsidR="000517BF" w:rsidRDefault="000517BF" w:rsidP="00B84B1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  <w:r>
        <w:rPr>
          <w:rStyle w:val="FontStyle16"/>
        </w:rPr>
        <w:t>ПОСТАНОВЛЯЮ:</w:t>
      </w:r>
    </w:p>
    <w:p w:rsidR="000517BF" w:rsidRDefault="000517BF" w:rsidP="00B84B1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</w:p>
    <w:p w:rsidR="000517BF" w:rsidRDefault="000517BF" w:rsidP="00F907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  <w:r w:rsidRPr="00F90705">
        <w:rPr>
          <w:rStyle w:val="FontStyle16"/>
          <w:b/>
          <w:bCs/>
        </w:rPr>
        <w:t>1</w:t>
      </w:r>
      <w:r>
        <w:rPr>
          <w:rStyle w:val="FontStyle16"/>
        </w:rPr>
        <w:t xml:space="preserve">.Внести  в постановление  №28 от 07.04.32015года  «О внесении  изменений и дополнений </w:t>
      </w:r>
    </w:p>
    <w:p w:rsidR="000517BF" w:rsidRDefault="000517BF" w:rsidP="00F907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  <w:r>
        <w:rPr>
          <w:rStyle w:val="FontStyle16"/>
        </w:rPr>
        <w:t xml:space="preserve">  в постановление главы администрации Торгунского сельского поселения  от 10.12.2012г</w:t>
      </w:r>
    </w:p>
    <w:p w:rsidR="000517BF" w:rsidRDefault="000517BF" w:rsidP="00F907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  <w:r>
        <w:rPr>
          <w:rStyle w:val="FontStyle16"/>
        </w:rPr>
        <w:t xml:space="preserve"> №96  «О порядке  организации  и осуществления  муниципального  жилищного контроля</w:t>
      </w:r>
    </w:p>
    <w:p w:rsidR="000517BF" w:rsidRDefault="000517BF" w:rsidP="00F907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  <w:r>
        <w:rPr>
          <w:rStyle w:val="FontStyle16"/>
        </w:rPr>
        <w:t xml:space="preserve">  на территории Торгунского  сельского поселения» следующие изменения:</w:t>
      </w:r>
    </w:p>
    <w:p w:rsidR="000517BF" w:rsidRDefault="000517BF" w:rsidP="00B84B1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</w:p>
    <w:p w:rsidR="000517BF" w:rsidRDefault="000517BF" w:rsidP="00B84B1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  <w:r>
        <w:rPr>
          <w:rStyle w:val="FontStyle16"/>
        </w:rPr>
        <w:t xml:space="preserve"> 1.1. Пункт 1.2   постановления  отменить .</w:t>
      </w:r>
    </w:p>
    <w:p w:rsidR="000517BF" w:rsidRPr="00F90705" w:rsidRDefault="000517BF" w:rsidP="00B84B1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b/>
          <w:bCs/>
        </w:rPr>
      </w:pPr>
    </w:p>
    <w:p w:rsidR="000517BF" w:rsidRDefault="000517BF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  <w:r w:rsidRPr="00F90705">
        <w:rPr>
          <w:b/>
          <w:bCs/>
          <w:sz w:val="24"/>
          <w:szCs w:val="24"/>
        </w:rPr>
        <w:t>2</w:t>
      </w:r>
      <w:r w:rsidRPr="00B84B10">
        <w:rPr>
          <w:rStyle w:val="FontStyle16"/>
        </w:rPr>
        <w:t>.</w:t>
      </w:r>
      <w:r w:rsidRPr="00413E77">
        <w:rPr>
          <w:rStyle w:val="FontStyle16"/>
        </w:rPr>
        <w:t>Настоящее постановление подлежит официальному обнародованию и размещению</w:t>
      </w:r>
    </w:p>
    <w:p w:rsidR="000517BF" w:rsidRDefault="000517BF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  <w:r w:rsidRPr="00413E77">
        <w:rPr>
          <w:rStyle w:val="FontStyle16"/>
        </w:rPr>
        <w:t xml:space="preserve"> на официальном сайте </w:t>
      </w:r>
      <w:r>
        <w:rPr>
          <w:rStyle w:val="FontStyle16"/>
        </w:rPr>
        <w:t>Торгунского</w:t>
      </w:r>
      <w:r w:rsidRPr="00413E77">
        <w:rPr>
          <w:rStyle w:val="FontStyle16"/>
        </w:rPr>
        <w:t xml:space="preserve"> сельского поселения.</w:t>
      </w:r>
      <w:bookmarkStart w:id="0" w:name="_GoBack"/>
      <w:bookmarkEnd w:id="0"/>
    </w:p>
    <w:p w:rsidR="000517BF" w:rsidRDefault="000517BF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</w:p>
    <w:p w:rsidR="000517BF" w:rsidRDefault="000517BF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  <w:r w:rsidRPr="00F90705">
        <w:rPr>
          <w:rStyle w:val="FontStyle16"/>
          <w:b/>
          <w:bCs/>
        </w:rPr>
        <w:t>3</w:t>
      </w:r>
      <w:r>
        <w:rPr>
          <w:rStyle w:val="FontStyle16"/>
        </w:rPr>
        <w:t>. Контроль   исполнения   настоящего  постановления   оставляю за собой.</w:t>
      </w:r>
    </w:p>
    <w:p w:rsidR="000517BF" w:rsidRDefault="000517BF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</w:p>
    <w:p w:rsidR="000517BF" w:rsidRDefault="000517BF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</w:p>
    <w:p w:rsidR="000517BF" w:rsidRDefault="000517BF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</w:p>
    <w:p w:rsidR="000517BF" w:rsidRDefault="000517BF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</w:p>
    <w:p w:rsidR="000517BF" w:rsidRDefault="000517BF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</w:p>
    <w:p w:rsidR="000517BF" w:rsidRPr="00B14D0D" w:rsidRDefault="000517BF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b/>
          <w:bCs/>
          <w:sz w:val="24"/>
          <w:szCs w:val="24"/>
        </w:rPr>
      </w:pPr>
    </w:p>
    <w:p w:rsidR="000517BF" w:rsidRPr="002730FD" w:rsidRDefault="000517BF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  <w:r w:rsidRPr="00601545">
        <w:rPr>
          <w:rFonts w:ascii="Times New Roman" w:hAnsi="Times New Roman" w:cs="Times New Roman"/>
          <w:lang w:val="ru-RU"/>
        </w:rPr>
        <w:t>Глава</w:t>
      </w:r>
      <w:r w:rsidRPr="002730F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Торгунского</w:t>
      </w:r>
      <w:r w:rsidRPr="002730FD">
        <w:rPr>
          <w:rFonts w:ascii="Times New Roman" w:hAnsi="Times New Roman" w:cs="Times New Roman"/>
          <w:lang w:val="ru-RU"/>
        </w:rPr>
        <w:t xml:space="preserve"> </w:t>
      </w:r>
    </w:p>
    <w:p w:rsidR="000517BF" w:rsidRPr="002730FD" w:rsidRDefault="000517BF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  <w:r w:rsidRPr="002730FD">
        <w:rPr>
          <w:rFonts w:ascii="Times New Roman" w:hAnsi="Times New Roman" w:cs="Times New Roman"/>
          <w:lang w:val="ru-RU"/>
        </w:rPr>
        <w:t xml:space="preserve">сельского поселения                     </w:t>
      </w:r>
      <w:r>
        <w:rPr>
          <w:rFonts w:ascii="Times New Roman" w:hAnsi="Times New Roman" w:cs="Times New Roman"/>
          <w:lang w:val="ru-RU"/>
        </w:rPr>
        <w:t xml:space="preserve">                                        И.Б.Шавленов</w:t>
      </w:r>
    </w:p>
    <w:p w:rsidR="000517BF" w:rsidRPr="002730FD" w:rsidRDefault="000517BF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0517BF" w:rsidRPr="002730FD" w:rsidRDefault="000517BF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0517BF" w:rsidRDefault="000517BF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0517BF" w:rsidRPr="002730FD" w:rsidRDefault="000517BF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0517BF" w:rsidRPr="002730FD" w:rsidRDefault="000517BF" w:rsidP="002730FD">
      <w:pPr>
        <w:pStyle w:val="NormalWeb"/>
        <w:spacing w:before="0" w:beforeAutospacing="0" w:after="0" w:afterAutospacing="0" w:line="240" w:lineRule="atLeast"/>
        <w:ind w:left="5387" w:right="28"/>
        <w:jc w:val="right"/>
        <w:rPr>
          <w:rFonts w:ascii="Times New Roman" w:hAnsi="Times New Roman" w:cs="Times New Roman"/>
          <w:lang w:val="ru-RU"/>
        </w:rPr>
      </w:pPr>
    </w:p>
    <w:sectPr w:rsidR="000517BF" w:rsidRPr="002730FD" w:rsidSect="005A33C1">
      <w:pgSz w:w="11909" w:h="16838"/>
      <w:pgMar w:top="539" w:right="851" w:bottom="1134" w:left="1701" w:header="0" w:footer="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rdiaUPC">
    <w:altName w:val="Arial Unicode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E"/>
    <w:lvl w:ilvl="0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0FD"/>
    <w:rsid w:val="000517BF"/>
    <w:rsid w:val="0014051B"/>
    <w:rsid w:val="001544E8"/>
    <w:rsid w:val="001C2212"/>
    <w:rsid w:val="001D47A4"/>
    <w:rsid w:val="001F5750"/>
    <w:rsid w:val="00251B98"/>
    <w:rsid w:val="0025308B"/>
    <w:rsid w:val="002730FD"/>
    <w:rsid w:val="002874A2"/>
    <w:rsid w:val="002E4288"/>
    <w:rsid w:val="00333CC5"/>
    <w:rsid w:val="00351E6A"/>
    <w:rsid w:val="00397ACD"/>
    <w:rsid w:val="003A1F11"/>
    <w:rsid w:val="00413E77"/>
    <w:rsid w:val="004412A4"/>
    <w:rsid w:val="00457B94"/>
    <w:rsid w:val="004679C1"/>
    <w:rsid w:val="00486E41"/>
    <w:rsid w:val="004A37D7"/>
    <w:rsid w:val="004F78B8"/>
    <w:rsid w:val="005648BA"/>
    <w:rsid w:val="005A33C1"/>
    <w:rsid w:val="005B40EE"/>
    <w:rsid w:val="00601545"/>
    <w:rsid w:val="00601D38"/>
    <w:rsid w:val="00673BD8"/>
    <w:rsid w:val="00690816"/>
    <w:rsid w:val="006E5488"/>
    <w:rsid w:val="00802073"/>
    <w:rsid w:val="00874AF7"/>
    <w:rsid w:val="008805D3"/>
    <w:rsid w:val="009F3C71"/>
    <w:rsid w:val="00AA2C14"/>
    <w:rsid w:val="00AF59E5"/>
    <w:rsid w:val="00B14D0D"/>
    <w:rsid w:val="00B60C3D"/>
    <w:rsid w:val="00B84B10"/>
    <w:rsid w:val="00CB205D"/>
    <w:rsid w:val="00CF6E5F"/>
    <w:rsid w:val="00DC05E5"/>
    <w:rsid w:val="00E3249D"/>
    <w:rsid w:val="00F90705"/>
    <w:rsid w:val="00F97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2730FD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60C3D"/>
    <w:pPr>
      <w:spacing w:before="200" w:after="0"/>
      <w:outlineLvl w:val="4"/>
    </w:pPr>
    <w:rPr>
      <w:smallCaps/>
      <w:color w:val="943634"/>
      <w:spacing w:val="1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60C3D"/>
    <w:pPr>
      <w:spacing w:after="0"/>
      <w:outlineLvl w:val="5"/>
    </w:pPr>
    <w:rPr>
      <w:smallCaps/>
      <w:color w:val="C0504D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60C3D"/>
    <w:pPr>
      <w:spacing w:after="0"/>
      <w:outlineLvl w:val="6"/>
    </w:pPr>
    <w:rPr>
      <w:b/>
      <w:bCs/>
      <w:smallCaps/>
      <w:color w:val="C0504D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60C3D"/>
    <w:pPr>
      <w:spacing w:after="0"/>
      <w:outlineLvl w:val="7"/>
    </w:pPr>
    <w:rPr>
      <w:b/>
      <w:bCs/>
      <w:i/>
      <w:iCs/>
      <w:smallCaps/>
      <w:color w:val="94363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60C3D"/>
    <w:pPr>
      <w:spacing w:after="0"/>
      <w:outlineLvl w:val="8"/>
    </w:pPr>
    <w:rPr>
      <w:b/>
      <w:bCs/>
      <w:i/>
      <w:iCs/>
      <w:smallCaps/>
      <w:color w:val="62242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60C3D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60C3D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60C3D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60C3D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60C3D"/>
    <w:rPr>
      <w:smallCaps/>
      <w:color w:val="943634"/>
      <w:spacing w:val="1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60C3D"/>
    <w:rPr>
      <w:smallCaps/>
      <w:color w:val="C0504D"/>
      <w:spacing w:val="5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60C3D"/>
    <w:rPr>
      <w:b/>
      <w:bCs/>
      <w:smallCaps/>
      <w:color w:val="C0504D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60C3D"/>
    <w:rPr>
      <w:b/>
      <w:bCs/>
      <w:i/>
      <w:iCs/>
      <w:smallCaps/>
      <w:color w:val="94363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60C3D"/>
    <w:rPr>
      <w:b/>
      <w:bCs/>
      <w:i/>
      <w:iCs/>
      <w:smallCaps/>
      <w:color w:val="622423"/>
    </w:rPr>
  </w:style>
  <w:style w:type="paragraph" w:styleId="Caption">
    <w:name w:val="caption"/>
    <w:basedOn w:val="Normal"/>
    <w:next w:val="Normal"/>
    <w:uiPriority w:val="99"/>
    <w:qFormat/>
    <w:rsid w:val="00B60C3D"/>
    <w:rPr>
      <w:b/>
      <w:bCs/>
      <w:caps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B60C3D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B60C3D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B60C3D"/>
    <w:pPr>
      <w:spacing w:after="720" w:line="240" w:lineRule="auto"/>
      <w:jc w:val="right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60C3D"/>
    <w:rPr>
      <w:rFonts w:ascii="Cambria" w:hAnsi="Cambria" w:cs="Cambria"/>
      <w:sz w:val="22"/>
      <w:szCs w:val="22"/>
    </w:rPr>
  </w:style>
  <w:style w:type="character" w:styleId="Strong">
    <w:name w:val="Strong"/>
    <w:basedOn w:val="DefaultParagraphFont"/>
    <w:uiPriority w:val="99"/>
    <w:qFormat/>
    <w:rsid w:val="00B60C3D"/>
    <w:rPr>
      <w:b/>
      <w:bCs/>
      <w:color w:val="C0504D"/>
    </w:rPr>
  </w:style>
  <w:style w:type="character" w:styleId="Emphasis">
    <w:name w:val="Emphasis"/>
    <w:basedOn w:val="DefaultParagraphFont"/>
    <w:uiPriority w:val="99"/>
    <w:qFormat/>
    <w:rsid w:val="00B60C3D"/>
    <w:rPr>
      <w:b/>
      <w:bCs/>
      <w:i/>
      <w:iCs/>
      <w:spacing w:val="10"/>
    </w:rPr>
  </w:style>
  <w:style w:type="paragraph" w:styleId="NoSpacing">
    <w:name w:val="No Spacing"/>
    <w:basedOn w:val="Normal"/>
    <w:link w:val="NoSpacingChar"/>
    <w:uiPriority w:val="99"/>
    <w:qFormat/>
    <w:rsid w:val="00B60C3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99"/>
    <w:locked/>
    <w:rsid w:val="00B60C3D"/>
  </w:style>
  <w:style w:type="paragraph" w:styleId="ListParagraph">
    <w:name w:val="List Paragraph"/>
    <w:basedOn w:val="Normal"/>
    <w:uiPriority w:val="99"/>
    <w:qFormat/>
    <w:rsid w:val="00B60C3D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B60C3D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B60C3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60C3D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bCs/>
      <w:i/>
      <w:iCs/>
      <w:color w:val="FFFFFF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60C3D"/>
    <w:rPr>
      <w:b/>
      <w:bCs/>
      <w:i/>
      <w:iCs/>
      <w:color w:val="FFFFFF"/>
      <w:shd w:val="clear" w:color="auto" w:fill="C0504D"/>
    </w:rPr>
  </w:style>
  <w:style w:type="character" w:styleId="SubtleEmphasis">
    <w:name w:val="Subtle Emphasis"/>
    <w:basedOn w:val="DefaultParagraphFont"/>
    <w:uiPriority w:val="99"/>
    <w:qFormat/>
    <w:rsid w:val="00B60C3D"/>
    <w:rPr>
      <w:i/>
      <w:iCs/>
    </w:rPr>
  </w:style>
  <w:style w:type="character" w:styleId="IntenseEmphasis">
    <w:name w:val="Intense Emphasis"/>
    <w:basedOn w:val="DefaultParagraphFont"/>
    <w:uiPriority w:val="99"/>
    <w:qFormat/>
    <w:rsid w:val="00B60C3D"/>
    <w:rPr>
      <w:b/>
      <w:bCs/>
      <w:i/>
      <w:iCs/>
      <w:color w:val="C0504D"/>
      <w:spacing w:val="10"/>
    </w:rPr>
  </w:style>
  <w:style w:type="character" w:styleId="SubtleReference">
    <w:name w:val="Subtle Reference"/>
    <w:basedOn w:val="DefaultParagraphFont"/>
    <w:uiPriority w:val="99"/>
    <w:qFormat/>
    <w:rsid w:val="00B60C3D"/>
    <w:rPr>
      <w:b/>
      <w:bCs/>
    </w:rPr>
  </w:style>
  <w:style w:type="character" w:styleId="IntenseReference">
    <w:name w:val="Intense Reference"/>
    <w:basedOn w:val="DefaultParagraphFont"/>
    <w:uiPriority w:val="99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basedOn w:val="DefaultParagraphFont"/>
    <w:uiPriority w:val="99"/>
    <w:qFormat/>
    <w:rsid w:val="00B60C3D"/>
    <w:rPr>
      <w:rFonts w:ascii="Cambria" w:hAnsi="Cambria" w:cs="Cambria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99"/>
    <w:qFormat/>
    <w:rsid w:val="00B60C3D"/>
    <w:pPr>
      <w:outlineLvl w:val="9"/>
    </w:pPr>
  </w:style>
  <w:style w:type="character" w:styleId="Hyperlink">
    <w:name w:val="Hyperlink"/>
    <w:basedOn w:val="DefaultParagraphFont"/>
    <w:uiPriority w:val="99"/>
    <w:rsid w:val="002730FD"/>
    <w:rPr>
      <w:color w:val="0000FF"/>
      <w:u w:val="single"/>
    </w:rPr>
  </w:style>
  <w:style w:type="paragraph" w:customStyle="1" w:styleId="ConsPlusTitle">
    <w:name w:val="ConsPlusTitle"/>
    <w:uiPriority w:val="99"/>
    <w:rsid w:val="002730FD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2730FD"/>
    <w:rPr>
      <w:sz w:val="24"/>
      <w:szCs w:val="24"/>
    </w:rPr>
  </w:style>
  <w:style w:type="paragraph" w:styleId="NormalWeb">
    <w:name w:val="Normal (Web)"/>
    <w:basedOn w:val="Normal"/>
    <w:link w:val="NormalWebChar"/>
    <w:uiPriority w:val="99"/>
    <w:rsid w:val="002730FD"/>
    <w:pPr>
      <w:spacing w:before="100" w:beforeAutospacing="1" w:after="100" w:afterAutospacing="1" w:line="240" w:lineRule="auto"/>
    </w:pPr>
    <w:rPr>
      <w:rFonts w:eastAsia="Calibri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30FD"/>
    <w:pPr>
      <w:widowControl w:val="0"/>
      <w:spacing w:after="12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30FD"/>
    <w:rPr>
      <w:rFonts w:ascii="Times New Roman" w:hAnsi="Times New Roman" w:cs="Times New Roman"/>
      <w:snapToGrid w:val="0"/>
      <w:lang w:val="ru-RU" w:eastAsia="ru-RU"/>
    </w:rPr>
  </w:style>
  <w:style w:type="character" w:customStyle="1" w:styleId="Bodytext211">
    <w:name w:val="Body text (2) + 11"/>
    <w:aliases w:val="5 pt,Bold,Spacing 1 pt,Основной текст (4) + 17"/>
    <w:basedOn w:val="DefaultParagraphFont"/>
    <w:uiPriority w:val="99"/>
    <w:rsid w:val="002730FD"/>
    <w:rPr>
      <w:rFonts w:ascii="Times New Roman" w:hAnsi="Times New Roman" w:cs="Times New Roman"/>
      <w:b/>
      <w:bCs/>
      <w:spacing w:val="0"/>
      <w:sz w:val="25"/>
      <w:szCs w:val="25"/>
      <w:u w:val="none"/>
      <w:effect w:val="non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2730FD"/>
    <w:rPr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2730FD"/>
    <w:pPr>
      <w:widowControl w:val="0"/>
      <w:shd w:val="clear" w:color="auto" w:fill="FFFFFF"/>
      <w:spacing w:after="0" w:line="240" w:lineRule="atLeast"/>
    </w:pPr>
    <w:rPr>
      <w:rFonts w:eastAsia="Calibri"/>
      <w:sz w:val="26"/>
      <w:szCs w:val="26"/>
      <w:lang w:val="en-US" w:eastAsia="en-US"/>
    </w:rPr>
  </w:style>
  <w:style w:type="paragraph" w:customStyle="1" w:styleId="Style6">
    <w:name w:val="Style6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3">
    <w:name w:val="Основной текст (3)_"/>
    <w:link w:val="30"/>
    <w:uiPriority w:val="99"/>
    <w:locked/>
    <w:rsid w:val="002730FD"/>
    <w:rPr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="Calibri"/>
      <w:sz w:val="20"/>
      <w:szCs w:val="20"/>
    </w:rPr>
  </w:style>
  <w:style w:type="character" w:customStyle="1" w:styleId="5">
    <w:name w:val="Основной текст (5)_"/>
    <w:link w:val="50"/>
    <w:uiPriority w:val="99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0">
    <w:name w:val="Основной текст (5)"/>
    <w:basedOn w:val="Normal"/>
    <w:link w:val="5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 w:cs="CordiaUPC"/>
      <w:b/>
      <w:bCs/>
      <w:sz w:val="33"/>
      <w:szCs w:val="33"/>
    </w:rPr>
  </w:style>
  <w:style w:type="character" w:customStyle="1" w:styleId="6">
    <w:name w:val="Основной текст (6)_"/>
    <w:link w:val="60"/>
    <w:uiPriority w:val="99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0">
    <w:name w:val="Основной текст (6)"/>
    <w:basedOn w:val="Normal"/>
    <w:link w:val="6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 w:cs="CordiaUPC"/>
      <w:b/>
      <w:bCs/>
      <w:sz w:val="34"/>
      <w:szCs w:val="34"/>
    </w:rPr>
  </w:style>
  <w:style w:type="character" w:customStyle="1" w:styleId="FontStyle16">
    <w:name w:val="Font Style16"/>
    <w:uiPriority w:val="99"/>
    <w:rsid w:val="002730FD"/>
    <w:rPr>
      <w:rFonts w:ascii="Times New Roman" w:hAnsi="Times New Roman" w:cs="Times New Roman"/>
      <w:sz w:val="22"/>
      <w:szCs w:val="22"/>
    </w:rPr>
  </w:style>
  <w:style w:type="character" w:customStyle="1" w:styleId="3Exact">
    <w:name w:val="Основной текст (3) Exact"/>
    <w:uiPriority w:val="99"/>
    <w:rsid w:val="002730FD"/>
    <w:rPr>
      <w:rFonts w:ascii="Times New Roman" w:hAnsi="Times New Roman" w:cs="Times New Roman"/>
      <w:spacing w:val="-2"/>
      <w:sz w:val="23"/>
      <w:szCs w:val="23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105</TotalTime>
  <Pages>2</Pages>
  <Words>260</Words>
  <Characters>1482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</cp:lastModifiedBy>
  <cp:revision>18</cp:revision>
  <cp:lastPrinted>2015-06-29T08:33:00Z</cp:lastPrinted>
  <dcterms:created xsi:type="dcterms:W3CDTF">2015-04-07T06:22:00Z</dcterms:created>
  <dcterms:modified xsi:type="dcterms:W3CDTF">2015-06-29T08:34:00Z</dcterms:modified>
</cp:coreProperties>
</file>