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9B5" w:rsidRPr="002F5103" w:rsidRDefault="00D079B5" w:rsidP="008F5B6A">
      <w:pPr>
        <w:pStyle w:val="Heading1"/>
        <w:jc w:val="center"/>
        <w:rPr>
          <w:rFonts w:ascii="Times New Roman" w:hAnsi="Times New Roman" w:cs="Times New Roman"/>
          <w:b w:val="0"/>
          <w:bCs w:val="0"/>
          <w:spacing w:val="80"/>
          <w:sz w:val="28"/>
          <w:szCs w:val="28"/>
        </w:rPr>
      </w:pPr>
      <w:r w:rsidRPr="002F5103">
        <w:rPr>
          <w:rFonts w:ascii="Times New Roman" w:hAnsi="Times New Roman" w:cs="Times New Roman"/>
          <w:b w:val="0"/>
          <w:bCs w:val="0"/>
          <w:spacing w:val="80"/>
          <w:sz w:val="28"/>
          <w:szCs w:val="28"/>
        </w:rPr>
        <w:t>АДМИНИСТРАЦИЯ</w:t>
      </w:r>
    </w:p>
    <w:p w:rsidR="00D079B5" w:rsidRDefault="00D079B5" w:rsidP="008F5B6A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Торгунского  сельского поселения </w:t>
      </w:r>
    </w:p>
    <w:p w:rsidR="00D079B5" w:rsidRDefault="00D079B5" w:rsidP="008F5B6A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Старополтавского муниципального района Волгоградской области</w:t>
      </w:r>
    </w:p>
    <w:p w:rsidR="00D079B5" w:rsidRDefault="00D079B5" w:rsidP="008F5B6A">
      <w:pPr>
        <w:pBdr>
          <w:bottom w:val="double" w:sz="6" w:space="1" w:color="auto"/>
        </w:pBdr>
        <w:rPr>
          <w:sz w:val="28"/>
          <w:szCs w:val="28"/>
        </w:rPr>
      </w:pPr>
    </w:p>
    <w:p w:rsidR="00D079B5" w:rsidRDefault="00D079B5" w:rsidP="008F5B6A">
      <w:pPr>
        <w:rPr>
          <w:sz w:val="28"/>
          <w:szCs w:val="28"/>
        </w:rPr>
      </w:pPr>
    </w:p>
    <w:p w:rsidR="00D079B5" w:rsidRDefault="00D079B5" w:rsidP="00B1785D">
      <w:pPr>
        <w:jc w:val="center"/>
        <w:rPr>
          <w:b/>
          <w:bCs/>
          <w:sz w:val="28"/>
          <w:szCs w:val="28"/>
        </w:rPr>
      </w:pPr>
    </w:p>
    <w:p w:rsidR="00D079B5" w:rsidRDefault="00D079B5" w:rsidP="00B178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D079B5" w:rsidRDefault="00D079B5" w:rsidP="00B1785D">
      <w:pPr>
        <w:jc w:val="both"/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D079B5">
        <w:tc>
          <w:tcPr>
            <w:tcW w:w="4818" w:type="dxa"/>
          </w:tcPr>
          <w:p w:rsidR="00D079B5" w:rsidRDefault="00D079B5" w:rsidP="002F5103">
            <w:pPr>
              <w:pStyle w:val="a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«09» июня 2015 г.</w:t>
            </w:r>
          </w:p>
        </w:tc>
        <w:tc>
          <w:tcPr>
            <w:tcW w:w="4818" w:type="dxa"/>
          </w:tcPr>
          <w:p w:rsidR="00D079B5" w:rsidRPr="002F7A27" w:rsidRDefault="00D079B5" w:rsidP="002F5103">
            <w:pPr>
              <w:pStyle w:val="a0"/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№5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</w:tr>
    </w:tbl>
    <w:p w:rsidR="00D079B5" w:rsidRDefault="00D079B5" w:rsidP="00B1785D">
      <w:pPr>
        <w:spacing w:line="240" w:lineRule="exact"/>
        <w:ind w:right="3968"/>
        <w:jc w:val="both"/>
        <w:rPr>
          <w:b/>
          <w:bCs/>
          <w:color w:val="000000"/>
          <w:sz w:val="16"/>
          <w:szCs w:val="16"/>
        </w:rPr>
      </w:pPr>
    </w:p>
    <w:p w:rsidR="00D079B5" w:rsidRDefault="00D079B5" w:rsidP="00B1785D">
      <w:pPr>
        <w:spacing w:line="240" w:lineRule="exact"/>
        <w:ind w:right="3968"/>
        <w:jc w:val="both"/>
        <w:rPr>
          <w:color w:val="000000"/>
        </w:rPr>
      </w:pPr>
      <w:r w:rsidRPr="00B1785D">
        <w:rPr>
          <w:color w:val="000000"/>
        </w:rPr>
        <w:t>«</w:t>
      </w:r>
      <w:r>
        <w:rPr>
          <w:color w:val="000000"/>
        </w:rPr>
        <w:t xml:space="preserve">Об утверждении </w:t>
      </w:r>
      <w:r w:rsidRPr="009B7800">
        <w:rPr>
          <w:color w:val="000000"/>
        </w:rPr>
        <w:t>План</w:t>
      </w:r>
      <w:r>
        <w:rPr>
          <w:color w:val="000000"/>
        </w:rPr>
        <w:t>а</w:t>
      </w:r>
      <w:r w:rsidRPr="009B7800">
        <w:rPr>
          <w:color w:val="000000"/>
        </w:rPr>
        <w:t xml:space="preserve"> мероприятий по профилактике терроризма и экстремизма в </w:t>
      </w:r>
      <w:r>
        <w:rPr>
          <w:color w:val="000000"/>
        </w:rPr>
        <w:t>Торгунском сельском поселении</w:t>
      </w:r>
      <w:r w:rsidRPr="009B7800">
        <w:rPr>
          <w:color w:val="000000"/>
        </w:rPr>
        <w:t xml:space="preserve"> на 201</w:t>
      </w:r>
      <w:r>
        <w:rPr>
          <w:color w:val="000000"/>
        </w:rPr>
        <w:t>5</w:t>
      </w:r>
      <w:r w:rsidRPr="009B7800">
        <w:rPr>
          <w:color w:val="000000"/>
        </w:rPr>
        <w:t xml:space="preserve"> год</w:t>
      </w:r>
      <w:r w:rsidRPr="00DE5C7F">
        <w:rPr>
          <w:color w:val="000000"/>
        </w:rPr>
        <w:t>»</w:t>
      </w:r>
    </w:p>
    <w:p w:rsidR="00D079B5" w:rsidRDefault="00D079B5" w:rsidP="00B1785D">
      <w:pPr>
        <w:spacing w:line="240" w:lineRule="exact"/>
        <w:ind w:right="3968"/>
        <w:jc w:val="both"/>
        <w:rPr>
          <w:color w:val="000000"/>
        </w:rPr>
      </w:pPr>
    </w:p>
    <w:p w:rsidR="00D079B5" w:rsidRDefault="00D079B5" w:rsidP="00B1785D">
      <w:pPr>
        <w:jc w:val="both"/>
      </w:pPr>
    </w:p>
    <w:p w:rsidR="00D079B5" w:rsidRDefault="00D079B5" w:rsidP="006B686A">
      <w:pPr>
        <w:autoSpaceDE w:val="0"/>
        <w:ind w:firstLine="540"/>
        <w:jc w:val="both"/>
      </w:pPr>
      <w:r w:rsidRPr="009B7800">
        <w:t>В соответствии с Федеральным законом от 06.03.2006 № 35-ФЗ "О противодействии терроризму", Федеральным законом от 25.07.2002 № 114-ФЗ "О противодействии экстремистской деятельности", Федеральным законом от 06.10.2003 № 131-ФЗ "Об общих принципах организации местного самоуправления в Российской Федерации"</w:t>
      </w:r>
      <w:r>
        <w:t>, согласно пунктов 1, 8, 14, 15 Долгосрочной муниципальной целевой программой «Профилактика терроризма и экстремизма на территории Торгунского сельского поселения на 2015-2017 годы», утвержденной постановлением администрации Торгунского сельского поселения от 13.10.2014 № 67, Администрация Торгунского сельского поселения</w:t>
      </w:r>
    </w:p>
    <w:p w:rsidR="00D079B5" w:rsidRDefault="00D079B5" w:rsidP="00B1785D">
      <w:pPr>
        <w:autoSpaceDE w:val="0"/>
        <w:ind w:firstLine="540"/>
        <w:jc w:val="both"/>
      </w:pPr>
    </w:p>
    <w:p w:rsidR="00D079B5" w:rsidRDefault="00D079B5" w:rsidP="007B5C97">
      <w:pPr>
        <w:autoSpaceDE w:val="0"/>
        <w:ind w:firstLine="540"/>
        <w:jc w:val="center"/>
      </w:pPr>
    </w:p>
    <w:p w:rsidR="00D079B5" w:rsidRDefault="00D079B5" w:rsidP="007B5C97">
      <w:pPr>
        <w:autoSpaceDE w:val="0"/>
        <w:ind w:firstLine="540"/>
        <w:jc w:val="center"/>
        <w:rPr>
          <w:spacing w:val="80"/>
        </w:rPr>
      </w:pPr>
      <w:r>
        <w:t>ПОСТАНОВЛЯЕТ</w:t>
      </w:r>
      <w:r>
        <w:rPr>
          <w:spacing w:val="80"/>
        </w:rPr>
        <w:t>:</w:t>
      </w:r>
    </w:p>
    <w:p w:rsidR="00D079B5" w:rsidRDefault="00D079B5" w:rsidP="00674AC1">
      <w:pPr>
        <w:autoSpaceDE w:val="0"/>
        <w:ind w:firstLine="567"/>
        <w:jc w:val="center"/>
      </w:pPr>
    </w:p>
    <w:p w:rsidR="00D079B5" w:rsidRPr="00674AC1" w:rsidRDefault="00D079B5" w:rsidP="00B225AB">
      <w:pPr>
        <w:numPr>
          <w:ilvl w:val="0"/>
          <w:numId w:val="3"/>
        </w:numPr>
        <w:tabs>
          <w:tab w:val="clear" w:pos="928"/>
          <w:tab w:val="num" w:pos="0"/>
        </w:tabs>
        <w:ind w:left="0" w:firstLine="567"/>
        <w:jc w:val="both"/>
        <w:rPr>
          <w:color w:val="000000"/>
        </w:rPr>
      </w:pPr>
      <w:r w:rsidRPr="009B7800">
        <w:t xml:space="preserve">Утвердить План мероприятий по профилактике терроризма и экстремизма </w:t>
      </w:r>
      <w:r>
        <w:t>в Торгунском</w:t>
      </w:r>
      <w:r w:rsidRPr="009B7800">
        <w:t xml:space="preserve"> сельском поселении на 201</w:t>
      </w:r>
      <w:r>
        <w:t>5</w:t>
      </w:r>
      <w:r w:rsidRPr="009B7800">
        <w:t xml:space="preserve"> год (далее – План мероприятий) </w:t>
      </w:r>
      <w:r>
        <w:t>согласно приложению</w:t>
      </w:r>
      <w:r w:rsidRPr="00674AC1">
        <w:rPr>
          <w:color w:val="000000"/>
        </w:rPr>
        <w:t>.</w:t>
      </w:r>
    </w:p>
    <w:p w:rsidR="00D079B5" w:rsidRDefault="00D079B5" w:rsidP="00642B28">
      <w:pPr>
        <w:widowControl w:val="0"/>
        <w:numPr>
          <w:ilvl w:val="0"/>
          <w:numId w:val="3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spacing w:val="5"/>
        </w:rPr>
      </w:pPr>
      <w:r>
        <w:rPr>
          <w:spacing w:val="5"/>
        </w:rPr>
        <w:t>Разместить настоящее постановление в сети Интернет на сайте Торгунского сельского поселения Старополтавского муниципального района.</w:t>
      </w:r>
    </w:p>
    <w:p w:rsidR="00D079B5" w:rsidRDefault="00D079B5" w:rsidP="007B5C97">
      <w:pPr>
        <w:widowControl w:val="0"/>
        <w:numPr>
          <w:ilvl w:val="0"/>
          <w:numId w:val="3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spacing w:val="5"/>
        </w:rPr>
      </w:pPr>
      <w:r>
        <w:rPr>
          <w:spacing w:val="5"/>
        </w:rPr>
        <w:t>Ответственность за исполнение  данного  постановления  возложить на ведущего специалиста Администрации Торгунского сельского поселения Кумурзинову А.Т.</w:t>
      </w:r>
    </w:p>
    <w:p w:rsidR="00D079B5" w:rsidRDefault="00D079B5" w:rsidP="008F5B6A">
      <w:pPr>
        <w:jc w:val="right"/>
        <w:rPr>
          <w:b/>
          <w:bCs/>
        </w:rPr>
      </w:pPr>
    </w:p>
    <w:p w:rsidR="00D079B5" w:rsidRDefault="00D079B5" w:rsidP="00785C11">
      <w:pPr>
        <w:jc w:val="right"/>
        <w:rPr>
          <w:b/>
          <w:bCs/>
        </w:rPr>
      </w:pPr>
    </w:p>
    <w:p w:rsidR="00D079B5" w:rsidRDefault="00D079B5" w:rsidP="00785C11">
      <w:pPr>
        <w:rPr>
          <w:b/>
          <w:bCs/>
        </w:rPr>
      </w:pPr>
    </w:p>
    <w:p w:rsidR="00D079B5" w:rsidRPr="006B686A" w:rsidRDefault="00D079B5" w:rsidP="00785C11">
      <w:r w:rsidRPr="006B686A">
        <w:t>Глава Торгунского</w:t>
      </w:r>
    </w:p>
    <w:p w:rsidR="00D079B5" w:rsidRDefault="00D079B5" w:rsidP="006B686A">
      <w:pPr>
        <w:rPr>
          <w:kern w:val="1"/>
        </w:rPr>
      </w:pPr>
      <w:r>
        <w:t>сельского поселения</w:t>
      </w:r>
      <w:r>
        <w:tab/>
      </w:r>
      <w:r>
        <w:tab/>
      </w:r>
      <w:r>
        <w:tab/>
      </w:r>
      <w:r>
        <w:tab/>
      </w:r>
      <w:r>
        <w:tab/>
        <w:t xml:space="preserve">                          И.Б.Шавленов</w:t>
      </w:r>
    </w:p>
    <w:p w:rsidR="00D079B5" w:rsidRDefault="00D079B5" w:rsidP="00785C11">
      <w:pPr>
        <w:pStyle w:val="Heading1"/>
        <w:spacing w:before="0" w:after="0"/>
        <w:jc w:val="right"/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</w:pPr>
    </w:p>
    <w:p w:rsidR="00D079B5" w:rsidRDefault="00D079B5" w:rsidP="00785C11">
      <w:pPr>
        <w:pStyle w:val="Heading1"/>
        <w:spacing w:before="0" w:after="0" w:line="240" w:lineRule="exact"/>
        <w:jc w:val="right"/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</w:pPr>
    </w:p>
    <w:p w:rsidR="00D079B5" w:rsidRPr="00785C11" w:rsidRDefault="00D079B5" w:rsidP="00785C11"/>
    <w:p w:rsidR="00D079B5" w:rsidRDefault="00D079B5" w:rsidP="00785C11">
      <w:pPr>
        <w:pStyle w:val="Heading1"/>
        <w:spacing w:before="0" w:after="0" w:line="240" w:lineRule="exact"/>
        <w:jc w:val="right"/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</w:pPr>
    </w:p>
    <w:p w:rsidR="00D079B5" w:rsidRDefault="00D079B5" w:rsidP="00785C11">
      <w:pPr>
        <w:pStyle w:val="Heading1"/>
        <w:spacing w:before="0" w:after="0" w:line="240" w:lineRule="exact"/>
        <w:jc w:val="right"/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</w:pPr>
    </w:p>
    <w:p w:rsidR="00D079B5" w:rsidRDefault="00D079B5" w:rsidP="00785C11">
      <w:pPr>
        <w:pStyle w:val="Heading1"/>
        <w:spacing w:before="0" w:after="0" w:line="240" w:lineRule="exact"/>
        <w:jc w:val="right"/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</w:pPr>
    </w:p>
    <w:p w:rsidR="00D079B5" w:rsidRDefault="00D079B5" w:rsidP="00785C11">
      <w:pPr>
        <w:pStyle w:val="Heading1"/>
        <w:spacing w:before="0" w:after="0" w:line="240" w:lineRule="exact"/>
        <w:jc w:val="right"/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</w:pPr>
    </w:p>
    <w:p w:rsidR="00D079B5" w:rsidRDefault="00D079B5" w:rsidP="00785C11">
      <w:pPr>
        <w:pStyle w:val="Heading1"/>
        <w:spacing w:before="0" w:after="0" w:line="240" w:lineRule="exact"/>
        <w:jc w:val="right"/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</w:pPr>
    </w:p>
    <w:p w:rsidR="00D079B5" w:rsidRDefault="00D079B5" w:rsidP="002F5103"/>
    <w:p w:rsidR="00D079B5" w:rsidRDefault="00D079B5" w:rsidP="002F5103"/>
    <w:p w:rsidR="00D079B5" w:rsidRDefault="00D079B5" w:rsidP="002F5103"/>
    <w:p w:rsidR="00D079B5" w:rsidRPr="002F5103" w:rsidRDefault="00D079B5" w:rsidP="002F5103"/>
    <w:p w:rsidR="00D079B5" w:rsidRDefault="00D079B5" w:rsidP="00785C11">
      <w:pPr>
        <w:pStyle w:val="Heading1"/>
        <w:spacing w:before="0" w:after="0" w:line="240" w:lineRule="exact"/>
        <w:jc w:val="right"/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</w:pPr>
    </w:p>
    <w:p w:rsidR="00D079B5" w:rsidRDefault="00D079B5" w:rsidP="00785C11">
      <w:pPr>
        <w:pStyle w:val="Heading1"/>
        <w:spacing w:before="0" w:after="0" w:line="240" w:lineRule="exact"/>
        <w:jc w:val="right"/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  <w:t>Утвержден</w:t>
      </w:r>
    </w:p>
    <w:p w:rsidR="00D079B5" w:rsidRDefault="00D079B5" w:rsidP="00785C11">
      <w:pPr>
        <w:spacing w:line="240" w:lineRule="exact"/>
        <w:jc w:val="right"/>
      </w:pPr>
      <w:r>
        <w:t>Постановлением администрации</w:t>
      </w:r>
    </w:p>
    <w:p w:rsidR="00D079B5" w:rsidRDefault="00D079B5" w:rsidP="00785C11">
      <w:pPr>
        <w:spacing w:line="240" w:lineRule="exact"/>
        <w:jc w:val="right"/>
      </w:pPr>
      <w:r>
        <w:t>Торгунского сельского поселения</w:t>
      </w:r>
    </w:p>
    <w:p w:rsidR="00D079B5" w:rsidRDefault="00D079B5" w:rsidP="00785C11">
      <w:pPr>
        <w:spacing w:line="240" w:lineRule="exact"/>
        <w:jc w:val="right"/>
      </w:pPr>
      <w:r>
        <w:t>от 09 июня 2015г. № 51</w:t>
      </w:r>
    </w:p>
    <w:p w:rsidR="00D079B5" w:rsidRDefault="00D079B5" w:rsidP="00785C11"/>
    <w:p w:rsidR="00D079B5" w:rsidRPr="00AB3EE3" w:rsidRDefault="00D079B5" w:rsidP="00AB3EE3">
      <w:pPr>
        <w:widowControl w:val="0"/>
        <w:suppressAutoHyphens/>
        <w:ind w:left="568"/>
        <w:jc w:val="center"/>
        <w:rPr>
          <w:spacing w:val="5"/>
        </w:rPr>
      </w:pPr>
      <w:r w:rsidRPr="00AB3EE3">
        <w:rPr>
          <w:spacing w:val="5"/>
        </w:rPr>
        <w:t xml:space="preserve">План мероприятий по профилактике терроризма и экстремизма в </w:t>
      </w:r>
      <w:r>
        <w:rPr>
          <w:spacing w:val="5"/>
        </w:rPr>
        <w:t>Торгунском</w:t>
      </w:r>
      <w:r w:rsidRPr="00AB3EE3">
        <w:rPr>
          <w:spacing w:val="5"/>
        </w:rPr>
        <w:t xml:space="preserve"> сельском поселении на 2015 год</w:t>
      </w:r>
    </w:p>
    <w:p w:rsidR="00D079B5" w:rsidRDefault="00D079B5" w:rsidP="002A20A0">
      <w:pPr>
        <w:jc w:val="right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5812"/>
        <w:gridCol w:w="2942"/>
      </w:tblGrid>
      <w:tr w:rsidR="00D079B5">
        <w:tc>
          <w:tcPr>
            <w:tcW w:w="817" w:type="dxa"/>
          </w:tcPr>
          <w:p w:rsidR="00D079B5" w:rsidRDefault="00D079B5" w:rsidP="00396812">
            <w:pPr>
              <w:jc w:val="center"/>
            </w:pPr>
            <w:r>
              <w:t>№</w:t>
            </w:r>
          </w:p>
          <w:p w:rsidR="00D079B5" w:rsidRDefault="00D079B5" w:rsidP="00396812">
            <w:pPr>
              <w:jc w:val="center"/>
            </w:pPr>
            <w:r>
              <w:t>п/п</w:t>
            </w:r>
          </w:p>
        </w:tc>
        <w:tc>
          <w:tcPr>
            <w:tcW w:w="5812" w:type="dxa"/>
          </w:tcPr>
          <w:p w:rsidR="00D079B5" w:rsidRDefault="00D079B5" w:rsidP="00396812">
            <w:pPr>
              <w:jc w:val="center"/>
            </w:pPr>
            <w:r>
              <w:t>Наименование мероприятий</w:t>
            </w:r>
          </w:p>
        </w:tc>
        <w:tc>
          <w:tcPr>
            <w:tcW w:w="2942" w:type="dxa"/>
          </w:tcPr>
          <w:p w:rsidR="00D079B5" w:rsidRDefault="00D079B5" w:rsidP="00396812">
            <w:pPr>
              <w:jc w:val="center"/>
            </w:pPr>
            <w:r>
              <w:t>Срок исполнения</w:t>
            </w:r>
          </w:p>
        </w:tc>
      </w:tr>
      <w:tr w:rsidR="00D079B5">
        <w:tc>
          <w:tcPr>
            <w:tcW w:w="817" w:type="dxa"/>
          </w:tcPr>
          <w:p w:rsidR="00D079B5" w:rsidRDefault="00D079B5" w:rsidP="00396812">
            <w:pPr>
              <w:jc w:val="right"/>
            </w:pPr>
            <w:r>
              <w:t>1</w:t>
            </w:r>
          </w:p>
        </w:tc>
        <w:tc>
          <w:tcPr>
            <w:tcW w:w="5812" w:type="dxa"/>
          </w:tcPr>
          <w:p w:rsidR="00D079B5" w:rsidRDefault="00D079B5" w:rsidP="002F5103">
            <w:pPr>
              <w:jc w:val="both"/>
            </w:pPr>
            <w:r>
              <w:t>Проведение «круглого стола» с участием представителей регилиозных конфессий, общественных организаций, объединений молодежи, руководителей учреждения образования и культуры Торгунского сельского поселения по проблемам нравственного оздоровления общества</w:t>
            </w:r>
          </w:p>
        </w:tc>
        <w:tc>
          <w:tcPr>
            <w:tcW w:w="2942" w:type="dxa"/>
          </w:tcPr>
          <w:p w:rsidR="00D079B5" w:rsidRDefault="00D079B5" w:rsidP="00396812">
            <w:pPr>
              <w:jc w:val="center"/>
            </w:pPr>
          </w:p>
          <w:p w:rsidR="00D079B5" w:rsidRDefault="00D079B5" w:rsidP="00396812">
            <w:pPr>
              <w:jc w:val="center"/>
            </w:pPr>
          </w:p>
          <w:p w:rsidR="00D079B5" w:rsidRDefault="00D079B5" w:rsidP="00396812">
            <w:pPr>
              <w:jc w:val="center"/>
            </w:pPr>
            <w:r>
              <w:t>октябрь 2015</w:t>
            </w:r>
          </w:p>
        </w:tc>
      </w:tr>
      <w:tr w:rsidR="00D079B5">
        <w:tc>
          <w:tcPr>
            <w:tcW w:w="817" w:type="dxa"/>
          </w:tcPr>
          <w:p w:rsidR="00D079B5" w:rsidRDefault="00D079B5" w:rsidP="00396812">
            <w:pPr>
              <w:jc w:val="right"/>
            </w:pPr>
            <w:r>
              <w:t>2</w:t>
            </w:r>
          </w:p>
        </w:tc>
        <w:tc>
          <w:tcPr>
            <w:tcW w:w="5812" w:type="dxa"/>
          </w:tcPr>
          <w:p w:rsidR="00D079B5" w:rsidRDefault="00D079B5" w:rsidP="002F5103">
            <w:pPr>
              <w:jc w:val="both"/>
            </w:pPr>
            <w:r>
              <w:t>Проведение конкурса программ экстремизма в подростковой среде и их внедрение через деятельность детских и молодежных организаций Торгунского сельского поселения</w:t>
            </w:r>
          </w:p>
        </w:tc>
        <w:tc>
          <w:tcPr>
            <w:tcW w:w="2942" w:type="dxa"/>
          </w:tcPr>
          <w:p w:rsidR="00D079B5" w:rsidRDefault="00D079B5" w:rsidP="00396812">
            <w:pPr>
              <w:jc w:val="center"/>
            </w:pPr>
          </w:p>
          <w:p w:rsidR="00D079B5" w:rsidRDefault="00D079B5" w:rsidP="00396812">
            <w:pPr>
              <w:jc w:val="center"/>
            </w:pPr>
            <w:r>
              <w:t>декабрь 2015</w:t>
            </w:r>
          </w:p>
          <w:p w:rsidR="00D079B5" w:rsidRDefault="00D079B5" w:rsidP="00396812">
            <w:pPr>
              <w:jc w:val="center"/>
            </w:pPr>
          </w:p>
        </w:tc>
      </w:tr>
      <w:tr w:rsidR="00D079B5">
        <w:tc>
          <w:tcPr>
            <w:tcW w:w="817" w:type="dxa"/>
          </w:tcPr>
          <w:p w:rsidR="00D079B5" w:rsidRDefault="00D079B5" w:rsidP="00396812">
            <w:pPr>
              <w:jc w:val="right"/>
            </w:pPr>
            <w:r>
              <w:t>3</w:t>
            </w:r>
          </w:p>
        </w:tc>
        <w:tc>
          <w:tcPr>
            <w:tcW w:w="5812" w:type="dxa"/>
          </w:tcPr>
          <w:p w:rsidR="00D079B5" w:rsidRDefault="00D079B5" w:rsidP="002F5103">
            <w:pPr>
              <w:jc w:val="both"/>
            </w:pPr>
            <w:r>
              <w:t>Комплексное обследование объектов жизнеобеспечения потенциально опасных объектов, расположенных на территории Торгунского сельского поселения на предмет проверки режимно-охранных мер, хранения отравляющих и других опасных веществ, оценки состояния и степени оснащенности средствами защиты</w:t>
            </w:r>
          </w:p>
        </w:tc>
        <w:tc>
          <w:tcPr>
            <w:tcW w:w="2942" w:type="dxa"/>
          </w:tcPr>
          <w:p w:rsidR="00D079B5" w:rsidRDefault="00D079B5" w:rsidP="00396812">
            <w:pPr>
              <w:jc w:val="center"/>
            </w:pPr>
          </w:p>
          <w:p w:rsidR="00D079B5" w:rsidRDefault="00D079B5" w:rsidP="00396812">
            <w:pPr>
              <w:jc w:val="center"/>
            </w:pPr>
          </w:p>
          <w:p w:rsidR="00D079B5" w:rsidRDefault="00D079B5" w:rsidP="00396812">
            <w:pPr>
              <w:jc w:val="center"/>
            </w:pPr>
          </w:p>
          <w:p w:rsidR="00D079B5" w:rsidRDefault="00D079B5" w:rsidP="00396812">
            <w:pPr>
              <w:jc w:val="center"/>
            </w:pPr>
            <w:r>
              <w:t>ноябрь 2015</w:t>
            </w:r>
          </w:p>
        </w:tc>
      </w:tr>
      <w:tr w:rsidR="00D079B5">
        <w:tc>
          <w:tcPr>
            <w:tcW w:w="817" w:type="dxa"/>
          </w:tcPr>
          <w:p w:rsidR="00D079B5" w:rsidRDefault="00D079B5" w:rsidP="00396812">
            <w:pPr>
              <w:jc w:val="right"/>
            </w:pPr>
            <w:r>
              <w:t>4</w:t>
            </w:r>
          </w:p>
        </w:tc>
        <w:tc>
          <w:tcPr>
            <w:tcW w:w="5812" w:type="dxa"/>
          </w:tcPr>
          <w:p w:rsidR="00D079B5" w:rsidRDefault="00D079B5" w:rsidP="00396812">
            <w:r>
              <w:t>Обеспечение антитеррористической защищенности проведения массовых, культурных и спортивных мероприятий</w:t>
            </w:r>
          </w:p>
        </w:tc>
        <w:tc>
          <w:tcPr>
            <w:tcW w:w="2942" w:type="dxa"/>
          </w:tcPr>
          <w:p w:rsidR="00D079B5" w:rsidRDefault="00D079B5" w:rsidP="00396812">
            <w:pPr>
              <w:jc w:val="center"/>
            </w:pPr>
          </w:p>
          <w:p w:rsidR="00D079B5" w:rsidRDefault="00D079B5" w:rsidP="00396812">
            <w:pPr>
              <w:jc w:val="center"/>
            </w:pPr>
            <w:r w:rsidRPr="00396812">
              <w:t>декабрь 2015</w:t>
            </w:r>
          </w:p>
        </w:tc>
      </w:tr>
    </w:tbl>
    <w:p w:rsidR="00D079B5" w:rsidRDefault="00D079B5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D079B5" w:rsidRDefault="00D079B5" w:rsidP="002A20A0">
      <w:pPr>
        <w:jc w:val="right"/>
        <w:rPr>
          <w:color w:val="000000"/>
        </w:rPr>
      </w:pPr>
    </w:p>
    <w:p w:rsidR="00D079B5" w:rsidRDefault="00D079B5" w:rsidP="002A20A0">
      <w:pPr>
        <w:jc w:val="right"/>
        <w:rPr>
          <w:color w:val="000000"/>
        </w:rPr>
      </w:pPr>
    </w:p>
    <w:p w:rsidR="00D079B5" w:rsidRDefault="00D079B5" w:rsidP="002A20A0">
      <w:pPr>
        <w:jc w:val="right"/>
        <w:rPr>
          <w:color w:val="000000"/>
        </w:rPr>
      </w:pPr>
    </w:p>
    <w:sectPr w:rsidR="00D079B5" w:rsidSect="00785C11">
      <w:pgSz w:w="11906" w:h="16838"/>
      <w:pgMar w:top="567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13490"/>
    <w:rsid w:val="00023AC5"/>
    <w:rsid w:val="00023BFC"/>
    <w:rsid w:val="00042456"/>
    <w:rsid w:val="00081310"/>
    <w:rsid w:val="00096983"/>
    <w:rsid w:val="000A4626"/>
    <w:rsid w:val="000C6032"/>
    <w:rsid w:val="000F4741"/>
    <w:rsid w:val="000F6A23"/>
    <w:rsid w:val="000F7828"/>
    <w:rsid w:val="000F7CEA"/>
    <w:rsid w:val="001404C5"/>
    <w:rsid w:val="00141775"/>
    <w:rsid w:val="00145029"/>
    <w:rsid w:val="0015376F"/>
    <w:rsid w:val="00154BBA"/>
    <w:rsid w:val="00167A71"/>
    <w:rsid w:val="00185C83"/>
    <w:rsid w:val="001938AC"/>
    <w:rsid w:val="00194CDF"/>
    <w:rsid w:val="001B0D66"/>
    <w:rsid w:val="001D182A"/>
    <w:rsid w:val="001D5673"/>
    <w:rsid w:val="001E11DB"/>
    <w:rsid w:val="001E6F53"/>
    <w:rsid w:val="00207D10"/>
    <w:rsid w:val="002105C3"/>
    <w:rsid w:val="00221FBA"/>
    <w:rsid w:val="0025267E"/>
    <w:rsid w:val="00263A9A"/>
    <w:rsid w:val="002701B2"/>
    <w:rsid w:val="00275353"/>
    <w:rsid w:val="0028695C"/>
    <w:rsid w:val="002A20A0"/>
    <w:rsid w:val="002A31E3"/>
    <w:rsid w:val="002B3115"/>
    <w:rsid w:val="002B41CD"/>
    <w:rsid w:val="002B4706"/>
    <w:rsid w:val="002D4C3F"/>
    <w:rsid w:val="002E43D6"/>
    <w:rsid w:val="002E6B00"/>
    <w:rsid w:val="002F5103"/>
    <w:rsid w:val="002F7A27"/>
    <w:rsid w:val="00305B81"/>
    <w:rsid w:val="003110FE"/>
    <w:rsid w:val="0031783C"/>
    <w:rsid w:val="003365B8"/>
    <w:rsid w:val="00343B67"/>
    <w:rsid w:val="00354831"/>
    <w:rsid w:val="00385730"/>
    <w:rsid w:val="003933D5"/>
    <w:rsid w:val="00396812"/>
    <w:rsid w:val="00396951"/>
    <w:rsid w:val="003A7C0F"/>
    <w:rsid w:val="003B74EC"/>
    <w:rsid w:val="003C165B"/>
    <w:rsid w:val="003E71EA"/>
    <w:rsid w:val="004046CF"/>
    <w:rsid w:val="00417BF1"/>
    <w:rsid w:val="00423BF9"/>
    <w:rsid w:val="0043002E"/>
    <w:rsid w:val="0044638B"/>
    <w:rsid w:val="0046389E"/>
    <w:rsid w:val="0047058D"/>
    <w:rsid w:val="00475099"/>
    <w:rsid w:val="00496C43"/>
    <w:rsid w:val="004A2EC9"/>
    <w:rsid w:val="004C3D51"/>
    <w:rsid w:val="00501B89"/>
    <w:rsid w:val="005070B2"/>
    <w:rsid w:val="00515C5E"/>
    <w:rsid w:val="00516D9E"/>
    <w:rsid w:val="00560643"/>
    <w:rsid w:val="00571B44"/>
    <w:rsid w:val="005813D1"/>
    <w:rsid w:val="00581EEB"/>
    <w:rsid w:val="005975D9"/>
    <w:rsid w:val="005D2CAE"/>
    <w:rsid w:val="005D5578"/>
    <w:rsid w:val="005E6F8B"/>
    <w:rsid w:val="00612D34"/>
    <w:rsid w:val="00623D3D"/>
    <w:rsid w:val="00630620"/>
    <w:rsid w:val="0063294D"/>
    <w:rsid w:val="00632EBC"/>
    <w:rsid w:val="00635043"/>
    <w:rsid w:val="00642B28"/>
    <w:rsid w:val="00666C15"/>
    <w:rsid w:val="00674AC1"/>
    <w:rsid w:val="006B686A"/>
    <w:rsid w:val="006B79D9"/>
    <w:rsid w:val="006D047E"/>
    <w:rsid w:val="006E60AC"/>
    <w:rsid w:val="006F2A04"/>
    <w:rsid w:val="00706B2E"/>
    <w:rsid w:val="00722A75"/>
    <w:rsid w:val="00730551"/>
    <w:rsid w:val="007624C3"/>
    <w:rsid w:val="007649AC"/>
    <w:rsid w:val="00775B7B"/>
    <w:rsid w:val="00775D80"/>
    <w:rsid w:val="007801B9"/>
    <w:rsid w:val="00785C11"/>
    <w:rsid w:val="007B5C97"/>
    <w:rsid w:val="007E6814"/>
    <w:rsid w:val="00805786"/>
    <w:rsid w:val="008065FD"/>
    <w:rsid w:val="008066A9"/>
    <w:rsid w:val="008137FC"/>
    <w:rsid w:val="008462AD"/>
    <w:rsid w:val="00851A3B"/>
    <w:rsid w:val="00877997"/>
    <w:rsid w:val="00897694"/>
    <w:rsid w:val="008A1490"/>
    <w:rsid w:val="008B1BF2"/>
    <w:rsid w:val="008D7638"/>
    <w:rsid w:val="008E6A66"/>
    <w:rsid w:val="008F5B6A"/>
    <w:rsid w:val="00904955"/>
    <w:rsid w:val="009328A4"/>
    <w:rsid w:val="009349C4"/>
    <w:rsid w:val="0096106B"/>
    <w:rsid w:val="00967CED"/>
    <w:rsid w:val="00975DC3"/>
    <w:rsid w:val="00981B34"/>
    <w:rsid w:val="00982096"/>
    <w:rsid w:val="00997526"/>
    <w:rsid w:val="009A5810"/>
    <w:rsid w:val="009B29F1"/>
    <w:rsid w:val="009B7800"/>
    <w:rsid w:val="009C64C8"/>
    <w:rsid w:val="009D390B"/>
    <w:rsid w:val="009D7504"/>
    <w:rsid w:val="009F755E"/>
    <w:rsid w:val="00A00A62"/>
    <w:rsid w:val="00A03907"/>
    <w:rsid w:val="00A32714"/>
    <w:rsid w:val="00A3525E"/>
    <w:rsid w:val="00A44246"/>
    <w:rsid w:val="00A55267"/>
    <w:rsid w:val="00A86EF1"/>
    <w:rsid w:val="00A95218"/>
    <w:rsid w:val="00AA5C41"/>
    <w:rsid w:val="00AB3EE3"/>
    <w:rsid w:val="00AD2CF4"/>
    <w:rsid w:val="00AF2BBF"/>
    <w:rsid w:val="00B06698"/>
    <w:rsid w:val="00B12839"/>
    <w:rsid w:val="00B1785D"/>
    <w:rsid w:val="00B225AB"/>
    <w:rsid w:val="00B4130C"/>
    <w:rsid w:val="00B50E44"/>
    <w:rsid w:val="00B7488D"/>
    <w:rsid w:val="00B8691C"/>
    <w:rsid w:val="00B95B18"/>
    <w:rsid w:val="00B96E68"/>
    <w:rsid w:val="00BA6AB1"/>
    <w:rsid w:val="00BB2632"/>
    <w:rsid w:val="00BE6F8F"/>
    <w:rsid w:val="00BF3131"/>
    <w:rsid w:val="00C02C7E"/>
    <w:rsid w:val="00C118EA"/>
    <w:rsid w:val="00C30051"/>
    <w:rsid w:val="00C52796"/>
    <w:rsid w:val="00C62F97"/>
    <w:rsid w:val="00C75AC1"/>
    <w:rsid w:val="00C82681"/>
    <w:rsid w:val="00C82C86"/>
    <w:rsid w:val="00CA0BDD"/>
    <w:rsid w:val="00CC3EBF"/>
    <w:rsid w:val="00CD62D1"/>
    <w:rsid w:val="00CE594C"/>
    <w:rsid w:val="00CE7131"/>
    <w:rsid w:val="00CF0BDD"/>
    <w:rsid w:val="00D00FFB"/>
    <w:rsid w:val="00D03526"/>
    <w:rsid w:val="00D05686"/>
    <w:rsid w:val="00D079B5"/>
    <w:rsid w:val="00D17B28"/>
    <w:rsid w:val="00D24DE7"/>
    <w:rsid w:val="00D560E5"/>
    <w:rsid w:val="00D62765"/>
    <w:rsid w:val="00D7088B"/>
    <w:rsid w:val="00D83EC2"/>
    <w:rsid w:val="00D94757"/>
    <w:rsid w:val="00DB1DD7"/>
    <w:rsid w:val="00DB2486"/>
    <w:rsid w:val="00DC4A64"/>
    <w:rsid w:val="00DE5C7F"/>
    <w:rsid w:val="00E36010"/>
    <w:rsid w:val="00E4423A"/>
    <w:rsid w:val="00E477C6"/>
    <w:rsid w:val="00E53825"/>
    <w:rsid w:val="00E607E1"/>
    <w:rsid w:val="00E67545"/>
    <w:rsid w:val="00E806CF"/>
    <w:rsid w:val="00E816C2"/>
    <w:rsid w:val="00E95AFC"/>
    <w:rsid w:val="00E95FBA"/>
    <w:rsid w:val="00EC135A"/>
    <w:rsid w:val="00EC65EF"/>
    <w:rsid w:val="00ED550B"/>
    <w:rsid w:val="00F11FF9"/>
    <w:rsid w:val="00F2039B"/>
    <w:rsid w:val="00F219C8"/>
    <w:rsid w:val="00F441DF"/>
    <w:rsid w:val="00F50D3B"/>
    <w:rsid w:val="00F63533"/>
    <w:rsid w:val="00F64A26"/>
    <w:rsid w:val="00F83BFD"/>
    <w:rsid w:val="00F94B4D"/>
    <w:rsid w:val="00F96124"/>
    <w:rsid w:val="00FB4BAF"/>
    <w:rsid w:val="00FC02DC"/>
    <w:rsid w:val="00FC04D0"/>
    <w:rsid w:val="00FC0EF2"/>
    <w:rsid w:val="00FC1A22"/>
    <w:rsid w:val="00FC1A88"/>
    <w:rsid w:val="00FC6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82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85C83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85C83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85C83"/>
    <w:rPr>
      <w:rFonts w:ascii="Cambria" w:hAnsi="Cambria" w:cs="Cambria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1D182A"/>
  </w:style>
  <w:style w:type="paragraph" w:customStyle="1" w:styleId="ConsPlusNonformat">
    <w:name w:val="ConsPlusNonformat"/>
    <w:uiPriority w:val="99"/>
    <w:rsid w:val="000C603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rsid w:val="000C6032"/>
    <w:rPr>
      <w:b/>
      <w:bCs/>
    </w:rPr>
  </w:style>
  <w:style w:type="paragraph" w:customStyle="1" w:styleId="ConsPlusCell">
    <w:name w:val="ConsPlusCell"/>
    <w:uiPriority w:val="99"/>
    <w:rsid w:val="00194CD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982096"/>
    <w:rPr>
      <w:color w:val="0000FF"/>
      <w:u w:val="single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85C83"/>
    <w:rPr>
      <w:sz w:val="24"/>
      <w:szCs w:val="24"/>
    </w:rPr>
  </w:style>
  <w:style w:type="paragraph" w:customStyle="1" w:styleId="a0">
    <w:name w:val="Содержимое таблицы"/>
    <w:basedOn w:val="Normal"/>
    <w:uiPriority w:val="99"/>
    <w:rsid w:val="00B1785D"/>
    <w:pPr>
      <w:widowControl w:val="0"/>
      <w:suppressLineNumbers/>
      <w:suppressAutoHyphens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1">
    <w:name w:val="Знак Знак"/>
    <w:basedOn w:val="Normal"/>
    <w:next w:val="Normal"/>
    <w:uiPriority w:val="99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096983"/>
    <w:rPr>
      <w:rFonts w:ascii="Arial" w:hAnsi="Arial" w:cs="Arial"/>
      <w:sz w:val="22"/>
      <w:szCs w:val="22"/>
      <w:lang w:eastAsia="ar-SA" w:bidi="ar-SA"/>
    </w:rPr>
  </w:style>
  <w:style w:type="table" w:styleId="TableGrid">
    <w:name w:val="Table Grid"/>
    <w:basedOn w:val="TableNormal"/>
    <w:uiPriority w:val="99"/>
    <w:rsid w:val="00AB3EE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4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2</Pages>
  <Words>405</Words>
  <Characters>2312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7</cp:revision>
  <cp:lastPrinted>2015-06-10T11:15:00Z</cp:lastPrinted>
  <dcterms:created xsi:type="dcterms:W3CDTF">2015-06-09T10:51:00Z</dcterms:created>
  <dcterms:modified xsi:type="dcterms:W3CDTF">2015-06-10T11:15:00Z</dcterms:modified>
</cp:coreProperties>
</file>