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8A" w:rsidRPr="00457B94" w:rsidRDefault="0049078A" w:rsidP="002730FD">
      <w:pPr>
        <w:pStyle w:val="Heading1"/>
        <w:spacing w:before="0"/>
        <w:jc w:val="center"/>
        <w:rPr>
          <w:rFonts w:ascii="Times New Roman" w:hAnsi="Times New Roman" w:cs="Times New Roman"/>
          <w:spacing w:val="80"/>
        </w:rPr>
      </w:pPr>
      <w:r w:rsidRPr="00457B94">
        <w:rPr>
          <w:rFonts w:ascii="Times New Roman" w:hAnsi="Times New Roman" w:cs="Times New Roman"/>
          <w:spacing w:val="80"/>
        </w:rPr>
        <w:t>АДМИНИСТРАЦИЯ</w:t>
      </w:r>
    </w:p>
    <w:p w:rsidR="0049078A" w:rsidRPr="00457B94" w:rsidRDefault="0049078A" w:rsidP="002730FD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Торгунского</w:t>
      </w:r>
      <w:r w:rsidRPr="00457B94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49078A" w:rsidRPr="00457B94" w:rsidRDefault="0049078A" w:rsidP="002730FD">
      <w:pPr>
        <w:pStyle w:val="Heading2"/>
        <w:spacing w:before="0"/>
        <w:jc w:val="center"/>
        <w:rPr>
          <w:rFonts w:ascii="Times New Roman" w:hAnsi="Times New Roman" w:cs="Times New Roman"/>
        </w:rPr>
      </w:pPr>
      <w:r w:rsidRPr="00457B94">
        <w:rPr>
          <w:rFonts w:ascii="Times New Roman" w:hAnsi="Times New Roman" w:cs="Times New Roman"/>
        </w:rPr>
        <w:t>Старополтавского муниципального района Волгоградской области</w:t>
      </w:r>
    </w:p>
    <w:p w:rsidR="0049078A" w:rsidRPr="00F97BA0" w:rsidRDefault="0049078A" w:rsidP="002730FD">
      <w:pPr>
        <w:pBdr>
          <w:bottom w:val="double" w:sz="6" w:space="8" w:color="auto"/>
        </w:pBdr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49078A" w:rsidRPr="00457B94" w:rsidRDefault="0049078A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457B94">
        <w:rPr>
          <w:rFonts w:ascii="Times New Roman" w:hAnsi="Times New Roman" w:cs="Times New Roman"/>
          <w:b/>
          <w:bCs/>
        </w:rPr>
        <w:t>ПОСТАНОВЛЕНИЕ</w:t>
      </w:r>
    </w:p>
    <w:p w:rsidR="0049078A" w:rsidRPr="00457B94" w:rsidRDefault="0049078A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9078A" w:rsidRPr="004412A4" w:rsidRDefault="0049078A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«26»  ноября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111</w:t>
      </w:r>
    </w:p>
    <w:p w:rsidR="0049078A" w:rsidRDefault="0049078A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078A" w:rsidRPr="00B14D0D" w:rsidRDefault="0049078A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078A" w:rsidRDefault="0049078A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 внесении изменений и дополнений</w:t>
      </w:r>
    </w:p>
    <w:p w:rsidR="0049078A" w:rsidRDefault="0049078A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в постановление администрации Торгунского</w:t>
      </w:r>
    </w:p>
    <w:p w:rsidR="0049078A" w:rsidRDefault="0049078A" w:rsidP="00EA3233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сельского поселения от 28.11.2013года № 94 </w:t>
      </w:r>
      <w:r w:rsidRPr="00EA3233">
        <w:rPr>
          <w:b/>
          <w:bCs/>
        </w:rPr>
        <w:t>«Об утверждении</w:t>
      </w:r>
    </w:p>
    <w:p w:rsidR="0049078A" w:rsidRDefault="0049078A" w:rsidP="00EA3233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EA3233">
        <w:rPr>
          <w:b/>
          <w:bCs/>
        </w:rPr>
        <w:t xml:space="preserve"> положения о порядке осуществления муниципального</w:t>
      </w:r>
    </w:p>
    <w:p w:rsidR="0049078A" w:rsidRDefault="0049078A" w:rsidP="00EA3233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EA3233">
        <w:rPr>
          <w:b/>
          <w:bCs/>
        </w:rPr>
        <w:t xml:space="preserve">контроля  за сохранностью автомобильных дорог </w:t>
      </w:r>
    </w:p>
    <w:p w:rsidR="0049078A" w:rsidRDefault="0049078A" w:rsidP="00EA3233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EA3233">
        <w:rPr>
          <w:b/>
          <w:bCs/>
        </w:rPr>
        <w:t>местного значения в границах населенного пункта</w:t>
      </w:r>
    </w:p>
    <w:p w:rsidR="0049078A" w:rsidRDefault="0049078A" w:rsidP="00EA3233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EA3233">
        <w:rPr>
          <w:b/>
          <w:bCs/>
        </w:rPr>
        <w:t xml:space="preserve"> </w:t>
      </w:r>
      <w:r>
        <w:rPr>
          <w:b/>
          <w:bCs/>
        </w:rPr>
        <w:t>Торгунского</w:t>
      </w:r>
      <w:r w:rsidRPr="00EA3233">
        <w:rPr>
          <w:b/>
          <w:bCs/>
        </w:rPr>
        <w:t xml:space="preserve"> сельского поселения Старополтавского муниципального</w:t>
      </w:r>
    </w:p>
    <w:p w:rsidR="0049078A" w:rsidRPr="00B14D0D" w:rsidRDefault="0049078A" w:rsidP="00EA3233">
      <w:pPr>
        <w:pStyle w:val="Style6"/>
        <w:widowControl/>
        <w:spacing w:line="240" w:lineRule="auto"/>
        <w:ind w:left="24" w:hanging="24"/>
        <w:jc w:val="left"/>
      </w:pPr>
      <w:r w:rsidRPr="00EA3233">
        <w:rPr>
          <w:b/>
          <w:bCs/>
        </w:rPr>
        <w:t xml:space="preserve"> района» </w:t>
      </w:r>
    </w:p>
    <w:p w:rsidR="0049078A" w:rsidRPr="00B14D0D" w:rsidRDefault="0049078A" w:rsidP="002730FD">
      <w:pPr>
        <w:pStyle w:val="Style6"/>
        <w:widowControl/>
        <w:spacing w:line="240" w:lineRule="exact"/>
        <w:ind w:left="24" w:hanging="24"/>
        <w:jc w:val="left"/>
      </w:pPr>
    </w:p>
    <w:p w:rsidR="0049078A" w:rsidRPr="00B14D0D" w:rsidRDefault="0049078A" w:rsidP="002730FD">
      <w:pPr>
        <w:pStyle w:val="Style6"/>
        <w:widowControl/>
        <w:spacing w:line="240" w:lineRule="exact"/>
        <w:ind w:left="24"/>
        <w:jc w:val="left"/>
      </w:pPr>
    </w:p>
    <w:p w:rsidR="0049078A" w:rsidRDefault="0049078A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  <w:r>
        <w:rPr>
          <w:rStyle w:val="FontStyle16"/>
        </w:rPr>
        <w:t>В целях приведения в соответствие с действующим законодательством</w:t>
      </w:r>
    </w:p>
    <w:p w:rsidR="0049078A" w:rsidRPr="00B14D0D" w:rsidRDefault="0049078A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49078A" w:rsidRPr="00B14D0D" w:rsidRDefault="0049078A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ПОСТАНОВЛЯЕТ</w:t>
      </w:r>
      <w:r w:rsidRPr="00B14D0D">
        <w:rPr>
          <w:rStyle w:val="FontStyle16"/>
          <w:b/>
          <w:bCs/>
        </w:rPr>
        <w:t>:</w:t>
      </w:r>
    </w:p>
    <w:p w:rsidR="0049078A" w:rsidRPr="00B14D0D" w:rsidRDefault="0049078A" w:rsidP="002730FD">
      <w:pPr>
        <w:pStyle w:val="Style9"/>
        <w:widowControl/>
        <w:spacing w:line="240" w:lineRule="auto"/>
        <w:ind w:left="29" w:right="14"/>
      </w:pPr>
    </w:p>
    <w:p w:rsidR="0049078A" w:rsidRDefault="0049078A" w:rsidP="00D34EE0">
      <w:pPr>
        <w:pStyle w:val="Style9"/>
        <w:tabs>
          <w:tab w:val="left" w:pos="922"/>
        </w:tabs>
        <w:spacing w:line="240" w:lineRule="auto"/>
        <w:ind w:firstLine="561"/>
        <w:rPr>
          <w:rStyle w:val="FontStyle16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>
        <w:rPr>
          <w:rStyle w:val="FontStyle16"/>
        </w:rPr>
        <w:t>Внести в П</w:t>
      </w:r>
      <w:r w:rsidRPr="00D34EE0">
        <w:rPr>
          <w:rStyle w:val="FontStyle16"/>
        </w:rPr>
        <w:t>оложени</w:t>
      </w:r>
      <w:r>
        <w:rPr>
          <w:rStyle w:val="FontStyle16"/>
        </w:rPr>
        <w:t>е</w:t>
      </w:r>
      <w:r w:rsidRPr="00D34EE0">
        <w:rPr>
          <w:rStyle w:val="FontStyle16"/>
        </w:rPr>
        <w:t xml:space="preserve"> о порядке осуществления муниципального</w:t>
      </w:r>
      <w:r>
        <w:rPr>
          <w:rStyle w:val="FontStyle16"/>
        </w:rPr>
        <w:t xml:space="preserve"> </w:t>
      </w:r>
      <w:r w:rsidRPr="00D34EE0">
        <w:rPr>
          <w:rStyle w:val="FontStyle16"/>
        </w:rPr>
        <w:t xml:space="preserve">контроля  за сохранностью автомобильных дорог местного значения в границах населенного пункта </w:t>
      </w:r>
      <w:r>
        <w:rPr>
          <w:rStyle w:val="FontStyle16"/>
        </w:rPr>
        <w:t>Торгунского</w:t>
      </w:r>
      <w:r w:rsidRPr="00D34EE0">
        <w:rPr>
          <w:rStyle w:val="FontStyle16"/>
        </w:rPr>
        <w:t xml:space="preserve"> сельского поселения Старополтавского муниципального района</w:t>
      </w:r>
      <w:r>
        <w:rPr>
          <w:rStyle w:val="FontStyle16"/>
        </w:rPr>
        <w:t xml:space="preserve"> </w:t>
      </w:r>
    </w:p>
    <w:p w:rsidR="0049078A" w:rsidRDefault="0049078A" w:rsidP="00C36315">
      <w:pPr>
        <w:pStyle w:val="Style9"/>
        <w:tabs>
          <w:tab w:val="left" w:pos="922"/>
        </w:tabs>
        <w:spacing w:line="240" w:lineRule="auto"/>
        <w:ind w:firstLine="0"/>
        <w:rPr>
          <w:rStyle w:val="FontStyle16"/>
        </w:rPr>
      </w:pPr>
      <w:r w:rsidRPr="00B84B10">
        <w:rPr>
          <w:rStyle w:val="FontStyle16"/>
        </w:rPr>
        <w:t xml:space="preserve">от </w:t>
      </w:r>
      <w:r>
        <w:rPr>
          <w:rStyle w:val="FontStyle16"/>
        </w:rPr>
        <w:t>28.11.2013</w:t>
      </w:r>
      <w:r w:rsidRPr="00B84B10">
        <w:rPr>
          <w:rStyle w:val="FontStyle16"/>
        </w:rPr>
        <w:t xml:space="preserve">года № </w:t>
      </w:r>
      <w:r>
        <w:rPr>
          <w:rStyle w:val="FontStyle16"/>
        </w:rPr>
        <w:t>94 следующие изменения и дополнения:</w:t>
      </w:r>
    </w:p>
    <w:p w:rsidR="0049078A" w:rsidRDefault="0049078A" w:rsidP="002730F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 А</w:t>
      </w:r>
      <w:r w:rsidRPr="00770926">
        <w:rPr>
          <w:rStyle w:val="FontStyle16"/>
        </w:rPr>
        <w:t xml:space="preserve">бзац первый пункта 2.7 изложить в редакции: «Проверки проводятся на основании распоряжения главы </w:t>
      </w:r>
      <w:r>
        <w:rPr>
          <w:rStyle w:val="FontStyle16"/>
        </w:rPr>
        <w:t>Торгунского</w:t>
      </w:r>
      <w:r w:rsidRPr="00770926">
        <w:rPr>
          <w:rStyle w:val="FontStyle16"/>
        </w:rPr>
        <w:t xml:space="preserve"> сельского поселения (далее – распоряжение) о проведении проверки»</w:t>
      </w:r>
      <w:r>
        <w:rPr>
          <w:rStyle w:val="FontStyle16"/>
        </w:rPr>
        <w:t>.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1.2 В а</w:t>
      </w:r>
      <w:r w:rsidRPr="0077201E">
        <w:rPr>
          <w:rStyle w:val="FontStyle16"/>
        </w:rPr>
        <w:t>бзаце третьем пункта 2.7 Положения слово «приказ»</w:t>
      </w:r>
      <w:r>
        <w:rPr>
          <w:rStyle w:val="FontStyle16"/>
        </w:rPr>
        <w:t xml:space="preserve"> заменить словом «распоряжение».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1.3 В</w:t>
      </w:r>
      <w:r w:rsidRPr="0077201E">
        <w:rPr>
          <w:rStyle w:val="FontStyle16"/>
        </w:rPr>
        <w:t xml:space="preserve"> абзаце втором пункта 2.9, подпункте 2 пункта 5.1, подпункте 6 пункта 5.2 Положения </w:t>
      </w:r>
      <w:r>
        <w:rPr>
          <w:rStyle w:val="FontStyle16"/>
        </w:rPr>
        <w:t xml:space="preserve">слова </w:t>
      </w:r>
      <w:r w:rsidRPr="0077201E">
        <w:rPr>
          <w:rStyle w:val="FontStyle16"/>
        </w:rPr>
        <w:t>«копии приказа», «копии приказа руководителя органа муниципального контроля» заменить словами  «копии распоряжения».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1.4 Пункт 2.11 изложить в редакции: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«2.11П</w:t>
      </w:r>
      <w:r w:rsidRPr="00680CD5">
        <w:rPr>
          <w:rStyle w:val="FontStyle16"/>
        </w:rPr>
        <w:t>о результатам проверки должностными лицами органа муниципального контроля, проводящими проверку, составляется акт по установленной форме в двух экземплярах, один из которых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под расписку об ознакомлении либо об отказе в ознакомлении с актом проверки</w:t>
      </w:r>
      <w:r>
        <w:rPr>
          <w:rStyle w:val="FontStyle16"/>
        </w:rPr>
        <w:t>»</w:t>
      </w:r>
      <w:r w:rsidRPr="00680CD5">
        <w:rPr>
          <w:rStyle w:val="FontStyle16"/>
        </w:rPr>
        <w:t>.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1.5 П</w:t>
      </w:r>
      <w:r w:rsidRPr="0097271C">
        <w:rPr>
          <w:rStyle w:val="FontStyle16"/>
        </w:rPr>
        <w:t>ункт 4.3 исключить</w:t>
      </w:r>
      <w:r>
        <w:rPr>
          <w:rStyle w:val="FontStyle16"/>
        </w:rPr>
        <w:t>.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1.6 Пункт</w:t>
      </w:r>
      <w:r w:rsidRPr="004F7EED">
        <w:rPr>
          <w:rStyle w:val="FontStyle16"/>
        </w:rPr>
        <w:t xml:space="preserve"> 5.2</w:t>
      </w:r>
      <w:r>
        <w:rPr>
          <w:rStyle w:val="FontStyle16"/>
        </w:rPr>
        <w:t xml:space="preserve"> дополнить абзацами:</w:t>
      </w:r>
    </w:p>
    <w:p w:rsidR="0049078A" w:rsidRDefault="0049078A" w:rsidP="00D34EE0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4F7EE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«</w:t>
      </w:r>
      <w:r w:rsidRPr="009963D2">
        <w:rPr>
          <w:rStyle w:val="FontStyle16"/>
        </w:rPr>
        <w:t>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актами, должностные лица органа муниципального контроля, проводившие проверку, в пределах полномочий, предусмотренных законодательством Российской Федерации, обязаны:</w:t>
      </w:r>
    </w:p>
    <w:p w:rsidR="0049078A" w:rsidRPr="004F7EED" w:rsidRDefault="0049078A" w:rsidP="004F7EE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1) </w:t>
      </w:r>
      <w:r w:rsidRPr="004F7EED">
        <w:rPr>
          <w:rStyle w:val="FontStyle16"/>
        </w:rPr>
        <w:t>выдать предписание юридическому лицу, индивидуальному предпринимателю об устранении выявленных нарушений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</w:t>
      </w:r>
    </w:p>
    <w:p w:rsidR="0049078A" w:rsidRDefault="0049078A" w:rsidP="004F7EE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2) </w:t>
      </w:r>
      <w:r w:rsidRPr="004F7EED">
        <w:rPr>
          <w:rStyle w:val="FontStyle16"/>
        </w:rPr>
        <w:t>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r>
        <w:rPr>
          <w:rStyle w:val="FontStyle16"/>
        </w:rPr>
        <w:t>»</w:t>
      </w:r>
      <w:r w:rsidRPr="004F7EED">
        <w:rPr>
          <w:rStyle w:val="FontStyle16"/>
        </w:rPr>
        <w:t>.</w:t>
      </w:r>
    </w:p>
    <w:p w:rsidR="0049078A" w:rsidRDefault="0049078A" w:rsidP="004F7EE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Pr="009B7C8D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 xml:space="preserve">1.7 В пункте 1.1 </w:t>
      </w:r>
      <w:r w:rsidRPr="009B7C8D">
        <w:rPr>
          <w:rStyle w:val="FontStyle16"/>
        </w:rPr>
        <w:t>слова «является нормативным пра</w:t>
      </w:r>
      <w:r>
        <w:rPr>
          <w:rStyle w:val="FontStyle16"/>
        </w:rPr>
        <w:t>вовым актом, который» исключить.</w:t>
      </w:r>
    </w:p>
    <w:p w:rsidR="0049078A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Pr="009B7C8D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1.8 В</w:t>
      </w:r>
      <w:r w:rsidRPr="009B7C8D">
        <w:rPr>
          <w:rStyle w:val="FontStyle16"/>
        </w:rPr>
        <w:t xml:space="preserve"> подпункте 1 пункта 3.1 слово «пу</w:t>
      </w:r>
      <w:r>
        <w:rPr>
          <w:rStyle w:val="FontStyle16"/>
        </w:rPr>
        <w:t>нктом» заменить словом «частью».</w:t>
      </w:r>
    </w:p>
    <w:p w:rsidR="0049078A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1.9 П</w:t>
      </w:r>
      <w:r w:rsidRPr="009B7C8D">
        <w:rPr>
          <w:rStyle w:val="FontStyle16"/>
        </w:rPr>
        <w:t xml:space="preserve">ункты 5.4 – 5.4.3 </w:t>
      </w:r>
      <w:r>
        <w:rPr>
          <w:rStyle w:val="FontStyle16"/>
        </w:rPr>
        <w:t>исключить.</w:t>
      </w:r>
    </w:p>
    <w:p w:rsidR="0049078A" w:rsidRPr="009B7C8D" w:rsidRDefault="0049078A" w:rsidP="009B7C8D">
      <w:pPr>
        <w:pStyle w:val="Style9"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</w:p>
    <w:p w:rsidR="0049078A" w:rsidRPr="006954CC" w:rsidRDefault="0049078A" w:rsidP="009B7C8D">
      <w:pPr>
        <w:pStyle w:val="Style9"/>
        <w:widowControl/>
        <w:tabs>
          <w:tab w:val="left" w:pos="922"/>
        </w:tabs>
        <w:spacing w:before="34" w:line="240" w:lineRule="auto"/>
        <w:ind w:left="29" w:right="14"/>
        <w:rPr>
          <w:rStyle w:val="FontStyle16"/>
        </w:rPr>
      </w:pPr>
      <w:r>
        <w:rPr>
          <w:rStyle w:val="FontStyle16"/>
        </w:rPr>
        <w:t>1.10  В п</w:t>
      </w:r>
      <w:r w:rsidRPr="009B7C8D">
        <w:rPr>
          <w:rStyle w:val="FontStyle16"/>
        </w:rPr>
        <w:t>одпункт</w:t>
      </w:r>
      <w:r>
        <w:rPr>
          <w:rStyle w:val="FontStyle16"/>
        </w:rPr>
        <w:t>е</w:t>
      </w:r>
      <w:bookmarkStart w:id="0" w:name="_GoBack"/>
      <w:bookmarkEnd w:id="0"/>
      <w:r w:rsidRPr="009B7C8D">
        <w:rPr>
          <w:rStyle w:val="FontStyle16"/>
        </w:rPr>
        <w:t xml:space="preserve"> 2 пункта 6.1 после слов «от органа муниципального контроля» дополнить словами «, его должностных лиц».</w:t>
      </w:r>
    </w:p>
    <w:p w:rsidR="0049078A" w:rsidRDefault="0049078A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sz w:val="24"/>
          <w:szCs w:val="24"/>
        </w:rPr>
      </w:pPr>
    </w:p>
    <w:p w:rsidR="0049078A" w:rsidRPr="00B14D0D" w:rsidRDefault="0049078A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413E77">
        <w:rPr>
          <w:rStyle w:val="FontStyle16"/>
        </w:rPr>
        <w:t xml:space="preserve">Настоящее постановление подлежит официальному обнародованию и размещению на официальном сайте </w:t>
      </w:r>
      <w:r>
        <w:rPr>
          <w:rStyle w:val="FontStyle16"/>
        </w:rPr>
        <w:t>Торгунского</w:t>
      </w:r>
      <w:r w:rsidRPr="00413E77">
        <w:rPr>
          <w:rStyle w:val="FontStyle16"/>
        </w:rPr>
        <w:t xml:space="preserve"> сельского поселения.</w:t>
      </w:r>
    </w:p>
    <w:p w:rsidR="0049078A" w:rsidRDefault="0049078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b/>
          <w:bCs/>
          <w:lang w:val="ru-RU"/>
        </w:rPr>
      </w:pPr>
    </w:p>
    <w:p w:rsidR="0049078A" w:rsidRPr="002730FD" w:rsidRDefault="0049078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C36315">
        <w:rPr>
          <w:rFonts w:ascii="Times New Roman" w:hAnsi="Times New Roman" w:cs="Times New Roman"/>
          <w:lang w:val="ru-RU"/>
        </w:rPr>
        <w:t>Глава</w:t>
      </w:r>
      <w:r>
        <w:rPr>
          <w:rFonts w:ascii="Times New Roman" w:hAnsi="Times New Roman" w:cs="Times New Roman"/>
          <w:lang w:val="ru-RU"/>
        </w:rPr>
        <w:t xml:space="preserve"> Торгунского</w:t>
      </w:r>
    </w:p>
    <w:p w:rsidR="0049078A" w:rsidRPr="002730FD" w:rsidRDefault="0049078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                    </w:t>
      </w:r>
      <w:r>
        <w:rPr>
          <w:rFonts w:ascii="Times New Roman" w:hAnsi="Times New Roman" w:cs="Times New Roman"/>
          <w:lang w:val="ru-RU"/>
        </w:rPr>
        <w:t xml:space="preserve">                   И.Б.Шавленов </w:t>
      </w: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9078A" w:rsidRPr="002730FD" w:rsidRDefault="0049078A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49078A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101CC8"/>
    <w:rsid w:val="0012323D"/>
    <w:rsid w:val="00146C20"/>
    <w:rsid w:val="00161E6C"/>
    <w:rsid w:val="001C2212"/>
    <w:rsid w:val="001D46B2"/>
    <w:rsid w:val="00235442"/>
    <w:rsid w:val="00251B98"/>
    <w:rsid w:val="0025308B"/>
    <w:rsid w:val="002730FD"/>
    <w:rsid w:val="002E4288"/>
    <w:rsid w:val="00333CC5"/>
    <w:rsid w:val="00351E6A"/>
    <w:rsid w:val="00397ACD"/>
    <w:rsid w:val="003A1F11"/>
    <w:rsid w:val="00413E77"/>
    <w:rsid w:val="00413F01"/>
    <w:rsid w:val="004412A4"/>
    <w:rsid w:val="00457B94"/>
    <w:rsid w:val="004679C1"/>
    <w:rsid w:val="0049078A"/>
    <w:rsid w:val="004F78B8"/>
    <w:rsid w:val="004F7EED"/>
    <w:rsid w:val="005A33C1"/>
    <w:rsid w:val="005A6F8E"/>
    <w:rsid w:val="00601D38"/>
    <w:rsid w:val="00680CD5"/>
    <w:rsid w:val="00690816"/>
    <w:rsid w:val="006954CC"/>
    <w:rsid w:val="006E5488"/>
    <w:rsid w:val="00770926"/>
    <w:rsid w:val="0077201E"/>
    <w:rsid w:val="007D303E"/>
    <w:rsid w:val="008805D3"/>
    <w:rsid w:val="00884825"/>
    <w:rsid w:val="008E7CFF"/>
    <w:rsid w:val="008F0A7B"/>
    <w:rsid w:val="0097271C"/>
    <w:rsid w:val="009963D2"/>
    <w:rsid w:val="009B3FB2"/>
    <w:rsid w:val="009B7C8D"/>
    <w:rsid w:val="009F3C71"/>
    <w:rsid w:val="00A82B68"/>
    <w:rsid w:val="00AA2C14"/>
    <w:rsid w:val="00AF59E5"/>
    <w:rsid w:val="00B14D0D"/>
    <w:rsid w:val="00B27874"/>
    <w:rsid w:val="00B278A3"/>
    <w:rsid w:val="00B60C3D"/>
    <w:rsid w:val="00B84B10"/>
    <w:rsid w:val="00C36315"/>
    <w:rsid w:val="00CB205D"/>
    <w:rsid w:val="00D22CBB"/>
    <w:rsid w:val="00D34EE0"/>
    <w:rsid w:val="00D8518F"/>
    <w:rsid w:val="00DB336A"/>
    <w:rsid w:val="00DC05E5"/>
    <w:rsid w:val="00E01F33"/>
    <w:rsid w:val="00E105B3"/>
    <w:rsid w:val="00E24890"/>
    <w:rsid w:val="00E469F4"/>
    <w:rsid w:val="00EA3233"/>
    <w:rsid w:val="00EC2DAE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2</Pages>
  <Words>603</Words>
  <Characters>3438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44</cp:revision>
  <cp:lastPrinted>2015-01-14T06:33:00Z</cp:lastPrinted>
  <dcterms:created xsi:type="dcterms:W3CDTF">2015-04-07T06:22:00Z</dcterms:created>
  <dcterms:modified xsi:type="dcterms:W3CDTF">2015-11-26T12:44:00Z</dcterms:modified>
</cp:coreProperties>
</file>