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B0" w:rsidRDefault="005A0FB0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АДМИНИСТРАЦИЯ</w:t>
      </w:r>
    </w:p>
    <w:p w:rsidR="005A0FB0" w:rsidRDefault="005A0FB0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ТОРГУНСКОГО СЕЛЬСКОГО ПОСЕЛЕНИЯ</w:t>
      </w:r>
    </w:p>
    <w:p w:rsidR="005A0FB0" w:rsidRDefault="005A0FB0" w:rsidP="00F859B3">
      <w:pPr>
        <w:tabs>
          <w:tab w:val="left" w:pos="2415"/>
        </w:tabs>
      </w:pPr>
      <w:r>
        <w:t xml:space="preserve">                  СТАРОПОЛТАВСКОГО МУНИЦИПАЛЬНОГО РАЙОНА </w:t>
      </w:r>
    </w:p>
    <w:p w:rsidR="005A0FB0" w:rsidRDefault="005A0FB0" w:rsidP="00F859B3">
      <w:pPr>
        <w:tabs>
          <w:tab w:val="left" w:pos="2415"/>
        </w:tabs>
      </w:pPr>
      <w:r>
        <w:t xml:space="preserve">                                        ВОЛГОГРАДСКОЙ ОБЛАСТИ</w:t>
      </w:r>
    </w:p>
    <w:p w:rsidR="005A0FB0" w:rsidRDefault="005A0FB0" w:rsidP="00F859B3">
      <w:pPr>
        <w:tabs>
          <w:tab w:val="left" w:pos="2415"/>
        </w:tabs>
      </w:pPr>
      <w:r>
        <w:t xml:space="preserve">   </w:t>
      </w:r>
    </w:p>
    <w:p w:rsidR="005A0FB0" w:rsidRDefault="005A0FB0" w:rsidP="00F859B3">
      <w:pPr>
        <w:pBdr>
          <w:bottom w:val="single" w:sz="12" w:space="1" w:color="auto"/>
        </w:pBdr>
        <w:tabs>
          <w:tab w:val="left" w:pos="2415"/>
        </w:tabs>
      </w:pPr>
      <w:r>
        <w:t xml:space="preserve"> 404202 п.Торгун ул.Почтовая, 15                                                       телефон 4-63-53</w:t>
      </w:r>
    </w:p>
    <w:p w:rsidR="005A0FB0" w:rsidRDefault="005A0FB0" w:rsidP="00F859B3">
      <w:pPr>
        <w:tabs>
          <w:tab w:val="left" w:pos="2415"/>
        </w:tabs>
      </w:pPr>
    </w:p>
    <w:p w:rsidR="005A0FB0" w:rsidRDefault="005A0FB0" w:rsidP="00F859B3">
      <w:pPr>
        <w:tabs>
          <w:tab w:val="left" w:pos="2415"/>
        </w:tabs>
      </w:pPr>
    </w:p>
    <w:p w:rsidR="005A0FB0" w:rsidRDefault="005A0FB0" w:rsidP="00F859B3">
      <w:pPr>
        <w:tabs>
          <w:tab w:val="left" w:pos="2415"/>
        </w:tabs>
      </w:pPr>
    </w:p>
    <w:p w:rsidR="005A0FB0" w:rsidRDefault="005A0FB0" w:rsidP="00F859B3">
      <w:pPr>
        <w:tabs>
          <w:tab w:val="left" w:pos="2415"/>
        </w:tabs>
      </w:pPr>
    </w:p>
    <w:p w:rsidR="005A0FB0" w:rsidRPr="00F859B3" w:rsidRDefault="005A0FB0" w:rsidP="00F859B3">
      <w:pPr>
        <w:tabs>
          <w:tab w:val="left" w:pos="2415"/>
        </w:tabs>
        <w:rPr>
          <w:b/>
          <w:bCs/>
          <w:sz w:val="28"/>
          <w:szCs w:val="28"/>
        </w:rPr>
      </w:pPr>
      <w:r>
        <w:t xml:space="preserve">                                               </w:t>
      </w:r>
      <w:r w:rsidRPr="00F859B3">
        <w:rPr>
          <w:b/>
          <w:bCs/>
        </w:rPr>
        <w:t>ПОСТАНОВЛЕНИЕ</w:t>
      </w:r>
    </w:p>
    <w:p w:rsidR="005A0FB0" w:rsidRDefault="005A0FB0" w:rsidP="00F859B3">
      <w:pPr>
        <w:tabs>
          <w:tab w:val="left" w:pos="2415"/>
        </w:tabs>
        <w:rPr>
          <w:sz w:val="28"/>
          <w:szCs w:val="28"/>
        </w:rPr>
      </w:pPr>
    </w:p>
    <w:p w:rsidR="005A0FB0" w:rsidRDefault="005A0FB0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от  23 марта   2015г.                                                                          № 22</w:t>
      </w:r>
    </w:p>
    <w:p w:rsidR="005A0FB0" w:rsidRDefault="005A0FB0" w:rsidP="00F859B3">
      <w:pPr>
        <w:tabs>
          <w:tab w:val="left" w:pos="2415"/>
        </w:tabs>
        <w:rPr>
          <w:sz w:val="28"/>
          <w:szCs w:val="28"/>
        </w:rPr>
      </w:pPr>
    </w:p>
    <w:p w:rsidR="005A0FB0" w:rsidRDefault="005A0FB0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 благоустройстве на наведении санитарного порядка</w:t>
      </w:r>
    </w:p>
    <w:p w:rsidR="005A0FB0" w:rsidRDefault="005A0FB0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на  территории Торгунского сельского поселения</w:t>
      </w:r>
    </w:p>
    <w:p w:rsidR="005A0FB0" w:rsidRDefault="005A0FB0" w:rsidP="00F859B3">
      <w:pPr>
        <w:tabs>
          <w:tab w:val="left" w:pos="2415"/>
        </w:tabs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целях   активизации работ по наведению  должного санитарного порядка  и  благоустройства  на территории Торгунского сельского поселения</w:t>
      </w:r>
    </w:p>
    <w:p w:rsidR="005A0FB0" w:rsidRDefault="005A0FB0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ПОСТАНОВЛЯЮ:</w:t>
      </w:r>
    </w:p>
    <w:p w:rsidR="005A0FB0" w:rsidRDefault="005A0FB0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мероприятия по благоустройству и улучшению санитарного состояния  населенных пунктов Торгунского сельского поселения на 2015год  </w:t>
      </w:r>
    </w:p>
    <w:p w:rsidR="005A0FB0" w:rsidRDefault="005A0FB0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(Прилагаются)</w:t>
      </w:r>
    </w:p>
    <w:p w:rsidR="005A0FB0" w:rsidRDefault="005A0FB0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 Положение о проведении конкурсов: «Лучшая улица» , « Лучший двор».</w:t>
      </w:r>
    </w:p>
    <w:p w:rsidR="005A0FB0" w:rsidRDefault="005A0FB0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(Прилагается)</w:t>
      </w:r>
    </w:p>
    <w:p w:rsidR="005A0FB0" w:rsidRDefault="005A0FB0" w:rsidP="0062130D">
      <w:pPr>
        <w:ind w:left="360"/>
        <w:rPr>
          <w:sz w:val="28"/>
          <w:szCs w:val="28"/>
        </w:rPr>
      </w:pPr>
    </w:p>
    <w:p w:rsidR="005A0FB0" w:rsidRDefault="005A0FB0" w:rsidP="0062130D">
      <w:pPr>
        <w:ind w:left="360"/>
        <w:rPr>
          <w:sz w:val="28"/>
          <w:szCs w:val="28"/>
        </w:rPr>
      </w:pPr>
    </w:p>
    <w:p w:rsidR="005A0FB0" w:rsidRDefault="005A0FB0" w:rsidP="0062130D">
      <w:pPr>
        <w:ind w:left="360"/>
        <w:rPr>
          <w:sz w:val="28"/>
          <w:szCs w:val="28"/>
        </w:rPr>
      </w:pPr>
    </w:p>
    <w:p w:rsidR="005A0FB0" w:rsidRDefault="005A0FB0" w:rsidP="0062130D">
      <w:pPr>
        <w:ind w:left="360"/>
        <w:rPr>
          <w:sz w:val="28"/>
          <w:szCs w:val="28"/>
        </w:rPr>
      </w:pPr>
    </w:p>
    <w:p w:rsidR="005A0FB0" w:rsidRDefault="005A0FB0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Торгунского сельского поселения:                         И.Б.Шавленов</w:t>
      </w:r>
    </w:p>
    <w:p w:rsidR="005A0FB0" w:rsidRDefault="005A0FB0" w:rsidP="0062130D">
      <w:pPr>
        <w:ind w:left="360"/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5A0FB0" w:rsidRDefault="005A0FB0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5A0FB0" w:rsidRDefault="005A0FB0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5A0FB0" w:rsidRDefault="005A0FB0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Приложение № 1</w:t>
      </w:r>
    </w:p>
    <w:p w:rsidR="005A0FB0" w:rsidRDefault="005A0FB0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 постановлению № 22 от 23.03.2015г.</w:t>
      </w: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МЕРОПРИЯТИЯ</w:t>
      </w:r>
    </w:p>
    <w:p w:rsidR="005A0FB0" w:rsidRDefault="005A0FB0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по благоустройству и улучшению санитарного состояния</w:t>
      </w:r>
    </w:p>
    <w:p w:rsidR="005A0FB0" w:rsidRDefault="005A0FB0" w:rsidP="00C85609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  населенных пунктов Торгунского сельского поселения  на 2015 год</w:t>
      </w:r>
    </w:p>
    <w:p w:rsidR="005A0FB0" w:rsidRDefault="005A0FB0" w:rsidP="00A93F27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870"/>
        <w:gridCol w:w="2239"/>
        <w:gridCol w:w="2468"/>
      </w:tblGrid>
      <w:tr w:rsidR="005A0FB0" w:rsidRPr="003B463A">
        <w:tc>
          <w:tcPr>
            <w:tcW w:w="642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№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п/п</w:t>
            </w:r>
          </w:p>
        </w:tc>
        <w:tc>
          <w:tcPr>
            <w:tcW w:w="3870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      Мероприятия </w:t>
            </w:r>
          </w:p>
        </w:tc>
        <w:tc>
          <w:tcPr>
            <w:tcW w:w="2239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Сроки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проведения</w:t>
            </w:r>
          </w:p>
        </w:tc>
        <w:tc>
          <w:tcPr>
            <w:tcW w:w="2468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Исполнители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</w:p>
        </w:tc>
        <w:tc>
          <w:tcPr>
            <w:tcW w:w="3870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Весеннего месяца Добра , 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 привлечением населения, неработающих граждан и учащихся </w:t>
            </w:r>
            <w:r>
              <w:rPr>
                <w:sz w:val="28"/>
                <w:szCs w:val="28"/>
              </w:rPr>
              <w:t>Торгунской</w:t>
            </w:r>
            <w:r w:rsidRPr="003B463A">
              <w:rPr>
                <w:sz w:val="28"/>
                <w:szCs w:val="28"/>
              </w:rPr>
              <w:t xml:space="preserve"> СОШ</w:t>
            </w:r>
          </w:p>
        </w:tc>
        <w:tc>
          <w:tcPr>
            <w:tcW w:w="2239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1 апреля по</w:t>
            </w:r>
          </w:p>
          <w:p w:rsidR="005A0FB0" w:rsidRPr="003B463A" w:rsidRDefault="005A0FB0" w:rsidP="00643B69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9 мая 201</w:t>
            </w:r>
            <w:r>
              <w:rPr>
                <w:sz w:val="28"/>
                <w:szCs w:val="28"/>
              </w:rPr>
              <w:t>5</w:t>
            </w:r>
            <w:r w:rsidRPr="003B463A">
              <w:rPr>
                <w:sz w:val="28"/>
                <w:szCs w:val="28"/>
              </w:rPr>
              <w:t>г.</w:t>
            </w:r>
          </w:p>
        </w:tc>
        <w:tc>
          <w:tcPr>
            <w:tcW w:w="2468" w:type="dxa"/>
          </w:tcPr>
          <w:p w:rsidR="005A0FB0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 сельского поселения, ТОС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</w:p>
        </w:tc>
      </w:tr>
      <w:tr w:rsidR="005A0FB0" w:rsidRPr="003B463A">
        <w:tc>
          <w:tcPr>
            <w:tcW w:w="642" w:type="dxa"/>
          </w:tcPr>
          <w:p w:rsidR="005A0FB0" w:rsidRDefault="005A0FB0" w:rsidP="00A93F27">
            <w:pPr>
              <w:rPr>
                <w:sz w:val="28"/>
                <w:szCs w:val="28"/>
              </w:rPr>
            </w:pP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70" w:type="dxa"/>
          </w:tcPr>
          <w:p w:rsidR="005A0FB0" w:rsidRPr="003B463A" w:rsidRDefault="005A0FB0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проведение субботников по уборке территории  с привлечением юридических и физических лиц, индивидуальных  предпринимателей</w:t>
            </w:r>
          </w:p>
        </w:tc>
        <w:tc>
          <w:tcPr>
            <w:tcW w:w="2239" w:type="dxa"/>
          </w:tcPr>
          <w:p w:rsidR="005A0FB0" w:rsidRPr="003B463A" w:rsidRDefault="005A0FB0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апреля по 1 мая 2015г.</w:t>
            </w:r>
          </w:p>
        </w:tc>
        <w:tc>
          <w:tcPr>
            <w:tcW w:w="2468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 сельского поселения, ТОС</w:t>
            </w:r>
          </w:p>
        </w:tc>
      </w:tr>
      <w:tr w:rsidR="005A0FB0" w:rsidRPr="003B463A">
        <w:tc>
          <w:tcPr>
            <w:tcW w:w="642" w:type="dxa"/>
          </w:tcPr>
          <w:p w:rsidR="005A0FB0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70" w:type="dxa"/>
          </w:tcPr>
          <w:p w:rsidR="005A0FB0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мест несанкционированного размещения отходов производства и потребления</w:t>
            </w:r>
          </w:p>
        </w:tc>
        <w:tc>
          <w:tcPr>
            <w:tcW w:w="2239" w:type="dxa"/>
          </w:tcPr>
          <w:p w:rsidR="005A0FB0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2468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 сельского поселения, ТОС, индивидуальные предприниматели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Проведение акции по озеленению (посадка деревьев,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кустарников, цветов в местах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общего пользования, на придо-мовых территориях)</w:t>
            </w:r>
          </w:p>
        </w:tc>
        <w:tc>
          <w:tcPr>
            <w:tcW w:w="2239" w:type="dxa"/>
          </w:tcPr>
          <w:p w:rsidR="005A0FB0" w:rsidRPr="003B463A" w:rsidRDefault="005A0FB0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  <w:r w:rsidRPr="003B463A">
              <w:rPr>
                <w:sz w:val="28"/>
                <w:szCs w:val="28"/>
              </w:rPr>
              <w:t>-май</w:t>
            </w:r>
          </w:p>
        </w:tc>
        <w:tc>
          <w:tcPr>
            <w:tcW w:w="2468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снос аварийных и больных деревьев, обрезку деревьев ,кустарников</w:t>
            </w:r>
          </w:p>
        </w:tc>
        <w:tc>
          <w:tcPr>
            <w:tcW w:w="2239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апрель-май</w:t>
            </w:r>
          </w:p>
        </w:tc>
        <w:tc>
          <w:tcPr>
            <w:tcW w:w="2468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70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Продолжить работу по технической инвентаризации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 переоценке стоимости внешнего благоустройства </w:t>
            </w:r>
          </w:p>
        </w:tc>
        <w:tc>
          <w:tcPr>
            <w:tcW w:w="2239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Приведение территорий в надлежащее состояние, для чего произвести ремонт и покраску фасадов зданий организаций и учреждений жилых домов, построек и изгородей</w:t>
            </w:r>
            <w:r>
              <w:rPr>
                <w:sz w:val="28"/>
                <w:szCs w:val="28"/>
              </w:rPr>
              <w:t>, уличных газопроводов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2239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5A0FB0" w:rsidRPr="003B463A" w:rsidRDefault="005A0FB0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5A0FB0" w:rsidRPr="003B463A" w:rsidRDefault="005A0FB0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</w:t>
            </w:r>
          </w:p>
          <w:p w:rsidR="005A0FB0" w:rsidRPr="003B463A" w:rsidRDefault="005A0FB0" w:rsidP="005775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ТОСа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 привлечением населения и неработающих граждан по направлению органов службы занятости в рамках реализации программ  «Организация общественных работ», « Организация временного трудоустройства несовершеннолетних граждан в возрасте от 14 до 18 лет» к работам по  благоустройству села</w:t>
            </w:r>
          </w:p>
        </w:tc>
        <w:tc>
          <w:tcPr>
            <w:tcW w:w="2239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май-декабрь</w:t>
            </w:r>
          </w:p>
        </w:tc>
        <w:tc>
          <w:tcPr>
            <w:tcW w:w="2468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поселения, 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70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Обустройство памятников, воинских захоронений (проведение уборки, покраска, озеленение)</w:t>
            </w:r>
          </w:p>
        </w:tc>
        <w:tc>
          <w:tcPr>
            <w:tcW w:w="2239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к 9  маю</w:t>
            </w:r>
          </w:p>
        </w:tc>
        <w:tc>
          <w:tcPr>
            <w:tcW w:w="2468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с/поселения</w:t>
            </w:r>
          </w:p>
          <w:p w:rsidR="005A0FB0" w:rsidRPr="003B463A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70" w:type="dxa"/>
          </w:tcPr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и провести</w:t>
            </w:r>
          </w:p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мероприятия посвященные</w:t>
            </w:r>
          </w:p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«Дню села»,</w:t>
            </w:r>
          </w:p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конкурсы:</w:t>
            </w:r>
          </w:p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«Лучшая улица»,</w:t>
            </w:r>
          </w:p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«Лучший дом»</w:t>
            </w:r>
          </w:p>
        </w:tc>
        <w:tc>
          <w:tcPr>
            <w:tcW w:w="2239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Торгунское </w:t>
            </w:r>
            <w:r w:rsidRPr="003B463A">
              <w:rPr>
                <w:sz w:val="28"/>
                <w:szCs w:val="28"/>
              </w:rPr>
              <w:t xml:space="preserve"> КДО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 ТОСа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870" w:type="dxa"/>
          </w:tcPr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работу по привлечению  к участию</w:t>
            </w:r>
            <w:r>
              <w:rPr>
                <w:sz w:val="28"/>
                <w:szCs w:val="28"/>
              </w:rPr>
              <w:t xml:space="preserve"> в</w:t>
            </w:r>
          </w:p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сбор</w:t>
            </w:r>
            <w:r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и вывоз</w:t>
            </w:r>
            <w:r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ТБО от населения</w:t>
            </w:r>
            <w:r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индивидуальных</w:t>
            </w:r>
          </w:p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предпринимателей, фермерских хозяйств и т.д.</w:t>
            </w:r>
          </w:p>
        </w:tc>
        <w:tc>
          <w:tcPr>
            <w:tcW w:w="2239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70" w:type="dxa"/>
          </w:tcPr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Провести профилирование улиц сел.</w:t>
            </w:r>
          </w:p>
        </w:tc>
        <w:tc>
          <w:tcPr>
            <w:tcW w:w="2239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с/поселения.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70" w:type="dxa"/>
          </w:tcPr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вывоз ТБО с несанкционированных свалок, разрушенных зданий и домов</w:t>
            </w:r>
          </w:p>
        </w:tc>
        <w:tc>
          <w:tcPr>
            <w:tcW w:w="2239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870" w:type="dxa"/>
          </w:tcPr>
          <w:p w:rsidR="005A0FB0" w:rsidRPr="003B463A" w:rsidRDefault="005A0FB0" w:rsidP="00AA1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плановые</w:t>
            </w:r>
          </w:p>
        </w:tc>
        <w:tc>
          <w:tcPr>
            <w:tcW w:w="2239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70" w:type="dxa"/>
          </w:tcPr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Ремонт водопровода</w:t>
            </w:r>
          </w:p>
        </w:tc>
        <w:tc>
          <w:tcPr>
            <w:tcW w:w="2239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  <w:r>
              <w:rPr>
                <w:sz w:val="28"/>
                <w:szCs w:val="28"/>
              </w:rPr>
              <w:t>, 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870" w:type="dxa"/>
          </w:tcPr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Наведение порядка на сельской свалке</w:t>
            </w:r>
          </w:p>
        </w:tc>
        <w:tc>
          <w:tcPr>
            <w:tcW w:w="2239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апрель-октябрь</w:t>
            </w:r>
          </w:p>
        </w:tc>
        <w:tc>
          <w:tcPr>
            <w:tcW w:w="2468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  <w:r>
              <w:rPr>
                <w:sz w:val="28"/>
                <w:szCs w:val="28"/>
              </w:rPr>
              <w:t>, 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870" w:type="dxa"/>
          </w:tcPr>
          <w:p w:rsidR="005A0FB0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Обустройство сельских кладбищ ( </w:t>
            </w:r>
            <w:r>
              <w:rPr>
                <w:sz w:val="28"/>
                <w:szCs w:val="28"/>
              </w:rPr>
              <w:t xml:space="preserve"> вывоз мусора , уборка сорной травы</w:t>
            </w:r>
            <w:r w:rsidRPr="003B463A">
              <w:rPr>
                <w:sz w:val="28"/>
                <w:szCs w:val="28"/>
              </w:rPr>
              <w:t>)</w:t>
            </w:r>
          </w:p>
          <w:p w:rsidR="005A0FB0" w:rsidRPr="003B463A" w:rsidRDefault="005A0FB0" w:rsidP="008E5B02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870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</w:t>
            </w:r>
            <w:r>
              <w:rPr>
                <w:sz w:val="28"/>
                <w:szCs w:val="28"/>
              </w:rPr>
              <w:t>Осеннего</w:t>
            </w:r>
            <w:r w:rsidRPr="003B463A">
              <w:rPr>
                <w:sz w:val="28"/>
                <w:szCs w:val="28"/>
              </w:rPr>
              <w:t xml:space="preserve"> месяца Добра , </w:t>
            </w:r>
          </w:p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 привлечением населения, неработающих граждан и учащихся </w:t>
            </w:r>
            <w:r>
              <w:rPr>
                <w:sz w:val="28"/>
                <w:szCs w:val="28"/>
              </w:rPr>
              <w:t>Торгунской</w:t>
            </w:r>
            <w:r w:rsidRPr="003B463A">
              <w:rPr>
                <w:sz w:val="28"/>
                <w:szCs w:val="28"/>
              </w:rPr>
              <w:t xml:space="preserve"> СОШ</w:t>
            </w:r>
          </w:p>
        </w:tc>
        <w:tc>
          <w:tcPr>
            <w:tcW w:w="2239" w:type="dxa"/>
          </w:tcPr>
          <w:p w:rsidR="005A0FB0" w:rsidRPr="003B463A" w:rsidRDefault="005A0FB0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октября по              1 ноября 2015г.</w:t>
            </w:r>
          </w:p>
        </w:tc>
        <w:tc>
          <w:tcPr>
            <w:tcW w:w="2468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A0FB0" w:rsidRPr="003B463A" w:rsidRDefault="005A0FB0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A0FB0" w:rsidRPr="003B463A" w:rsidRDefault="005A0FB0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</w:tr>
      <w:tr w:rsidR="005A0FB0" w:rsidRPr="003B463A">
        <w:tc>
          <w:tcPr>
            <w:tcW w:w="642" w:type="dxa"/>
          </w:tcPr>
          <w:p w:rsidR="005A0FB0" w:rsidRPr="003B463A" w:rsidRDefault="005A0FB0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870" w:type="dxa"/>
          </w:tcPr>
          <w:p w:rsidR="005A0FB0" w:rsidRPr="003B463A" w:rsidRDefault="005A0FB0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Информировать население об итогах организации работ по благоустройству и улучшению санитарного состояния населенных пунктов  </w:t>
            </w:r>
          </w:p>
        </w:tc>
        <w:tc>
          <w:tcPr>
            <w:tcW w:w="2239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 - октябрь</w:t>
            </w:r>
          </w:p>
        </w:tc>
        <w:tc>
          <w:tcPr>
            <w:tcW w:w="2468" w:type="dxa"/>
          </w:tcPr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A0FB0" w:rsidRPr="003B463A" w:rsidRDefault="005A0FB0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</w:t>
            </w:r>
          </w:p>
        </w:tc>
      </w:tr>
    </w:tbl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p w:rsidR="005A0FB0" w:rsidRDefault="005A0FB0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5A0FB0" w:rsidRDefault="005A0FB0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Приложение № 2</w:t>
      </w:r>
    </w:p>
    <w:p w:rsidR="005A0FB0" w:rsidRDefault="005A0FB0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 постановлению № 22 от 23.03.2015г.</w:t>
      </w:r>
    </w:p>
    <w:p w:rsidR="005A0FB0" w:rsidRDefault="005A0FB0" w:rsidP="005A78E9">
      <w:pPr>
        <w:rPr>
          <w:sz w:val="28"/>
          <w:szCs w:val="28"/>
        </w:rPr>
      </w:pP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ПОЛОЖЕНИЕ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о проведении  конкурса  на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«Лучший двор» и « Лучшая улица»</w:t>
      </w:r>
    </w:p>
    <w:p w:rsidR="005A0FB0" w:rsidRDefault="005A0FB0" w:rsidP="00CA3C37">
      <w:pPr>
        <w:rPr>
          <w:sz w:val="28"/>
          <w:szCs w:val="28"/>
        </w:rPr>
      </w:pP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1.Цели конкурса: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- благоустройство поселения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 улицы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лучшего двора</w:t>
      </w:r>
    </w:p>
    <w:p w:rsidR="005A0FB0" w:rsidRDefault="005A0FB0" w:rsidP="00CA3C37">
      <w:pPr>
        <w:rPr>
          <w:sz w:val="28"/>
          <w:szCs w:val="28"/>
        </w:rPr>
      </w:pP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2.Задачи конкурса: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- уборка и озеленение  прилегающей территории к домовладениям и дворам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улицы, лучшего двора</w:t>
      </w:r>
    </w:p>
    <w:p w:rsidR="005A0FB0" w:rsidRDefault="005A0FB0" w:rsidP="00CA3C37">
      <w:pPr>
        <w:rPr>
          <w:sz w:val="28"/>
          <w:szCs w:val="28"/>
        </w:rPr>
      </w:pP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3. В конкурсе принимают участие жители  п.Торгун</w:t>
      </w:r>
    </w:p>
    <w:p w:rsidR="005A0FB0" w:rsidRDefault="005A0FB0" w:rsidP="00CA3C37">
      <w:pPr>
        <w:rPr>
          <w:sz w:val="28"/>
          <w:szCs w:val="28"/>
        </w:rPr>
      </w:pP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4.Сроки проведения конкурса: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с 1 апреля по 1 октября 2015года   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Итоги подвести на празднике « День села» в  сентябре  2015 года</w:t>
      </w:r>
    </w:p>
    <w:p w:rsidR="005A0FB0" w:rsidRDefault="005A0FB0" w:rsidP="00CA3C37">
      <w:pPr>
        <w:rPr>
          <w:sz w:val="28"/>
          <w:szCs w:val="28"/>
        </w:rPr>
      </w:pP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5.Тема конкурса: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Торгун лучшее, чистое село</w:t>
      </w:r>
    </w:p>
    <w:p w:rsidR="005A0FB0" w:rsidRDefault="005A0FB0" w:rsidP="00CA3C37">
      <w:pPr>
        <w:rPr>
          <w:sz w:val="28"/>
          <w:szCs w:val="28"/>
        </w:rPr>
      </w:pP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6.Жюри и критерии оценки: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В состав жюри входят Глава и специалисты администрации Торгунского сельского поселения, комиссия по благоустройству, председатель ТОСа и уличных комитетов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-чистота территории прилегающей ко двору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- озеленение прилегающей территории и двора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- внешний вид домовладения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- аккуратное складирование и вывоз мусора</w:t>
      </w:r>
    </w:p>
    <w:p w:rsidR="005A0FB0" w:rsidRDefault="005A0FB0" w:rsidP="00CA3C37">
      <w:pPr>
        <w:rPr>
          <w:sz w:val="28"/>
          <w:szCs w:val="28"/>
        </w:rPr>
      </w:pP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7.Награждение: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Победители награждаются ценными подарками и почетными грамотами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8.Финансирование конкурса:</w:t>
      </w:r>
    </w:p>
    <w:p w:rsidR="005A0FB0" w:rsidRDefault="005A0FB0" w:rsidP="00CA3C37">
      <w:pPr>
        <w:rPr>
          <w:sz w:val="28"/>
          <w:szCs w:val="28"/>
        </w:rPr>
      </w:pPr>
      <w:r>
        <w:rPr>
          <w:sz w:val="28"/>
          <w:szCs w:val="28"/>
        </w:rPr>
        <w:t>Расходы по проведению конкурса и награждение победителей несет администрация Торгунского сельского поселения.</w:t>
      </w:r>
    </w:p>
    <w:p w:rsidR="005A0FB0" w:rsidRDefault="005A0FB0" w:rsidP="00CA3C37">
      <w:pPr>
        <w:rPr>
          <w:sz w:val="28"/>
          <w:szCs w:val="28"/>
        </w:rPr>
      </w:pPr>
    </w:p>
    <w:p w:rsidR="005A0FB0" w:rsidRDefault="005A0FB0" w:rsidP="00CA3C37">
      <w:pPr>
        <w:rPr>
          <w:sz w:val="28"/>
          <w:szCs w:val="28"/>
        </w:rPr>
      </w:pPr>
    </w:p>
    <w:p w:rsidR="005A0FB0" w:rsidRDefault="005A0FB0" w:rsidP="00A93F27">
      <w:pPr>
        <w:rPr>
          <w:sz w:val="28"/>
          <w:szCs w:val="28"/>
        </w:rPr>
      </w:pPr>
    </w:p>
    <w:sectPr w:rsidR="005A0FB0" w:rsidSect="00F27D12">
      <w:pgSz w:w="11906" w:h="16838"/>
      <w:pgMar w:top="1134" w:right="924" w:bottom="1134" w:left="197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A83"/>
    <w:multiLevelType w:val="hybridMultilevel"/>
    <w:tmpl w:val="B6A08ABC"/>
    <w:lvl w:ilvl="0" w:tplc="0A6C508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36EAA"/>
    <w:rsid w:val="00045D4A"/>
    <w:rsid w:val="00051D1F"/>
    <w:rsid w:val="000537D3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55178"/>
    <w:rsid w:val="001560B0"/>
    <w:rsid w:val="001648A7"/>
    <w:rsid w:val="00166364"/>
    <w:rsid w:val="00171802"/>
    <w:rsid w:val="001731EE"/>
    <w:rsid w:val="00182253"/>
    <w:rsid w:val="00185581"/>
    <w:rsid w:val="001856AE"/>
    <w:rsid w:val="00186042"/>
    <w:rsid w:val="00187A44"/>
    <w:rsid w:val="001929C0"/>
    <w:rsid w:val="00194297"/>
    <w:rsid w:val="001A3E0E"/>
    <w:rsid w:val="001B34F9"/>
    <w:rsid w:val="001B3599"/>
    <w:rsid w:val="001B5002"/>
    <w:rsid w:val="001B6089"/>
    <w:rsid w:val="001B6156"/>
    <w:rsid w:val="001C173A"/>
    <w:rsid w:val="001C785A"/>
    <w:rsid w:val="001D1531"/>
    <w:rsid w:val="001D4775"/>
    <w:rsid w:val="001D71DC"/>
    <w:rsid w:val="001E26C3"/>
    <w:rsid w:val="001E7AC8"/>
    <w:rsid w:val="001F0CE3"/>
    <w:rsid w:val="001F5384"/>
    <w:rsid w:val="00205116"/>
    <w:rsid w:val="002075ED"/>
    <w:rsid w:val="00213492"/>
    <w:rsid w:val="00220743"/>
    <w:rsid w:val="00220805"/>
    <w:rsid w:val="00224CC1"/>
    <w:rsid w:val="00227348"/>
    <w:rsid w:val="00236901"/>
    <w:rsid w:val="0024116B"/>
    <w:rsid w:val="00242712"/>
    <w:rsid w:val="0024282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1FA2"/>
    <w:rsid w:val="0030669F"/>
    <w:rsid w:val="00306C05"/>
    <w:rsid w:val="003154C4"/>
    <w:rsid w:val="0031622A"/>
    <w:rsid w:val="00316987"/>
    <w:rsid w:val="00320135"/>
    <w:rsid w:val="0033559E"/>
    <w:rsid w:val="003364A9"/>
    <w:rsid w:val="00336A50"/>
    <w:rsid w:val="00337989"/>
    <w:rsid w:val="00341AD9"/>
    <w:rsid w:val="003467F3"/>
    <w:rsid w:val="003512D4"/>
    <w:rsid w:val="00371544"/>
    <w:rsid w:val="00374F74"/>
    <w:rsid w:val="0037538A"/>
    <w:rsid w:val="00383783"/>
    <w:rsid w:val="00386271"/>
    <w:rsid w:val="003862A0"/>
    <w:rsid w:val="003941DD"/>
    <w:rsid w:val="003979BA"/>
    <w:rsid w:val="003A262B"/>
    <w:rsid w:val="003B463A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3F589F"/>
    <w:rsid w:val="00406FEE"/>
    <w:rsid w:val="00414B93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5527D"/>
    <w:rsid w:val="00457343"/>
    <w:rsid w:val="004574C0"/>
    <w:rsid w:val="00466621"/>
    <w:rsid w:val="00470384"/>
    <w:rsid w:val="0047794E"/>
    <w:rsid w:val="00481CBF"/>
    <w:rsid w:val="00487F04"/>
    <w:rsid w:val="0049089F"/>
    <w:rsid w:val="00491B45"/>
    <w:rsid w:val="00493C6C"/>
    <w:rsid w:val="00494D4E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1F02"/>
    <w:rsid w:val="0053249A"/>
    <w:rsid w:val="0053669A"/>
    <w:rsid w:val="00543DE8"/>
    <w:rsid w:val="0054557D"/>
    <w:rsid w:val="005455FB"/>
    <w:rsid w:val="00550D54"/>
    <w:rsid w:val="0055277F"/>
    <w:rsid w:val="0055615E"/>
    <w:rsid w:val="00577544"/>
    <w:rsid w:val="005800F5"/>
    <w:rsid w:val="0058747C"/>
    <w:rsid w:val="00587E9D"/>
    <w:rsid w:val="0059029A"/>
    <w:rsid w:val="005954E4"/>
    <w:rsid w:val="005969ED"/>
    <w:rsid w:val="00597F53"/>
    <w:rsid w:val="005A0FB0"/>
    <w:rsid w:val="005A5242"/>
    <w:rsid w:val="005A78E9"/>
    <w:rsid w:val="005B5DD1"/>
    <w:rsid w:val="005B7E27"/>
    <w:rsid w:val="005C0BAA"/>
    <w:rsid w:val="005C2435"/>
    <w:rsid w:val="005C4F29"/>
    <w:rsid w:val="005C59F6"/>
    <w:rsid w:val="005D3CD3"/>
    <w:rsid w:val="005D4084"/>
    <w:rsid w:val="005D7321"/>
    <w:rsid w:val="005E2EC6"/>
    <w:rsid w:val="005F1C0A"/>
    <w:rsid w:val="005F2DB1"/>
    <w:rsid w:val="005F3234"/>
    <w:rsid w:val="005F74A9"/>
    <w:rsid w:val="0060656A"/>
    <w:rsid w:val="00607F5E"/>
    <w:rsid w:val="0062130D"/>
    <w:rsid w:val="00622B62"/>
    <w:rsid w:val="00623B25"/>
    <w:rsid w:val="00625E64"/>
    <w:rsid w:val="00643B69"/>
    <w:rsid w:val="00652F6E"/>
    <w:rsid w:val="006602D8"/>
    <w:rsid w:val="00660431"/>
    <w:rsid w:val="00667E86"/>
    <w:rsid w:val="0068763E"/>
    <w:rsid w:val="00695731"/>
    <w:rsid w:val="00696E90"/>
    <w:rsid w:val="006B0429"/>
    <w:rsid w:val="006B3410"/>
    <w:rsid w:val="006D0C5E"/>
    <w:rsid w:val="006E370C"/>
    <w:rsid w:val="006E744D"/>
    <w:rsid w:val="006E7BC0"/>
    <w:rsid w:val="006E7D60"/>
    <w:rsid w:val="006F43C4"/>
    <w:rsid w:val="007039A3"/>
    <w:rsid w:val="007057A7"/>
    <w:rsid w:val="00711795"/>
    <w:rsid w:val="00712388"/>
    <w:rsid w:val="00713EBE"/>
    <w:rsid w:val="0072145D"/>
    <w:rsid w:val="0072795E"/>
    <w:rsid w:val="00727ED8"/>
    <w:rsid w:val="0073005F"/>
    <w:rsid w:val="00733957"/>
    <w:rsid w:val="00735294"/>
    <w:rsid w:val="00736E57"/>
    <w:rsid w:val="00737C05"/>
    <w:rsid w:val="00742C71"/>
    <w:rsid w:val="00744A20"/>
    <w:rsid w:val="0074642A"/>
    <w:rsid w:val="00747E8D"/>
    <w:rsid w:val="0075200A"/>
    <w:rsid w:val="007533E5"/>
    <w:rsid w:val="007610DF"/>
    <w:rsid w:val="007625D2"/>
    <w:rsid w:val="00762F48"/>
    <w:rsid w:val="0077092F"/>
    <w:rsid w:val="007722D2"/>
    <w:rsid w:val="00774BA0"/>
    <w:rsid w:val="00776D6F"/>
    <w:rsid w:val="0078119A"/>
    <w:rsid w:val="007836A3"/>
    <w:rsid w:val="007874B3"/>
    <w:rsid w:val="007879B6"/>
    <w:rsid w:val="00796D3A"/>
    <w:rsid w:val="007A5733"/>
    <w:rsid w:val="007A5893"/>
    <w:rsid w:val="007A76EF"/>
    <w:rsid w:val="007A7C2E"/>
    <w:rsid w:val="007B25CD"/>
    <w:rsid w:val="007B32F0"/>
    <w:rsid w:val="007C509C"/>
    <w:rsid w:val="007D6F6A"/>
    <w:rsid w:val="007E40BC"/>
    <w:rsid w:val="007E7863"/>
    <w:rsid w:val="008065F7"/>
    <w:rsid w:val="0080747C"/>
    <w:rsid w:val="00811108"/>
    <w:rsid w:val="008148E1"/>
    <w:rsid w:val="0081575B"/>
    <w:rsid w:val="00817082"/>
    <w:rsid w:val="008258C8"/>
    <w:rsid w:val="008278AB"/>
    <w:rsid w:val="008304B3"/>
    <w:rsid w:val="00831A47"/>
    <w:rsid w:val="00831BD6"/>
    <w:rsid w:val="00840906"/>
    <w:rsid w:val="00844FC1"/>
    <w:rsid w:val="00845525"/>
    <w:rsid w:val="008477B2"/>
    <w:rsid w:val="008520E9"/>
    <w:rsid w:val="00852169"/>
    <w:rsid w:val="00852F3F"/>
    <w:rsid w:val="00853A71"/>
    <w:rsid w:val="00861CE1"/>
    <w:rsid w:val="0086246E"/>
    <w:rsid w:val="0086652C"/>
    <w:rsid w:val="00870C0B"/>
    <w:rsid w:val="008720DD"/>
    <w:rsid w:val="0087472F"/>
    <w:rsid w:val="00874EB9"/>
    <w:rsid w:val="00874FC7"/>
    <w:rsid w:val="00875C29"/>
    <w:rsid w:val="008777F0"/>
    <w:rsid w:val="008832CF"/>
    <w:rsid w:val="008835D2"/>
    <w:rsid w:val="00883EF6"/>
    <w:rsid w:val="008940B8"/>
    <w:rsid w:val="0089663B"/>
    <w:rsid w:val="00896A12"/>
    <w:rsid w:val="008A3764"/>
    <w:rsid w:val="008A5F4A"/>
    <w:rsid w:val="008B230A"/>
    <w:rsid w:val="008B6BFC"/>
    <w:rsid w:val="008C11A9"/>
    <w:rsid w:val="008C6160"/>
    <w:rsid w:val="008C6CB9"/>
    <w:rsid w:val="008D09F5"/>
    <w:rsid w:val="008D6C28"/>
    <w:rsid w:val="008E2AC2"/>
    <w:rsid w:val="008E5B02"/>
    <w:rsid w:val="008E5F4F"/>
    <w:rsid w:val="008F1803"/>
    <w:rsid w:val="00901524"/>
    <w:rsid w:val="0090724F"/>
    <w:rsid w:val="00910323"/>
    <w:rsid w:val="0091670F"/>
    <w:rsid w:val="0093485D"/>
    <w:rsid w:val="009404B0"/>
    <w:rsid w:val="0095047B"/>
    <w:rsid w:val="009506CB"/>
    <w:rsid w:val="00954ED1"/>
    <w:rsid w:val="00956772"/>
    <w:rsid w:val="009610DD"/>
    <w:rsid w:val="00962B62"/>
    <w:rsid w:val="0096357E"/>
    <w:rsid w:val="00963950"/>
    <w:rsid w:val="009653A6"/>
    <w:rsid w:val="00966EE0"/>
    <w:rsid w:val="00971554"/>
    <w:rsid w:val="009841F9"/>
    <w:rsid w:val="0098735B"/>
    <w:rsid w:val="00990814"/>
    <w:rsid w:val="0099574A"/>
    <w:rsid w:val="009A4374"/>
    <w:rsid w:val="009A697A"/>
    <w:rsid w:val="009B3E66"/>
    <w:rsid w:val="009C121F"/>
    <w:rsid w:val="009C3DD9"/>
    <w:rsid w:val="009C6A61"/>
    <w:rsid w:val="009C7BA1"/>
    <w:rsid w:val="009D6BBF"/>
    <w:rsid w:val="009E102F"/>
    <w:rsid w:val="009E13BF"/>
    <w:rsid w:val="009F2870"/>
    <w:rsid w:val="009F7B55"/>
    <w:rsid w:val="009F7CD4"/>
    <w:rsid w:val="00A04F72"/>
    <w:rsid w:val="00A141EE"/>
    <w:rsid w:val="00A14BAD"/>
    <w:rsid w:val="00A174F7"/>
    <w:rsid w:val="00A17660"/>
    <w:rsid w:val="00A22FFD"/>
    <w:rsid w:val="00A23CE7"/>
    <w:rsid w:val="00A321A4"/>
    <w:rsid w:val="00A32E4F"/>
    <w:rsid w:val="00A332B2"/>
    <w:rsid w:val="00A42371"/>
    <w:rsid w:val="00A51746"/>
    <w:rsid w:val="00A5435A"/>
    <w:rsid w:val="00A625F4"/>
    <w:rsid w:val="00A64A9B"/>
    <w:rsid w:val="00A66B6C"/>
    <w:rsid w:val="00A66C9D"/>
    <w:rsid w:val="00A77AD3"/>
    <w:rsid w:val="00A8368E"/>
    <w:rsid w:val="00A93F27"/>
    <w:rsid w:val="00AA1FFB"/>
    <w:rsid w:val="00AA674B"/>
    <w:rsid w:val="00AB0F5E"/>
    <w:rsid w:val="00AB3878"/>
    <w:rsid w:val="00AC07AE"/>
    <w:rsid w:val="00AC2AB6"/>
    <w:rsid w:val="00AC3A9C"/>
    <w:rsid w:val="00AC4679"/>
    <w:rsid w:val="00AD1F52"/>
    <w:rsid w:val="00AD38E0"/>
    <w:rsid w:val="00AD5E87"/>
    <w:rsid w:val="00AD6FF0"/>
    <w:rsid w:val="00AE2555"/>
    <w:rsid w:val="00AE482F"/>
    <w:rsid w:val="00AE5B31"/>
    <w:rsid w:val="00AF02F3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234B0"/>
    <w:rsid w:val="00B330C8"/>
    <w:rsid w:val="00B34E32"/>
    <w:rsid w:val="00B360C8"/>
    <w:rsid w:val="00B41E53"/>
    <w:rsid w:val="00B4468C"/>
    <w:rsid w:val="00B569BB"/>
    <w:rsid w:val="00B62653"/>
    <w:rsid w:val="00B823FB"/>
    <w:rsid w:val="00B831D8"/>
    <w:rsid w:val="00BA314B"/>
    <w:rsid w:val="00BA4F4A"/>
    <w:rsid w:val="00BB5122"/>
    <w:rsid w:val="00BD10DB"/>
    <w:rsid w:val="00BD568D"/>
    <w:rsid w:val="00BD691F"/>
    <w:rsid w:val="00BE09FC"/>
    <w:rsid w:val="00BE43B8"/>
    <w:rsid w:val="00BF0B52"/>
    <w:rsid w:val="00BF20FD"/>
    <w:rsid w:val="00BF3675"/>
    <w:rsid w:val="00C063C6"/>
    <w:rsid w:val="00C107A1"/>
    <w:rsid w:val="00C160BF"/>
    <w:rsid w:val="00C16C94"/>
    <w:rsid w:val="00C218BE"/>
    <w:rsid w:val="00C31EB6"/>
    <w:rsid w:val="00C35EA7"/>
    <w:rsid w:val="00C51EC3"/>
    <w:rsid w:val="00C5602B"/>
    <w:rsid w:val="00C56C3D"/>
    <w:rsid w:val="00C56F9A"/>
    <w:rsid w:val="00C615ED"/>
    <w:rsid w:val="00C64FF5"/>
    <w:rsid w:val="00C702AC"/>
    <w:rsid w:val="00C761BA"/>
    <w:rsid w:val="00C77712"/>
    <w:rsid w:val="00C802EB"/>
    <w:rsid w:val="00C814BA"/>
    <w:rsid w:val="00C8524C"/>
    <w:rsid w:val="00C85609"/>
    <w:rsid w:val="00C863B6"/>
    <w:rsid w:val="00CA09FE"/>
    <w:rsid w:val="00CA3C37"/>
    <w:rsid w:val="00CA52F3"/>
    <w:rsid w:val="00CA7556"/>
    <w:rsid w:val="00CB7A52"/>
    <w:rsid w:val="00CC43FF"/>
    <w:rsid w:val="00CC51AF"/>
    <w:rsid w:val="00CC6317"/>
    <w:rsid w:val="00CD0791"/>
    <w:rsid w:val="00CD08C6"/>
    <w:rsid w:val="00CD37C8"/>
    <w:rsid w:val="00CD4356"/>
    <w:rsid w:val="00CE0DFD"/>
    <w:rsid w:val="00CE219B"/>
    <w:rsid w:val="00CE2D36"/>
    <w:rsid w:val="00CE40C6"/>
    <w:rsid w:val="00CE53A8"/>
    <w:rsid w:val="00CE5800"/>
    <w:rsid w:val="00CF28EC"/>
    <w:rsid w:val="00CF64BD"/>
    <w:rsid w:val="00CF7499"/>
    <w:rsid w:val="00D001A2"/>
    <w:rsid w:val="00D11277"/>
    <w:rsid w:val="00D1151F"/>
    <w:rsid w:val="00D23C45"/>
    <w:rsid w:val="00D240AA"/>
    <w:rsid w:val="00D27BC4"/>
    <w:rsid w:val="00D546BA"/>
    <w:rsid w:val="00D54B77"/>
    <w:rsid w:val="00D6085B"/>
    <w:rsid w:val="00D6118D"/>
    <w:rsid w:val="00D639BF"/>
    <w:rsid w:val="00D64E68"/>
    <w:rsid w:val="00D71C3B"/>
    <w:rsid w:val="00D74144"/>
    <w:rsid w:val="00D777AE"/>
    <w:rsid w:val="00DA0DE2"/>
    <w:rsid w:val="00DA208C"/>
    <w:rsid w:val="00DD1EAA"/>
    <w:rsid w:val="00DD3E2C"/>
    <w:rsid w:val="00DD506D"/>
    <w:rsid w:val="00DD7D11"/>
    <w:rsid w:val="00DE4E71"/>
    <w:rsid w:val="00DE5DFE"/>
    <w:rsid w:val="00E014F5"/>
    <w:rsid w:val="00E03CEB"/>
    <w:rsid w:val="00E10EFA"/>
    <w:rsid w:val="00E11706"/>
    <w:rsid w:val="00E22DC5"/>
    <w:rsid w:val="00E25F08"/>
    <w:rsid w:val="00E272CE"/>
    <w:rsid w:val="00E31D66"/>
    <w:rsid w:val="00E32075"/>
    <w:rsid w:val="00E3533D"/>
    <w:rsid w:val="00E35573"/>
    <w:rsid w:val="00E44800"/>
    <w:rsid w:val="00E57119"/>
    <w:rsid w:val="00E66DE6"/>
    <w:rsid w:val="00E67B2B"/>
    <w:rsid w:val="00E7259E"/>
    <w:rsid w:val="00E72A9B"/>
    <w:rsid w:val="00E801E7"/>
    <w:rsid w:val="00E845DD"/>
    <w:rsid w:val="00E8587C"/>
    <w:rsid w:val="00E90175"/>
    <w:rsid w:val="00E90A65"/>
    <w:rsid w:val="00E955C8"/>
    <w:rsid w:val="00E961A3"/>
    <w:rsid w:val="00EA0C12"/>
    <w:rsid w:val="00EA1EB5"/>
    <w:rsid w:val="00EC2D9A"/>
    <w:rsid w:val="00EC3349"/>
    <w:rsid w:val="00EC3722"/>
    <w:rsid w:val="00ED0ACE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27D12"/>
    <w:rsid w:val="00F3421E"/>
    <w:rsid w:val="00F34EA5"/>
    <w:rsid w:val="00F363F2"/>
    <w:rsid w:val="00F433F5"/>
    <w:rsid w:val="00F43E91"/>
    <w:rsid w:val="00F44D32"/>
    <w:rsid w:val="00F51BF2"/>
    <w:rsid w:val="00F5712C"/>
    <w:rsid w:val="00F57BEF"/>
    <w:rsid w:val="00F6155D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859B3"/>
    <w:rsid w:val="00F954B8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08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3D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546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73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5</Pages>
  <Words>989</Words>
  <Characters>5641</Characters>
  <Application>Microsoft Office Outlook</Application>
  <DocSecurity>0</DocSecurity>
  <Lines>0</Lines>
  <Paragraphs>0</Paragraphs>
  <ScaleCrop>false</ScaleCrop>
  <Company>Администрация Волгоградской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Пользователь</dc:creator>
  <cp:keywords/>
  <dc:description/>
  <cp:lastModifiedBy>Администрация </cp:lastModifiedBy>
  <cp:revision>10</cp:revision>
  <cp:lastPrinted>2015-03-24T06:53:00Z</cp:lastPrinted>
  <dcterms:created xsi:type="dcterms:W3CDTF">2015-03-23T12:48:00Z</dcterms:created>
  <dcterms:modified xsi:type="dcterms:W3CDTF">2015-03-25T07:32:00Z</dcterms:modified>
</cp:coreProperties>
</file>