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C19" w:rsidRDefault="00084C19" w:rsidP="006D6005">
      <w:pPr>
        <w:jc w:val="right"/>
      </w:pPr>
      <w:r>
        <w:t xml:space="preserve">    Утвержден  Постановлением Администрации</w:t>
      </w:r>
    </w:p>
    <w:p w:rsidR="00084C19" w:rsidRDefault="00084C19" w:rsidP="006D6005">
      <w:pPr>
        <w:jc w:val="right"/>
      </w:pPr>
      <w:r>
        <w:t>Торгунского сельского поселения</w:t>
      </w:r>
    </w:p>
    <w:p w:rsidR="00084C19" w:rsidRDefault="00084C19" w:rsidP="004A49E2">
      <w:pPr>
        <w:jc w:val="right"/>
      </w:pPr>
      <w:r>
        <w:t>№ 76    от 25ноября   2014г.</w:t>
      </w:r>
    </w:p>
    <w:p w:rsidR="00084C19" w:rsidRDefault="00084C19" w:rsidP="004A49E2">
      <w:pPr>
        <w:jc w:val="center"/>
        <w:rPr>
          <w:b/>
          <w:bCs/>
          <w:sz w:val="28"/>
          <w:szCs w:val="28"/>
        </w:rPr>
      </w:pPr>
      <w:r w:rsidRPr="004A49E2">
        <w:rPr>
          <w:b/>
          <w:bCs/>
          <w:sz w:val="28"/>
          <w:szCs w:val="28"/>
        </w:rPr>
        <w:t>План мероприятий</w:t>
      </w:r>
    </w:p>
    <w:p w:rsidR="00084C19" w:rsidRPr="004A49E2" w:rsidRDefault="00084C19" w:rsidP="004A49E2">
      <w:pPr>
        <w:jc w:val="center"/>
        <w:rPr>
          <w:b/>
          <w:bCs/>
          <w:sz w:val="28"/>
          <w:szCs w:val="28"/>
        </w:rPr>
      </w:pPr>
      <w:r w:rsidRPr="004A49E2">
        <w:t>по обеспечению пожарной безопасности в жилом секторе, объектах народного</w:t>
      </w:r>
      <w:r>
        <w:t xml:space="preserve"> хозяйства и жизнеобеспечения, естественных насаждениях, находящихся на территории Торгунского сельского поселения.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4"/>
        <w:gridCol w:w="4677"/>
        <w:gridCol w:w="2127"/>
        <w:gridCol w:w="2233"/>
      </w:tblGrid>
      <w:tr w:rsidR="00084C19" w:rsidRPr="00F906A5">
        <w:tc>
          <w:tcPr>
            <w:tcW w:w="534" w:type="dxa"/>
          </w:tcPr>
          <w:p w:rsidR="00084C19" w:rsidRPr="00F906A5" w:rsidRDefault="00084C19" w:rsidP="00F906A5">
            <w:pPr>
              <w:spacing w:after="0" w:line="240" w:lineRule="auto"/>
              <w:rPr>
                <w:sz w:val="24"/>
                <w:szCs w:val="24"/>
              </w:rPr>
            </w:pPr>
          </w:p>
          <w:p w:rsidR="00084C19" w:rsidRPr="00F906A5" w:rsidRDefault="00084C19" w:rsidP="00F906A5">
            <w:pPr>
              <w:spacing w:after="0" w:line="240" w:lineRule="auto"/>
              <w:rPr>
                <w:sz w:val="24"/>
                <w:szCs w:val="24"/>
              </w:rPr>
            </w:pPr>
            <w:r w:rsidRPr="00F906A5">
              <w:rPr>
                <w:sz w:val="24"/>
                <w:szCs w:val="24"/>
              </w:rPr>
              <w:t>№</w:t>
            </w:r>
          </w:p>
        </w:tc>
        <w:tc>
          <w:tcPr>
            <w:tcW w:w="4677" w:type="dxa"/>
          </w:tcPr>
          <w:p w:rsidR="00084C19" w:rsidRPr="00F906A5" w:rsidRDefault="00084C19" w:rsidP="00F906A5">
            <w:pPr>
              <w:spacing w:after="0" w:line="240" w:lineRule="auto"/>
              <w:rPr>
                <w:sz w:val="24"/>
                <w:szCs w:val="24"/>
              </w:rPr>
            </w:pPr>
          </w:p>
          <w:p w:rsidR="00084C19" w:rsidRPr="00F906A5" w:rsidRDefault="00084C19" w:rsidP="00F906A5">
            <w:pPr>
              <w:spacing w:after="0" w:line="240" w:lineRule="auto"/>
              <w:rPr>
                <w:sz w:val="24"/>
                <w:szCs w:val="24"/>
              </w:rPr>
            </w:pPr>
            <w:r w:rsidRPr="00F906A5">
              <w:rPr>
                <w:sz w:val="24"/>
                <w:szCs w:val="24"/>
              </w:rPr>
              <w:t>Наименование документа</w:t>
            </w:r>
          </w:p>
        </w:tc>
        <w:tc>
          <w:tcPr>
            <w:tcW w:w="2127" w:type="dxa"/>
          </w:tcPr>
          <w:p w:rsidR="00084C19" w:rsidRPr="00F906A5" w:rsidRDefault="00084C19" w:rsidP="00F906A5">
            <w:pPr>
              <w:spacing w:after="0" w:line="240" w:lineRule="auto"/>
              <w:rPr>
                <w:sz w:val="24"/>
                <w:szCs w:val="24"/>
              </w:rPr>
            </w:pPr>
          </w:p>
          <w:p w:rsidR="00084C19" w:rsidRPr="00F906A5" w:rsidRDefault="00084C19" w:rsidP="00F906A5">
            <w:pPr>
              <w:spacing w:after="0" w:line="240" w:lineRule="auto"/>
              <w:rPr>
                <w:sz w:val="24"/>
                <w:szCs w:val="24"/>
              </w:rPr>
            </w:pPr>
            <w:r w:rsidRPr="00F906A5">
              <w:rPr>
                <w:sz w:val="24"/>
                <w:szCs w:val="24"/>
              </w:rPr>
              <w:t>Срок исполнения</w:t>
            </w:r>
          </w:p>
        </w:tc>
        <w:tc>
          <w:tcPr>
            <w:tcW w:w="2233" w:type="dxa"/>
          </w:tcPr>
          <w:p w:rsidR="00084C19" w:rsidRPr="00F906A5" w:rsidRDefault="00084C19" w:rsidP="00F906A5">
            <w:pPr>
              <w:spacing w:after="0" w:line="240" w:lineRule="auto"/>
              <w:rPr>
                <w:sz w:val="24"/>
                <w:szCs w:val="24"/>
              </w:rPr>
            </w:pPr>
          </w:p>
          <w:p w:rsidR="00084C19" w:rsidRPr="00F906A5" w:rsidRDefault="00084C19" w:rsidP="00F906A5">
            <w:pPr>
              <w:spacing w:after="0" w:line="240" w:lineRule="auto"/>
              <w:rPr>
                <w:sz w:val="24"/>
                <w:szCs w:val="24"/>
              </w:rPr>
            </w:pPr>
            <w:r w:rsidRPr="00F906A5">
              <w:rPr>
                <w:sz w:val="24"/>
                <w:szCs w:val="24"/>
              </w:rPr>
              <w:t>Ответственные</w:t>
            </w:r>
          </w:p>
        </w:tc>
      </w:tr>
      <w:tr w:rsidR="00084C19" w:rsidRPr="00F906A5">
        <w:tc>
          <w:tcPr>
            <w:tcW w:w="534" w:type="dxa"/>
          </w:tcPr>
          <w:p w:rsidR="00084C19" w:rsidRPr="00F906A5" w:rsidRDefault="00084C19" w:rsidP="00F906A5">
            <w:pPr>
              <w:spacing w:after="0" w:line="240" w:lineRule="auto"/>
            </w:pPr>
            <w:r w:rsidRPr="00F906A5">
              <w:t>1.</w:t>
            </w:r>
          </w:p>
        </w:tc>
        <w:tc>
          <w:tcPr>
            <w:tcW w:w="4677" w:type="dxa"/>
          </w:tcPr>
          <w:p w:rsidR="00084C19" w:rsidRPr="00F906A5" w:rsidRDefault="00084C19" w:rsidP="00F906A5">
            <w:pPr>
              <w:spacing w:after="0" w:line="240" w:lineRule="auto"/>
            </w:pPr>
            <w:r w:rsidRPr="00F906A5">
              <w:t xml:space="preserve">Обеспечить контроль за очисткой индивидуальных домовладений и прилегающих участков от мусора, тары и других горючих материалов с вывозом их  на </w:t>
            </w:r>
          </w:p>
          <w:p w:rsidR="00084C19" w:rsidRPr="00F906A5" w:rsidRDefault="00084C19" w:rsidP="00F906A5">
            <w:pPr>
              <w:spacing w:after="0" w:line="240" w:lineRule="auto"/>
            </w:pPr>
            <w:r w:rsidRPr="00F906A5">
              <w:t>специально отведенные  для этих целей места.</w:t>
            </w:r>
          </w:p>
        </w:tc>
        <w:tc>
          <w:tcPr>
            <w:tcW w:w="2127" w:type="dxa"/>
          </w:tcPr>
          <w:p w:rsidR="00084C19" w:rsidRPr="00F906A5" w:rsidRDefault="00084C19" w:rsidP="00F906A5">
            <w:pPr>
              <w:spacing w:after="0" w:line="240" w:lineRule="auto"/>
            </w:pPr>
            <w:r>
              <w:t>ноябрь</w:t>
            </w:r>
            <w:r w:rsidRPr="00F906A5">
              <w:t xml:space="preserve"> 2014г.</w:t>
            </w:r>
          </w:p>
        </w:tc>
        <w:tc>
          <w:tcPr>
            <w:tcW w:w="2233" w:type="dxa"/>
          </w:tcPr>
          <w:p w:rsidR="00084C19" w:rsidRPr="00F906A5" w:rsidRDefault="00084C19" w:rsidP="00F906A5">
            <w:pPr>
              <w:spacing w:after="0" w:line="240" w:lineRule="auto"/>
            </w:pPr>
            <w:r w:rsidRPr="00F906A5">
              <w:t>Специал</w:t>
            </w:r>
            <w:r>
              <w:t>ист Администрации  Жармухамбетов А.М.</w:t>
            </w:r>
          </w:p>
        </w:tc>
      </w:tr>
      <w:tr w:rsidR="00084C19" w:rsidRPr="00F906A5">
        <w:tc>
          <w:tcPr>
            <w:tcW w:w="534" w:type="dxa"/>
          </w:tcPr>
          <w:p w:rsidR="00084C19" w:rsidRPr="00F906A5" w:rsidRDefault="00084C19" w:rsidP="00F906A5">
            <w:pPr>
              <w:spacing w:after="0" w:line="240" w:lineRule="auto"/>
            </w:pPr>
            <w:r w:rsidRPr="00F906A5">
              <w:t>2.</w:t>
            </w:r>
          </w:p>
        </w:tc>
        <w:tc>
          <w:tcPr>
            <w:tcW w:w="4677" w:type="dxa"/>
          </w:tcPr>
          <w:p w:rsidR="00084C19" w:rsidRPr="00F906A5" w:rsidRDefault="00084C19" w:rsidP="00F906A5">
            <w:pPr>
              <w:spacing w:after="0" w:line="240" w:lineRule="auto"/>
            </w:pPr>
            <w:r w:rsidRPr="00F906A5">
              <w:t>Обеспечить еженедельный осмотр территории населенных пунктов по выявлению несанкционированных мест скопления мусора, используя при этом в полном объеме меры административного воздействия.</w:t>
            </w:r>
          </w:p>
        </w:tc>
        <w:tc>
          <w:tcPr>
            <w:tcW w:w="2127" w:type="dxa"/>
          </w:tcPr>
          <w:p w:rsidR="00084C19" w:rsidRPr="00F906A5" w:rsidRDefault="00084C19" w:rsidP="00F906A5">
            <w:pPr>
              <w:spacing w:after="0" w:line="240" w:lineRule="auto"/>
            </w:pPr>
            <w:r w:rsidRPr="00F906A5">
              <w:t>Еженедельно в</w:t>
            </w:r>
            <w:r>
              <w:t xml:space="preserve"> течение   зимнего периода </w:t>
            </w:r>
          </w:p>
        </w:tc>
        <w:tc>
          <w:tcPr>
            <w:tcW w:w="2233" w:type="dxa"/>
          </w:tcPr>
          <w:p w:rsidR="00084C19" w:rsidRPr="00F906A5" w:rsidRDefault="00084C19" w:rsidP="00F906A5">
            <w:pPr>
              <w:spacing w:after="0" w:line="240" w:lineRule="auto"/>
            </w:pPr>
            <w:r w:rsidRPr="00F906A5">
              <w:t xml:space="preserve">Специалисты Администрации </w:t>
            </w:r>
          </w:p>
          <w:p w:rsidR="00084C19" w:rsidRDefault="00084C19" w:rsidP="00F906A5">
            <w:pPr>
              <w:spacing w:after="0" w:line="240" w:lineRule="auto"/>
            </w:pPr>
            <w:r>
              <w:t>Жармухамбетов А.М.</w:t>
            </w:r>
          </w:p>
          <w:p w:rsidR="00084C19" w:rsidRPr="00F906A5" w:rsidRDefault="00084C19" w:rsidP="00F906A5">
            <w:pPr>
              <w:spacing w:after="0" w:line="240" w:lineRule="auto"/>
            </w:pPr>
            <w:r>
              <w:t>Кумурзинова А.Т.</w:t>
            </w:r>
          </w:p>
        </w:tc>
      </w:tr>
      <w:tr w:rsidR="00084C19" w:rsidRPr="00F906A5">
        <w:tc>
          <w:tcPr>
            <w:tcW w:w="534" w:type="dxa"/>
          </w:tcPr>
          <w:p w:rsidR="00084C19" w:rsidRPr="00F906A5" w:rsidRDefault="00084C19" w:rsidP="00F906A5">
            <w:pPr>
              <w:spacing w:after="0" w:line="240" w:lineRule="auto"/>
            </w:pPr>
            <w:r w:rsidRPr="00F906A5">
              <w:t>3.</w:t>
            </w:r>
          </w:p>
        </w:tc>
        <w:tc>
          <w:tcPr>
            <w:tcW w:w="4677" w:type="dxa"/>
          </w:tcPr>
          <w:p w:rsidR="00084C19" w:rsidRPr="00F906A5" w:rsidRDefault="00084C19" w:rsidP="00F906A5">
            <w:pPr>
              <w:spacing w:after="0" w:line="240" w:lineRule="auto"/>
            </w:pPr>
            <w:r w:rsidRPr="00F906A5">
              <w:t>Проверить работоспособность пожарного водоснабжения и оборудования (пожарных гидрантов, водоемов, мотопомпы, ранцевых огнетушителей, противопожарных щитов, огнетушителей, средств звуковой сигнализации). Обеспечить подъезды к водоисточникам для установки  пожарных</w:t>
            </w:r>
          </w:p>
          <w:p w:rsidR="00084C19" w:rsidRPr="00F906A5" w:rsidRDefault="00084C19" w:rsidP="00F906A5">
            <w:pPr>
              <w:spacing w:after="0" w:line="240" w:lineRule="auto"/>
            </w:pPr>
            <w:r w:rsidRPr="00F906A5">
              <w:t>Машин, а также возможности забора воды пожарными машинами.</w:t>
            </w:r>
          </w:p>
        </w:tc>
        <w:tc>
          <w:tcPr>
            <w:tcW w:w="2127" w:type="dxa"/>
          </w:tcPr>
          <w:p w:rsidR="00084C19" w:rsidRPr="00F906A5" w:rsidRDefault="00084C19" w:rsidP="00F906A5">
            <w:pPr>
              <w:spacing w:after="0" w:line="240" w:lineRule="auto"/>
            </w:pPr>
            <w:r>
              <w:t>постоянно</w:t>
            </w:r>
          </w:p>
        </w:tc>
        <w:tc>
          <w:tcPr>
            <w:tcW w:w="2233" w:type="dxa"/>
          </w:tcPr>
          <w:p w:rsidR="00084C19" w:rsidRDefault="00084C19" w:rsidP="00DB19A4">
            <w:pPr>
              <w:spacing w:after="0" w:line="240" w:lineRule="auto"/>
            </w:pPr>
            <w:r w:rsidRPr="00F906A5">
              <w:t>Специалист Админ</w:t>
            </w:r>
            <w:r>
              <w:t>истрации Жармухамбетов А.М.</w:t>
            </w:r>
          </w:p>
          <w:p w:rsidR="00084C19" w:rsidRPr="00F906A5" w:rsidRDefault="00084C19" w:rsidP="00F906A5">
            <w:pPr>
              <w:spacing w:after="0" w:line="240" w:lineRule="auto"/>
            </w:pPr>
          </w:p>
        </w:tc>
      </w:tr>
      <w:tr w:rsidR="00084C19" w:rsidRPr="00F906A5">
        <w:tc>
          <w:tcPr>
            <w:tcW w:w="534" w:type="dxa"/>
          </w:tcPr>
          <w:p w:rsidR="00084C19" w:rsidRPr="00F906A5" w:rsidRDefault="00084C19" w:rsidP="00F906A5">
            <w:pPr>
              <w:spacing w:after="0" w:line="240" w:lineRule="auto"/>
            </w:pPr>
            <w:r w:rsidRPr="00F906A5">
              <w:t>4.</w:t>
            </w:r>
          </w:p>
        </w:tc>
        <w:tc>
          <w:tcPr>
            <w:tcW w:w="4677" w:type="dxa"/>
          </w:tcPr>
          <w:p w:rsidR="00084C19" w:rsidRPr="00F906A5" w:rsidRDefault="00084C19" w:rsidP="00F906A5">
            <w:pPr>
              <w:spacing w:after="0" w:line="240" w:lineRule="auto"/>
            </w:pPr>
            <w:r w:rsidRPr="00F906A5">
              <w:t>Организовать информирование населения о соблюдении ППБ в быту, в местах отдыха, а также о действиях в случае возникновения пожаров.</w:t>
            </w:r>
          </w:p>
        </w:tc>
        <w:tc>
          <w:tcPr>
            <w:tcW w:w="2127" w:type="dxa"/>
          </w:tcPr>
          <w:p w:rsidR="00084C19" w:rsidRPr="00F906A5" w:rsidRDefault="00084C19" w:rsidP="002B0A11">
            <w:pPr>
              <w:spacing w:after="0" w:line="240" w:lineRule="auto"/>
            </w:pPr>
            <w:r>
              <w:t>постоянно</w:t>
            </w:r>
          </w:p>
        </w:tc>
        <w:tc>
          <w:tcPr>
            <w:tcW w:w="2233" w:type="dxa"/>
          </w:tcPr>
          <w:p w:rsidR="00084C19" w:rsidRPr="00F906A5" w:rsidRDefault="00084C19" w:rsidP="00F906A5">
            <w:pPr>
              <w:spacing w:after="0" w:line="240" w:lineRule="auto"/>
            </w:pPr>
            <w:r w:rsidRPr="00F906A5">
              <w:t xml:space="preserve">Специалисты Администрации </w:t>
            </w:r>
          </w:p>
          <w:p w:rsidR="00084C19" w:rsidRDefault="00084C19" w:rsidP="00DB19A4">
            <w:pPr>
              <w:spacing w:after="0" w:line="240" w:lineRule="auto"/>
            </w:pPr>
            <w:r>
              <w:t>Жармухамбетов А.М.</w:t>
            </w:r>
          </w:p>
          <w:p w:rsidR="00084C19" w:rsidRPr="00F906A5" w:rsidRDefault="00084C19" w:rsidP="00DB19A4">
            <w:pPr>
              <w:spacing w:after="0" w:line="240" w:lineRule="auto"/>
            </w:pPr>
            <w:r>
              <w:t>Кумурзинова А.Т</w:t>
            </w:r>
          </w:p>
        </w:tc>
      </w:tr>
      <w:tr w:rsidR="00084C19" w:rsidRPr="00F906A5">
        <w:tc>
          <w:tcPr>
            <w:tcW w:w="534" w:type="dxa"/>
          </w:tcPr>
          <w:p w:rsidR="00084C19" w:rsidRPr="00F906A5" w:rsidRDefault="00084C19" w:rsidP="00F906A5">
            <w:pPr>
              <w:spacing w:after="0" w:line="240" w:lineRule="auto"/>
            </w:pPr>
            <w:r w:rsidRPr="00F906A5">
              <w:t>5.</w:t>
            </w:r>
          </w:p>
        </w:tc>
        <w:tc>
          <w:tcPr>
            <w:tcW w:w="4677" w:type="dxa"/>
          </w:tcPr>
          <w:p w:rsidR="00084C19" w:rsidRDefault="00084C19" w:rsidP="00F906A5">
            <w:pPr>
              <w:spacing w:after="0" w:line="240" w:lineRule="auto"/>
            </w:pPr>
            <w:r w:rsidRPr="00F906A5">
              <w:t>О</w:t>
            </w:r>
            <w:r>
              <w:t>рганизовать проведение обходов мест проживания  неблагополученных , малоимущих семей, также  лиц  пожилого возраста и лиц ведущих асоциальный  образ жизни в целях  проведения  разъяснительной  работы</w:t>
            </w:r>
            <w:r w:rsidRPr="00F906A5">
              <w:t xml:space="preserve"> </w:t>
            </w:r>
          </w:p>
          <w:p w:rsidR="00084C19" w:rsidRPr="00F906A5" w:rsidRDefault="00084C19" w:rsidP="00F906A5">
            <w:pPr>
              <w:spacing w:after="0" w:line="240" w:lineRule="auto"/>
            </w:pPr>
          </w:p>
        </w:tc>
        <w:tc>
          <w:tcPr>
            <w:tcW w:w="2127" w:type="dxa"/>
          </w:tcPr>
          <w:p w:rsidR="00084C19" w:rsidRPr="00F906A5" w:rsidRDefault="00084C19" w:rsidP="00F906A5">
            <w:pPr>
              <w:spacing w:after="0" w:line="240" w:lineRule="auto"/>
            </w:pPr>
            <w:r w:rsidRPr="00F906A5">
              <w:t>В течение пожароопасного периода.</w:t>
            </w:r>
          </w:p>
        </w:tc>
        <w:tc>
          <w:tcPr>
            <w:tcW w:w="2233" w:type="dxa"/>
          </w:tcPr>
          <w:p w:rsidR="00084C19" w:rsidRDefault="00084C19" w:rsidP="00DB19A4">
            <w:pPr>
              <w:spacing w:after="0" w:line="240" w:lineRule="auto"/>
            </w:pPr>
          </w:p>
          <w:p w:rsidR="00084C19" w:rsidRPr="00F906A5" w:rsidRDefault="00084C19" w:rsidP="00F906A5">
            <w:pPr>
              <w:spacing w:after="0" w:line="240" w:lineRule="auto"/>
            </w:pPr>
            <w:r w:rsidRPr="00F906A5">
              <w:t>Комиссия по проверке противопожарного состояния домовладений</w:t>
            </w:r>
          </w:p>
        </w:tc>
      </w:tr>
      <w:tr w:rsidR="00084C19" w:rsidRPr="00F906A5">
        <w:tc>
          <w:tcPr>
            <w:tcW w:w="534" w:type="dxa"/>
          </w:tcPr>
          <w:p w:rsidR="00084C19" w:rsidRPr="00F906A5" w:rsidRDefault="00084C19" w:rsidP="00F906A5">
            <w:pPr>
              <w:spacing w:after="0" w:line="240" w:lineRule="auto"/>
            </w:pPr>
            <w:r>
              <w:t>6.</w:t>
            </w:r>
          </w:p>
        </w:tc>
        <w:tc>
          <w:tcPr>
            <w:tcW w:w="4677" w:type="dxa"/>
          </w:tcPr>
          <w:p w:rsidR="00084C19" w:rsidRPr="00F906A5" w:rsidRDefault="00084C19" w:rsidP="00F906A5">
            <w:pPr>
              <w:spacing w:after="0" w:line="240" w:lineRule="auto"/>
            </w:pPr>
            <w:r w:rsidRPr="00F906A5">
              <w:t>Провести в населенных пунктах сходы жителей по вопросу соблюдения ППБ, распространять памятки о соблюдении правил ПБ.</w:t>
            </w:r>
          </w:p>
        </w:tc>
        <w:tc>
          <w:tcPr>
            <w:tcW w:w="2127" w:type="dxa"/>
          </w:tcPr>
          <w:p w:rsidR="00084C19" w:rsidRPr="00F906A5" w:rsidRDefault="00084C19" w:rsidP="00F906A5">
            <w:pPr>
              <w:spacing w:after="0" w:line="240" w:lineRule="auto"/>
            </w:pPr>
            <w:r>
              <w:t>Ноябрь-декабрь</w:t>
            </w:r>
          </w:p>
          <w:p w:rsidR="00084C19" w:rsidRPr="00F906A5" w:rsidRDefault="00084C19" w:rsidP="00F906A5">
            <w:pPr>
              <w:spacing w:after="0" w:line="240" w:lineRule="auto"/>
            </w:pPr>
            <w:r>
              <w:t xml:space="preserve"> </w:t>
            </w:r>
            <w:r w:rsidRPr="00F906A5">
              <w:t>2014г.</w:t>
            </w:r>
          </w:p>
        </w:tc>
        <w:tc>
          <w:tcPr>
            <w:tcW w:w="2233" w:type="dxa"/>
          </w:tcPr>
          <w:p w:rsidR="00084C19" w:rsidRPr="00F906A5" w:rsidRDefault="00084C19" w:rsidP="00F906A5">
            <w:pPr>
              <w:spacing w:after="0" w:line="240" w:lineRule="auto"/>
            </w:pPr>
            <w:r w:rsidRPr="00F906A5">
              <w:t xml:space="preserve">Специалисты Администрации </w:t>
            </w:r>
          </w:p>
          <w:p w:rsidR="00084C19" w:rsidRDefault="00084C19" w:rsidP="00DB19A4">
            <w:pPr>
              <w:spacing w:after="0" w:line="240" w:lineRule="auto"/>
            </w:pPr>
            <w:r>
              <w:t>Жармухамбетов А.М.</w:t>
            </w:r>
          </w:p>
          <w:p w:rsidR="00084C19" w:rsidRPr="00F906A5" w:rsidRDefault="00084C19" w:rsidP="00DB19A4">
            <w:pPr>
              <w:spacing w:after="0" w:line="240" w:lineRule="auto"/>
            </w:pPr>
            <w:r>
              <w:t>Кумурзинова А.Т</w:t>
            </w:r>
          </w:p>
        </w:tc>
      </w:tr>
      <w:tr w:rsidR="00084C19" w:rsidRPr="00F906A5">
        <w:tc>
          <w:tcPr>
            <w:tcW w:w="534" w:type="dxa"/>
          </w:tcPr>
          <w:p w:rsidR="00084C19" w:rsidRPr="00F906A5" w:rsidRDefault="00084C19" w:rsidP="00F906A5">
            <w:pPr>
              <w:spacing w:after="0" w:line="240" w:lineRule="auto"/>
            </w:pPr>
            <w:r>
              <w:t>7</w:t>
            </w:r>
            <w:r w:rsidRPr="00F906A5">
              <w:t>.</w:t>
            </w:r>
          </w:p>
        </w:tc>
        <w:tc>
          <w:tcPr>
            <w:tcW w:w="4677" w:type="dxa"/>
          </w:tcPr>
          <w:p w:rsidR="00084C19" w:rsidRPr="00F906A5" w:rsidRDefault="00084C19" w:rsidP="00F906A5">
            <w:pPr>
              <w:spacing w:after="0" w:line="240" w:lineRule="auto"/>
            </w:pPr>
            <w:r w:rsidRPr="00F906A5">
              <w:t>Немедленно сообщать в районные подразделения государственной противопожарной службы о выходе из строя имеющейся выездной пожарной техники и производить ее ремонт в кратчайшие сроки.</w:t>
            </w:r>
          </w:p>
        </w:tc>
        <w:tc>
          <w:tcPr>
            <w:tcW w:w="2127" w:type="dxa"/>
          </w:tcPr>
          <w:p w:rsidR="00084C19" w:rsidRPr="00F906A5" w:rsidRDefault="00084C19" w:rsidP="002B0A11">
            <w:pPr>
              <w:spacing w:after="0" w:line="240" w:lineRule="auto"/>
            </w:pPr>
            <w:r>
              <w:t>постоянно</w:t>
            </w:r>
          </w:p>
        </w:tc>
        <w:tc>
          <w:tcPr>
            <w:tcW w:w="2233" w:type="dxa"/>
          </w:tcPr>
          <w:p w:rsidR="00084C19" w:rsidRDefault="00084C19" w:rsidP="00DB19A4">
            <w:pPr>
              <w:spacing w:after="0" w:line="240" w:lineRule="auto"/>
            </w:pPr>
            <w:r w:rsidRPr="00F906A5">
              <w:t>Специал</w:t>
            </w:r>
            <w:r>
              <w:t>ист Администрации Жармухамбетов А.М.</w:t>
            </w:r>
          </w:p>
          <w:p w:rsidR="00084C19" w:rsidRPr="00F906A5" w:rsidRDefault="00084C19" w:rsidP="00F906A5">
            <w:pPr>
              <w:spacing w:after="0" w:line="240" w:lineRule="auto"/>
            </w:pPr>
          </w:p>
        </w:tc>
      </w:tr>
      <w:tr w:rsidR="00084C19" w:rsidRPr="00F906A5">
        <w:tc>
          <w:tcPr>
            <w:tcW w:w="534" w:type="dxa"/>
          </w:tcPr>
          <w:p w:rsidR="00084C19" w:rsidRPr="00F906A5" w:rsidRDefault="00084C19" w:rsidP="00F906A5">
            <w:pPr>
              <w:spacing w:after="0" w:line="240" w:lineRule="auto"/>
            </w:pPr>
            <w:r>
              <w:t>8</w:t>
            </w:r>
            <w:r w:rsidRPr="00F906A5">
              <w:t>.</w:t>
            </w:r>
          </w:p>
        </w:tc>
        <w:tc>
          <w:tcPr>
            <w:tcW w:w="4677" w:type="dxa"/>
          </w:tcPr>
          <w:p w:rsidR="00084C19" w:rsidRPr="00F906A5" w:rsidRDefault="00084C19" w:rsidP="00F906A5">
            <w:pPr>
              <w:spacing w:after="0" w:line="240" w:lineRule="auto"/>
            </w:pPr>
            <w:r w:rsidRPr="00F906A5">
              <w:t>Обеспечить своевременное техническое обслуживание имеющейся выездной пожарной техники для предотвращения ее выхода из строя.</w:t>
            </w:r>
          </w:p>
        </w:tc>
        <w:tc>
          <w:tcPr>
            <w:tcW w:w="2127" w:type="dxa"/>
          </w:tcPr>
          <w:p w:rsidR="00084C19" w:rsidRPr="00F906A5" w:rsidRDefault="00084C19" w:rsidP="002B0A11">
            <w:pPr>
              <w:spacing w:after="0" w:line="240" w:lineRule="auto"/>
            </w:pPr>
            <w:r>
              <w:t>постоянно</w:t>
            </w:r>
          </w:p>
        </w:tc>
        <w:tc>
          <w:tcPr>
            <w:tcW w:w="2233" w:type="dxa"/>
          </w:tcPr>
          <w:p w:rsidR="00084C19" w:rsidRDefault="00084C19" w:rsidP="00DB19A4">
            <w:pPr>
              <w:spacing w:after="0" w:line="240" w:lineRule="auto"/>
            </w:pPr>
            <w:r w:rsidRPr="00F906A5">
              <w:t>Специал</w:t>
            </w:r>
            <w:r>
              <w:t>ист Администрации Жармухамбетов А.М.</w:t>
            </w:r>
          </w:p>
          <w:p w:rsidR="00084C19" w:rsidRPr="00F906A5" w:rsidRDefault="00084C19" w:rsidP="00F906A5">
            <w:pPr>
              <w:spacing w:after="0" w:line="240" w:lineRule="auto"/>
            </w:pPr>
          </w:p>
        </w:tc>
      </w:tr>
      <w:tr w:rsidR="00084C19" w:rsidRPr="00F906A5">
        <w:tc>
          <w:tcPr>
            <w:tcW w:w="534" w:type="dxa"/>
          </w:tcPr>
          <w:p w:rsidR="00084C19" w:rsidRPr="00F906A5" w:rsidRDefault="00084C19" w:rsidP="00F906A5">
            <w:pPr>
              <w:spacing w:after="0" w:line="240" w:lineRule="auto"/>
            </w:pPr>
            <w:r>
              <w:t>9</w:t>
            </w:r>
            <w:r w:rsidRPr="00F906A5">
              <w:t>.</w:t>
            </w:r>
          </w:p>
        </w:tc>
        <w:tc>
          <w:tcPr>
            <w:tcW w:w="4677" w:type="dxa"/>
          </w:tcPr>
          <w:p w:rsidR="00084C19" w:rsidRPr="00F906A5" w:rsidRDefault="00084C19" w:rsidP="00F906A5">
            <w:pPr>
              <w:spacing w:after="0" w:line="240" w:lineRule="auto"/>
            </w:pPr>
            <w:r w:rsidRPr="00F906A5">
              <w:t>Провести проверку противопожарного состояния домовладений.</w:t>
            </w:r>
          </w:p>
        </w:tc>
        <w:tc>
          <w:tcPr>
            <w:tcW w:w="2127" w:type="dxa"/>
          </w:tcPr>
          <w:p w:rsidR="00084C19" w:rsidRPr="00F906A5" w:rsidRDefault="00084C19" w:rsidP="00F906A5">
            <w:pPr>
              <w:spacing w:after="0" w:line="240" w:lineRule="auto"/>
            </w:pPr>
            <w:r>
              <w:t xml:space="preserve">ноябрь-декабрь </w:t>
            </w:r>
            <w:r w:rsidRPr="00F906A5">
              <w:t>2014г.</w:t>
            </w:r>
          </w:p>
        </w:tc>
        <w:tc>
          <w:tcPr>
            <w:tcW w:w="2233" w:type="dxa"/>
          </w:tcPr>
          <w:p w:rsidR="00084C19" w:rsidRPr="00F906A5" w:rsidRDefault="00084C19" w:rsidP="00F906A5">
            <w:pPr>
              <w:spacing w:after="0" w:line="240" w:lineRule="auto"/>
            </w:pPr>
            <w:r w:rsidRPr="00F906A5">
              <w:t>Комиссия по проверке противопожарного состояния домовладений.</w:t>
            </w:r>
          </w:p>
        </w:tc>
      </w:tr>
      <w:tr w:rsidR="00084C19" w:rsidRPr="00F906A5">
        <w:tc>
          <w:tcPr>
            <w:tcW w:w="534" w:type="dxa"/>
          </w:tcPr>
          <w:p w:rsidR="00084C19" w:rsidRPr="00F906A5" w:rsidRDefault="00084C19" w:rsidP="00F906A5">
            <w:pPr>
              <w:spacing w:after="0" w:line="240" w:lineRule="auto"/>
            </w:pPr>
            <w:r>
              <w:t>10</w:t>
            </w:r>
            <w:r w:rsidRPr="00F906A5">
              <w:t>.</w:t>
            </w:r>
          </w:p>
        </w:tc>
        <w:tc>
          <w:tcPr>
            <w:tcW w:w="4677" w:type="dxa"/>
          </w:tcPr>
          <w:p w:rsidR="00084C19" w:rsidRPr="00F906A5" w:rsidRDefault="00084C19" w:rsidP="00F906A5">
            <w:pPr>
              <w:spacing w:after="0" w:line="240" w:lineRule="auto"/>
            </w:pPr>
            <w:r w:rsidRPr="00F906A5">
              <w:t>Провести проверку готовности добровольной пожарной дружины.</w:t>
            </w:r>
          </w:p>
        </w:tc>
        <w:tc>
          <w:tcPr>
            <w:tcW w:w="2127" w:type="dxa"/>
          </w:tcPr>
          <w:p w:rsidR="00084C19" w:rsidRPr="00F906A5" w:rsidRDefault="00084C19" w:rsidP="00F906A5">
            <w:pPr>
              <w:spacing w:after="0" w:line="240" w:lineRule="auto"/>
            </w:pPr>
            <w:r>
              <w:t>ноябрь</w:t>
            </w:r>
          </w:p>
          <w:p w:rsidR="00084C19" w:rsidRPr="00F906A5" w:rsidRDefault="00084C19" w:rsidP="00F906A5">
            <w:pPr>
              <w:spacing w:after="0" w:line="240" w:lineRule="auto"/>
            </w:pPr>
            <w:r>
              <w:t>январь</w:t>
            </w:r>
            <w:r w:rsidRPr="00F906A5">
              <w:t xml:space="preserve"> 2014г.</w:t>
            </w:r>
          </w:p>
        </w:tc>
        <w:tc>
          <w:tcPr>
            <w:tcW w:w="2233" w:type="dxa"/>
          </w:tcPr>
          <w:p w:rsidR="00084C19" w:rsidRDefault="00084C19" w:rsidP="00DB19A4">
            <w:pPr>
              <w:spacing w:after="0" w:line="240" w:lineRule="auto"/>
            </w:pPr>
            <w:r w:rsidRPr="00F906A5">
              <w:t xml:space="preserve">Специалист Администрации </w:t>
            </w:r>
            <w:r>
              <w:t>Жармухамбетов А.М.</w:t>
            </w:r>
          </w:p>
          <w:p w:rsidR="00084C19" w:rsidRPr="00F906A5" w:rsidRDefault="00084C19" w:rsidP="00F906A5">
            <w:pPr>
              <w:spacing w:after="0" w:line="240" w:lineRule="auto"/>
            </w:pPr>
          </w:p>
        </w:tc>
      </w:tr>
      <w:tr w:rsidR="00084C19" w:rsidRPr="00F906A5">
        <w:tc>
          <w:tcPr>
            <w:tcW w:w="534" w:type="dxa"/>
          </w:tcPr>
          <w:p w:rsidR="00084C19" w:rsidRPr="00F906A5" w:rsidRDefault="00084C19" w:rsidP="00F906A5">
            <w:pPr>
              <w:spacing w:after="0" w:line="240" w:lineRule="auto"/>
            </w:pPr>
            <w:r>
              <w:t>11</w:t>
            </w:r>
            <w:r w:rsidRPr="00F906A5">
              <w:t>.</w:t>
            </w:r>
          </w:p>
        </w:tc>
        <w:tc>
          <w:tcPr>
            <w:tcW w:w="4677" w:type="dxa"/>
          </w:tcPr>
          <w:p w:rsidR="00084C19" w:rsidRPr="00F906A5" w:rsidRDefault="00084C19" w:rsidP="00F906A5">
            <w:pPr>
              <w:spacing w:after="0" w:line="240" w:lineRule="auto"/>
            </w:pPr>
            <w:r w:rsidRPr="00F906A5">
              <w:t>Установить особый противопожарный режим на территории поселения в случае ухудшения пожарной обстановки.</w:t>
            </w:r>
          </w:p>
        </w:tc>
        <w:tc>
          <w:tcPr>
            <w:tcW w:w="2127" w:type="dxa"/>
          </w:tcPr>
          <w:p w:rsidR="00084C19" w:rsidRPr="00F906A5" w:rsidRDefault="00084C19" w:rsidP="00F906A5">
            <w:pPr>
              <w:spacing w:after="0" w:line="240" w:lineRule="auto"/>
            </w:pPr>
            <w:r w:rsidRPr="00F906A5">
              <w:t>По мере необходимости.</w:t>
            </w:r>
          </w:p>
        </w:tc>
        <w:tc>
          <w:tcPr>
            <w:tcW w:w="2233" w:type="dxa"/>
          </w:tcPr>
          <w:p w:rsidR="00084C19" w:rsidRDefault="00084C19" w:rsidP="00DB19A4">
            <w:pPr>
              <w:spacing w:after="0" w:line="240" w:lineRule="auto"/>
            </w:pPr>
            <w:r w:rsidRPr="00F906A5">
              <w:t>Специал</w:t>
            </w:r>
            <w:r>
              <w:t>ист Администрации Жармухамбетов А.М.</w:t>
            </w:r>
          </w:p>
          <w:p w:rsidR="00084C19" w:rsidRPr="00F906A5" w:rsidRDefault="00084C19" w:rsidP="00F906A5">
            <w:pPr>
              <w:spacing w:after="0" w:line="240" w:lineRule="auto"/>
            </w:pPr>
          </w:p>
        </w:tc>
      </w:tr>
      <w:tr w:rsidR="00084C19" w:rsidRPr="00F906A5">
        <w:tc>
          <w:tcPr>
            <w:tcW w:w="534" w:type="dxa"/>
          </w:tcPr>
          <w:p w:rsidR="00084C19" w:rsidRPr="00F906A5" w:rsidRDefault="00084C19" w:rsidP="00F906A5">
            <w:pPr>
              <w:spacing w:after="0" w:line="240" w:lineRule="auto"/>
            </w:pPr>
            <w:r>
              <w:t>12</w:t>
            </w:r>
            <w:r w:rsidRPr="00F906A5">
              <w:t>.</w:t>
            </w:r>
          </w:p>
        </w:tc>
        <w:tc>
          <w:tcPr>
            <w:tcW w:w="4677" w:type="dxa"/>
          </w:tcPr>
          <w:p w:rsidR="00084C19" w:rsidRPr="00F906A5" w:rsidRDefault="00084C19" w:rsidP="00F906A5">
            <w:pPr>
              <w:spacing w:after="0" w:line="240" w:lineRule="auto"/>
            </w:pPr>
            <w:r w:rsidRPr="00F906A5">
              <w:t>Организовать дежурство должностных лиц Администрации поселения, регулярное патрулирование населенных пунктов и прилегающих территорий силами местного населения и ДПД в случае осложнения обстановки с пожарами.</w:t>
            </w:r>
          </w:p>
        </w:tc>
        <w:tc>
          <w:tcPr>
            <w:tcW w:w="2127" w:type="dxa"/>
          </w:tcPr>
          <w:p w:rsidR="00084C19" w:rsidRPr="00F906A5" w:rsidRDefault="00084C19" w:rsidP="00F906A5">
            <w:pPr>
              <w:spacing w:after="0" w:line="240" w:lineRule="auto"/>
            </w:pPr>
            <w:r w:rsidRPr="00F906A5">
              <w:t>По мере необходимости.</w:t>
            </w:r>
          </w:p>
        </w:tc>
        <w:tc>
          <w:tcPr>
            <w:tcW w:w="2233" w:type="dxa"/>
          </w:tcPr>
          <w:p w:rsidR="00084C19" w:rsidRDefault="00084C19" w:rsidP="00DB19A4">
            <w:pPr>
              <w:spacing w:after="0" w:line="240" w:lineRule="auto"/>
            </w:pPr>
            <w:r w:rsidRPr="00F906A5">
              <w:t>Специалист Администрации</w:t>
            </w:r>
            <w:r>
              <w:t xml:space="preserve"> Жармухамбетов А.М.</w:t>
            </w:r>
          </w:p>
          <w:p w:rsidR="00084C19" w:rsidRPr="00F906A5" w:rsidRDefault="00084C19" w:rsidP="00F906A5">
            <w:pPr>
              <w:spacing w:after="0" w:line="240" w:lineRule="auto"/>
            </w:pPr>
          </w:p>
        </w:tc>
      </w:tr>
      <w:tr w:rsidR="00084C19" w:rsidRPr="00F906A5">
        <w:tc>
          <w:tcPr>
            <w:tcW w:w="534" w:type="dxa"/>
          </w:tcPr>
          <w:p w:rsidR="00084C19" w:rsidRPr="00F906A5" w:rsidRDefault="00084C19" w:rsidP="00F906A5">
            <w:pPr>
              <w:spacing w:after="0" w:line="240" w:lineRule="auto"/>
            </w:pPr>
            <w:r>
              <w:t>13</w:t>
            </w:r>
            <w:r w:rsidRPr="00F906A5">
              <w:t>.</w:t>
            </w:r>
          </w:p>
        </w:tc>
        <w:tc>
          <w:tcPr>
            <w:tcW w:w="4677" w:type="dxa"/>
          </w:tcPr>
          <w:p w:rsidR="00084C19" w:rsidRPr="00F906A5" w:rsidRDefault="00084C19" w:rsidP="00F906A5">
            <w:pPr>
              <w:spacing w:after="0" w:line="240" w:lineRule="auto"/>
            </w:pPr>
            <w:r w:rsidRPr="00F906A5">
              <w:t>Активировать работу территориальных  административных комиссий и должностных лиц, уполномоченных составлять протоколы за нарушение дополнительных требований пожарной безопасности в условиях особого противопожарного режима.</w:t>
            </w:r>
          </w:p>
        </w:tc>
        <w:tc>
          <w:tcPr>
            <w:tcW w:w="2127" w:type="dxa"/>
          </w:tcPr>
          <w:p w:rsidR="00084C19" w:rsidRPr="00F906A5" w:rsidRDefault="00084C19" w:rsidP="00F906A5">
            <w:pPr>
              <w:spacing w:after="0" w:line="240" w:lineRule="auto"/>
            </w:pPr>
            <w:r w:rsidRPr="00F906A5">
              <w:t>По мере необходимости.</w:t>
            </w:r>
          </w:p>
        </w:tc>
        <w:tc>
          <w:tcPr>
            <w:tcW w:w="2233" w:type="dxa"/>
          </w:tcPr>
          <w:p w:rsidR="00084C19" w:rsidRDefault="00084C19" w:rsidP="00DB19A4">
            <w:pPr>
              <w:spacing w:after="0" w:line="240" w:lineRule="auto"/>
            </w:pPr>
            <w:r w:rsidRPr="00F906A5">
              <w:t xml:space="preserve">Специалисты Администрации </w:t>
            </w:r>
            <w:r>
              <w:t>Жармухамбетов А.М.</w:t>
            </w:r>
          </w:p>
          <w:p w:rsidR="00084C19" w:rsidRPr="00F906A5" w:rsidRDefault="00084C19" w:rsidP="00DB19A4">
            <w:pPr>
              <w:spacing w:after="0" w:line="240" w:lineRule="auto"/>
            </w:pPr>
            <w:r>
              <w:t>Кумурзинова А.Т</w:t>
            </w:r>
          </w:p>
          <w:p w:rsidR="00084C19" w:rsidRPr="00F906A5" w:rsidRDefault="00084C19" w:rsidP="00F906A5">
            <w:pPr>
              <w:spacing w:after="0" w:line="240" w:lineRule="auto"/>
            </w:pPr>
          </w:p>
        </w:tc>
      </w:tr>
      <w:tr w:rsidR="00084C19" w:rsidRPr="00F906A5">
        <w:tc>
          <w:tcPr>
            <w:tcW w:w="534" w:type="dxa"/>
          </w:tcPr>
          <w:p w:rsidR="00084C19" w:rsidRPr="00F906A5" w:rsidRDefault="00084C19" w:rsidP="00F906A5">
            <w:pPr>
              <w:spacing w:after="0" w:line="240" w:lineRule="auto"/>
            </w:pPr>
            <w:r>
              <w:t>14</w:t>
            </w:r>
            <w:r w:rsidRPr="00F906A5">
              <w:t>.</w:t>
            </w:r>
          </w:p>
        </w:tc>
        <w:tc>
          <w:tcPr>
            <w:tcW w:w="4677" w:type="dxa"/>
          </w:tcPr>
          <w:p w:rsidR="00084C19" w:rsidRPr="00F906A5" w:rsidRDefault="00084C19" w:rsidP="00F906A5">
            <w:pPr>
              <w:spacing w:after="0" w:line="240" w:lineRule="auto"/>
            </w:pPr>
            <w:r w:rsidRPr="00F906A5">
              <w:t>Не допускать использования противопожарных разрывов между зданиями и сооружениями, пожарных проездов и подъездов к зданиям и пожарным водоисточникам под складирование материалов и оборудования, для стоянки (парковки) транспорта и размещения скирд (стогов) грубых кормов и других горючих материалов, в т.ч. и под линиями электропередач</w:t>
            </w:r>
          </w:p>
        </w:tc>
        <w:tc>
          <w:tcPr>
            <w:tcW w:w="2127" w:type="dxa"/>
          </w:tcPr>
          <w:p w:rsidR="00084C19" w:rsidRPr="00F906A5" w:rsidRDefault="00084C19" w:rsidP="002B0A11">
            <w:pPr>
              <w:spacing w:after="0" w:line="240" w:lineRule="auto"/>
            </w:pPr>
            <w:r>
              <w:t>постоянно</w:t>
            </w:r>
          </w:p>
        </w:tc>
        <w:tc>
          <w:tcPr>
            <w:tcW w:w="2233" w:type="dxa"/>
          </w:tcPr>
          <w:p w:rsidR="00084C19" w:rsidRDefault="00084C19" w:rsidP="00DB19A4">
            <w:pPr>
              <w:spacing w:after="0" w:line="240" w:lineRule="auto"/>
            </w:pPr>
            <w:r w:rsidRPr="00F906A5">
              <w:t>Специал</w:t>
            </w:r>
            <w:r>
              <w:t>ист Администрации Жармухамбетов А.М.</w:t>
            </w:r>
          </w:p>
          <w:p w:rsidR="00084C19" w:rsidRPr="00F906A5" w:rsidRDefault="00084C19" w:rsidP="00F906A5">
            <w:pPr>
              <w:spacing w:after="0" w:line="240" w:lineRule="auto"/>
            </w:pPr>
          </w:p>
        </w:tc>
      </w:tr>
    </w:tbl>
    <w:p w:rsidR="00084C19" w:rsidRPr="004A49E2" w:rsidRDefault="00084C19" w:rsidP="004A49E2"/>
    <w:p w:rsidR="00084C19" w:rsidRPr="004A49E2" w:rsidRDefault="00084C19">
      <w:pPr>
        <w:jc w:val="center"/>
      </w:pPr>
    </w:p>
    <w:sectPr w:rsidR="00084C19" w:rsidRPr="004A49E2" w:rsidSect="000D66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49E2"/>
    <w:rsid w:val="00084C19"/>
    <w:rsid w:val="000D6684"/>
    <w:rsid w:val="00104F84"/>
    <w:rsid w:val="001203F2"/>
    <w:rsid w:val="001C2280"/>
    <w:rsid w:val="002046F3"/>
    <w:rsid w:val="002A26EE"/>
    <w:rsid w:val="002B0A11"/>
    <w:rsid w:val="00300781"/>
    <w:rsid w:val="00475CDE"/>
    <w:rsid w:val="004A49E2"/>
    <w:rsid w:val="005B110B"/>
    <w:rsid w:val="006D6005"/>
    <w:rsid w:val="0083316E"/>
    <w:rsid w:val="008A3E42"/>
    <w:rsid w:val="009D1518"/>
    <w:rsid w:val="00A95814"/>
    <w:rsid w:val="00AB3C71"/>
    <w:rsid w:val="00BB271A"/>
    <w:rsid w:val="00C70A8E"/>
    <w:rsid w:val="00C86478"/>
    <w:rsid w:val="00CC0221"/>
    <w:rsid w:val="00D673A0"/>
    <w:rsid w:val="00DB19A4"/>
    <w:rsid w:val="00E54CB5"/>
    <w:rsid w:val="00E8224A"/>
    <w:rsid w:val="00ED4341"/>
    <w:rsid w:val="00F05A2C"/>
    <w:rsid w:val="00F906A5"/>
    <w:rsid w:val="00F90D2A"/>
    <w:rsid w:val="00FF2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CDE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A49E2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F90D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90D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73</TotalTime>
  <Pages>2</Pages>
  <Words>580</Words>
  <Characters>3311</Characters>
  <Application>Microsoft Office Outlook</Application>
  <DocSecurity>0</DocSecurity>
  <Lines>0</Lines>
  <Paragraphs>0</Paragraphs>
  <ScaleCrop>false</ScaleCrop>
  <Company>Администрация мр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Администрация </cp:lastModifiedBy>
  <cp:revision>11</cp:revision>
  <cp:lastPrinted>2014-11-28T13:15:00Z</cp:lastPrinted>
  <dcterms:created xsi:type="dcterms:W3CDTF">2014-03-21T12:00:00Z</dcterms:created>
  <dcterms:modified xsi:type="dcterms:W3CDTF">2014-11-28T13:16:00Z</dcterms:modified>
</cp:coreProperties>
</file>