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803" w:rsidRDefault="00F41803" w:rsidP="00C45BD8">
      <w:pPr>
        <w:jc w:val="center"/>
        <w:rPr>
          <w:b/>
          <w:bCs/>
          <w:sz w:val="36"/>
          <w:szCs w:val="36"/>
          <w:lang w:eastAsia="ar-SA"/>
        </w:rPr>
      </w:pPr>
      <w:r>
        <w:rPr>
          <w:b/>
          <w:bCs/>
          <w:sz w:val="36"/>
          <w:szCs w:val="36"/>
          <w:lang w:eastAsia="ar-SA"/>
        </w:rPr>
        <w:t>АДМИНИСТРАЦИЯ</w:t>
      </w:r>
    </w:p>
    <w:p w:rsidR="00F41803" w:rsidRDefault="00F41803" w:rsidP="00C45BD8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ТОРГУНСКОГО  СЕЛЬСКОГО ПОСЕЛЕНИЯ</w:t>
      </w:r>
    </w:p>
    <w:p w:rsidR="00F41803" w:rsidRDefault="00F41803" w:rsidP="00C45BD8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СТАРОПОЛТАВСКОГО МУНИЦИПАЛЬНОГО РАЙОНА</w:t>
      </w:r>
    </w:p>
    <w:p w:rsidR="00F41803" w:rsidRDefault="00F41803" w:rsidP="00C45BD8">
      <w:pPr>
        <w:pBdr>
          <w:bottom w:val="single" w:sz="8" w:space="1" w:color="000000"/>
        </w:pBd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ВОЛГОГРАДСКОЙ ОБЛАСТИ</w:t>
      </w:r>
    </w:p>
    <w:p w:rsidR="00F41803" w:rsidRPr="00C45BD8" w:rsidRDefault="00F41803" w:rsidP="00C45BD8">
      <w:pPr>
        <w:pBdr>
          <w:bottom w:val="single" w:sz="8" w:space="1" w:color="000000"/>
        </w:pBdr>
        <w:jc w:val="both"/>
        <w:rPr>
          <w:sz w:val="18"/>
          <w:szCs w:val="18"/>
          <w:lang w:eastAsia="ar-SA"/>
        </w:rPr>
      </w:pPr>
      <w:r>
        <w:rPr>
          <w:sz w:val="16"/>
          <w:szCs w:val="16"/>
          <w:lang w:eastAsia="ar-SA"/>
        </w:rPr>
        <w:t>404202, п.Торгун</w:t>
      </w:r>
      <w:r>
        <w:rPr>
          <w:sz w:val="18"/>
          <w:szCs w:val="18"/>
          <w:lang w:eastAsia="ar-SA"/>
        </w:rPr>
        <w:t xml:space="preserve">   ул.Почтовая , 15                                                тел./факс(84493)-4-63-53 </w:t>
      </w:r>
      <w:r>
        <w:rPr>
          <w:sz w:val="18"/>
          <w:szCs w:val="18"/>
          <w:lang w:val="en-US" w:eastAsia="ar-SA"/>
        </w:rPr>
        <w:t>torgusp</w:t>
      </w:r>
      <w:r>
        <w:rPr>
          <w:sz w:val="18"/>
          <w:szCs w:val="18"/>
          <w:lang w:eastAsia="ar-SA"/>
        </w:rPr>
        <w:t>@mail.</w:t>
      </w:r>
      <w:r>
        <w:rPr>
          <w:sz w:val="18"/>
          <w:szCs w:val="18"/>
          <w:lang w:val="en-US" w:eastAsia="ar-SA"/>
        </w:rPr>
        <w:t>ru</w:t>
      </w:r>
    </w:p>
    <w:p w:rsidR="00F41803" w:rsidRPr="00545B42" w:rsidRDefault="00F418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1803" w:rsidRPr="00545B42" w:rsidRDefault="00F418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5B42">
        <w:rPr>
          <w:rFonts w:ascii="Times New Roman" w:hAnsi="Times New Roman" w:cs="Times New Roman"/>
          <w:b/>
          <w:bCs/>
          <w:sz w:val="24"/>
          <w:szCs w:val="24"/>
        </w:rPr>
        <w:t>ПОСТАНОВЛЕНИЕ</w:t>
      </w:r>
    </w:p>
    <w:p w:rsidR="00F41803" w:rsidRPr="00545B42" w:rsidRDefault="00F41803" w:rsidP="00BD0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41803" w:rsidRPr="00545B42" w:rsidRDefault="00F41803" w:rsidP="00BD0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  05 декабря 2014</w:t>
      </w:r>
      <w:r w:rsidRPr="00545B42">
        <w:rPr>
          <w:rFonts w:ascii="Times New Roman" w:hAnsi="Times New Roman" w:cs="Times New Roman"/>
          <w:b/>
          <w:bCs/>
          <w:sz w:val="24"/>
          <w:szCs w:val="24"/>
        </w:rPr>
        <w:t xml:space="preserve">г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Pr="00545B42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№79</w:t>
      </w:r>
    </w:p>
    <w:p w:rsidR="00F41803" w:rsidRPr="00545B42" w:rsidRDefault="00F418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1803" w:rsidRDefault="00F41803" w:rsidP="00BD0C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45B42"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 ВНЕСЕНИИ ИЗМЕНЕНИЙ И </w:t>
      </w:r>
    </w:p>
    <w:p w:rsidR="00F41803" w:rsidRDefault="00F41803" w:rsidP="00BD0C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ДОПОЛНЕНИЙ В ПОСТАНОВЛЕНИЕ </w:t>
      </w:r>
    </w:p>
    <w:p w:rsidR="00F41803" w:rsidRDefault="00F41803" w:rsidP="00BD0C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АДМИНИСТРАЦИИ ТОРГУНСКОГО</w:t>
      </w:r>
    </w:p>
    <w:p w:rsidR="00F41803" w:rsidRDefault="00F41803" w:rsidP="00BD0C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ОТ  10 ДЕКАБРЯ  2012 №96</w:t>
      </w:r>
    </w:p>
    <w:p w:rsidR="00F41803" w:rsidRDefault="00F41803" w:rsidP="00BD0C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545B42">
        <w:rPr>
          <w:rFonts w:ascii="Times New Roman" w:hAnsi="Times New Roman" w:cs="Times New Roman"/>
          <w:b/>
          <w:bCs/>
          <w:sz w:val="24"/>
          <w:szCs w:val="24"/>
        </w:rPr>
        <w:t xml:space="preserve">ОБ УТВЕРЖДЕНИИ ПОЛОЖЕНИЯ О ПОРЯДКЕ </w:t>
      </w:r>
    </w:p>
    <w:p w:rsidR="00F41803" w:rsidRDefault="00F41803" w:rsidP="00BD0C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45B42">
        <w:rPr>
          <w:rFonts w:ascii="Times New Roman" w:hAnsi="Times New Roman" w:cs="Times New Roman"/>
          <w:b/>
          <w:bCs/>
          <w:sz w:val="24"/>
          <w:szCs w:val="24"/>
        </w:rPr>
        <w:t xml:space="preserve">ОРГАНИЗАЦИИИ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И </w:t>
      </w:r>
      <w:r w:rsidRPr="00545B42">
        <w:rPr>
          <w:rFonts w:ascii="Times New Roman" w:hAnsi="Times New Roman" w:cs="Times New Roman"/>
          <w:b/>
          <w:bCs/>
          <w:sz w:val="24"/>
          <w:szCs w:val="24"/>
        </w:rPr>
        <w:t>ОСУЩЕСТВЛЕНИЯ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45B4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41803" w:rsidRDefault="00F41803" w:rsidP="00BD0C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45B42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ЖИЛИЩНОГО </w:t>
      </w:r>
      <w:r w:rsidRPr="00545B42">
        <w:rPr>
          <w:rFonts w:ascii="Times New Roman" w:hAnsi="Times New Roman" w:cs="Times New Roman"/>
          <w:b/>
          <w:bCs/>
          <w:sz w:val="24"/>
          <w:szCs w:val="24"/>
        </w:rPr>
        <w:t xml:space="preserve">КОНТРОЛЯ </w:t>
      </w:r>
    </w:p>
    <w:p w:rsidR="00F41803" w:rsidRDefault="00F41803" w:rsidP="00BD0C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ТЕРРИТОРИИ</w:t>
      </w:r>
      <w:r w:rsidRPr="00545B4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ТОРГУНСКОГО </w:t>
      </w:r>
    </w:p>
    <w:p w:rsidR="00F41803" w:rsidRPr="00545B42" w:rsidRDefault="00F41803" w:rsidP="00BD0C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45B42">
        <w:rPr>
          <w:rFonts w:ascii="Times New Roman" w:hAnsi="Times New Roman" w:cs="Times New Roman"/>
          <w:b/>
          <w:bCs/>
          <w:sz w:val="24"/>
          <w:szCs w:val="24"/>
        </w:rPr>
        <w:t>СЕЛЬСКО</w:t>
      </w:r>
      <w:r>
        <w:rPr>
          <w:rFonts w:ascii="Times New Roman" w:hAnsi="Times New Roman" w:cs="Times New Roman"/>
          <w:b/>
          <w:bCs/>
          <w:sz w:val="24"/>
          <w:szCs w:val="24"/>
        </w:rPr>
        <w:t>ГО</w:t>
      </w:r>
      <w:r w:rsidRPr="00545B42">
        <w:rPr>
          <w:rFonts w:ascii="Times New Roman" w:hAnsi="Times New Roman" w:cs="Times New Roman"/>
          <w:b/>
          <w:bCs/>
          <w:sz w:val="24"/>
          <w:szCs w:val="24"/>
        </w:rPr>
        <w:t xml:space="preserve"> ПОСЕЛЕНИ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Pr="00545B42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F41803" w:rsidRPr="00545B42" w:rsidRDefault="00F418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1803" w:rsidRPr="00545B42" w:rsidRDefault="00F418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1803" w:rsidRDefault="00F418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5B42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Pr="006450E0">
        <w:rPr>
          <w:rFonts w:ascii="Times New Roman" w:hAnsi="Times New Roman" w:cs="Times New Roman"/>
          <w:sz w:val="24"/>
          <w:szCs w:val="24"/>
        </w:rPr>
        <w:t>Федеральным законом от 04.06.2014 №152-ФЗ "О внесении изменений в статью 20 Жилищного кодекса Российской Федерации",  Федеральн</w:t>
      </w:r>
      <w:r>
        <w:rPr>
          <w:rFonts w:ascii="Times New Roman" w:hAnsi="Times New Roman" w:cs="Times New Roman"/>
          <w:sz w:val="24"/>
          <w:szCs w:val="24"/>
        </w:rPr>
        <w:t xml:space="preserve">ым </w:t>
      </w:r>
      <w:r w:rsidRPr="006450E0">
        <w:rPr>
          <w:rFonts w:ascii="Times New Roman" w:hAnsi="Times New Roman" w:cs="Times New Roman"/>
          <w:sz w:val="24"/>
          <w:szCs w:val="24"/>
        </w:rPr>
        <w:t>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6450E0">
        <w:rPr>
          <w:rFonts w:ascii="Times New Roman" w:hAnsi="Times New Roman" w:cs="Times New Roman"/>
          <w:sz w:val="24"/>
          <w:szCs w:val="24"/>
        </w:rPr>
        <w:t xml:space="preserve"> от 21.07.2014 №217-ФЗ "О внесении изменений в Жилищный кодекс Российской Федерации и отдельные законодательные акты Российской Федерации в части законодательного регулирования отношений по найму жилых помещений жилищного фонда социального использования"</w:t>
      </w:r>
    </w:p>
    <w:p w:rsidR="00F41803" w:rsidRDefault="00F41803" w:rsidP="006A51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F41803" w:rsidRDefault="00F41803" w:rsidP="006A51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ПОСТАНОВЛЯЕТ</w:t>
      </w:r>
      <w:r w:rsidRPr="006450E0">
        <w:rPr>
          <w:rFonts w:ascii="Times New Roman" w:hAnsi="Times New Roman" w:cs="Times New Roman"/>
          <w:sz w:val="24"/>
          <w:szCs w:val="24"/>
        </w:rPr>
        <w:t>:</w:t>
      </w:r>
    </w:p>
    <w:p w:rsidR="00F41803" w:rsidRPr="006450E0" w:rsidRDefault="00F41803" w:rsidP="006A51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F41803" w:rsidRDefault="00F41803" w:rsidP="006A51E2">
      <w:pPr>
        <w:shd w:val="clear" w:color="auto" w:fill="FFFFFF"/>
        <w:spacing w:after="0" w:line="31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966DE">
        <w:rPr>
          <w:rFonts w:ascii="Times New Roman" w:hAnsi="Times New Roman" w:cs="Times New Roman"/>
          <w:sz w:val="24"/>
          <w:szCs w:val="24"/>
        </w:rPr>
        <w:t xml:space="preserve">1. </w:t>
      </w:r>
      <w:r w:rsidRPr="006A51E2">
        <w:rPr>
          <w:rFonts w:ascii="Times New Roman" w:hAnsi="Times New Roman" w:cs="Times New Roman"/>
          <w:sz w:val="24"/>
          <w:szCs w:val="24"/>
        </w:rPr>
        <w:t xml:space="preserve">Внести в  Положение о порядке организации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6A51E2">
        <w:rPr>
          <w:rFonts w:ascii="Times New Roman" w:hAnsi="Times New Roman" w:cs="Times New Roman"/>
          <w:sz w:val="24"/>
          <w:szCs w:val="24"/>
        </w:rPr>
        <w:t xml:space="preserve">осуществления муниципального жилищного контроля </w:t>
      </w:r>
      <w:r>
        <w:rPr>
          <w:rFonts w:ascii="Times New Roman" w:hAnsi="Times New Roman" w:cs="Times New Roman"/>
          <w:sz w:val="24"/>
          <w:szCs w:val="24"/>
        </w:rPr>
        <w:t>на территории</w:t>
      </w:r>
      <w:r w:rsidRPr="006A51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Торгунского</w:t>
      </w:r>
      <w:r w:rsidRPr="006A51E2">
        <w:rPr>
          <w:rFonts w:ascii="Times New Roman" w:hAnsi="Times New Roman" w:cs="Times New Roman"/>
          <w:sz w:val="24"/>
          <w:szCs w:val="24"/>
        </w:rPr>
        <w:t xml:space="preserve"> сельско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6A51E2">
        <w:rPr>
          <w:rFonts w:ascii="Times New Roman" w:hAnsi="Times New Roman" w:cs="Times New Roman"/>
          <w:sz w:val="24"/>
          <w:szCs w:val="24"/>
        </w:rPr>
        <w:t xml:space="preserve"> поселени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6A51E2">
        <w:rPr>
          <w:rFonts w:ascii="Times New Roman" w:hAnsi="Times New Roman" w:cs="Times New Roman"/>
          <w:sz w:val="24"/>
          <w:szCs w:val="24"/>
        </w:rPr>
        <w:t>, утв</w:t>
      </w:r>
      <w:r>
        <w:rPr>
          <w:rFonts w:ascii="Times New Roman" w:hAnsi="Times New Roman" w:cs="Times New Roman"/>
          <w:sz w:val="24"/>
          <w:szCs w:val="24"/>
        </w:rPr>
        <w:t>ержденное постановлением главы Торгунского сельского поселения от 10 декабря № 96</w:t>
      </w:r>
      <w:r w:rsidRPr="006A51E2">
        <w:rPr>
          <w:rFonts w:ascii="Times New Roman" w:hAnsi="Times New Roman" w:cs="Times New Roman"/>
          <w:sz w:val="24"/>
          <w:szCs w:val="24"/>
        </w:rPr>
        <w:t xml:space="preserve"> следующие изменения и дополнения:</w:t>
      </w:r>
    </w:p>
    <w:p w:rsidR="00F41803" w:rsidRDefault="00F41803" w:rsidP="006A51E2">
      <w:pPr>
        <w:shd w:val="clear" w:color="auto" w:fill="FFFFFF"/>
        <w:spacing w:after="0" w:line="315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 Пункт 2.1 изложить в редакции:</w:t>
      </w:r>
    </w:p>
    <w:p w:rsidR="00F41803" w:rsidRDefault="00F41803" w:rsidP="006A51E2">
      <w:pPr>
        <w:shd w:val="clear" w:color="auto" w:fill="FFFFFF"/>
        <w:spacing w:after="0" w:line="315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«2.1 К</w:t>
      </w:r>
      <w:r w:rsidRPr="006A51E2">
        <w:rPr>
          <w:rFonts w:ascii="Times New Roman" w:hAnsi="Times New Roman" w:cs="Times New Roman"/>
          <w:sz w:val="24"/>
          <w:szCs w:val="24"/>
        </w:rPr>
        <w:t xml:space="preserve"> отношениям, связанным с осуществлением муниципального жилищного контроля, организацией и проведением проверок юридических лиц, индивидуальных предпринимателей, применяются положения Федерального закона от 26 декабря 2008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с учетом особенностей организации и проведения </w:t>
      </w:r>
      <w:r>
        <w:rPr>
          <w:rFonts w:ascii="Times New Roman" w:hAnsi="Times New Roman" w:cs="Times New Roman"/>
          <w:sz w:val="24"/>
          <w:szCs w:val="24"/>
        </w:rPr>
        <w:t xml:space="preserve">плановых и </w:t>
      </w:r>
      <w:r w:rsidRPr="006A51E2">
        <w:rPr>
          <w:rFonts w:ascii="Times New Roman" w:hAnsi="Times New Roman" w:cs="Times New Roman"/>
          <w:sz w:val="24"/>
          <w:szCs w:val="24"/>
        </w:rPr>
        <w:t>внеплановых проверок, установленных частями 4.1 и 4.2 статьи 20 Жилищного кодекса Российской Федерации</w:t>
      </w:r>
      <w:r>
        <w:rPr>
          <w:rFonts w:ascii="Times New Roman" w:hAnsi="Times New Roman" w:cs="Times New Roman"/>
          <w:sz w:val="24"/>
          <w:szCs w:val="24"/>
        </w:rPr>
        <w:t>.»</w:t>
      </w:r>
    </w:p>
    <w:p w:rsidR="00F41803" w:rsidRDefault="00F41803" w:rsidP="006A51E2">
      <w:pPr>
        <w:shd w:val="clear" w:color="auto" w:fill="FFFFFF"/>
        <w:spacing w:after="0" w:line="315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 Пункт 2.4 изложить в редакции:</w:t>
      </w:r>
    </w:p>
    <w:p w:rsidR="00F41803" w:rsidRDefault="00F41803" w:rsidP="007F3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«2.4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3844">
        <w:rPr>
          <w:rFonts w:ascii="Times New Roman" w:hAnsi="Times New Roman" w:cs="Times New Roman"/>
          <w:sz w:val="24"/>
          <w:szCs w:val="24"/>
        </w:rPr>
        <w:t xml:space="preserve">Основанием для проведения внеплановой проверки наряду с основаниями, указанными в </w:t>
      </w:r>
      <w:hyperlink r:id="rId5" w:history="1">
        <w:r w:rsidRPr="007F3844">
          <w:rPr>
            <w:rFonts w:ascii="Times New Roman" w:hAnsi="Times New Roman" w:cs="Times New Roman"/>
            <w:sz w:val="24"/>
            <w:szCs w:val="24"/>
          </w:rPr>
          <w:t>части 2 статьи 10</w:t>
        </w:r>
      </w:hyperlink>
      <w:r w:rsidRPr="007F3844">
        <w:rPr>
          <w:rFonts w:ascii="Times New Roman" w:hAnsi="Times New Roman" w:cs="Times New Roman"/>
          <w:sz w:val="24"/>
          <w:szCs w:val="24"/>
        </w:rPr>
        <w:t xml:space="preserve"> Федерального закона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является поступление в орган муниципального жилищного контроля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 о фактах нарушения требований к порядку создания товарищества собственников жилья, жилищного, жилищно-строительного или иного специализированного потребительского кооператива, уставу товарищества собственников жилья, жилищного, жилищно-строительного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кооператива, порядку принятия собственниками помещений в многоквартирном доме решения о выборе юридического лица независимо от организационно-правовой формы или индивидуального предпринимателя, осуществляющих деятельность по управлению многоквартирным домом (далее - управляющая организация), в целях заключения с управляющей организацией договора управления многоквартирным домом, решения о заключении с управляющей организацией договора оказания услуг и (или) выполнения работ по содержанию и ремонту общего имущества в многоквартирном доме, решения о заключении с указанными в части 1 статьи 164 настоящего Кодекса лицами договоров оказания услуг по содержанию и (или) выполнению работ по ремонту общего имущества в многоквартирном доме, порядку утверждения условий этих договоров и их заключения,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доме, о фактах нарушения управляющей организацией обязательств, предусмотренных частью 2 статьи 162 настоящего Кодекса, о фактах нарушения в области применения предельных (максимальных) индексов изменения размера вносимой гражданами платы за коммунальные услуги.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</w:t>
      </w:r>
      <w:r>
        <w:rPr>
          <w:rFonts w:ascii="Times New Roman" w:hAnsi="Times New Roman" w:cs="Times New Roman"/>
          <w:sz w:val="24"/>
          <w:szCs w:val="24"/>
        </w:rPr>
        <w:t>роведении внеплановой проверки.»</w:t>
      </w:r>
    </w:p>
    <w:p w:rsidR="00F41803" w:rsidRDefault="00F41803" w:rsidP="007F3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 Пункт 2.4 дополнить абзацем:</w:t>
      </w:r>
    </w:p>
    <w:p w:rsidR="00F41803" w:rsidRDefault="00F41803" w:rsidP="007F3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«Основанием для включения плановой проверки в ежегодный план проведения плановых проверок является истечение одного года со дня:</w:t>
      </w:r>
    </w:p>
    <w:p w:rsidR="00F41803" w:rsidRDefault="00F41803" w:rsidP="007F38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начала осуществления юридическим лицом, индивидуальным предпринимателем деятельности по управлению многоквартирными домами и деятельности по оказанию услуг и (или)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деятельности;</w:t>
      </w:r>
    </w:p>
    <w:p w:rsidR="00F41803" w:rsidRDefault="00F41803" w:rsidP="007F38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окончания проведения последней плановой проверки юридического лица, индивидуального предпринимателя.»</w:t>
      </w:r>
    </w:p>
    <w:p w:rsidR="00F41803" w:rsidRPr="000966DE" w:rsidRDefault="00F418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66DE">
        <w:rPr>
          <w:rFonts w:ascii="Times New Roman" w:hAnsi="Times New Roman" w:cs="Times New Roman"/>
          <w:sz w:val="24"/>
          <w:szCs w:val="24"/>
        </w:rPr>
        <w:t xml:space="preserve">2. Настоящее постановление подлежит официальному обнародованию и размещению на официальном сайте </w:t>
      </w:r>
      <w:r>
        <w:rPr>
          <w:rFonts w:ascii="Times New Roman" w:hAnsi="Times New Roman" w:cs="Times New Roman"/>
          <w:sz w:val="24"/>
          <w:szCs w:val="24"/>
        </w:rPr>
        <w:t>Торгунского</w:t>
      </w:r>
      <w:r w:rsidRPr="000966DE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F41803" w:rsidRDefault="00F418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66DE">
        <w:rPr>
          <w:rFonts w:ascii="Times New Roman" w:hAnsi="Times New Roman" w:cs="Times New Roman"/>
          <w:sz w:val="24"/>
          <w:szCs w:val="24"/>
        </w:rPr>
        <w:t>3. Контроль за исполнением настоящего</w:t>
      </w:r>
      <w:r>
        <w:rPr>
          <w:rFonts w:ascii="Times New Roman" w:hAnsi="Times New Roman" w:cs="Times New Roman"/>
          <w:sz w:val="24"/>
          <w:szCs w:val="24"/>
        </w:rPr>
        <w:t xml:space="preserve"> постановления возложить оставляю за собой </w:t>
      </w:r>
    </w:p>
    <w:p w:rsidR="00F41803" w:rsidRDefault="00F418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1803" w:rsidRDefault="00F418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1803" w:rsidRDefault="00F418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1803" w:rsidRPr="000966DE" w:rsidRDefault="00F418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1803" w:rsidRPr="000966DE" w:rsidRDefault="00F418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1803" w:rsidRPr="000966DE" w:rsidRDefault="00F41803" w:rsidP="00EB4E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6DE">
        <w:rPr>
          <w:rFonts w:ascii="Times New Roman" w:hAnsi="Times New Roman" w:cs="Times New Roman"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sz w:val="24"/>
          <w:szCs w:val="24"/>
        </w:rPr>
        <w:t>Торгунского</w:t>
      </w:r>
      <w:r w:rsidRPr="000966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1803" w:rsidRPr="000966DE" w:rsidRDefault="00F41803" w:rsidP="00A66D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6DE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966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bookmarkStart w:id="0" w:name="Par27"/>
      <w:bookmarkEnd w:id="0"/>
      <w:r>
        <w:rPr>
          <w:rFonts w:ascii="Times New Roman" w:hAnsi="Times New Roman" w:cs="Times New Roman"/>
          <w:sz w:val="24"/>
          <w:szCs w:val="24"/>
        </w:rPr>
        <w:t xml:space="preserve">И.Б.Шавленов </w:t>
      </w:r>
    </w:p>
    <w:sectPr w:rsidR="00F41803" w:rsidRPr="000966DE" w:rsidSect="00B030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AF4256"/>
    <w:multiLevelType w:val="multilevel"/>
    <w:tmpl w:val="02D60E88"/>
    <w:lvl w:ilvl="0">
      <w:start w:val="1"/>
      <w:numFmt w:val="decimal"/>
      <w:lvlText w:val="%1."/>
      <w:lvlJc w:val="left"/>
      <w:pPr>
        <w:tabs>
          <w:tab w:val="num" w:pos="1677"/>
        </w:tabs>
        <w:ind w:left="1677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42"/>
        </w:tabs>
        <w:ind w:left="2142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507"/>
        </w:tabs>
        <w:ind w:left="35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617"/>
        </w:tabs>
        <w:ind w:left="461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6087"/>
        </w:tabs>
        <w:ind w:left="6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7197"/>
        </w:tabs>
        <w:ind w:left="71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8667"/>
        </w:tabs>
        <w:ind w:left="86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9777"/>
        </w:tabs>
        <w:ind w:left="97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1247"/>
        </w:tabs>
        <w:ind w:left="11247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1BCC"/>
    <w:rsid w:val="000966DE"/>
    <w:rsid w:val="000C3F4B"/>
    <w:rsid w:val="000D6D3E"/>
    <w:rsid w:val="00262962"/>
    <w:rsid w:val="002644DE"/>
    <w:rsid w:val="003C235A"/>
    <w:rsid w:val="00461BCC"/>
    <w:rsid w:val="005042C9"/>
    <w:rsid w:val="00545B42"/>
    <w:rsid w:val="006450E0"/>
    <w:rsid w:val="006A51E2"/>
    <w:rsid w:val="006B7199"/>
    <w:rsid w:val="006F30D5"/>
    <w:rsid w:val="007A776A"/>
    <w:rsid w:val="007F3844"/>
    <w:rsid w:val="009D3DF5"/>
    <w:rsid w:val="00A019F9"/>
    <w:rsid w:val="00A15A3A"/>
    <w:rsid w:val="00A66DFE"/>
    <w:rsid w:val="00AE3C20"/>
    <w:rsid w:val="00AF3958"/>
    <w:rsid w:val="00B03018"/>
    <w:rsid w:val="00B10937"/>
    <w:rsid w:val="00BD0C3D"/>
    <w:rsid w:val="00C45BD8"/>
    <w:rsid w:val="00D40AD6"/>
    <w:rsid w:val="00D8293C"/>
    <w:rsid w:val="00EB4EAD"/>
    <w:rsid w:val="00F41803"/>
    <w:rsid w:val="00FF6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E72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A51E2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D6C650094E52D55C2FB64F28387E704A58CBA26552BFDE4C7E576FDECDE17959723E75EDC72EEC070n4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54</TotalTime>
  <Pages>2</Pages>
  <Words>802</Words>
  <Characters>4572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</cp:lastModifiedBy>
  <cp:revision>18</cp:revision>
  <cp:lastPrinted>2014-12-07T11:21:00Z</cp:lastPrinted>
  <dcterms:created xsi:type="dcterms:W3CDTF">2014-10-28T09:50:00Z</dcterms:created>
  <dcterms:modified xsi:type="dcterms:W3CDTF">2014-12-07T11:21:00Z</dcterms:modified>
</cp:coreProperties>
</file>