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508" w:rsidRDefault="00355508" w:rsidP="00703FAE">
      <w:pPr>
        <w:rPr>
          <w:b/>
          <w:bCs/>
          <w:sz w:val="36"/>
          <w:szCs w:val="36"/>
          <w:lang w:eastAsia="ar-SA"/>
        </w:rPr>
      </w:pPr>
      <w:r>
        <w:rPr>
          <w:b/>
          <w:bCs/>
          <w:sz w:val="36"/>
          <w:szCs w:val="36"/>
          <w:lang w:eastAsia="ar-SA"/>
        </w:rPr>
        <w:t xml:space="preserve">                             АДМИНИСТРАЦИЯ</w:t>
      </w:r>
    </w:p>
    <w:p w:rsidR="00355508" w:rsidRDefault="00355508" w:rsidP="00703FAE">
      <w:pPr>
        <w:jc w:val="center"/>
        <w:rPr>
          <w:b/>
          <w:bCs/>
          <w:sz w:val="20"/>
          <w:szCs w:val="20"/>
          <w:lang w:eastAsia="ar-SA"/>
        </w:rPr>
      </w:pPr>
      <w:r>
        <w:rPr>
          <w:b/>
          <w:bCs/>
          <w:sz w:val="20"/>
          <w:szCs w:val="20"/>
          <w:lang w:eastAsia="ar-SA"/>
        </w:rPr>
        <w:t>ТОРГУНСКОГО  СЕЛЬСКОГО ПОСЕЛЕНИЯ</w:t>
      </w:r>
    </w:p>
    <w:p w:rsidR="00355508" w:rsidRDefault="00355508" w:rsidP="00703FAE">
      <w:pPr>
        <w:jc w:val="center"/>
        <w:rPr>
          <w:b/>
          <w:bCs/>
          <w:sz w:val="20"/>
          <w:szCs w:val="20"/>
          <w:lang w:eastAsia="ar-SA"/>
        </w:rPr>
      </w:pPr>
      <w:r>
        <w:rPr>
          <w:b/>
          <w:bCs/>
          <w:sz w:val="20"/>
          <w:szCs w:val="20"/>
          <w:lang w:eastAsia="ar-SA"/>
        </w:rPr>
        <w:t>СТАРОПОЛТАВСКОГО МУНИЦИПАЛЬНОГО РАЙОНА</w:t>
      </w:r>
    </w:p>
    <w:p w:rsidR="00355508" w:rsidRDefault="00355508" w:rsidP="00703FAE">
      <w:pPr>
        <w:pBdr>
          <w:bottom w:val="single" w:sz="8" w:space="1" w:color="000000"/>
        </w:pBdr>
        <w:jc w:val="center"/>
        <w:rPr>
          <w:b/>
          <w:bCs/>
          <w:sz w:val="20"/>
          <w:szCs w:val="20"/>
          <w:lang w:eastAsia="ar-SA"/>
        </w:rPr>
      </w:pPr>
      <w:r>
        <w:rPr>
          <w:b/>
          <w:bCs/>
          <w:sz w:val="20"/>
          <w:szCs w:val="20"/>
          <w:lang w:eastAsia="ar-SA"/>
        </w:rPr>
        <w:t>ВОЛГОГРАДСКОЙ ОБЛАСТИ</w:t>
      </w:r>
    </w:p>
    <w:p w:rsidR="00355508" w:rsidRDefault="00355508" w:rsidP="00703FAE">
      <w:pPr>
        <w:pBdr>
          <w:bottom w:val="single" w:sz="8" w:space="1" w:color="000000"/>
        </w:pBdr>
        <w:jc w:val="center"/>
        <w:rPr>
          <w:lang w:eastAsia="ar-SA"/>
        </w:rPr>
      </w:pPr>
    </w:p>
    <w:p w:rsidR="00355508" w:rsidRDefault="00355508" w:rsidP="00703FAE">
      <w:pPr>
        <w:pBdr>
          <w:bottom w:val="single" w:sz="8" w:space="1" w:color="000000"/>
        </w:pBdr>
        <w:jc w:val="both"/>
        <w:rPr>
          <w:sz w:val="18"/>
          <w:szCs w:val="18"/>
          <w:lang w:eastAsia="ar-SA"/>
        </w:rPr>
      </w:pPr>
      <w:r>
        <w:rPr>
          <w:sz w:val="16"/>
          <w:szCs w:val="16"/>
          <w:lang w:eastAsia="ar-SA"/>
        </w:rPr>
        <w:t>404202,  пос.Торгун</w:t>
      </w:r>
      <w:r>
        <w:rPr>
          <w:sz w:val="18"/>
          <w:szCs w:val="18"/>
          <w:lang w:eastAsia="ar-SA"/>
        </w:rPr>
        <w:t xml:space="preserve"> ул. Почтовая ,15.                                                 тел./факс(84493)-4-63-53 </w:t>
      </w:r>
      <w:r>
        <w:rPr>
          <w:sz w:val="18"/>
          <w:szCs w:val="18"/>
          <w:lang w:val="en-US" w:eastAsia="ar-SA"/>
        </w:rPr>
        <w:t>torgunsp</w:t>
      </w:r>
      <w:r>
        <w:rPr>
          <w:sz w:val="18"/>
          <w:szCs w:val="18"/>
          <w:lang w:eastAsia="ar-SA"/>
        </w:rPr>
        <w:t>@</w:t>
      </w:r>
      <w:r>
        <w:rPr>
          <w:sz w:val="18"/>
          <w:szCs w:val="18"/>
          <w:lang w:val="en-US" w:eastAsia="ar-SA"/>
        </w:rPr>
        <w:t>mail</w:t>
      </w:r>
      <w:r>
        <w:rPr>
          <w:sz w:val="18"/>
          <w:szCs w:val="18"/>
          <w:lang w:eastAsia="ar-SA"/>
        </w:rPr>
        <w:t>.ru</w:t>
      </w:r>
    </w:p>
    <w:p w:rsidR="00355508" w:rsidRDefault="00355508" w:rsidP="00703FAE">
      <w:pPr>
        <w:pStyle w:val="2"/>
        <w:shd w:val="clear" w:color="auto" w:fill="auto"/>
        <w:tabs>
          <w:tab w:val="right" w:pos="8324"/>
        </w:tabs>
        <w:spacing w:before="0" w:line="230" w:lineRule="exact"/>
        <w:ind w:left="60"/>
        <w:jc w:val="both"/>
      </w:pPr>
    </w:p>
    <w:p w:rsidR="00355508" w:rsidRDefault="00355508" w:rsidP="00703FAE">
      <w:pPr>
        <w:pStyle w:val="2"/>
        <w:shd w:val="clear" w:color="auto" w:fill="auto"/>
        <w:tabs>
          <w:tab w:val="right" w:pos="8324"/>
        </w:tabs>
        <w:spacing w:before="0" w:line="230" w:lineRule="exact"/>
        <w:ind w:left="60"/>
        <w:jc w:val="both"/>
      </w:pPr>
    </w:p>
    <w:p w:rsidR="00355508" w:rsidRDefault="00355508" w:rsidP="00703FAE">
      <w:pPr>
        <w:pStyle w:val="2"/>
        <w:shd w:val="clear" w:color="auto" w:fill="auto"/>
        <w:tabs>
          <w:tab w:val="right" w:pos="8324"/>
        </w:tabs>
        <w:spacing w:before="0" w:line="230" w:lineRule="exact"/>
        <w:ind w:left="60"/>
        <w:jc w:val="both"/>
      </w:pPr>
      <w:r>
        <w:t xml:space="preserve">                                                      ПОСТАНОВЛЕНИЕ</w:t>
      </w:r>
    </w:p>
    <w:p w:rsidR="00355508" w:rsidRDefault="00355508" w:rsidP="00703FAE">
      <w:pPr>
        <w:pStyle w:val="2"/>
        <w:shd w:val="clear" w:color="auto" w:fill="auto"/>
        <w:tabs>
          <w:tab w:val="right" w:pos="8324"/>
        </w:tabs>
        <w:spacing w:before="0" w:line="230" w:lineRule="exact"/>
        <w:ind w:left="60"/>
        <w:jc w:val="both"/>
      </w:pPr>
    </w:p>
    <w:p w:rsidR="00355508" w:rsidRDefault="00355508" w:rsidP="00703FAE">
      <w:pPr>
        <w:pStyle w:val="2"/>
        <w:shd w:val="clear" w:color="auto" w:fill="auto"/>
        <w:tabs>
          <w:tab w:val="right" w:pos="8324"/>
        </w:tabs>
        <w:spacing w:before="0" w:line="230" w:lineRule="exact"/>
        <w:ind w:left="60"/>
        <w:jc w:val="both"/>
      </w:pPr>
      <w:r>
        <w:t xml:space="preserve">от 10   октября 2014г.                                                               № 66     </w:t>
      </w:r>
    </w:p>
    <w:p w:rsidR="00355508" w:rsidRDefault="00355508" w:rsidP="00703FAE">
      <w:pPr>
        <w:pStyle w:val="2"/>
        <w:shd w:val="clear" w:color="auto" w:fill="auto"/>
        <w:tabs>
          <w:tab w:val="right" w:pos="8324"/>
        </w:tabs>
        <w:spacing w:before="0" w:line="230" w:lineRule="exact"/>
        <w:ind w:left="60"/>
        <w:jc w:val="both"/>
      </w:pPr>
    </w:p>
    <w:p w:rsidR="00355508" w:rsidRDefault="00355508" w:rsidP="00703FAE">
      <w:pPr>
        <w:pStyle w:val="2"/>
        <w:shd w:val="clear" w:color="auto" w:fill="auto"/>
        <w:tabs>
          <w:tab w:val="right" w:pos="8324"/>
        </w:tabs>
        <w:spacing w:before="0" w:line="230" w:lineRule="exact"/>
        <w:ind w:left="60"/>
        <w:jc w:val="both"/>
      </w:pPr>
    </w:p>
    <w:tbl>
      <w:tblPr>
        <w:tblW w:w="14385" w:type="dxa"/>
        <w:tblInd w:w="2" w:type="dxa"/>
        <w:tblCellMar>
          <w:left w:w="0" w:type="dxa"/>
          <w:right w:w="0" w:type="dxa"/>
        </w:tblCellMar>
        <w:tblLook w:val="00A0"/>
      </w:tblPr>
      <w:tblGrid>
        <w:gridCol w:w="14385"/>
      </w:tblGrid>
      <w:tr w:rsidR="00355508">
        <w:tc>
          <w:tcPr>
            <w:tcW w:w="4245"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Default="00355508">
            <w:pPr>
              <w:spacing w:line="210" w:lineRule="atLeast"/>
              <w:rPr>
                <w:rFonts w:ascii="Helvetica" w:hAnsi="Helvetica" w:cs="Helvetica"/>
                <w:b/>
                <w:bCs/>
                <w:color w:val="444444"/>
                <w:sz w:val="21"/>
                <w:szCs w:val="21"/>
                <w:bdr w:val="none" w:sz="0" w:space="0" w:color="auto" w:frame="1"/>
              </w:rPr>
            </w:pPr>
            <w:r>
              <w:rPr>
                <w:rFonts w:ascii="Helvetica" w:hAnsi="Helvetica" w:cs="Helvetica"/>
                <w:b/>
                <w:bCs/>
                <w:color w:val="444444"/>
                <w:sz w:val="21"/>
                <w:szCs w:val="21"/>
                <w:bdr w:val="none" w:sz="0" w:space="0" w:color="auto" w:frame="1"/>
              </w:rPr>
              <w:t>О подготовке проекта внесения изменений</w:t>
            </w:r>
          </w:p>
          <w:p w:rsidR="00355508" w:rsidRDefault="00355508" w:rsidP="00D236D1">
            <w:pPr>
              <w:spacing w:line="210" w:lineRule="atLeast"/>
              <w:rPr>
                <w:rFonts w:ascii="Helvetica" w:hAnsi="Helvetica" w:cs="Helvetica"/>
                <w:color w:val="444444"/>
                <w:sz w:val="21"/>
                <w:szCs w:val="21"/>
              </w:rPr>
            </w:pPr>
            <w:r>
              <w:rPr>
                <w:rFonts w:ascii="Helvetica" w:hAnsi="Helvetica" w:cs="Helvetica"/>
                <w:b/>
                <w:bCs/>
                <w:color w:val="444444"/>
                <w:sz w:val="21"/>
                <w:szCs w:val="21"/>
                <w:bdr w:val="none" w:sz="0" w:space="0" w:color="auto" w:frame="1"/>
              </w:rPr>
              <w:t xml:space="preserve"> в Генеральный план  Торгунского сельского поселения</w:t>
            </w:r>
          </w:p>
        </w:tc>
      </w:tr>
    </w:tbl>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В целях уточнения назначения территорий Торгунского сельского поселения,  исходя из социальных, экономических, экологических и иных факторов для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 в соответствии с Градостроительным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Уставом Торгунского сельского поселения, а так же в целях приведения в соответствие действующему законодательству состава и структуры Генерального плана, структуризации и унификации информации об объектах федерального, регионального и местного значения в соответствии с частью 13 статьи 9 Градостроительного кодекса Российской Федерации</w:t>
      </w:r>
    </w:p>
    <w:p w:rsidR="00355508" w:rsidRDefault="00355508" w:rsidP="00D236D1">
      <w:pPr>
        <w:shd w:val="clear" w:color="auto" w:fill="F9F9F9"/>
        <w:spacing w:line="312" w:lineRule="atLeast"/>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ПОСТАНОВЛЯЮ: </w:t>
      </w:r>
    </w:p>
    <w:p w:rsidR="00355508" w:rsidRDefault="00355508" w:rsidP="00D236D1">
      <w:pPr>
        <w:shd w:val="clear" w:color="auto" w:fill="F9F9F9"/>
        <w:spacing w:line="312" w:lineRule="atLeast"/>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          </w:t>
      </w:r>
      <w:r>
        <w:rPr>
          <w:rFonts w:ascii="Helvetica" w:hAnsi="Helvetica" w:cs="Helvetica"/>
          <w:color w:val="444444"/>
          <w:sz w:val="21"/>
          <w:szCs w:val="21"/>
        </w:rPr>
        <w:t>1.Приступить к подготовке проекта внесения изменений в Генеральный план Торгунского сельского поселения.</w:t>
      </w:r>
    </w:p>
    <w:p w:rsidR="00355508" w:rsidRDefault="00355508" w:rsidP="00D236D1">
      <w:pPr>
        <w:shd w:val="clear" w:color="auto" w:fill="F9F9F9"/>
        <w:spacing w:line="312" w:lineRule="atLeast"/>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          </w:t>
      </w:r>
      <w:r>
        <w:rPr>
          <w:rFonts w:ascii="Helvetica" w:hAnsi="Helvetica" w:cs="Helvetica"/>
          <w:color w:val="444444"/>
          <w:sz w:val="21"/>
          <w:szCs w:val="21"/>
        </w:rPr>
        <w:t>2. Утвердить:</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2.1. Порядок деятельности комиссии по подготовке проекта внесения изменений в Генеральный план Торгунского сельского поселения (приложение № 1).</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2.2. Состав комиссии по подготовке проекта внесения изменений в Генеральный план Торгунского сельского поселения (приложение № 2).</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2.3. План мероприятий по подготовке проекта внесения изменений в  Генеральный план Торгунского сельского поселения (приложение № 3).</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 Поручить комиссии по подготовке предложений по внесению изменений в Генеральный план Торгунского сельского поселения:</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провести работы по подготовке проекта внесения изменений в Генеральный план Торгунского сельского поселения в порядке, предусмотренном Градостроительным кодексом Российской Федерации.</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4. Опубликовать настоящее постановление в газете «Ударник» и разместить на официальном сайте Администрации Торгунского сельского поселения в сети Интернет.</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5. Настоящее постановление вступает в силу с момента официального опубликования.</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6. Контроль за выполнением настоящего постановления оставляю за собой.</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Глава Торгунского</w:t>
      </w:r>
    </w:p>
    <w:p w:rsidR="00355508" w:rsidRPr="008C254E" w:rsidRDefault="00355508" w:rsidP="00D236D1">
      <w:pPr>
        <w:shd w:val="clear" w:color="auto" w:fill="F9F9F9"/>
        <w:spacing w:line="312" w:lineRule="atLeast"/>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сельского поселения                      </w:t>
      </w:r>
      <w:r>
        <w:rPr>
          <w:rFonts w:ascii="Helvetica" w:hAnsi="Helvetica" w:cs="Helvetica"/>
          <w:color w:val="444444"/>
          <w:sz w:val="21"/>
          <w:szCs w:val="21"/>
        </w:rPr>
        <w:t>                                         И.Б.Шавленов</w:t>
      </w: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textAlignment w:val="baseline"/>
        <w:rPr>
          <w:rFonts w:ascii="Helvetica" w:hAnsi="Helvetica" w:cs="Helvetica"/>
          <w:color w:val="444444"/>
          <w:sz w:val="21"/>
          <w:szCs w:val="21"/>
        </w:rPr>
      </w:pPr>
    </w:p>
    <w:p w:rsidR="00355508" w:rsidRDefault="00355508" w:rsidP="00D236D1">
      <w:pPr>
        <w:shd w:val="clear" w:color="auto" w:fill="F9F9F9"/>
        <w:spacing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w:t>
      </w:r>
      <w:r>
        <w:rPr>
          <w:rFonts w:ascii="Helvetica" w:hAnsi="Helvetica" w:cs="Helvetica"/>
          <w:color w:val="444444"/>
          <w:sz w:val="21"/>
          <w:szCs w:val="21"/>
          <w:bdr w:val="none" w:sz="0" w:space="0" w:color="auto" w:frame="1"/>
        </w:rPr>
        <w:t>Приложение № 1</w:t>
      </w: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Утвержден</w:t>
      </w: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постановлением администрации</w:t>
      </w: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Торгунского сельского поселения</w:t>
      </w: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от 10.10.2014г №66</w:t>
      </w:r>
    </w:p>
    <w:p w:rsidR="00355508" w:rsidRDefault="00355508" w:rsidP="00D236D1">
      <w:pPr>
        <w:shd w:val="clear" w:color="auto" w:fill="F9F9F9"/>
        <w:spacing w:line="312" w:lineRule="atLeast"/>
        <w:jc w:val="center"/>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ПОРЯДОК</w:t>
      </w:r>
    </w:p>
    <w:p w:rsidR="00355508" w:rsidRDefault="00355508" w:rsidP="00D236D1">
      <w:pPr>
        <w:shd w:val="clear" w:color="auto" w:fill="F9F9F9"/>
        <w:spacing w:after="240" w:line="312" w:lineRule="atLeast"/>
        <w:jc w:val="center"/>
        <w:textAlignment w:val="baseline"/>
        <w:rPr>
          <w:rFonts w:ascii="Helvetica" w:hAnsi="Helvetica" w:cs="Helvetica"/>
          <w:color w:val="444444"/>
          <w:sz w:val="21"/>
          <w:szCs w:val="21"/>
        </w:rPr>
      </w:pPr>
      <w:r>
        <w:rPr>
          <w:rFonts w:ascii="Helvetica" w:hAnsi="Helvetica" w:cs="Helvetica"/>
          <w:color w:val="444444"/>
          <w:sz w:val="21"/>
          <w:szCs w:val="21"/>
        </w:rPr>
        <w:t>деятельности комиссии по подготовке проекта внесения изменений в Генеральный  план Торгунского сельского поселения</w:t>
      </w:r>
    </w:p>
    <w:p w:rsidR="00355508" w:rsidRDefault="00355508" w:rsidP="00D236D1">
      <w:pPr>
        <w:numPr>
          <w:ilvl w:val="0"/>
          <w:numId w:val="1"/>
        </w:numPr>
        <w:shd w:val="clear" w:color="auto" w:fill="F9F9F9"/>
        <w:spacing w:line="312" w:lineRule="atLeast"/>
        <w:ind w:left="540"/>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1.     Общие положения</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1.1. Комиссия создается в целях разработки проекта внесения изменений в Генеральный  план Торгунского сельского поселения.</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xml:space="preserve">1.2. Комиссия по разработке проекта внесения изменений в Генеральный план  Торгунского сельского поселения в своей деятельности руководствуется действующим законодательством Российской Федерации, Волгоградской области, Торгунского сельского поселения </w:t>
      </w:r>
    </w:p>
    <w:p w:rsidR="00355508" w:rsidRDefault="00355508" w:rsidP="00D236D1">
      <w:pPr>
        <w:shd w:val="clear" w:color="auto" w:fill="F9F9F9"/>
        <w:spacing w:line="312" w:lineRule="atLeast"/>
        <w:jc w:val="center"/>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2. Деятельность комиссии</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2.1       Заседания комиссии проводятся по мере необходимости.</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2.2  Решения на заседаниях комиссии принимаются открытым голосованием, большинством голосов, присутствующих на заседании членов комиссии. Каждый член комиссии обладает правом одного голоса. При равенстве голосов принятым считается решение, за которое проголосовал председательствующий на заседании.</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2.3 Заседания комиссии оформляются протоколом. Протокол подписывается присутствующими на заседании членами комиссии и утверждается председателем комиссии. В протокол вносится особое мнение, высказанное на заседании любым членом комиссии.</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Выписки из протоколов с особым мнением прилагаются к проекту внесения изменений в Генеральный план  Торгунского сельского поселения.</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2.4. Решения комиссии, выработанные в отношении предложений, замечаний и дополнений, вносятся в проект внесения изменений в Генеральный  план Торгунского сельского поселения.</w:t>
      </w:r>
    </w:p>
    <w:p w:rsidR="00355508" w:rsidRDefault="00355508" w:rsidP="00D236D1">
      <w:pPr>
        <w:shd w:val="clear" w:color="auto" w:fill="F9F9F9"/>
        <w:spacing w:line="312" w:lineRule="atLeast"/>
        <w:jc w:val="center"/>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3.Права и обязанности председателя комиссии</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3.1. Руководить, организовывать и контролировать деятельность комиссии.</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3.2. Распределять обязанности между членами комиссии.</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3.3. Организовать проведение заседаний и вести заседания комиссии.</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3.4. Утверждать план мероприятий и протоколы заседаний.</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3.5. Обеспечивать своевременное представление материалов                          (документов, схем и т.д.) и представлять комиссии информацию об актуальности данных материалов.</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3.6. Обобщать внесенные замечания, предложения и дополнения к проекту изменений в Генеральный план Торгунского сельского поселения, ставить на голосование для выработки решения для внесения в протокол.</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3.7. Вносить дополнения в план мероприятий в целях решения вопросов, возникающих в ходе деятельности комиссии.</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3.8. Требовать своевременного выполнения членами комиссии решений, принятых на заседаниях комиссии.</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3.9. Снимать с обсуждения вопросы, не касающиеся повестки дня, утвержденной планом мероприятий, а также замечания, предложения  и дополнения, с которыми не ознакомлены члены комиссии.</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3.10. Давать поручения членам комиссии для доработки (подготовки) документов (материалов), необходимых для разработки проекта изменений в Генеральный  план Торгунского сельского поселения.</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3.11. Привлекать других специалистов для разъяснения вопросов, рассматриваемых членами комиссии при разработке проекта изменений в Генеральный план Торгунского сельского поселения.</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3.12. Созывать в случае необходимости внеочередное заседание комиссии.</w:t>
      </w:r>
    </w:p>
    <w:p w:rsidR="00355508" w:rsidRDefault="00355508" w:rsidP="00D236D1">
      <w:pPr>
        <w:shd w:val="clear" w:color="auto" w:fill="F9F9F9"/>
        <w:spacing w:line="312" w:lineRule="atLeast"/>
        <w:jc w:val="center"/>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4.Права и обязанности членов комиссии</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4.1. Принимать участие в разработке плана мероприятий комиссии.</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4.2. Участвовать в обсуждении и голосовании рассматриваемых  вопросов на заседаниях комиссии.</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4.3. Высказывать замечания, предложения и дополнения в письменном или устном виде, касающиеся основных положений проекта внесения изменений в  Генеральный план Торгунского сельского поселения со ссылкой на конкретные статьи законов, кодексов Российской Федерации и законов субъекта Российской Федерации в области градостроительства и земельных отношений.</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4.4. Высказывать особое мнение с обязательным внесением его в протокол заседания.</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4.5. Своевременно выполнять все поручения  председателя комиссии.</w:t>
      </w: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Приложение № 2</w:t>
      </w: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Утвержден</w:t>
      </w: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постановлением  Администрации</w:t>
      </w: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Торгунского сельского поселения</w:t>
      </w: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от 10.10.2014г. №66</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w:t>
      </w:r>
    </w:p>
    <w:p w:rsidR="00355508" w:rsidRDefault="00355508" w:rsidP="00D236D1">
      <w:pPr>
        <w:shd w:val="clear" w:color="auto" w:fill="F9F9F9"/>
        <w:spacing w:line="312" w:lineRule="atLeast"/>
        <w:jc w:val="center"/>
        <w:textAlignment w:val="baseline"/>
        <w:rPr>
          <w:rFonts w:ascii="Helvetica" w:hAnsi="Helvetica" w:cs="Helvetica"/>
          <w:color w:val="444444"/>
          <w:sz w:val="21"/>
          <w:szCs w:val="21"/>
        </w:rPr>
      </w:pPr>
      <w:r>
        <w:rPr>
          <w:rFonts w:ascii="Helvetica" w:hAnsi="Helvetica" w:cs="Helvetica"/>
          <w:b/>
          <w:bCs/>
          <w:color w:val="444444"/>
          <w:sz w:val="21"/>
          <w:szCs w:val="21"/>
          <w:bdr w:val="none" w:sz="0" w:space="0" w:color="auto" w:frame="1"/>
        </w:rPr>
        <w:t>СОСТАВ</w:t>
      </w:r>
    </w:p>
    <w:p w:rsidR="00355508" w:rsidRDefault="00355508" w:rsidP="00D236D1">
      <w:pPr>
        <w:shd w:val="clear" w:color="auto" w:fill="F9F9F9"/>
        <w:spacing w:after="240" w:line="312" w:lineRule="atLeast"/>
        <w:jc w:val="center"/>
        <w:textAlignment w:val="baseline"/>
        <w:rPr>
          <w:rFonts w:ascii="Helvetica" w:hAnsi="Helvetica" w:cs="Helvetica"/>
          <w:color w:val="444444"/>
          <w:sz w:val="21"/>
          <w:szCs w:val="21"/>
        </w:rPr>
      </w:pPr>
      <w:r>
        <w:rPr>
          <w:rFonts w:ascii="Helvetica" w:hAnsi="Helvetica" w:cs="Helvetica"/>
          <w:color w:val="444444"/>
          <w:sz w:val="21"/>
          <w:szCs w:val="21"/>
        </w:rPr>
        <w:t>комиссии по подготовке проекта внесения изменений в Генеральный план Торгунского сельского поселения</w:t>
      </w:r>
    </w:p>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w:t>
      </w:r>
    </w:p>
    <w:tbl>
      <w:tblPr>
        <w:tblW w:w="14385" w:type="dxa"/>
        <w:tblInd w:w="2" w:type="dxa"/>
        <w:tblCellMar>
          <w:left w:w="0" w:type="dxa"/>
          <w:right w:w="0" w:type="dxa"/>
        </w:tblCellMar>
        <w:tblLook w:val="00A0"/>
      </w:tblPr>
      <w:tblGrid>
        <w:gridCol w:w="2844"/>
        <w:gridCol w:w="11541"/>
      </w:tblGrid>
      <w:tr w:rsidR="00355508">
        <w:tc>
          <w:tcPr>
            <w:tcW w:w="2844"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Default="00355508">
            <w:pPr>
              <w:spacing w:after="240" w:line="312" w:lineRule="atLeast"/>
              <w:jc w:val="center"/>
              <w:textAlignment w:val="baseline"/>
              <w:rPr>
                <w:rFonts w:ascii="Helvetica" w:hAnsi="Helvetica" w:cs="Helvetica"/>
                <w:color w:val="444444"/>
                <w:sz w:val="21"/>
                <w:szCs w:val="21"/>
              </w:rPr>
            </w:pPr>
            <w:r>
              <w:rPr>
                <w:rFonts w:ascii="Helvetica" w:hAnsi="Helvetica" w:cs="Helvetica"/>
                <w:color w:val="444444"/>
                <w:sz w:val="21"/>
                <w:szCs w:val="21"/>
              </w:rPr>
              <w:t>ФИО</w:t>
            </w:r>
          </w:p>
        </w:tc>
        <w:tc>
          <w:tcPr>
            <w:tcW w:w="11541"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Default="00355508">
            <w:pPr>
              <w:spacing w:after="240" w:line="312" w:lineRule="atLeast"/>
              <w:jc w:val="center"/>
              <w:textAlignment w:val="baseline"/>
              <w:rPr>
                <w:rFonts w:ascii="Helvetica" w:hAnsi="Helvetica" w:cs="Helvetica"/>
                <w:color w:val="444444"/>
                <w:sz w:val="21"/>
                <w:szCs w:val="21"/>
              </w:rPr>
            </w:pPr>
            <w:r>
              <w:rPr>
                <w:rFonts w:ascii="Helvetica" w:hAnsi="Helvetica" w:cs="Helvetica"/>
                <w:color w:val="444444"/>
                <w:sz w:val="21"/>
                <w:szCs w:val="21"/>
              </w:rPr>
              <w:t>должность</w:t>
            </w:r>
          </w:p>
        </w:tc>
      </w:tr>
      <w:tr w:rsidR="00355508">
        <w:tc>
          <w:tcPr>
            <w:tcW w:w="2844"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Default="00355508">
            <w:pPr>
              <w:spacing w:line="210" w:lineRule="atLeast"/>
              <w:rPr>
                <w:rFonts w:ascii="Helvetica" w:hAnsi="Helvetica" w:cs="Helvetica"/>
                <w:color w:val="444444"/>
                <w:sz w:val="21"/>
                <w:szCs w:val="21"/>
              </w:rPr>
            </w:pPr>
            <w:r>
              <w:rPr>
                <w:rFonts w:ascii="Helvetica" w:hAnsi="Helvetica" w:cs="Helvetica"/>
                <w:color w:val="444444"/>
                <w:sz w:val="21"/>
                <w:szCs w:val="21"/>
              </w:rPr>
              <w:t>Шавленов И.Б.</w:t>
            </w:r>
          </w:p>
        </w:tc>
        <w:tc>
          <w:tcPr>
            <w:tcW w:w="11541"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Default="00355508">
            <w:pPr>
              <w:spacing w:line="210" w:lineRule="atLeast"/>
              <w:rPr>
                <w:rFonts w:ascii="Helvetica" w:hAnsi="Helvetica" w:cs="Helvetica"/>
                <w:color w:val="444444"/>
                <w:sz w:val="21"/>
                <w:szCs w:val="21"/>
              </w:rPr>
            </w:pPr>
            <w:r>
              <w:rPr>
                <w:rFonts w:ascii="Helvetica" w:hAnsi="Helvetica" w:cs="Helvetica"/>
                <w:color w:val="444444"/>
                <w:sz w:val="21"/>
                <w:szCs w:val="21"/>
              </w:rPr>
              <w:t>Глава поселения, председатель комиссии</w:t>
            </w:r>
          </w:p>
        </w:tc>
      </w:tr>
      <w:tr w:rsidR="00355508">
        <w:tc>
          <w:tcPr>
            <w:tcW w:w="2844"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Default="00355508">
            <w:pPr>
              <w:spacing w:line="210" w:lineRule="atLeast"/>
              <w:rPr>
                <w:rFonts w:ascii="Helvetica" w:hAnsi="Helvetica" w:cs="Helvetica"/>
                <w:color w:val="444444"/>
                <w:sz w:val="21"/>
                <w:szCs w:val="21"/>
              </w:rPr>
            </w:pPr>
            <w:r>
              <w:rPr>
                <w:rFonts w:ascii="Helvetica" w:hAnsi="Helvetica" w:cs="Helvetica"/>
                <w:color w:val="444444"/>
                <w:sz w:val="21"/>
                <w:szCs w:val="21"/>
              </w:rPr>
              <w:t>Кумурзинова А.Т.</w:t>
            </w:r>
          </w:p>
        </w:tc>
        <w:tc>
          <w:tcPr>
            <w:tcW w:w="11541"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Default="00355508">
            <w:pPr>
              <w:spacing w:line="210" w:lineRule="atLeast"/>
              <w:rPr>
                <w:rFonts w:ascii="Helvetica" w:hAnsi="Helvetica" w:cs="Helvetica"/>
                <w:color w:val="444444"/>
                <w:sz w:val="21"/>
                <w:szCs w:val="21"/>
              </w:rPr>
            </w:pPr>
            <w:r>
              <w:rPr>
                <w:rFonts w:ascii="Helvetica" w:hAnsi="Helvetica" w:cs="Helvetica"/>
                <w:color w:val="444444"/>
                <w:sz w:val="21"/>
                <w:szCs w:val="21"/>
              </w:rPr>
              <w:t>Ведущий специалист администрации Торгунского сельского</w:t>
            </w:r>
          </w:p>
          <w:p w:rsidR="00355508" w:rsidRDefault="00355508">
            <w:pPr>
              <w:spacing w:line="210" w:lineRule="atLeast"/>
              <w:rPr>
                <w:rFonts w:ascii="Helvetica" w:hAnsi="Helvetica" w:cs="Helvetica"/>
                <w:color w:val="444444"/>
                <w:sz w:val="21"/>
                <w:szCs w:val="21"/>
              </w:rPr>
            </w:pPr>
            <w:r>
              <w:rPr>
                <w:rFonts w:ascii="Helvetica" w:hAnsi="Helvetica" w:cs="Helvetica"/>
                <w:color w:val="444444"/>
                <w:sz w:val="21"/>
                <w:szCs w:val="21"/>
              </w:rPr>
              <w:t>поселения, заместитель   председателя комиссии</w:t>
            </w:r>
          </w:p>
        </w:tc>
      </w:tr>
      <w:tr w:rsidR="00355508">
        <w:tc>
          <w:tcPr>
            <w:tcW w:w="2844"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Default="00355508">
            <w:pPr>
              <w:spacing w:line="210" w:lineRule="atLeast"/>
              <w:rPr>
                <w:rFonts w:ascii="Helvetica" w:hAnsi="Helvetica" w:cs="Helvetica"/>
                <w:color w:val="444444"/>
                <w:sz w:val="21"/>
                <w:szCs w:val="21"/>
              </w:rPr>
            </w:pPr>
            <w:r>
              <w:rPr>
                <w:rFonts w:ascii="Helvetica" w:hAnsi="Helvetica" w:cs="Helvetica"/>
                <w:color w:val="444444"/>
                <w:sz w:val="21"/>
                <w:szCs w:val="21"/>
              </w:rPr>
              <w:t>Черниченко Ю.А.</w:t>
            </w:r>
          </w:p>
        </w:tc>
        <w:tc>
          <w:tcPr>
            <w:tcW w:w="11541"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Default="00355508">
            <w:pPr>
              <w:spacing w:line="210" w:lineRule="atLeast"/>
              <w:rPr>
                <w:rFonts w:ascii="Helvetica" w:hAnsi="Helvetica" w:cs="Helvetica"/>
                <w:color w:val="444444"/>
                <w:sz w:val="21"/>
                <w:szCs w:val="21"/>
              </w:rPr>
            </w:pPr>
            <w:r>
              <w:rPr>
                <w:rFonts w:ascii="Helvetica" w:hAnsi="Helvetica" w:cs="Helvetica"/>
                <w:color w:val="444444"/>
                <w:sz w:val="21"/>
                <w:szCs w:val="21"/>
              </w:rPr>
              <w:t>начальник отделом  по строительству и ЖКХ Администрации</w:t>
            </w:r>
          </w:p>
          <w:p w:rsidR="00355508" w:rsidRDefault="00355508" w:rsidP="00DE626D">
            <w:pPr>
              <w:spacing w:line="210" w:lineRule="atLeast"/>
              <w:rPr>
                <w:rFonts w:ascii="Helvetica" w:hAnsi="Helvetica" w:cs="Helvetica"/>
                <w:color w:val="444444"/>
                <w:sz w:val="21"/>
                <w:szCs w:val="21"/>
              </w:rPr>
            </w:pPr>
            <w:r>
              <w:rPr>
                <w:rFonts w:ascii="Helvetica" w:hAnsi="Helvetica" w:cs="Helvetica"/>
                <w:color w:val="444444"/>
                <w:sz w:val="21"/>
                <w:szCs w:val="21"/>
              </w:rPr>
              <w:t xml:space="preserve"> Старополтавского  муниципального района  (по согласованию)</w:t>
            </w:r>
          </w:p>
        </w:tc>
      </w:tr>
      <w:tr w:rsidR="00355508">
        <w:tc>
          <w:tcPr>
            <w:tcW w:w="2844"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Default="00355508">
            <w:pPr>
              <w:spacing w:line="210" w:lineRule="atLeast"/>
              <w:rPr>
                <w:rFonts w:ascii="Helvetica" w:hAnsi="Helvetica" w:cs="Helvetica"/>
                <w:color w:val="444444"/>
                <w:sz w:val="21"/>
                <w:szCs w:val="21"/>
              </w:rPr>
            </w:pPr>
            <w:r>
              <w:rPr>
                <w:rFonts w:ascii="Helvetica" w:hAnsi="Helvetica" w:cs="Helvetica"/>
                <w:color w:val="444444"/>
                <w:sz w:val="21"/>
                <w:szCs w:val="21"/>
              </w:rPr>
              <w:t>Алексеев А.В.</w:t>
            </w:r>
          </w:p>
        </w:tc>
        <w:tc>
          <w:tcPr>
            <w:tcW w:w="11541"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Default="00355508">
            <w:pPr>
              <w:spacing w:line="210" w:lineRule="atLeast"/>
              <w:rPr>
                <w:rFonts w:ascii="Helvetica" w:hAnsi="Helvetica" w:cs="Helvetica"/>
                <w:color w:val="444444"/>
                <w:sz w:val="21"/>
                <w:szCs w:val="21"/>
              </w:rPr>
            </w:pPr>
            <w:r>
              <w:rPr>
                <w:rFonts w:ascii="Helvetica" w:hAnsi="Helvetica" w:cs="Helvetica"/>
                <w:color w:val="444444"/>
                <w:sz w:val="21"/>
                <w:szCs w:val="21"/>
              </w:rPr>
              <w:t xml:space="preserve">ведущий специалист отдела по строительству и ЖКХ  </w:t>
            </w:r>
          </w:p>
          <w:p w:rsidR="00355508" w:rsidRDefault="00355508" w:rsidP="00DE626D">
            <w:pPr>
              <w:spacing w:line="210" w:lineRule="atLeast"/>
              <w:rPr>
                <w:rFonts w:ascii="Helvetica" w:hAnsi="Helvetica" w:cs="Helvetica"/>
                <w:color w:val="444444"/>
                <w:sz w:val="21"/>
                <w:szCs w:val="21"/>
              </w:rPr>
            </w:pPr>
            <w:r>
              <w:rPr>
                <w:rFonts w:ascii="Helvetica" w:hAnsi="Helvetica" w:cs="Helvetica"/>
                <w:color w:val="444444"/>
                <w:sz w:val="21"/>
                <w:szCs w:val="21"/>
              </w:rPr>
              <w:t>Администрации Старополтавского муниципального района</w:t>
            </w:r>
          </w:p>
          <w:p w:rsidR="00355508" w:rsidRDefault="00355508" w:rsidP="00DE626D">
            <w:pPr>
              <w:spacing w:line="210" w:lineRule="atLeast"/>
              <w:rPr>
                <w:rFonts w:ascii="Helvetica" w:hAnsi="Helvetica" w:cs="Helvetica"/>
                <w:color w:val="444444"/>
                <w:sz w:val="21"/>
                <w:szCs w:val="21"/>
              </w:rPr>
            </w:pPr>
            <w:r>
              <w:rPr>
                <w:rFonts w:ascii="Helvetica" w:hAnsi="Helvetica" w:cs="Helvetica"/>
                <w:color w:val="444444"/>
                <w:sz w:val="21"/>
                <w:szCs w:val="21"/>
              </w:rPr>
              <w:t xml:space="preserve"> (по согласованию)</w:t>
            </w:r>
          </w:p>
        </w:tc>
      </w:tr>
      <w:tr w:rsidR="00355508">
        <w:tc>
          <w:tcPr>
            <w:tcW w:w="2844"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Default="00355508">
            <w:pPr>
              <w:spacing w:line="210" w:lineRule="atLeast"/>
              <w:rPr>
                <w:rFonts w:ascii="Helvetica" w:hAnsi="Helvetica" w:cs="Helvetica"/>
                <w:color w:val="444444"/>
                <w:sz w:val="21"/>
                <w:szCs w:val="21"/>
              </w:rPr>
            </w:pPr>
            <w:r>
              <w:rPr>
                <w:rFonts w:ascii="Helvetica" w:hAnsi="Helvetica" w:cs="Helvetica"/>
                <w:color w:val="444444"/>
                <w:sz w:val="21"/>
                <w:szCs w:val="21"/>
              </w:rPr>
              <w:t>Жармухамбетов А.М.</w:t>
            </w:r>
          </w:p>
        </w:tc>
        <w:tc>
          <w:tcPr>
            <w:tcW w:w="11541"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Default="00355508">
            <w:pPr>
              <w:spacing w:line="210" w:lineRule="atLeast"/>
              <w:rPr>
                <w:rFonts w:ascii="Helvetica" w:hAnsi="Helvetica" w:cs="Helvetica"/>
                <w:color w:val="444444"/>
                <w:sz w:val="21"/>
                <w:szCs w:val="21"/>
              </w:rPr>
            </w:pPr>
            <w:r>
              <w:rPr>
                <w:rFonts w:ascii="Helvetica" w:hAnsi="Helvetica" w:cs="Helvetica"/>
                <w:color w:val="444444"/>
                <w:sz w:val="21"/>
                <w:szCs w:val="21"/>
              </w:rPr>
              <w:t xml:space="preserve"> специалист  2 категории Администрации Торгунского сельского</w:t>
            </w:r>
          </w:p>
          <w:p w:rsidR="00355508" w:rsidRDefault="00355508">
            <w:pPr>
              <w:spacing w:line="210" w:lineRule="atLeast"/>
              <w:rPr>
                <w:rFonts w:ascii="Helvetica" w:hAnsi="Helvetica" w:cs="Helvetica"/>
                <w:color w:val="444444"/>
                <w:sz w:val="21"/>
                <w:szCs w:val="21"/>
              </w:rPr>
            </w:pPr>
            <w:r>
              <w:rPr>
                <w:rFonts w:ascii="Helvetica" w:hAnsi="Helvetica" w:cs="Helvetica"/>
                <w:color w:val="444444"/>
                <w:sz w:val="21"/>
                <w:szCs w:val="21"/>
              </w:rPr>
              <w:t xml:space="preserve"> поселения</w:t>
            </w:r>
          </w:p>
          <w:p w:rsidR="00355508" w:rsidRDefault="00355508" w:rsidP="00DE626D">
            <w:pPr>
              <w:spacing w:line="210" w:lineRule="atLeast"/>
              <w:rPr>
                <w:rFonts w:ascii="Helvetica" w:hAnsi="Helvetica" w:cs="Helvetica"/>
                <w:color w:val="444444"/>
                <w:sz w:val="21"/>
                <w:szCs w:val="21"/>
              </w:rPr>
            </w:pPr>
            <w:r>
              <w:rPr>
                <w:rFonts w:ascii="Helvetica" w:hAnsi="Helvetica" w:cs="Helvetica"/>
                <w:color w:val="444444"/>
                <w:sz w:val="21"/>
                <w:szCs w:val="21"/>
              </w:rPr>
              <w:t xml:space="preserve"> </w:t>
            </w:r>
          </w:p>
        </w:tc>
      </w:tr>
    </w:tbl>
    <w:p w:rsidR="00355508" w:rsidRDefault="00355508" w:rsidP="00D236D1">
      <w:pPr>
        <w:shd w:val="clear" w:color="auto" w:fill="F9F9F9"/>
        <w:spacing w:after="240" w:line="312" w:lineRule="atLeast"/>
        <w:textAlignment w:val="baseline"/>
        <w:rPr>
          <w:rFonts w:ascii="Helvetica" w:hAnsi="Helvetica" w:cs="Helvetica"/>
          <w:color w:val="444444"/>
          <w:sz w:val="21"/>
          <w:szCs w:val="21"/>
        </w:rPr>
      </w:pPr>
      <w:r>
        <w:rPr>
          <w:rFonts w:ascii="Helvetica" w:hAnsi="Helvetica" w:cs="Helvetica"/>
          <w:color w:val="444444"/>
          <w:sz w:val="21"/>
          <w:szCs w:val="21"/>
        </w:rPr>
        <w:t> </w:t>
      </w: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Приложение № 3</w:t>
      </w: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Утвержден</w:t>
      </w: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постановлением Администрации</w:t>
      </w:r>
    </w:p>
    <w:p w:rsidR="00355508" w:rsidRDefault="00355508" w:rsidP="00D236D1">
      <w:pPr>
        <w:shd w:val="clear" w:color="auto" w:fill="F9F9F9"/>
        <w:spacing w:after="240"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Торгунского сельского поселения</w:t>
      </w:r>
    </w:p>
    <w:p w:rsidR="00355508" w:rsidRDefault="00355508" w:rsidP="00D236D1">
      <w:pPr>
        <w:shd w:val="clear" w:color="auto" w:fill="F9F9F9"/>
        <w:spacing w:line="312" w:lineRule="atLeast"/>
        <w:jc w:val="right"/>
        <w:textAlignment w:val="baseline"/>
        <w:rPr>
          <w:rFonts w:ascii="Helvetica" w:hAnsi="Helvetica" w:cs="Helvetica"/>
          <w:color w:val="444444"/>
          <w:sz w:val="21"/>
          <w:szCs w:val="21"/>
        </w:rPr>
      </w:pPr>
      <w:r>
        <w:rPr>
          <w:rFonts w:ascii="Helvetica" w:hAnsi="Helvetica" w:cs="Helvetica"/>
          <w:color w:val="444444"/>
          <w:sz w:val="21"/>
          <w:szCs w:val="21"/>
        </w:rPr>
        <w:t>   от 10.10.2014 № 66</w:t>
      </w:r>
      <w:r>
        <w:rPr>
          <w:rFonts w:ascii="Helvetica" w:hAnsi="Helvetica" w:cs="Helvetica"/>
          <w:b/>
          <w:bCs/>
          <w:color w:val="444444"/>
          <w:sz w:val="21"/>
          <w:szCs w:val="21"/>
          <w:bdr w:val="none" w:sz="0" w:space="0" w:color="auto" w:frame="1"/>
        </w:rPr>
        <w:t> </w:t>
      </w:r>
    </w:p>
    <w:p w:rsidR="00355508" w:rsidRPr="004E20DA" w:rsidRDefault="00355508" w:rsidP="00D236D1">
      <w:pPr>
        <w:shd w:val="clear" w:color="auto" w:fill="F9F9F9"/>
        <w:spacing w:line="312" w:lineRule="atLeast"/>
        <w:jc w:val="center"/>
        <w:textAlignment w:val="baseline"/>
        <w:rPr>
          <w:rFonts w:ascii="Helvetica" w:hAnsi="Helvetica" w:cs="Helvetica"/>
          <w:color w:val="444444"/>
          <w:sz w:val="22"/>
          <w:szCs w:val="22"/>
        </w:rPr>
      </w:pPr>
      <w:r w:rsidRPr="004E20DA">
        <w:rPr>
          <w:rFonts w:ascii="Helvetica" w:hAnsi="Helvetica" w:cs="Helvetica"/>
          <w:b/>
          <w:bCs/>
          <w:color w:val="444444"/>
          <w:sz w:val="22"/>
          <w:szCs w:val="22"/>
          <w:bdr w:val="none" w:sz="0" w:space="0" w:color="auto" w:frame="1"/>
        </w:rPr>
        <w:t>ПЛАН</w:t>
      </w:r>
    </w:p>
    <w:p w:rsidR="00355508" w:rsidRPr="004E20DA" w:rsidRDefault="00355508" w:rsidP="00D236D1">
      <w:pPr>
        <w:shd w:val="clear" w:color="auto" w:fill="F9F9F9"/>
        <w:spacing w:line="312" w:lineRule="atLeast"/>
        <w:jc w:val="center"/>
        <w:textAlignment w:val="baseline"/>
        <w:rPr>
          <w:rFonts w:ascii="Helvetica" w:hAnsi="Helvetica" w:cs="Helvetica"/>
          <w:color w:val="444444"/>
          <w:sz w:val="22"/>
          <w:szCs w:val="22"/>
        </w:rPr>
      </w:pPr>
      <w:r w:rsidRPr="004E20DA">
        <w:rPr>
          <w:rFonts w:ascii="Helvetica" w:hAnsi="Helvetica" w:cs="Helvetica"/>
          <w:b/>
          <w:bCs/>
          <w:color w:val="444444"/>
          <w:sz w:val="22"/>
          <w:szCs w:val="22"/>
          <w:bdr w:val="none" w:sz="0" w:space="0" w:color="auto" w:frame="1"/>
        </w:rPr>
        <w:t>мероприятий по внесению изменений</w:t>
      </w:r>
    </w:p>
    <w:p w:rsidR="00355508" w:rsidRPr="004E20DA" w:rsidRDefault="00355508" w:rsidP="00D236D1">
      <w:pPr>
        <w:shd w:val="clear" w:color="auto" w:fill="F9F9F9"/>
        <w:spacing w:line="312" w:lineRule="atLeast"/>
        <w:jc w:val="center"/>
        <w:textAlignment w:val="baseline"/>
        <w:rPr>
          <w:rFonts w:ascii="Helvetica" w:hAnsi="Helvetica" w:cs="Helvetica"/>
          <w:color w:val="444444"/>
          <w:sz w:val="22"/>
          <w:szCs w:val="22"/>
        </w:rPr>
      </w:pPr>
      <w:r w:rsidRPr="004E20DA">
        <w:rPr>
          <w:rFonts w:ascii="Helvetica" w:hAnsi="Helvetica" w:cs="Helvetica"/>
          <w:b/>
          <w:bCs/>
          <w:color w:val="444444"/>
          <w:sz w:val="22"/>
          <w:szCs w:val="22"/>
          <w:bdr w:val="none" w:sz="0" w:space="0" w:color="auto" w:frame="1"/>
        </w:rPr>
        <w:t xml:space="preserve">в Генеральный план </w:t>
      </w:r>
      <w:r>
        <w:rPr>
          <w:rFonts w:ascii="Helvetica" w:hAnsi="Helvetica" w:cs="Helvetica"/>
          <w:b/>
          <w:bCs/>
          <w:color w:val="444444"/>
          <w:sz w:val="22"/>
          <w:szCs w:val="22"/>
          <w:bdr w:val="none" w:sz="0" w:space="0" w:color="auto" w:frame="1"/>
        </w:rPr>
        <w:t>Торгунского</w:t>
      </w:r>
      <w:r w:rsidRPr="004E20DA">
        <w:rPr>
          <w:rFonts w:ascii="Helvetica" w:hAnsi="Helvetica" w:cs="Helvetica"/>
          <w:b/>
          <w:bCs/>
          <w:color w:val="444444"/>
          <w:sz w:val="22"/>
          <w:szCs w:val="22"/>
          <w:bdr w:val="none" w:sz="0" w:space="0" w:color="auto" w:frame="1"/>
        </w:rPr>
        <w:t xml:space="preserve"> сельского поселения </w:t>
      </w:r>
    </w:p>
    <w:tbl>
      <w:tblPr>
        <w:tblW w:w="9364" w:type="dxa"/>
        <w:tblInd w:w="2" w:type="dxa"/>
        <w:tblCellMar>
          <w:left w:w="0" w:type="dxa"/>
          <w:right w:w="0" w:type="dxa"/>
        </w:tblCellMar>
        <w:tblLook w:val="00A0"/>
      </w:tblPr>
      <w:tblGrid>
        <w:gridCol w:w="600"/>
        <w:gridCol w:w="6639"/>
        <w:gridCol w:w="2125"/>
      </w:tblGrid>
      <w:tr w:rsidR="00355508" w:rsidRP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after="240" w:line="312" w:lineRule="atLeast"/>
              <w:jc w:val="center"/>
              <w:textAlignment w:val="baseline"/>
              <w:rPr>
                <w:rFonts w:ascii="Helvetica" w:hAnsi="Helvetica" w:cs="Helvetica"/>
                <w:color w:val="444444"/>
              </w:rPr>
            </w:pPr>
            <w:r w:rsidRPr="004E20DA">
              <w:rPr>
                <w:rFonts w:ascii="Helvetica" w:hAnsi="Helvetica" w:cs="Helvetica"/>
                <w:color w:val="444444"/>
                <w:sz w:val="22"/>
                <w:szCs w:val="22"/>
              </w:rPr>
              <w:t>№ п/п</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after="240" w:line="312" w:lineRule="atLeast"/>
              <w:jc w:val="center"/>
              <w:textAlignment w:val="baseline"/>
              <w:rPr>
                <w:rFonts w:ascii="Helvetica" w:hAnsi="Helvetica" w:cs="Helvetica"/>
                <w:color w:val="444444"/>
              </w:rPr>
            </w:pPr>
            <w:r w:rsidRPr="004E20DA">
              <w:rPr>
                <w:rFonts w:ascii="Helvetica" w:hAnsi="Helvetica" w:cs="Helvetica"/>
                <w:color w:val="444444"/>
                <w:sz w:val="22"/>
                <w:szCs w:val="22"/>
              </w:rPr>
              <w:t>Мероприятия</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after="240" w:line="312" w:lineRule="atLeast"/>
              <w:jc w:val="center"/>
              <w:textAlignment w:val="baseline"/>
              <w:rPr>
                <w:rFonts w:ascii="Helvetica" w:hAnsi="Helvetica" w:cs="Helvetica"/>
                <w:color w:val="444444"/>
              </w:rPr>
            </w:pPr>
            <w:r w:rsidRPr="004E20DA">
              <w:rPr>
                <w:rFonts w:ascii="Helvetica" w:hAnsi="Helvetica" w:cs="Helvetica"/>
                <w:color w:val="444444"/>
                <w:sz w:val="22"/>
                <w:szCs w:val="22"/>
              </w:rPr>
              <w:t>Сроки исполнения</w:t>
            </w:r>
          </w:p>
        </w:tc>
      </w:tr>
      <w:tr w:rsidR="00355508" w:rsidRP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 w:rsidRPr="004E20DA">
              <w:rPr>
                <w:sz w:val="22"/>
                <w:szCs w:val="22"/>
              </w:rPr>
              <w:t>1</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sidP="00E4017B">
            <w:pPr>
              <w:spacing w:line="210" w:lineRule="atLeast"/>
              <w:rPr>
                <w:rFonts w:ascii="Helvetica" w:hAnsi="Helvetica" w:cs="Helvetica"/>
                <w:color w:val="444444"/>
              </w:rPr>
            </w:pPr>
            <w:r w:rsidRPr="004E20DA">
              <w:rPr>
                <w:rFonts w:ascii="Helvetica" w:hAnsi="Helvetica" w:cs="Helvetica"/>
                <w:color w:val="444444"/>
                <w:sz w:val="22"/>
                <w:szCs w:val="22"/>
              </w:rPr>
              <w:t xml:space="preserve">Разработка и принятие нормативного правового акта </w:t>
            </w:r>
          </w:p>
          <w:p w:rsidR="00355508" w:rsidRPr="004E20DA" w:rsidRDefault="00355508" w:rsidP="00FB12D3">
            <w:pPr>
              <w:spacing w:line="210" w:lineRule="atLeast"/>
              <w:rPr>
                <w:rFonts w:ascii="Helvetica" w:hAnsi="Helvetica" w:cs="Helvetica"/>
                <w:color w:val="444444"/>
              </w:rPr>
            </w:pPr>
            <w:r w:rsidRPr="004E20DA">
              <w:rPr>
                <w:rFonts w:ascii="Helvetica" w:hAnsi="Helvetica" w:cs="Helvetica"/>
                <w:color w:val="444444"/>
                <w:sz w:val="22"/>
                <w:szCs w:val="22"/>
              </w:rPr>
              <w:t xml:space="preserve">о подготовке проекта  внесения изменений в Генеральный план </w:t>
            </w:r>
            <w:r>
              <w:rPr>
                <w:rFonts w:ascii="Helvetica" w:hAnsi="Helvetica" w:cs="Helvetica"/>
                <w:color w:val="444444"/>
                <w:sz w:val="22"/>
                <w:szCs w:val="22"/>
              </w:rPr>
              <w:t>Торгунского</w:t>
            </w:r>
            <w:r w:rsidRPr="004E20DA">
              <w:rPr>
                <w:rFonts w:ascii="Helvetica" w:hAnsi="Helvetica" w:cs="Helvetica"/>
                <w:color w:val="444444"/>
                <w:sz w:val="22"/>
                <w:szCs w:val="22"/>
              </w:rPr>
              <w:t xml:space="preserve"> сельского поселения</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line="210" w:lineRule="atLeast"/>
              <w:rPr>
                <w:rFonts w:ascii="Helvetica" w:hAnsi="Helvetica" w:cs="Helvetica"/>
                <w:color w:val="444444"/>
              </w:rPr>
            </w:pPr>
            <w:r>
              <w:rPr>
                <w:rFonts w:ascii="Helvetica" w:hAnsi="Helvetica" w:cs="Helvetica"/>
                <w:color w:val="444444"/>
                <w:sz w:val="22"/>
                <w:szCs w:val="22"/>
              </w:rPr>
              <w:t>Октябрь 201</w:t>
            </w:r>
            <w:r w:rsidRPr="004E20DA">
              <w:rPr>
                <w:rFonts w:ascii="Helvetica" w:hAnsi="Helvetica" w:cs="Helvetica"/>
                <w:color w:val="444444"/>
                <w:sz w:val="22"/>
                <w:szCs w:val="22"/>
              </w:rPr>
              <w:t>4</w:t>
            </w:r>
          </w:p>
        </w:tc>
      </w:tr>
      <w:tr w:rsidR="00355508" w:rsidRP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 w:rsidRPr="004E20DA">
              <w:rPr>
                <w:sz w:val="22"/>
                <w:szCs w:val="22"/>
              </w:rPr>
              <w:t>2</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sidP="00E4017B">
            <w:pPr>
              <w:spacing w:line="210" w:lineRule="atLeast"/>
              <w:rPr>
                <w:rFonts w:ascii="Helvetica" w:hAnsi="Helvetica" w:cs="Helvetica"/>
                <w:color w:val="444444"/>
              </w:rPr>
            </w:pPr>
            <w:r w:rsidRPr="004E20DA">
              <w:rPr>
                <w:rFonts w:ascii="Helvetica" w:hAnsi="Helvetica" w:cs="Helvetica"/>
                <w:color w:val="444444"/>
                <w:sz w:val="22"/>
                <w:szCs w:val="22"/>
              </w:rPr>
              <w:t xml:space="preserve">Публикация в СМИ и размещение на официальном сайте Администрации </w:t>
            </w:r>
            <w:r>
              <w:rPr>
                <w:rFonts w:ascii="Helvetica" w:hAnsi="Helvetica" w:cs="Helvetica"/>
                <w:color w:val="444444"/>
                <w:sz w:val="22"/>
                <w:szCs w:val="22"/>
              </w:rPr>
              <w:t>Торгунского</w:t>
            </w:r>
            <w:r w:rsidRPr="004E20DA">
              <w:rPr>
                <w:rFonts w:ascii="Helvetica" w:hAnsi="Helvetica" w:cs="Helvetica"/>
                <w:color w:val="444444"/>
                <w:sz w:val="22"/>
                <w:szCs w:val="22"/>
              </w:rPr>
              <w:t xml:space="preserve"> сельского поселения информационного сообщения о подготовке проекта внесения изменений в Генеральный план</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line="210" w:lineRule="atLeast"/>
              <w:rPr>
                <w:rFonts w:ascii="Helvetica" w:hAnsi="Helvetica" w:cs="Helvetica"/>
                <w:color w:val="444444"/>
              </w:rPr>
            </w:pPr>
            <w:r w:rsidRPr="004E20DA">
              <w:rPr>
                <w:rFonts w:ascii="Helvetica" w:hAnsi="Helvetica" w:cs="Helvetica"/>
                <w:color w:val="444444"/>
                <w:sz w:val="22"/>
                <w:szCs w:val="22"/>
              </w:rPr>
              <w:t>Ноябрь-декабрь 2014</w:t>
            </w:r>
          </w:p>
        </w:tc>
      </w:tr>
      <w:tr w:rsidR="00355508" w:rsidRP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 w:rsidRPr="004E20DA">
              <w:rPr>
                <w:sz w:val="22"/>
                <w:szCs w:val="22"/>
              </w:rPr>
              <w:t>3</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sidP="00E4017B">
            <w:pPr>
              <w:spacing w:line="210" w:lineRule="atLeast"/>
              <w:rPr>
                <w:rFonts w:ascii="Helvetica" w:hAnsi="Helvetica" w:cs="Helvetica"/>
                <w:color w:val="444444"/>
              </w:rPr>
            </w:pPr>
            <w:r w:rsidRPr="004E20DA">
              <w:rPr>
                <w:rFonts w:ascii="Helvetica" w:hAnsi="Helvetica" w:cs="Helvetica"/>
                <w:color w:val="444444"/>
                <w:sz w:val="22"/>
                <w:szCs w:val="22"/>
              </w:rPr>
              <w:t xml:space="preserve">Заключение контракта на разработку проекта внесения изменений в Генеральный план  </w:t>
            </w:r>
            <w:r>
              <w:rPr>
                <w:rFonts w:ascii="Helvetica" w:hAnsi="Helvetica" w:cs="Helvetica"/>
                <w:color w:val="444444"/>
                <w:sz w:val="22"/>
                <w:szCs w:val="22"/>
              </w:rPr>
              <w:t>Торгунского</w:t>
            </w:r>
            <w:r w:rsidRPr="004E20DA">
              <w:rPr>
                <w:rFonts w:ascii="Helvetica" w:hAnsi="Helvetica" w:cs="Helvetica"/>
                <w:color w:val="444444"/>
                <w:sz w:val="22"/>
                <w:szCs w:val="22"/>
              </w:rPr>
              <w:t xml:space="preserve"> сельского поселения</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after="240" w:line="312" w:lineRule="atLeast"/>
              <w:textAlignment w:val="baseline"/>
              <w:rPr>
                <w:rFonts w:ascii="Helvetica" w:hAnsi="Helvetica" w:cs="Helvetica"/>
                <w:color w:val="444444"/>
              </w:rPr>
            </w:pPr>
            <w:r w:rsidRPr="004E20DA">
              <w:rPr>
                <w:rFonts w:ascii="Helvetica" w:hAnsi="Helvetica" w:cs="Helvetica"/>
                <w:color w:val="444444"/>
                <w:sz w:val="22"/>
                <w:szCs w:val="22"/>
              </w:rPr>
              <w:t>Октябрь 2014</w:t>
            </w:r>
          </w:p>
        </w:tc>
      </w:tr>
      <w:tr w:rsidR="00355508" w:rsidRP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 w:rsidRPr="004E20DA">
              <w:rPr>
                <w:sz w:val="22"/>
                <w:szCs w:val="22"/>
              </w:rPr>
              <w:t>4</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sidP="00E4017B">
            <w:pPr>
              <w:spacing w:line="210" w:lineRule="atLeast"/>
              <w:rPr>
                <w:rFonts w:ascii="Helvetica" w:hAnsi="Helvetica" w:cs="Helvetica"/>
                <w:color w:val="444444"/>
              </w:rPr>
            </w:pPr>
            <w:r w:rsidRPr="004E20DA">
              <w:rPr>
                <w:rFonts w:ascii="Helvetica" w:hAnsi="Helvetica" w:cs="Helvetica"/>
                <w:color w:val="444444"/>
                <w:sz w:val="22"/>
                <w:szCs w:val="22"/>
              </w:rPr>
              <w:t xml:space="preserve">Сбор, учет и рассмотрение комиссией предложений по внесению изменений в Генеральный план </w:t>
            </w:r>
            <w:r>
              <w:rPr>
                <w:rFonts w:ascii="Helvetica" w:hAnsi="Helvetica" w:cs="Helvetica"/>
                <w:color w:val="444444"/>
                <w:sz w:val="22"/>
                <w:szCs w:val="22"/>
              </w:rPr>
              <w:t>Торгунского</w:t>
            </w:r>
            <w:r w:rsidRPr="004E20DA">
              <w:rPr>
                <w:rFonts w:ascii="Helvetica" w:hAnsi="Helvetica" w:cs="Helvetica"/>
                <w:color w:val="444444"/>
                <w:sz w:val="22"/>
                <w:szCs w:val="22"/>
              </w:rPr>
              <w:t xml:space="preserve"> сельского поселения, подготовка рекомендации о внесении в соответствии с поступившими предложениями изменений в Генеральный план поселения или об отклонении такого предложения с указанием причин отклонения</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line="210" w:lineRule="atLeast"/>
              <w:rPr>
                <w:rFonts w:ascii="Helvetica" w:hAnsi="Helvetica" w:cs="Helvetica"/>
                <w:color w:val="444444"/>
              </w:rPr>
            </w:pPr>
            <w:r w:rsidRPr="004E20DA">
              <w:rPr>
                <w:rFonts w:ascii="Helvetica" w:hAnsi="Helvetica" w:cs="Helvetica"/>
                <w:color w:val="444444"/>
                <w:sz w:val="22"/>
                <w:szCs w:val="22"/>
              </w:rPr>
              <w:t>Ноябрь-декабрь 2014</w:t>
            </w:r>
          </w:p>
        </w:tc>
      </w:tr>
      <w:tr w:rsidR="00355508" w:rsidRP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 w:rsidRPr="004E20DA">
              <w:rPr>
                <w:sz w:val="22"/>
                <w:szCs w:val="22"/>
              </w:rPr>
              <w:t>5</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sidP="00E4017B">
            <w:pPr>
              <w:spacing w:line="210" w:lineRule="atLeast"/>
              <w:rPr>
                <w:rFonts w:ascii="Helvetica" w:hAnsi="Helvetica" w:cs="Helvetica"/>
                <w:color w:val="444444"/>
              </w:rPr>
            </w:pPr>
            <w:r w:rsidRPr="004E20DA">
              <w:rPr>
                <w:rFonts w:ascii="Helvetica" w:hAnsi="Helvetica" w:cs="Helvetica"/>
                <w:color w:val="444444"/>
                <w:sz w:val="22"/>
                <w:szCs w:val="22"/>
              </w:rPr>
              <w:t xml:space="preserve">Публикация проекта внесения изменений в Генеральный план </w:t>
            </w:r>
            <w:r>
              <w:rPr>
                <w:rFonts w:ascii="Helvetica" w:hAnsi="Helvetica" w:cs="Helvetica"/>
                <w:color w:val="444444"/>
                <w:sz w:val="22"/>
                <w:szCs w:val="22"/>
              </w:rPr>
              <w:t>Торгунского</w:t>
            </w:r>
            <w:r w:rsidRPr="004E20DA">
              <w:rPr>
                <w:rFonts w:ascii="Helvetica" w:hAnsi="Helvetica" w:cs="Helvetica"/>
                <w:color w:val="444444"/>
                <w:sz w:val="22"/>
                <w:szCs w:val="22"/>
              </w:rPr>
              <w:t xml:space="preserve"> сельского поселения в ФГИС ТП</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line="210" w:lineRule="atLeast"/>
              <w:rPr>
                <w:rFonts w:ascii="Helvetica" w:hAnsi="Helvetica" w:cs="Helvetica"/>
                <w:color w:val="444444"/>
              </w:rPr>
            </w:pPr>
            <w:r w:rsidRPr="004E20DA">
              <w:rPr>
                <w:rFonts w:ascii="Helvetica" w:hAnsi="Helvetica" w:cs="Helvetica"/>
                <w:color w:val="444444"/>
                <w:sz w:val="22"/>
                <w:szCs w:val="22"/>
              </w:rPr>
              <w:t>Декабрь 2014</w:t>
            </w:r>
          </w:p>
        </w:tc>
      </w:tr>
      <w:tr w:rsidR="00355508" w:rsidRP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 w:rsidRPr="004E20DA">
              <w:rPr>
                <w:sz w:val="22"/>
                <w:szCs w:val="22"/>
              </w:rPr>
              <w:t>6</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sidP="00FB12D3">
            <w:pPr>
              <w:spacing w:line="210" w:lineRule="atLeast"/>
              <w:rPr>
                <w:rFonts w:ascii="Helvetica" w:hAnsi="Helvetica" w:cs="Helvetica"/>
                <w:color w:val="444444"/>
              </w:rPr>
            </w:pPr>
            <w:r w:rsidRPr="004E20DA">
              <w:rPr>
                <w:rFonts w:ascii="Helvetica" w:hAnsi="Helvetica" w:cs="Helvetica"/>
                <w:color w:val="444444"/>
                <w:sz w:val="22"/>
                <w:szCs w:val="22"/>
              </w:rPr>
              <w:t xml:space="preserve">Подготовка распоряжения о проведении публичных слушаний, публикация распоряжения в СМИ и размещение на официальном сайте Администрации </w:t>
            </w:r>
            <w:r>
              <w:rPr>
                <w:rFonts w:ascii="Helvetica" w:hAnsi="Helvetica" w:cs="Helvetica"/>
                <w:color w:val="444444"/>
                <w:sz w:val="22"/>
                <w:szCs w:val="22"/>
              </w:rPr>
              <w:t>Торгунского</w:t>
            </w:r>
            <w:r w:rsidRPr="004E20DA">
              <w:rPr>
                <w:rFonts w:ascii="Helvetica" w:hAnsi="Helvetica" w:cs="Helvetica"/>
                <w:color w:val="444444"/>
                <w:sz w:val="22"/>
                <w:szCs w:val="22"/>
              </w:rPr>
              <w:t>  сельского поселения, оповещение жителей муниципального образования о времени и месте их проведения</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line="210" w:lineRule="atLeast"/>
              <w:rPr>
                <w:rFonts w:ascii="Helvetica" w:hAnsi="Helvetica" w:cs="Helvetica"/>
                <w:color w:val="444444"/>
              </w:rPr>
            </w:pPr>
            <w:r w:rsidRPr="004E20DA">
              <w:rPr>
                <w:rFonts w:ascii="Helvetica" w:hAnsi="Helvetica" w:cs="Helvetica"/>
                <w:color w:val="444444"/>
                <w:sz w:val="22"/>
                <w:szCs w:val="22"/>
              </w:rPr>
              <w:t>Декабрь 2014</w:t>
            </w:r>
          </w:p>
        </w:tc>
      </w:tr>
      <w:tr w:rsidR="00355508" w:rsidRP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 w:rsidRPr="004E20DA">
              <w:rPr>
                <w:sz w:val="22"/>
                <w:szCs w:val="22"/>
              </w:rPr>
              <w:t>7</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sidP="00FB12D3">
            <w:pPr>
              <w:spacing w:line="210" w:lineRule="atLeast"/>
              <w:rPr>
                <w:rFonts w:ascii="Helvetica" w:hAnsi="Helvetica" w:cs="Helvetica"/>
                <w:color w:val="444444"/>
              </w:rPr>
            </w:pPr>
            <w:r w:rsidRPr="004E20DA">
              <w:rPr>
                <w:rFonts w:ascii="Helvetica" w:hAnsi="Helvetica" w:cs="Helvetica"/>
                <w:color w:val="444444"/>
                <w:sz w:val="22"/>
                <w:szCs w:val="22"/>
              </w:rPr>
              <w:t xml:space="preserve">Согласование проекта внесения изменений в Генеральный план </w:t>
            </w:r>
            <w:r>
              <w:rPr>
                <w:rFonts w:ascii="Helvetica" w:hAnsi="Helvetica" w:cs="Helvetica"/>
                <w:color w:val="444444"/>
                <w:sz w:val="22"/>
                <w:szCs w:val="22"/>
              </w:rPr>
              <w:t>Торгунского</w:t>
            </w:r>
            <w:r w:rsidRPr="004E20DA">
              <w:rPr>
                <w:rFonts w:ascii="Helvetica" w:hAnsi="Helvetica" w:cs="Helvetica"/>
                <w:color w:val="444444"/>
                <w:sz w:val="22"/>
                <w:szCs w:val="22"/>
              </w:rPr>
              <w:t xml:space="preserve"> сельского поселения в соответствии со ст. 25 Градостроительного кодекса</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line="210" w:lineRule="atLeast"/>
              <w:rPr>
                <w:rFonts w:ascii="Helvetica" w:hAnsi="Helvetica" w:cs="Helvetica"/>
                <w:color w:val="444444"/>
              </w:rPr>
            </w:pPr>
            <w:r w:rsidRPr="004E20DA">
              <w:rPr>
                <w:rFonts w:ascii="Helvetica" w:hAnsi="Helvetica" w:cs="Helvetica"/>
                <w:color w:val="444444"/>
                <w:sz w:val="22"/>
                <w:szCs w:val="22"/>
              </w:rPr>
              <w:t>Не более 3-х месяцев со дня направления проекта на согласование</w:t>
            </w:r>
          </w:p>
        </w:tc>
      </w:tr>
      <w:tr w:rsidR="00355508" w:rsidRP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 w:rsidRPr="004E20DA">
              <w:rPr>
                <w:sz w:val="22"/>
                <w:szCs w:val="22"/>
              </w:rPr>
              <w:t>8</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line="210" w:lineRule="atLeast"/>
              <w:rPr>
                <w:rFonts w:ascii="Helvetica" w:hAnsi="Helvetica" w:cs="Helvetica"/>
                <w:color w:val="444444"/>
              </w:rPr>
            </w:pPr>
            <w:r w:rsidRPr="004E20DA">
              <w:rPr>
                <w:rFonts w:ascii="Helvetica" w:hAnsi="Helvetica" w:cs="Helvetica"/>
                <w:color w:val="444444"/>
                <w:sz w:val="22"/>
                <w:szCs w:val="22"/>
              </w:rPr>
              <w:t>Проведение публичных слушаний по проекту изменений в Генеральный план поселения</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line="210" w:lineRule="atLeast"/>
              <w:rPr>
                <w:rFonts w:ascii="Helvetica" w:hAnsi="Helvetica" w:cs="Helvetica"/>
                <w:color w:val="444444"/>
              </w:rPr>
            </w:pPr>
            <w:r w:rsidRPr="004E20DA">
              <w:rPr>
                <w:rFonts w:ascii="Helvetica" w:hAnsi="Helvetica" w:cs="Helvetica"/>
                <w:color w:val="444444"/>
                <w:sz w:val="22"/>
                <w:szCs w:val="22"/>
              </w:rPr>
              <w:t>Февраль 2015</w:t>
            </w:r>
          </w:p>
        </w:tc>
      </w:tr>
      <w:tr w:rsidR="00355508" w:rsidRP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 w:rsidRPr="004E20DA">
              <w:rPr>
                <w:sz w:val="22"/>
                <w:szCs w:val="22"/>
              </w:rPr>
              <w:t>9</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line="210" w:lineRule="atLeast"/>
              <w:rPr>
                <w:rFonts w:ascii="Helvetica" w:hAnsi="Helvetica" w:cs="Helvetica"/>
                <w:color w:val="444444"/>
              </w:rPr>
            </w:pPr>
            <w:r w:rsidRPr="004E20DA">
              <w:rPr>
                <w:rFonts w:ascii="Helvetica" w:hAnsi="Helvetica" w:cs="Helvetica"/>
                <w:color w:val="444444"/>
                <w:sz w:val="22"/>
                <w:szCs w:val="22"/>
              </w:rPr>
              <w:t>Публикация заключения о результатах публичных слушаний в СМИ и размещение на официальном сайте Администрации поселения</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line="210" w:lineRule="atLeast"/>
              <w:rPr>
                <w:rFonts w:ascii="Helvetica" w:hAnsi="Helvetica" w:cs="Helvetica"/>
                <w:color w:val="444444"/>
              </w:rPr>
            </w:pPr>
            <w:r w:rsidRPr="004E20DA">
              <w:rPr>
                <w:rFonts w:ascii="Helvetica" w:hAnsi="Helvetica" w:cs="Helvetica"/>
                <w:color w:val="444444"/>
                <w:sz w:val="22"/>
                <w:szCs w:val="22"/>
              </w:rPr>
              <w:t>В течение 10 дней после проведений</w:t>
            </w:r>
          </w:p>
          <w:p w:rsidR="00355508" w:rsidRPr="004E20DA" w:rsidRDefault="00355508">
            <w:pPr>
              <w:spacing w:after="240" w:line="312" w:lineRule="atLeast"/>
              <w:textAlignment w:val="baseline"/>
              <w:rPr>
                <w:rFonts w:ascii="Helvetica" w:hAnsi="Helvetica" w:cs="Helvetica"/>
                <w:color w:val="444444"/>
              </w:rPr>
            </w:pPr>
            <w:r w:rsidRPr="004E20DA">
              <w:rPr>
                <w:rFonts w:ascii="Helvetica" w:hAnsi="Helvetica" w:cs="Helvetica"/>
                <w:color w:val="444444"/>
                <w:sz w:val="22"/>
                <w:szCs w:val="22"/>
              </w:rPr>
              <w:t>публичных слушаний</w:t>
            </w:r>
          </w:p>
        </w:tc>
      </w:tr>
      <w:tr w:rsidR="00355508" w:rsidRP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 w:rsidRPr="004E20DA">
              <w:rPr>
                <w:sz w:val="22"/>
                <w:szCs w:val="22"/>
              </w:rPr>
              <w:t>10</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line="210" w:lineRule="atLeast"/>
              <w:rPr>
                <w:rFonts w:ascii="Helvetica" w:hAnsi="Helvetica" w:cs="Helvetica"/>
                <w:color w:val="444444"/>
              </w:rPr>
            </w:pPr>
            <w:r w:rsidRPr="004E20DA">
              <w:rPr>
                <w:rFonts w:ascii="Helvetica" w:hAnsi="Helvetica" w:cs="Helvetica"/>
                <w:color w:val="444444"/>
                <w:sz w:val="22"/>
                <w:szCs w:val="22"/>
              </w:rPr>
              <w:t>Рассмотрение и обсуждение результатов публичных слушаний комиссией по подготовке проекта внесения изменений в Генеральный план</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line="210" w:lineRule="atLeast"/>
              <w:rPr>
                <w:rFonts w:ascii="Helvetica" w:hAnsi="Helvetica" w:cs="Helvetica"/>
                <w:color w:val="444444"/>
              </w:rPr>
            </w:pPr>
            <w:r w:rsidRPr="004E20DA">
              <w:rPr>
                <w:rFonts w:ascii="Helvetica" w:hAnsi="Helvetica" w:cs="Helvetica"/>
                <w:color w:val="444444"/>
                <w:sz w:val="22"/>
                <w:szCs w:val="22"/>
              </w:rPr>
              <w:t>В течение двух недель после проведений</w:t>
            </w:r>
          </w:p>
          <w:p w:rsidR="00355508" w:rsidRPr="004E20DA" w:rsidRDefault="00355508">
            <w:pPr>
              <w:spacing w:after="240" w:line="312" w:lineRule="atLeast"/>
              <w:textAlignment w:val="baseline"/>
              <w:rPr>
                <w:rFonts w:ascii="Helvetica" w:hAnsi="Helvetica" w:cs="Helvetica"/>
                <w:color w:val="444444"/>
              </w:rPr>
            </w:pPr>
            <w:r w:rsidRPr="004E20DA">
              <w:rPr>
                <w:rFonts w:ascii="Helvetica" w:hAnsi="Helvetica" w:cs="Helvetica"/>
                <w:color w:val="444444"/>
                <w:sz w:val="22"/>
                <w:szCs w:val="22"/>
              </w:rPr>
              <w:t>публичных слушаний</w:t>
            </w:r>
          </w:p>
        </w:tc>
      </w:tr>
      <w:tr w:rsidR="00355508" w:rsidRP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 w:rsidRPr="004E20DA">
              <w:rPr>
                <w:sz w:val="22"/>
                <w:szCs w:val="22"/>
              </w:rPr>
              <w:t>11</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sidP="00FB12D3">
            <w:pPr>
              <w:spacing w:line="210" w:lineRule="atLeast"/>
              <w:rPr>
                <w:rFonts w:ascii="Helvetica" w:hAnsi="Helvetica" w:cs="Helvetica"/>
                <w:color w:val="444444"/>
              </w:rPr>
            </w:pPr>
            <w:r w:rsidRPr="004E20DA">
              <w:rPr>
                <w:rFonts w:ascii="Helvetica" w:hAnsi="Helvetica" w:cs="Helvetica"/>
                <w:color w:val="444444"/>
                <w:sz w:val="22"/>
                <w:szCs w:val="22"/>
              </w:rPr>
              <w:t xml:space="preserve">Рассмотрение проекта внесения изменений в Генеральный план Думой </w:t>
            </w:r>
            <w:r>
              <w:rPr>
                <w:rFonts w:ascii="Helvetica" w:hAnsi="Helvetica" w:cs="Helvetica"/>
                <w:color w:val="444444"/>
                <w:sz w:val="22"/>
                <w:szCs w:val="22"/>
              </w:rPr>
              <w:t>Торгунского</w:t>
            </w:r>
            <w:r w:rsidRPr="004E20DA">
              <w:rPr>
                <w:rFonts w:ascii="Helvetica" w:hAnsi="Helvetica" w:cs="Helvetica"/>
                <w:color w:val="444444"/>
                <w:sz w:val="22"/>
                <w:szCs w:val="22"/>
              </w:rPr>
              <w:t xml:space="preserve"> сельского поселения и его утверждение</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line="210" w:lineRule="atLeast"/>
              <w:rPr>
                <w:rFonts w:ascii="Helvetica" w:hAnsi="Helvetica" w:cs="Helvetica"/>
                <w:color w:val="444444"/>
              </w:rPr>
            </w:pPr>
            <w:r w:rsidRPr="004E20DA">
              <w:rPr>
                <w:rFonts w:ascii="Helvetica" w:hAnsi="Helvetica" w:cs="Helvetica"/>
                <w:color w:val="444444"/>
                <w:sz w:val="22"/>
                <w:szCs w:val="22"/>
              </w:rPr>
              <w:t>Март 2015</w:t>
            </w:r>
          </w:p>
          <w:p w:rsidR="00355508" w:rsidRPr="004E20DA" w:rsidRDefault="00355508">
            <w:pPr>
              <w:spacing w:line="210" w:lineRule="atLeast"/>
              <w:rPr>
                <w:rFonts w:ascii="Helvetica" w:hAnsi="Helvetica" w:cs="Helvetica"/>
                <w:color w:val="444444"/>
              </w:rPr>
            </w:pPr>
          </w:p>
          <w:p w:rsidR="00355508" w:rsidRPr="004E20DA" w:rsidRDefault="00355508">
            <w:pPr>
              <w:spacing w:line="210" w:lineRule="atLeast"/>
              <w:rPr>
                <w:rFonts w:ascii="Helvetica" w:hAnsi="Helvetica" w:cs="Helvetica"/>
                <w:color w:val="444444"/>
              </w:rPr>
            </w:pPr>
          </w:p>
        </w:tc>
      </w:tr>
      <w:tr w:rsidR="00355508" w:rsidRP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 w:rsidRPr="004E20DA">
              <w:rPr>
                <w:sz w:val="22"/>
                <w:szCs w:val="22"/>
              </w:rPr>
              <w:t>12</w:t>
            </w:r>
          </w:p>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sidP="004E20DA">
            <w:pPr>
              <w:spacing w:line="210" w:lineRule="atLeast"/>
              <w:rPr>
                <w:rFonts w:ascii="Helvetica" w:hAnsi="Helvetica" w:cs="Helvetica"/>
                <w:color w:val="444444"/>
              </w:rPr>
            </w:pPr>
            <w:r w:rsidRPr="004E20DA">
              <w:rPr>
                <w:rFonts w:ascii="Helvetica" w:hAnsi="Helvetica" w:cs="Helvetica"/>
                <w:color w:val="444444"/>
                <w:sz w:val="22"/>
                <w:szCs w:val="22"/>
              </w:rPr>
              <w:t xml:space="preserve">Публикация утвержденных изменений в Генеральный  план  </w:t>
            </w:r>
            <w:r>
              <w:rPr>
                <w:rFonts w:ascii="Helvetica" w:hAnsi="Helvetica" w:cs="Helvetica"/>
                <w:color w:val="444444"/>
                <w:sz w:val="22"/>
                <w:szCs w:val="22"/>
              </w:rPr>
              <w:t>Торгунского с</w:t>
            </w:r>
            <w:r w:rsidRPr="004E20DA">
              <w:rPr>
                <w:rFonts w:ascii="Helvetica" w:hAnsi="Helvetica" w:cs="Helvetica"/>
                <w:color w:val="444444"/>
                <w:sz w:val="22"/>
                <w:szCs w:val="22"/>
              </w:rPr>
              <w:t>ельского поселения в СМИ и размещение на официальном сайте</w:t>
            </w:r>
            <w:r>
              <w:rPr>
                <w:rFonts w:ascii="Helvetica" w:hAnsi="Helvetica" w:cs="Helvetica"/>
                <w:color w:val="444444"/>
                <w:sz w:val="22"/>
                <w:szCs w:val="22"/>
              </w:rPr>
              <w:t xml:space="preserve"> </w:t>
            </w:r>
            <w:r w:rsidRPr="004E20DA">
              <w:rPr>
                <w:rFonts w:ascii="Helvetica" w:hAnsi="Helvetica" w:cs="Helvetica"/>
                <w:color w:val="444444"/>
                <w:sz w:val="22"/>
                <w:szCs w:val="22"/>
              </w:rPr>
              <w:t xml:space="preserve">Администрации </w:t>
            </w:r>
            <w:r>
              <w:rPr>
                <w:rFonts w:ascii="Helvetica" w:hAnsi="Helvetica" w:cs="Helvetica"/>
                <w:color w:val="444444"/>
                <w:sz w:val="22"/>
                <w:szCs w:val="22"/>
              </w:rPr>
              <w:t>Торгунского</w:t>
            </w:r>
            <w:r w:rsidRPr="004E20DA">
              <w:rPr>
                <w:rFonts w:ascii="Helvetica" w:hAnsi="Helvetica" w:cs="Helvetica"/>
                <w:color w:val="444444"/>
                <w:sz w:val="22"/>
                <w:szCs w:val="22"/>
              </w:rPr>
              <w:t xml:space="preserve"> сельского поселения , размещение в ФГИС ТП</w:t>
            </w: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line="210" w:lineRule="atLeast"/>
              <w:rPr>
                <w:rFonts w:ascii="Helvetica" w:hAnsi="Helvetica" w:cs="Helvetica"/>
                <w:color w:val="444444"/>
              </w:rPr>
            </w:pPr>
            <w:r w:rsidRPr="004E20DA">
              <w:rPr>
                <w:rFonts w:ascii="Helvetica" w:hAnsi="Helvetica" w:cs="Helvetica"/>
                <w:color w:val="444444"/>
                <w:sz w:val="22"/>
                <w:szCs w:val="22"/>
              </w:rPr>
              <w:t>Март 2015</w:t>
            </w:r>
          </w:p>
        </w:tc>
      </w:tr>
      <w:tr w:rsidR="00355508" w:rsidRPr="004E20DA">
        <w:tc>
          <w:tcPr>
            <w:tcW w:w="58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tc>
        <w:tc>
          <w:tcPr>
            <w:tcW w:w="6652"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rsidP="00FB12D3">
            <w:pPr>
              <w:spacing w:line="210" w:lineRule="atLeast"/>
              <w:rPr>
                <w:rFonts w:ascii="Helvetica" w:hAnsi="Helvetica" w:cs="Helvetica"/>
                <w:color w:val="444444"/>
              </w:rPr>
            </w:pPr>
          </w:p>
        </w:tc>
        <w:tc>
          <w:tcPr>
            <w:tcW w:w="2126" w:type="dxa"/>
            <w:tcBorders>
              <w:top w:val="single" w:sz="6" w:space="0" w:color="E6E6E6"/>
              <w:left w:val="single" w:sz="6" w:space="0" w:color="E6E6E6"/>
              <w:bottom w:val="single" w:sz="6" w:space="0" w:color="E6E6E6"/>
              <w:right w:val="single" w:sz="6" w:space="0" w:color="E6E6E6"/>
            </w:tcBorders>
            <w:shd w:val="clear" w:color="auto" w:fill="F9F9F9"/>
            <w:tcMar>
              <w:top w:w="90" w:type="dxa"/>
              <w:left w:w="150" w:type="dxa"/>
              <w:bottom w:w="90" w:type="dxa"/>
              <w:right w:w="150" w:type="dxa"/>
            </w:tcMar>
            <w:vAlign w:val="bottom"/>
          </w:tcPr>
          <w:p w:rsidR="00355508" w:rsidRPr="004E20DA" w:rsidRDefault="00355508">
            <w:pPr>
              <w:spacing w:line="210" w:lineRule="atLeast"/>
              <w:rPr>
                <w:rFonts w:ascii="Helvetica" w:hAnsi="Helvetica" w:cs="Helvetica"/>
                <w:color w:val="444444"/>
              </w:rPr>
            </w:pPr>
          </w:p>
        </w:tc>
      </w:tr>
    </w:tbl>
    <w:p w:rsidR="00355508" w:rsidRPr="004E20DA" w:rsidRDefault="00355508" w:rsidP="00D236D1">
      <w:pPr>
        <w:shd w:val="clear" w:color="auto" w:fill="F9F9F9"/>
        <w:spacing w:after="240" w:line="312" w:lineRule="atLeast"/>
        <w:textAlignment w:val="baseline"/>
        <w:rPr>
          <w:rFonts w:ascii="Helvetica" w:hAnsi="Helvetica" w:cs="Helvetica"/>
          <w:color w:val="444444"/>
          <w:sz w:val="22"/>
          <w:szCs w:val="22"/>
        </w:rPr>
      </w:pPr>
      <w:r w:rsidRPr="004E20DA">
        <w:rPr>
          <w:rFonts w:ascii="Helvetica" w:hAnsi="Helvetica" w:cs="Helvetica"/>
          <w:color w:val="444444"/>
          <w:sz w:val="22"/>
          <w:szCs w:val="22"/>
        </w:rPr>
        <w:t> </w:t>
      </w:r>
    </w:p>
    <w:p w:rsidR="00355508" w:rsidRPr="004E20DA" w:rsidRDefault="00355508" w:rsidP="00D236D1">
      <w:pPr>
        <w:rPr>
          <w:sz w:val="22"/>
          <w:szCs w:val="22"/>
          <w:lang w:eastAsia="en-US"/>
        </w:rPr>
      </w:pPr>
    </w:p>
    <w:p w:rsidR="00355508" w:rsidRPr="004E20DA" w:rsidRDefault="00355508" w:rsidP="00703FAE">
      <w:pPr>
        <w:pStyle w:val="2"/>
        <w:shd w:val="clear" w:color="auto" w:fill="auto"/>
        <w:tabs>
          <w:tab w:val="right" w:pos="8324"/>
        </w:tabs>
        <w:spacing w:before="0" w:line="230" w:lineRule="exact"/>
        <w:ind w:left="60"/>
        <w:jc w:val="both"/>
        <w:rPr>
          <w:sz w:val="22"/>
          <w:szCs w:val="22"/>
        </w:rPr>
      </w:pPr>
    </w:p>
    <w:sectPr w:rsidR="00355508" w:rsidRPr="004E20DA" w:rsidSect="00F713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773B7A"/>
    <w:multiLevelType w:val="multilevel"/>
    <w:tmpl w:val="0C2A05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3FAE"/>
    <w:rsid w:val="00000231"/>
    <w:rsid w:val="00000593"/>
    <w:rsid w:val="000009E8"/>
    <w:rsid w:val="00000B89"/>
    <w:rsid w:val="00000C1B"/>
    <w:rsid w:val="00000E07"/>
    <w:rsid w:val="00001273"/>
    <w:rsid w:val="00001297"/>
    <w:rsid w:val="000012A3"/>
    <w:rsid w:val="00001741"/>
    <w:rsid w:val="000017A7"/>
    <w:rsid w:val="000021FC"/>
    <w:rsid w:val="000029FA"/>
    <w:rsid w:val="0000300B"/>
    <w:rsid w:val="00003DD0"/>
    <w:rsid w:val="00003F3F"/>
    <w:rsid w:val="00004651"/>
    <w:rsid w:val="00004B6E"/>
    <w:rsid w:val="00005103"/>
    <w:rsid w:val="00005918"/>
    <w:rsid w:val="00005AB9"/>
    <w:rsid w:val="00005BF9"/>
    <w:rsid w:val="00005C38"/>
    <w:rsid w:val="00005C62"/>
    <w:rsid w:val="00005DED"/>
    <w:rsid w:val="0000622A"/>
    <w:rsid w:val="00006249"/>
    <w:rsid w:val="000069E5"/>
    <w:rsid w:val="00006AEB"/>
    <w:rsid w:val="00007140"/>
    <w:rsid w:val="0000725F"/>
    <w:rsid w:val="00007420"/>
    <w:rsid w:val="0000749E"/>
    <w:rsid w:val="00007506"/>
    <w:rsid w:val="000077D0"/>
    <w:rsid w:val="000077D9"/>
    <w:rsid w:val="00007884"/>
    <w:rsid w:val="00007B04"/>
    <w:rsid w:val="00007C7B"/>
    <w:rsid w:val="00010397"/>
    <w:rsid w:val="00010A9F"/>
    <w:rsid w:val="000115B6"/>
    <w:rsid w:val="0001160F"/>
    <w:rsid w:val="00011925"/>
    <w:rsid w:val="00012059"/>
    <w:rsid w:val="0001225A"/>
    <w:rsid w:val="0001285D"/>
    <w:rsid w:val="000132D1"/>
    <w:rsid w:val="000132F3"/>
    <w:rsid w:val="00013408"/>
    <w:rsid w:val="0001367F"/>
    <w:rsid w:val="00013910"/>
    <w:rsid w:val="00013F22"/>
    <w:rsid w:val="00013F56"/>
    <w:rsid w:val="00014115"/>
    <w:rsid w:val="0001462E"/>
    <w:rsid w:val="0001492B"/>
    <w:rsid w:val="00014AAC"/>
    <w:rsid w:val="00014C6B"/>
    <w:rsid w:val="00014D32"/>
    <w:rsid w:val="00014F62"/>
    <w:rsid w:val="0001534C"/>
    <w:rsid w:val="000167E4"/>
    <w:rsid w:val="000168CB"/>
    <w:rsid w:val="000169C6"/>
    <w:rsid w:val="00016A2E"/>
    <w:rsid w:val="0001733B"/>
    <w:rsid w:val="000173CF"/>
    <w:rsid w:val="000175F8"/>
    <w:rsid w:val="00017D7F"/>
    <w:rsid w:val="00017E63"/>
    <w:rsid w:val="00017EF3"/>
    <w:rsid w:val="00017FC7"/>
    <w:rsid w:val="0002034A"/>
    <w:rsid w:val="00020781"/>
    <w:rsid w:val="000208FB"/>
    <w:rsid w:val="00020FE5"/>
    <w:rsid w:val="000210AC"/>
    <w:rsid w:val="00021259"/>
    <w:rsid w:val="00021471"/>
    <w:rsid w:val="00021544"/>
    <w:rsid w:val="0002188F"/>
    <w:rsid w:val="0002193B"/>
    <w:rsid w:val="00021BAC"/>
    <w:rsid w:val="00021C0D"/>
    <w:rsid w:val="00021C2A"/>
    <w:rsid w:val="00021EDE"/>
    <w:rsid w:val="00021F40"/>
    <w:rsid w:val="00022125"/>
    <w:rsid w:val="0002250E"/>
    <w:rsid w:val="000225FD"/>
    <w:rsid w:val="00022D2C"/>
    <w:rsid w:val="000231D4"/>
    <w:rsid w:val="0002360E"/>
    <w:rsid w:val="000238B4"/>
    <w:rsid w:val="00023D19"/>
    <w:rsid w:val="00023D2E"/>
    <w:rsid w:val="00023F5A"/>
    <w:rsid w:val="00024324"/>
    <w:rsid w:val="00024502"/>
    <w:rsid w:val="00024582"/>
    <w:rsid w:val="000250B2"/>
    <w:rsid w:val="0002525F"/>
    <w:rsid w:val="00025502"/>
    <w:rsid w:val="0002560F"/>
    <w:rsid w:val="00025875"/>
    <w:rsid w:val="00025C6F"/>
    <w:rsid w:val="00025FA6"/>
    <w:rsid w:val="00025FC8"/>
    <w:rsid w:val="00026549"/>
    <w:rsid w:val="000265C7"/>
    <w:rsid w:val="00026774"/>
    <w:rsid w:val="00026DC2"/>
    <w:rsid w:val="0002700F"/>
    <w:rsid w:val="000272D0"/>
    <w:rsid w:val="000274C2"/>
    <w:rsid w:val="000278D2"/>
    <w:rsid w:val="0003001D"/>
    <w:rsid w:val="0003079B"/>
    <w:rsid w:val="00030C0F"/>
    <w:rsid w:val="000313EA"/>
    <w:rsid w:val="00031423"/>
    <w:rsid w:val="00031A5C"/>
    <w:rsid w:val="00031C05"/>
    <w:rsid w:val="00031C6E"/>
    <w:rsid w:val="00031CE0"/>
    <w:rsid w:val="0003205B"/>
    <w:rsid w:val="000321AB"/>
    <w:rsid w:val="000323B2"/>
    <w:rsid w:val="000325B0"/>
    <w:rsid w:val="000327C2"/>
    <w:rsid w:val="000327DA"/>
    <w:rsid w:val="00032B0F"/>
    <w:rsid w:val="00032B23"/>
    <w:rsid w:val="00032B7C"/>
    <w:rsid w:val="00032E48"/>
    <w:rsid w:val="00033045"/>
    <w:rsid w:val="000330F8"/>
    <w:rsid w:val="00033210"/>
    <w:rsid w:val="000334A1"/>
    <w:rsid w:val="000334AA"/>
    <w:rsid w:val="00033B77"/>
    <w:rsid w:val="00033C46"/>
    <w:rsid w:val="00033CCC"/>
    <w:rsid w:val="00033F70"/>
    <w:rsid w:val="00034236"/>
    <w:rsid w:val="0003425F"/>
    <w:rsid w:val="000342F2"/>
    <w:rsid w:val="00034677"/>
    <w:rsid w:val="00034DA9"/>
    <w:rsid w:val="000353B2"/>
    <w:rsid w:val="000362A5"/>
    <w:rsid w:val="00036499"/>
    <w:rsid w:val="0003676E"/>
    <w:rsid w:val="000368F8"/>
    <w:rsid w:val="00036C04"/>
    <w:rsid w:val="00036C5B"/>
    <w:rsid w:val="00036D78"/>
    <w:rsid w:val="00037323"/>
    <w:rsid w:val="00037A46"/>
    <w:rsid w:val="00037B31"/>
    <w:rsid w:val="00037BB0"/>
    <w:rsid w:val="00037D70"/>
    <w:rsid w:val="0004016C"/>
    <w:rsid w:val="00040261"/>
    <w:rsid w:val="00040501"/>
    <w:rsid w:val="00040956"/>
    <w:rsid w:val="00040B59"/>
    <w:rsid w:val="000410DB"/>
    <w:rsid w:val="000414BA"/>
    <w:rsid w:val="00041B43"/>
    <w:rsid w:val="00041D59"/>
    <w:rsid w:val="00041E3C"/>
    <w:rsid w:val="00041E92"/>
    <w:rsid w:val="00042BF1"/>
    <w:rsid w:val="00042D1E"/>
    <w:rsid w:val="000432A7"/>
    <w:rsid w:val="00043360"/>
    <w:rsid w:val="00043569"/>
    <w:rsid w:val="00043653"/>
    <w:rsid w:val="00043A25"/>
    <w:rsid w:val="00043BAB"/>
    <w:rsid w:val="00043FB1"/>
    <w:rsid w:val="00044040"/>
    <w:rsid w:val="00044090"/>
    <w:rsid w:val="00044A07"/>
    <w:rsid w:val="0004515F"/>
    <w:rsid w:val="000452AE"/>
    <w:rsid w:val="0004569B"/>
    <w:rsid w:val="00045903"/>
    <w:rsid w:val="00045F0D"/>
    <w:rsid w:val="00046F4F"/>
    <w:rsid w:val="00047604"/>
    <w:rsid w:val="0004776D"/>
    <w:rsid w:val="00047795"/>
    <w:rsid w:val="00047CD6"/>
    <w:rsid w:val="00047EDC"/>
    <w:rsid w:val="0005004B"/>
    <w:rsid w:val="000501A7"/>
    <w:rsid w:val="00050297"/>
    <w:rsid w:val="000503F3"/>
    <w:rsid w:val="00050446"/>
    <w:rsid w:val="00050A87"/>
    <w:rsid w:val="00050D69"/>
    <w:rsid w:val="00050ECB"/>
    <w:rsid w:val="000516A1"/>
    <w:rsid w:val="00051A20"/>
    <w:rsid w:val="00051D0C"/>
    <w:rsid w:val="00051F4A"/>
    <w:rsid w:val="0005207F"/>
    <w:rsid w:val="00052090"/>
    <w:rsid w:val="00052798"/>
    <w:rsid w:val="000527F5"/>
    <w:rsid w:val="00052A57"/>
    <w:rsid w:val="00052AB7"/>
    <w:rsid w:val="00052BD0"/>
    <w:rsid w:val="000531F9"/>
    <w:rsid w:val="00053448"/>
    <w:rsid w:val="00053BB2"/>
    <w:rsid w:val="00053CDF"/>
    <w:rsid w:val="00053D1A"/>
    <w:rsid w:val="00053D52"/>
    <w:rsid w:val="00054140"/>
    <w:rsid w:val="000545E2"/>
    <w:rsid w:val="00054E74"/>
    <w:rsid w:val="00054F2D"/>
    <w:rsid w:val="00054FA6"/>
    <w:rsid w:val="00054FCE"/>
    <w:rsid w:val="00054FD2"/>
    <w:rsid w:val="0005511D"/>
    <w:rsid w:val="00055267"/>
    <w:rsid w:val="00055D44"/>
    <w:rsid w:val="00056647"/>
    <w:rsid w:val="00056939"/>
    <w:rsid w:val="00057252"/>
    <w:rsid w:val="000574F9"/>
    <w:rsid w:val="0005765C"/>
    <w:rsid w:val="00057A7D"/>
    <w:rsid w:val="00057BB9"/>
    <w:rsid w:val="00057CBA"/>
    <w:rsid w:val="00057D0A"/>
    <w:rsid w:val="000608D7"/>
    <w:rsid w:val="0006094C"/>
    <w:rsid w:val="00060B49"/>
    <w:rsid w:val="00060E90"/>
    <w:rsid w:val="0006114B"/>
    <w:rsid w:val="00061543"/>
    <w:rsid w:val="00061661"/>
    <w:rsid w:val="00061C83"/>
    <w:rsid w:val="000629C6"/>
    <w:rsid w:val="00062F1B"/>
    <w:rsid w:val="0006308B"/>
    <w:rsid w:val="000630A6"/>
    <w:rsid w:val="000634BB"/>
    <w:rsid w:val="000636F2"/>
    <w:rsid w:val="0006376A"/>
    <w:rsid w:val="000637B0"/>
    <w:rsid w:val="00063BE7"/>
    <w:rsid w:val="00064022"/>
    <w:rsid w:val="00064157"/>
    <w:rsid w:val="000643E2"/>
    <w:rsid w:val="00064722"/>
    <w:rsid w:val="00064726"/>
    <w:rsid w:val="00064C70"/>
    <w:rsid w:val="00064E70"/>
    <w:rsid w:val="000654D2"/>
    <w:rsid w:val="0006557B"/>
    <w:rsid w:val="00065783"/>
    <w:rsid w:val="000659E2"/>
    <w:rsid w:val="00065AE8"/>
    <w:rsid w:val="00066142"/>
    <w:rsid w:val="000663C7"/>
    <w:rsid w:val="000666F7"/>
    <w:rsid w:val="00066700"/>
    <w:rsid w:val="000667C0"/>
    <w:rsid w:val="00066DEF"/>
    <w:rsid w:val="00066EFA"/>
    <w:rsid w:val="0006704C"/>
    <w:rsid w:val="00067270"/>
    <w:rsid w:val="00067415"/>
    <w:rsid w:val="0006787E"/>
    <w:rsid w:val="000678B7"/>
    <w:rsid w:val="00070001"/>
    <w:rsid w:val="00071071"/>
    <w:rsid w:val="000711C7"/>
    <w:rsid w:val="000712C4"/>
    <w:rsid w:val="00071428"/>
    <w:rsid w:val="00071534"/>
    <w:rsid w:val="000716E7"/>
    <w:rsid w:val="000717EB"/>
    <w:rsid w:val="00071B7C"/>
    <w:rsid w:val="00071BE1"/>
    <w:rsid w:val="00071CA5"/>
    <w:rsid w:val="00071F34"/>
    <w:rsid w:val="000725B6"/>
    <w:rsid w:val="00072A7C"/>
    <w:rsid w:val="00072A82"/>
    <w:rsid w:val="000731C0"/>
    <w:rsid w:val="00073204"/>
    <w:rsid w:val="000739AB"/>
    <w:rsid w:val="000739F4"/>
    <w:rsid w:val="00073EC3"/>
    <w:rsid w:val="00074520"/>
    <w:rsid w:val="0007459F"/>
    <w:rsid w:val="000747E6"/>
    <w:rsid w:val="00074FA6"/>
    <w:rsid w:val="00075079"/>
    <w:rsid w:val="000755A5"/>
    <w:rsid w:val="000757E9"/>
    <w:rsid w:val="00075911"/>
    <w:rsid w:val="00075EFB"/>
    <w:rsid w:val="0007608D"/>
    <w:rsid w:val="0007679A"/>
    <w:rsid w:val="000769D8"/>
    <w:rsid w:val="00076DC7"/>
    <w:rsid w:val="0007783E"/>
    <w:rsid w:val="00077BC3"/>
    <w:rsid w:val="00077FE0"/>
    <w:rsid w:val="0008023A"/>
    <w:rsid w:val="000803DB"/>
    <w:rsid w:val="000803E0"/>
    <w:rsid w:val="0008094B"/>
    <w:rsid w:val="0008097A"/>
    <w:rsid w:val="00080B6A"/>
    <w:rsid w:val="00080C20"/>
    <w:rsid w:val="00080D0C"/>
    <w:rsid w:val="0008110F"/>
    <w:rsid w:val="00081463"/>
    <w:rsid w:val="000814BC"/>
    <w:rsid w:val="00081AC2"/>
    <w:rsid w:val="00081EE3"/>
    <w:rsid w:val="0008208C"/>
    <w:rsid w:val="000823E2"/>
    <w:rsid w:val="00082570"/>
    <w:rsid w:val="000826B8"/>
    <w:rsid w:val="000827F2"/>
    <w:rsid w:val="00082AE3"/>
    <w:rsid w:val="00082C17"/>
    <w:rsid w:val="00082F40"/>
    <w:rsid w:val="000831F4"/>
    <w:rsid w:val="00083491"/>
    <w:rsid w:val="000835CE"/>
    <w:rsid w:val="00083B0F"/>
    <w:rsid w:val="00083B98"/>
    <w:rsid w:val="00083BCE"/>
    <w:rsid w:val="00084D79"/>
    <w:rsid w:val="00084DB2"/>
    <w:rsid w:val="00085140"/>
    <w:rsid w:val="00085207"/>
    <w:rsid w:val="000853D0"/>
    <w:rsid w:val="00085D1E"/>
    <w:rsid w:val="00085F78"/>
    <w:rsid w:val="00086085"/>
    <w:rsid w:val="000860D5"/>
    <w:rsid w:val="0008612D"/>
    <w:rsid w:val="000862E2"/>
    <w:rsid w:val="00086437"/>
    <w:rsid w:val="0008710D"/>
    <w:rsid w:val="000875AC"/>
    <w:rsid w:val="0009062B"/>
    <w:rsid w:val="00090767"/>
    <w:rsid w:val="000909E0"/>
    <w:rsid w:val="00090AB4"/>
    <w:rsid w:val="00090B08"/>
    <w:rsid w:val="00090C20"/>
    <w:rsid w:val="00090C78"/>
    <w:rsid w:val="000914C8"/>
    <w:rsid w:val="00091933"/>
    <w:rsid w:val="00091A00"/>
    <w:rsid w:val="00091BF0"/>
    <w:rsid w:val="00091E4D"/>
    <w:rsid w:val="00092153"/>
    <w:rsid w:val="00092276"/>
    <w:rsid w:val="000922D0"/>
    <w:rsid w:val="0009278F"/>
    <w:rsid w:val="00092934"/>
    <w:rsid w:val="00092F0E"/>
    <w:rsid w:val="0009307D"/>
    <w:rsid w:val="00093C29"/>
    <w:rsid w:val="00093C2A"/>
    <w:rsid w:val="00093E24"/>
    <w:rsid w:val="00093F18"/>
    <w:rsid w:val="00094177"/>
    <w:rsid w:val="0009449F"/>
    <w:rsid w:val="000948A0"/>
    <w:rsid w:val="0009495C"/>
    <w:rsid w:val="00094F4D"/>
    <w:rsid w:val="000950C5"/>
    <w:rsid w:val="00095615"/>
    <w:rsid w:val="00095813"/>
    <w:rsid w:val="00095CD3"/>
    <w:rsid w:val="00095D1A"/>
    <w:rsid w:val="00095FE1"/>
    <w:rsid w:val="000961FB"/>
    <w:rsid w:val="00096983"/>
    <w:rsid w:val="000970E4"/>
    <w:rsid w:val="000971EC"/>
    <w:rsid w:val="000973AE"/>
    <w:rsid w:val="0009756A"/>
    <w:rsid w:val="00097E73"/>
    <w:rsid w:val="00097F0A"/>
    <w:rsid w:val="000A010D"/>
    <w:rsid w:val="000A02D0"/>
    <w:rsid w:val="000A0316"/>
    <w:rsid w:val="000A04B7"/>
    <w:rsid w:val="000A0585"/>
    <w:rsid w:val="000A0ABB"/>
    <w:rsid w:val="000A0B07"/>
    <w:rsid w:val="000A1528"/>
    <w:rsid w:val="000A19EB"/>
    <w:rsid w:val="000A1AF7"/>
    <w:rsid w:val="000A1CC0"/>
    <w:rsid w:val="000A1E15"/>
    <w:rsid w:val="000A1EF9"/>
    <w:rsid w:val="000A2117"/>
    <w:rsid w:val="000A2298"/>
    <w:rsid w:val="000A25A5"/>
    <w:rsid w:val="000A28C3"/>
    <w:rsid w:val="000A2AD1"/>
    <w:rsid w:val="000A341A"/>
    <w:rsid w:val="000A344E"/>
    <w:rsid w:val="000A3619"/>
    <w:rsid w:val="000A3E0A"/>
    <w:rsid w:val="000A3ECE"/>
    <w:rsid w:val="000A45C2"/>
    <w:rsid w:val="000A4775"/>
    <w:rsid w:val="000A4B3E"/>
    <w:rsid w:val="000A4F37"/>
    <w:rsid w:val="000A562C"/>
    <w:rsid w:val="000A5716"/>
    <w:rsid w:val="000A578B"/>
    <w:rsid w:val="000A5850"/>
    <w:rsid w:val="000A5BDD"/>
    <w:rsid w:val="000A5C08"/>
    <w:rsid w:val="000A5FA5"/>
    <w:rsid w:val="000A607E"/>
    <w:rsid w:val="000A625E"/>
    <w:rsid w:val="000A6320"/>
    <w:rsid w:val="000A651F"/>
    <w:rsid w:val="000A6A54"/>
    <w:rsid w:val="000A6C8E"/>
    <w:rsid w:val="000A6E9D"/>
    <w:rsid w:val="000A70FA"/>
    <w:rsid w:val="000A72BA"/>
    <w:rsid w:val="000A7415"/>
    <w:rsid w:val="000A7FE6"/>
    <w:rsid w:val="000B012C"/>
    <w:rsid w:val="000B02FC"/>
    <w:rsid w:val="000B0728"/>
    <w:rsid w:val="000B0D61"/>
    <w:rsid w:val="000B1A3C"/>
    <w:rsid w:val="000B1C88"/>
    <w:rsid w:val="000B2001"/>
    <w:rsid w:val="000B20BD"/>
    <w:rsid w:val="000B2190"/>
    <w:rsid w:val="000B2344"/>
    <w:rsid w:val="000B2797"/>
    <w:rsid w:val="000B2BA3"/>
    <w:rsid w:val="000B2D0D"/>
    <w:rsid w:val="000B2D82"/>
    <w:rsid w:val="000B2F6B"/>
    <w:rsid w:val="000B32F5"/>
    <w:rsid w:val="000B34EA"/>
    <w:rsid w:val="000B35FE"/>
    <w:rsid w:val="000B37B4"/>
    <w:rsid w:val="000B3805"/>
    <w:rsid w:val="000B3A23"/>
    <w:rsid w:val="000B3CD1"/>
    <w:rsid w:val="000B408C"/>
    <w:rsid w:val="000B40D2"/>
    <w:rsid w:val="000B434B"/>
    <w:rsid w:val="000B4571"/>
    <w:rsid w:val="000B48E4"/>
    <w:rsid w:val="000B51B9"/>
    <w:rsid w:val="000B5F90"/>
    <w:rsid w:val="000B626A"/>
    <w:rsid w:val="000B6855"/>
    <w:rsid w:val="000B70A6"/>
    <w:rsid w:val="000B719E"/>
    <w:rsid w:val="000B757C"/>
    <w:rsid w:val="000B78CA"/>
    <w:rsid w:val="000B7B06"/>
    <w:rsid w:val="000B7C2B"/>
    <w:rsid w:val="000C02EE"/>
    <w:rsid w:val="000C03DB"/>
    <w:rsid w:val="000C047B"/>
    <w:rsid w:val="000C05DE"/>
    <w:rsid w:val="000C0927"/>
    <w:rsid w:val="000C0ACB"/>
    <w:rsid w:val="000C0E0D"/>
    <w:rsid w:val="000C1374"/>
    <w:rsid w:val="000C145D"/>
    <w:rsid w:val="000C19CE"/>
    <w:rsid w:val="000C1EA2"/>
    <w:rsid w:val="000C233C"/>
    <w:rsid w:val="000C23AF"/>
    <w:rsid w:val="000C2A10"/>
    <w:rsid w:val="000C2BB9"/>
    <w:rsid w:val="000C3166"/>
    <w:rsid w:val="000C36AA"/>
    <w:rsid w:val="000C3918"/>
    <w:rsid w:val="000C3D9F"/>
    <w:rsid w:val="000C4244"/>
    <w:rsid w:val="000C431C"/>
    <w:rsid w:val="000C4A1A"/>
    <w:rsid w:val="000C4E32"/>
    <w:rsid w:val="000C4E5E"/>
    <w:rsid w:val="000C53CF"/>
    <w:rsid w:val="000C5559"/>
    <w:rsid w:val="000C576D"/>
    <w:rsid w:val="000C5E66"/>
    <w:rsid w:val="000C6000"/>
    <w:rsid w:val="000C60AE"/>
    <w:rsid w:val="000C650F"/>
    <w:rsid w:val="000C6574"/>
    <w:rsid w:val="000C6CBA"/>
    <w:rsid w:val="000C6FC1"/>
    <w:rsid w:val="000C70B9"/>
    <w:rsid w:val="000C7186"/>
    <w:rsid w:val="000C7569"/>
    <w:rsid w:val="000C75F6"/>
    <w:rsid w:val="000C766C"/>
    <w:rsid w:val="000C777D"/>
    <w:rsid w:val="000C7C4B"/>
    <w:rsid w:val="000C7CCE"/>
    <w:rsid w:val="000D0CBE"/>
    <w:rsid w:val="000D0D87"/>
    <w:rsid w:val="000D10AC"/>
    <w:rsid w:val="000D1475"/>
    <w:rsid w:val="000D14BE"/>
    <w:rsid w:val="000D152F"/>
    <w:rsid w:val="000D16CA"/>
    <w:rsid w:val="000D1758"/>
    <w:rsid w:val="000D195C"/>
    <w:rsid w:val="000D19FF"/>
    <w:rsid w:val="000D1A5A"/>
    <w:rsid w:val="000D1CE2"/>
    <w:rsid w:val="000D1E56"/>
    <w:rsid w:val="000D1FE1"/>
    <w:rsid w:val="000D207D"/>
    <w:rsid w:val="000D20A9"/>
    <w:rsid w:val="000D20D5"/>
    <w:rsid w:val="000D22E2"/>
    <w:rsid w:val="000D2373"/>
    <w:rsid w:val="000D26BE"/>
    <w:rsid w:val="000D2A0C"/>
    <w:rsid w:val="000D2D5E"/>
    <w:rsid w:val="000D2FE8"/>
    <w:rsid w:val="000D3380"/>
    <w:rsid w:val="000D33AC"/>
    <w:rsid w:val="000D3735"/>
    <w:rsid w:val="000D3771"/>
    <w:rsid w:val="000D4124"/>
    <w:rsid w:val="000D47AB"/>
    <w:rsid w:val="000D47C1"/>
    <w:rsid w:val="000D497E"/>
    <w:rsid w:val="000D4F43"/>
    <w:rsid w:val="000D5351"/>
    <w:rsid w:val="000D5A57"/>
    <w:rsid w:val="000D5C42"/>
    <w:rsid w:val="000D5E4A"/>
    <w:rsid w:val="000D60C2"/>
    <w:rsid w:val="000D6122"/>
    <w:rsid w:val="000D6284"/>
    <w:rsid w:val="000D6E38"/>
    <w:rsid w:val="000D7080"/>
    <w:rsid w:val="000D78BC"/>
    <w:rsid w:val="000D7E00"/>
    <w:rsid w:val="000D7E84"/>
    <w:rsid w:val="000E06B5"/>
    <w:rsid w:val="000E0736"/>
    <w:rsid w:val="000E0A42"/>
    <w:rsid w:val="000E0F4F"/>
    <w:rsid w:val="000E1341"/>
    <w:rsid w:val="000E1416"/>
    <w:rsid w:val="000E1AD5"/>
    <w:rsid w:val="000E1BBE"/>
    <w:rsid w:val="000E1D64"/>
    <w:rsid w:val="000E219A"/>
    <w:rsid w:val="000E2233"/>
    <w:rsid w:val="000E29BB"/>
    <w:rsid w:val="000E2CF7"/>
    <w:rsid w:val="000E2DF3"/>
    <w:rsid w:val="000E2EA3"/>
    <w:rsid w:val="000E2ED7"/>
    <w:rsid w:val="000E3060"/>
    <w:rsid w:val="000E334E"/>
    <w:rsid w:val="000E371C"/>
    <w:rsid w:val="000E37F9"/>
    <w:rsid w:val="000E39D3"/>
    <w:rsid w:val="000E3FEE"/>
    <w:rsid w:val="000E42E6"/>
    <w:rsid w:val="000E4AA6"/>
    <w:rsid w:val="000E5293"/>
    <w:rsid w:val="000E52B2"/>
    <w:rsid w:val="000E587C"/>
    <w:rsid w:val="000E5F6B"/>
    <w:rsid w:val="000E63D3"/>
    <w:rsid w:val="000E646C"/>
    <w:rsid w:val="000E65B2"/>
    <w:rsid w:val="000E6679"/>
    <w:rsid w:val="000E6769"/>
    <w:rsid w:val="000E676F"/>
    <w:rsid w:val="000E68F6"/>
    <w:rsid w:val="000E6F8F"/>
    <w:rsid w:val="000E716B"/>
    <w:rsid w:val="000E71BE"/>
    <w:rsid w:val="000E7A33"/>
    <w:rsid w:val="000E7DE5"/>
    <w:rsid w:val="000E7E08"/>
    <w:rsid w:val="000F026B"/>
    <w:rsid w:val="000F0526"/>
    <w:rsid w:val="000F067D"/>
    <w:rsid w:val="000F15F0"/>
    <w:rsid w:val="000F1EDD"/>
    <w:rsid w:val="000F24F3"/>
    <w:rsid w:val="000F2833"/>
    <w:rsid w:val="000F287C"/>
    <w:rsid w:val="000F3240"/>
    <w:rsid w:val="000F3A44"/>
    <w:rsid w:val="000F3B38"/>
    <w:rsid w:val="000F40BE"/>
    <w:rsid w:val="000F4945"/>
    <w:rsid w:val="000F4AFD"/>
    <w:rsid w:val="000F4CDE"/>
    <w:rsid w:val="000F50AF"/>
    <w:rsid w:val="000F514A"/>
    <w:rsid w:val="000F52E4"/>
    <w:rsid w:val="000F5429"/>
    <w:rsid w:val="000F5662"/>
    <w:rsid w:val="000F59F4"/>
    <w:rsid w:val="000F59FB"/>
    <w:rsid w:val="000F5AE5"/>
    <w:rsid w:val="000F5D03"/>
    <w:rsid w:val="000F5D76"/>
    <w:rsid w:val="000F6163"/>
    <w:rsid w:val="000F61E1"/>
    <w:rsid w:val="000F646E"/>
    <w:rsid w:val="000F65B5"/>
    <w:rsid w:val="000F68B5"/>
    <w:rsid w:val="000F6BAF"/>
    <w:rsid w:val="000F74E5"/>
    <w:rsid w:val="000F7966"/>
    <w:rsid w:val="000F7D4B"/>
    <w:rsid w:val="000F7E30"/>
    <w:rsid w:val="00100199"/>
    <w:rsid w:val="001001A0"/>
    <w:rsid w:val="00100590"/>
    <w:rsid w:val="001008EA"/>
    <w:rsid w:val="0010094B"/>
    <w:rsid w:val="00100C8B"/>
    <w:rsid w:val="00100DE3"/>
    <w:rsid w:val="00100E78"/>
    <w:rsid w:val="0010139B"/>
    <w:rsid w:val="0010197F"/>
    <w:rsid w:val="00101B7F"/>
    <w:rsid w:val="00102309"/>
    <w:rsid w:val="0010264A"/>
    <w:rsid w:val="0010267D"/>
    <w:rsid w:val="001026EF"/>
    <w:rsid w:val="00102704"/>
    <w:rsid w:val="0010270B"/>
    <w:rsid w:val="00102A3A"/>
    <w:rsid w:val="00102A5C"/>
    <w:rsid w:val="00103031"/>
    <w:rsid w:val="00103230"/>
    <w:rsid w:val="001036AE"/>
    <w:rsid w:val="001036F2"/>
    <w:rsid w:val="0010377C"/>
    <w:rsid w:val="001039A4"/>
    <w:rsid w:val="00103B55"/>
    <w:rsid w:val="00103E21"/>
    <w:rsid w:val="0010403C"/>
    <w:rsid w:val="0010422C"/>
    <w:rsid w:val="00104A83"/>
    <w:rsid w:val="00104AB4"/>
    <w:rsid w:val="0010505F"/>
    <w:rsid w:val="001050FB"/>
    <w:rsid w:val="00105116"/>
    <w:rsid w:val="001055A0"/>
    <w:rsid w:val="00105804"/>
    <w:rsid w:val="00105F22"/>
    <w:rsid w:val="00106391"/>
    <w:rsid w:val="00106877"/>
    <w:rsid w:val="00106F8C"/>
    <w:rsid w:val="00106FD2"/>
    <w:rsid w:val="00107096"/>
    <w:rsid w:val="00110031"/>
    <w:rsid w:val="00110049"/>
    <w:rsid w:val="0011060F"/>
    <w:rsid w:val="0011124A"/>
    <w:rsid w:val="00111660"/>
    <w:rsid w:val="0011188D"/>
    <w:rsid w:val="00111912"/>
    <w:rsid w:val="00111D39"/>
    <w:rsid w:val="00111DAA"/>
    <w:rsid w:val="00111F65"/>
    <w:rsid w:val="001120D8"/>
    <w:rsid w:val="00112890"/>
    <w:rsid w:val="001128AC"/>
    <w:rsid w:val="001130DB"/>
    <w:rsid w:val="0011311E"/>
    <w:rsid w:val="0011321F"/>
    <w:rsid w:val="001134E4"/>
    <w:rsid w:val="001135E7"/>
    <w:rsid w:val="00113C7B"/>
    <w:rsid w:val="00113DDB"/>
    <w:rsid w:val="001142DD"/>
    <w:rsid w:val="0011480C"/>
    <w:rsid w:val="00114873"/>
    <w:rsid w:val="00114D03"/>
    <w:rsid w:val="00115194"/>
    <w:rsid w:val="001155B1"/>
    <w:rsid w:val="00115B9B"/>
    <w:rsid w:val="00116325"/>
    <w:rsid w:val="001163E4"/>
    <w:rsid w:val="00116757"/>
    <w:rsid w:val="00116C45"/>
    <w:rsid w:val="00116D2D"/>
    <w:rsid w:val="00116FF8"/>
    <w:rsid w:val="0011707D"/>
    <w:rsid w:val="0011708D"/>
    <w:rsid w:val="00117147"/>
    <w:rsid w:val="0011737E"/>
    <w:rsid w:val="00117A30"/>
    <w:rsid w:val="00117FEE"/>
    <w:rsid w:val="00117FF9"/>
    <w:rsid w:val="00120239"/>
    <w:rsid w:val="001204B5"/>
    <w:rsid w:val="00120653"/>
    <w:rsid w:val="00120E71"/>
    <w:rsid w:val="0012103C"/>
    <w:rsid w:val="001210E9"/>
    <w:rsid w:val="001214E2"/>
    <w:rsid w:val="001214FE"/>
    <w:rsid w:val="00121B5B"/>
    <w:rsid w:val="0012282D"/>
    <w:rsid w:val="00122B2D"/>
    <w:rsid w:val="0012356C"/>
    <w:rsid w:val="00123D3B"/>
    <w:rsid w:val="00123D50"/>
    <w:rsid w:val="00124128"/>
    <w:rsid w:val="00124682"/>
    <w:rsid w:val="00124C11"/>
    <w:rsid w:val="00124FB4"/>
    <w:rsid w:val="001250C7"/>
    <w:rsid w:val="00125376"/>
    <w:rsid w:val="00125573"/>
    <w:rsid w:val="0012595E"/>
    <w:rsid w:val="00125FC7"/>
    <w:rsid w:val="001261CB"/>
    <w:rsid w:val="001261F9"/>
    <w:rsid w:val="00126747"/>
    <w:rsid w:val="0012682D"/>
    <w:rsid w:val="00126E3F"/>
    <w:rsid w:val="00127111"/>
    <w:rsid w:val="00127197"/>
    <w:rsid w:val="00127679"/>
    <w:rsid w:val="0012790D"/>
    <w:rsid w:val="00127B67"/>
    <w:rsid w:val="00127EB3"/>
    <w:rsid w:val="00130287"/>
    <w:rsid w:val="0013247D"/>
    <w:rsid w:val="001324C9"/>
    <w:rsid w:val="001326D9"/>
    <w:rsid w:val="00132ADA"/>
    <w:rsid w:val="001336BB"/>
    <w:rsid w:val="00133907"/>
    <w:rsid w:val="00133AAA"/>
    <w:rsid w:val="00134130"/>
    <w:rsid w:val="00134179"/>
    <w:rsid w:val="00134753"/>
    <w:rsid w:val="00134F97"/>
    <w:rsid w:val="0013510F"/>
    <w:rsid w:val="00135209"/>
    <w:rsid w:val="001352CC"/>
    <w:rsid w:val="00135428"/>
    <w:rsid w:val="001358E0"/>
    <w:rsid w:val="00135B2B"/>
    <w:rsid w:val="00135CD8"/>
    <w:rsid w:val="00135E43"/>
    <w:rsid w:val="00135E9F"/>
    <w:rsid w:val="0013748A"/>
    <w:rsid w:val="0013794D"/>
    <w:rsid w:val="001404AD"/>
    <w:rsid w:val="001404FE"/>
    <w:rsid w:val="00140E5A"/>
    <w:rsid w:val="00140EA1"/>
    <w:rsid w:val="00140EA6"/>
    <w:rsid w:val="00141882"/>
    <w:rsid w:val="00141B83"/>
    <w:rsid w:val="00141E81"/>
    <w:rsid w:val="00141F40"/>
    <w:rsid w:val="0014278A"/>
    <w:rsid w:val="001429F5"/>
    <w:rsid w:val="00143998"/>
    <w:rsid w:val="001439B3"/>
    <w:rsid w:val="001439ED"/>
    <w:rsid w:val="00143E8D"/>
    <w:rsid w:val="00143F50"/>
    <w:rsid w:val="0014434F"/>
    <w:rsid w:val="00144403"/>
    <w:rsid w:val="00144520"/>
    <w:rsid w:val="00145570"/>
    <w:rsid w:val="001460B1"/>
    <w:rsid w:val="001462FA"/>
    <w:rsid w:val="0014662C"/>
    <w:rsid w:val="00146CC1"/>
    <w:rsid w:val="001471F2"/>
    <w:rsid w:val="001473B8"/>
    <w:rsid w:val="001475AB"/>
    <w:rsid w:val="001476E5"/>
    <w:rsid w:val="00147EC7"/>
    <w:rsid w:val="00147EEB"/>
    <w:rsid w:val="001507BE"/>
    <w:rsid w:val="001508A1"/>
    <w:rsid w:val="00150C7C"/>
    <w:rsid w:val="00150D54"/>
    <w:rsid w:val="00150E1F"/>
    <w:rsid w:val="00150EB9"/>
    <w:rsid w:val="001516B8"/>
    <w:rsid w:val="001517C7"/>
    <w:rsid w:val="001519DA"/>
    <w:rsid w:val="00151B9B"/>
    <w:rsid w:val="001521CE"/>
    <w:rsid w:val="00152352"/>
    <w:rsid w:val="00152669"/>
    <w:rsid w:val="00152C97"/>
    <w:rsid w:val="0015361C"/>
    <w:rsid w:val="00153784"/>
    <w:rsid w:val="00154353"/>
    <w:rsid w:val="00154810"/>
    <w:rsid w:val="00154840"/>
    <w:rsid w:val="00154918"/>
    <w:rsid w:val="001549D0"/>
    <w:rsid w:val="00154AFF"/>
    <w:rsid w:val="00154BA7"/>
    <w:rsid w:val="00155337"/>
    <w:rsid w:val="0015621C"/>
    <w:rsid w:val="00156280"/>
    <w:rsid w:val="001564BB"/>
    <w:rsid w:val="0015651C"/>
    <w:rsid w:val="00156551"/>
    <w:rsid w:val="0015658E"/>
    <w:rsid w:val="00156A04"/>
    <w:rsid w:val="00156AF4"/>
    <w:rsid w:val="00156C6E"/>
    <w:rsid w:val="0015710D"/>
    <w:rsid w:val="001573F5"/>
    <w:rsid w:val="00157497"/>
    <w:rsid w:val="00157C74"/>
    <w:rsid w:val="001601D0"/>
    <w:rsid w:val="00160504"/>
    <w:rsid w:val="001614FD"/>
    <w:rsid w:val="0016182F"/>
    <w:rsid w:val="00161B97"/>
    <w:rsid w:val="00161C44"/>
    <w:rsid w:val="00161E7F"/>
    <w:rsid w:val="00161FFF"/>
    <w:rsid w:val="001620B6"/>
    <w:rsid w:val="001622A9"/>
    <w:rsid w:val="001622D7"/>
    <w:rsid w:val="00162358"/>
    <w:rsid w:val="00162E27"/>
    <w:rsid w:val="00162EA9"/>
    <w:rsid w:val="00163344"/>
    <w:rsid w:val="001635B1"/>
    <w:rsid w:val="00163725"/>
    <w:rsid w:val="00163780"/>
    <w:rsid w:val="00163BB3"/>
    <w:rsid w:val="001642AF"/>
    <w:rsid w:val="0016446D"/>
    <w:rsid w:val="0016471A"/>
    <w:rsid w:val="0016497D"/>
    <w:rsid w:val="00164A51"/>
    <w:rsid w:val="00164B3D"/>
    <w:rsid w:val="001653F5"/>
    <w:rsid w:val="00165628"/>
    <w:rsid w:val="001658A7"/>
    <w:rsid w:val="00165A84"/>
    <w:rsid w:val="00165C01"/>
    <w:rsid w:val="00165E93"/>
    <w:rsid w:val="00166367"/>
    <w:rsid w:val="0016684F"/>
    <w:rsid w:val="001679D0"/>
    <w:rsid w:val="00170063"/>
    <w:rsid w:val="001700DD"/>
    <w:rsid w:val="001702BE"/>
    <w:rsid w:val="001703E8"/>
    <w:rsid w:val="001704B4"/>
    <w:rsid w:val="0017062B"/>
    <w:rsid w:val="0017071B"/>
    <w:rsid w:val="00170EDA"/>
    <w:rsid w:val="001715E8"/>
    <w:rsid w:val="001719CD"/>
    <w:rsid w:val="00171B9D"/>
    <w:rsid w:val="00171C0B"/>
    <w:rsid w:val="00171E4A"/>
    <w:rsid w:val="00172116"/>
    <w:rsid w:val="001727AC"/>
    <w:rsid w:val="00172B9F"/>
    <w:rsid w:val="0017314E"/>
    <w:rsid w:val="001732CC"/>
    <w:rsid w:val="0017341F"/>
    <w:rsid w:val="0017380E"/>
    <w:rsid w:val="00173AA3"/>
    <w:rsid w:val="00173BFD"/>
    <w:rsid w:val="00174543"/>
    <w:rsid w:val="001749D0"/>
    <w:rsid w:val="00174AB2"/>
    <w:rsid w:val="00174ADE"/>
    <w:rsid w:val="00174FA5"/>
    <w:rsid w:val="001752CB"/>
    <w:rsid w:val="00175473"/>
    <w:rsid w:val="00175863"/>
    <w:rsid w:val="00175B1A"/>
    <w:rsid w:val="00175D16"/>
    <w:rsid w:val="00175D88"/>
    <w:rsid w:val="001767E0"/>
    <w:rsid w:val="00176C6D"/>
    <w:rsid w:val="001773D2"/>
    <w:rsid w:val="00177707"/>
    <w:rsid w:val="001778DC"/>
    <w:rsid w:val="00177CE1"/>
    <w:rsid w:val="0018067A"/>
    <w:rsid w:val="00180A72"/>
    <w:rsid w:val="00181038"/>
    <w:rsid w:val="001811FA"/>
    <w:rsid w:val="001814B8"/>
    <w:rsid w:val="001815CE"/>
    <w:rsid w:val="00181CF2"/>
    <w:rsid w:val="00181D0B"/>
    <w:rsid w:val="00181EB0"/>
    <w:rsid w:val="00181FB9"/>
    <w:rsid w:val="0018281B"/>
    <w:rsid w:val="00182A5C"/>
    <w:rsid w:val="001832C6"/>
    <w:rsid w:val="00183645"/>
    <w:rsid w:val="00183684"/>
    <w:rsid w:val="00183EA3"/>
    <w:rsid w:val="00183EEC"/>
    <w:rsid w:val="001841D4"/>
    <w:rsid w:val="0018457C"/>
    <w:rsid w:val="001845AA"/>
    <w:rsid w:val="001845B6"/>
    <w:rsid w:val="001852B5"/>
    <w:rsid w:val="00185A2F"/>
    <w:rsid w:val="00185B53"/>
    <w:rsid w:val="00185BAC"/>
    <w:rsid w:val="00185E8D"/>
    <w:rsid w:val="00185E92"/>
    <w:rsid w:val="00185F75"/>
    <w:rsid w:val="00186B94"/>
    <w:rsid w:val="00186C43"/>
    <w:rsid w:val="00186DA8"/>
    <w:rsid w:val="00186E23"/>
    <w:rsid w:val="001871EB"/>
    <w:rsid w:val="0018782E"/>
    <w:rsid w:val="001879BF"/>
    <w:rsid w:val="00187AFF"/>
    <w:rsid w:val="00187EA4"/>
    <w:rsid w:val="00187F14"/>
    <w:rsid w:val="001902B6"/>
    <w:rsid w:val="00190499"/>
    <w:rsid w:val="001904F7"/>
    <w:rsid w:val="0019067F"/>
    <w:rsid w:val="00190CF0"/>
    <w:rsid w:val="00190ED4"/>
    <w:rsid w:val="0019195F"/>
    <w:rsid w:val="0019199C"/>
    <w:rsid w:val="00191E52"/>
    <w:rsid w:val="00191FE2"/>
    <w:rsid w:val="001921F9"/>
    <w:rsid w:val="0019228D"/>
    <w:rsid w:val="001924C2"/>
    <w:rsid w:val="00192A75"/>
    <w:rsid w:val="001930BF"/>
    <w:rsid w:val="0019323A"/>
    <w:rsid w:val="0019337C"/>
    <w:rsid w:val="00193E7B"/>
    <w:rsid w:val="00193F5E"/>
    <w:rsid w:val="001944CA"/>
    <w:rsid w:val="001948EB"/>
    <w:rsid w:val="00194DDF"/>
    <w:rsid w:val="00194F30"/>
    <w:rsid w:val="00194FDF"/>
    <w:rsid w:val="00195971"/>
    <w:rsid w:val="00196865"/>
    <w:rsid w:val="00196973"/>
    <w:rsid w:val="00196A27"/>
    <w:rsid w:val="00196EB9"/>
    <w:rsid w:val="0019706E"/>
    <w:rsid w:val="001972FE"/>
    <w:rsid w:val="001977ED"/>
    <w:rsid w:val="00197F9F"/>
    <w:rsid w:val="001A0428"/>
    <w:rsid w:val="001A054B"/>
    <w:rsid w:val="001A09F7"/>
    <w:rsid w:val="001A12BB"/>
    <w:rsid w:val="001A1424"/>
    <w:rsid w:val="001A17F9"/>
    <w:rsid w:val="001A2553"/>
    <w:rsid w:val="001A2764"/>
    <w:rsid w:val="001A2F6C"/>
    <w:rsid w:val="001A3069"/>
    <w:rsid w:val="001A36F3"/>
    <w:rsid w:val="001A372C"/>
    <w:rsid w:val="001A38BB"/>
    <w:rsid w:val="001A448D"/>
    <w:rsid w:val="001A5056"/>
    <w:rsid w:val="001A5481"/>
    <w:rsid w:val="001A55F8"/>
    <w:rsid w:val="001A5BB6"/>
    <w:rsid w:val="001A5BBF"/>
    <w:rsid w:val="001A5D40"/>
    <w:rsid w:val="001A6038"/>
    <w:rsid w:val="001A61ED"/>
    <w:rsid w:val="001A625B"/>
    <w:rsid w:val="001A65D4"/>
    <w:rsid w:val="001A68F1"/>
    <w:rsid w:val="001A68FE"/>
    <w:rsid w:val="001A740A"/>
    <w:rsid w:val="001A7971"/>
    <w:rsid w:val="001A7F4A"/>
    <w:rsid w:val="001B03EE"/>
    <w:rsid w:val="001B1297"/>
    <w:rsid w:val="001B1930"/>
    <w:rsid w:val="001B1A05"/>
    <w:rsid w:val="001B1CEC"/>
    <w:rsid w:val="001B1FAF"/>
    <w:rsid w:val="001B20A0"/>
    <w:rsid w:val="001B2111"/>
    <w:rsid w:val="001B229B"/>
    <w:rsid w:val="001B2381"/>
    <w:rsid w:val="001B2424"/>
    <w:rsid w:val="001B2CC4"/>
    <w:rsid w:val="001B2DAB"/>
    <w:rsid w:val="001B3FAE"/>
    <w:rsid w:val="001B451A"/>
    <w:rsid w:val="001B473A"/>
    <w:rsid w:val="001B47E2"/>
    <w:rsid w:val="001B4DF6"/>
    <w:rsid w:val="001B4FFE"/>
    <w:rsid w:val="001B511B"/>
    <w:rsid w:val="001B52F9"/>
    <w:rsid w:val="001B56BC"/>
    <w:rsid w:val="001B57C6"/>
    <w:rsid w:val="001B5826"/>
    <w:rsid w:val="001B598E"/>
    <w:rsid w:val="001B5A26"/>
    <w:rsid w:val="001B5A3A"/>
    <w:rsid w:val="001B6486"/>
    <w:rsid w:val="001B71BC"/>
    <w:rsid w:val="001B7372"/>
    <w:rsid w:val="001B76E2"/>
    <w:rsid w:val="001B7C61"/>
    <w:rsid w:val="001B7D4A"/>
    <w:rsid w:val="001C028A"/>
    <w:rsid w:val="001C04F7"/>
    <w:rsid w:val="001C069D"/>
    <w:rsid w:val="001C06CC"/>
    <w:rsid w:val="001C07C7"/>
    <w:rsid w:val="001C0834"/>
    <w:rsid w:val="001C08AA"/>
    <w:rsid w:val="001C18A5"/>
    <w:rsid w:val="001C1F9B"/>
    <w:rsid w:val="001C2039"/>
    <w:rsid w:val="001C29CD"/>
    <w:rsid w:val="001C2A25"/>
    <w:rsid w:val="001C2B11"/>
    <w:rsid w:val="001C2D65"/>
    <w:rsid w:val="001C2D92"/>
    <w:rsid w:val="001C2E14"/>
    <w:rsid w:val="001C32E5"/>
    <w:rsid w:val="001C34DC"/>
    <w:rsid w:val="001C36B8"/>
    <w:rsid w:val="001C3CEC"/>
    <w:rsid w:val="001C3D6F"/>
    <w:rsid w:val="001C3E57"/>
    <w:rsid w:val="001C441D"/>
    <w:rsid w:val="001C4428"/>
    <w:rsid w:val="001C47C0"/>
    <w:rsid w:val="001C4BAB"/>
    <w:rsid w:val="001C4CAA"/>
    <w:rsid w:val="001C4F1C"/>
    <w:rsid w:val="001C53CD"/>
    <w:rsid w:val="001C55E5"/>
    <w:rsid w:val="001C5DAB"/>
    <w:rsid w:val="001C5E1E"/>
    <w:rsid w:val="001C63ED"/>
    <w:rsid w:val="001C6B04"/>
    <w:rsid w:val="001C6BE8"/>
    <w:rsid w:val="001C6E0F"/>
    <w:rsid w:val="001C75D3"/>
    <w:rsid w:val="001C75FD"/>
    <w:rsid w:val="001D0B8F"/>
    <w:rsid w:val="001D0BA7"/>
    <w:rsid w:val="001D0D8F"/>
    <w:rsid w:val="001D0DDA"/>
    <w:rsid w:val="001D15AA"/>
    <w:rsid w:val="001D15C8"/>
    <w:rsid w:val="001D1DAF"/>
    <w:rsid w:val="001D20A5"/>
    <w:rsid w:val="001D24EC"/>
    <w:rsid w:val="001D2735"/>
    <w:rsid w:val="001D32FC"/>
    <w:rsid w:val="001D3A69"/>
    <w:rsid w:val="001D3DC0"/>
    <w:rsid w:val="001D3E27"/>
    <w:rsid w:val="001D459F"/>
    <w:rsid w:val="001D473B"/>
    <w:rsid w:val="001D519C"/>
    <w:rsid w:val="001D544B"/>
    <w:rsid w:val="001D5611"/>
    <w:rsid w:val="001D577F"/>
    <w:rsid w:val="001D5F30"/>
    <w:rsid w:val="001D6060"/>
    <w:rsid w:val="001D608E"/>
    <w:rsid w:val="001D63A9"/>
    <w:rsid w:val="001D7037"/>
    <w:rsid w:val="001D7252"/>
    <w:rsid w:val="001D7435"/>
    <w:rsid w:val="001D7481"/>
    <w:rsid w:val="001D74D6"/>
    <w:rsid w:val="001D7B96"/>
    <w:rsid w:val="001D7C59"/>
    <w:rsid w:val="001E000F"/>
    <w:rsid w:val="001E05FD"/>
    <w:rsid w:val="001E12A5"/>
    <w:rsid w:val="001E1394"/>
    <w:rsid w:val="001E1550"/>
    <w:rsid w:val="001E1599"/>
    <w:rsid w:val="001E15C9"/>
    <w:rsid w:val="001E1E11"/>
    <w:rsid w:val="001E2499"/>
    <w:rsid w:val="001E2B82"/>
    <w:rsid w:val="001E2D32"/>
    <w:rsid w:val="001E3394"/>
    <w:rsid w:val="001E33C5"/>
    <w:rsid w:val="001E35B4"/>
    <w:rsid w:val="001E35C2"/>
    <w:rsid w:val="001E411E"/>
    <w:rsid w:val="001E4BCE"/>
    <w:rsid w:val="001E4C4D"/>
    <w:rsid w:val="001E504C"/>
    <w:rsid w:val="001E55E5"/>
    <w:rsid w:val="001E5725"/>
    <w:rsid w:val="001E5996"/>
    <w:rsid w:val="001E59C5"/>
    <w:rsid w:val="001E61BC"/>
    <w:rsid w:val="001E62F8"/>
    <w:rsid w:val="001E633F"/>
    <w:rsid w:val="001E65F7"/>
    <w:rsid w:val="001E6A5F"/>
    <w:rsid w:val="001E742B"/>
    <w:rsid w:val="001E77C2"/>
    <w:rsid w:val="001F0435"/>
    <w:rsid w:val="001F04CD"/>
    <w:rsid w:val="001F05FE"/>
    <w:rsid w:val="001F07DD"/>
    <w:rsid w:val="001F0AC4"/>
    <w:rsid w:val="001F1296"/>
    <w:rsid w:val="001F139D"/>
    <w:rsid w:val="001F1452"/>
    <w:rsid w:val="001F14B2"/>
    <w:rsid w:val="001F16BD"/>
    <w:rsid w:val="001F1B01"/>
    <w:rsid w:val="001F1CF9"/>
    <w:rsid w:val="001F2634"/>
    <w:rsid w:val="001F2AE0"/>
    <w:rsid w:val="001F2BA7"/>
    <w:rsid w:val="001F2CDA"/>
    <w:rsid w:val="001F31E5"/>
    <w:rsid w:val="001F3405"/>
    <w:rsid w:val="001F39C7"/>
    <w:rsid w:val="001F3B8C"/>
    <w:rsid w:val="001F400F"/>
    <w:rsid w:val="001F424A"/>
    <w:rsid w:val="001F42B9"/>
    <w:rsid w:val="001F4769"/>
    <w:rsid w:val="001F49E3"/>
    <w:rsid w:val="001F4A06"/>
    <w:rsid w:val="001F4A96"/>
    <w:rsid w:val="001F4E1F"/>
    <w:rsid w:val="001F4F20"/>
    <w:rsid w:val="001F5292"/>
    <w:rsid w:val="001F579D"/>
    <w:rsid w:val="001F5BCF"/>
    <w:rsid w:val="001F5C36"/>
    <w:rsid w:val="001F61D8"/>
    <w:rsid w:val="001F65F0"/>
    <w:rsid w:val="001F6755"/>
    <w:rsid w:val="001F77B4"/>
    <w:rsid w:val="001F78CF"/>
    <w:rsid w:val="001F7926"/>
    <w:rsid w:val="001F7B77"/>
    <w:rsid w:val="001F7F0E"/>
    <w:rsid w:val="00200456"/>
    <w:rsid w:val="002004B5"/>
    <w:rsid w:val="0020069B"/>
    <w:rsid w:val="00200E7E"/>
    <w:rsid w:val="00200FEA"/>
    <w:rsid w:val="002013F6"/>
    <w:rsid w:val="00201794"/>
    <w:rsid w:val="00201B22"/>
    <w:rsid w:val="00201CE4"/>
    <w:rsid w:val="0020203A"/>
    <w:rsid w:val="0020247D"/>
    <w:rsid w:val="002024CD"/>
    <w:rsid w:val="0020266F"/>
    <w:rsid w:val="002032D2"/>
    <w:rsid w:val="002039DF"/>
    <w:rsid w:val="00203A27"/>
    <w:rsid w:val="00203F64"/>
    <w:rsid w:val="00203F68"/>
    <w:rsid w:val="00204011"/>
    <w:rsid w:val="0020461A"/>
    <w:rsid w:val="00204885"/>
    <w:rsid w:val="0020488B"/>
    <w:rsid w:val="00204BEF"/>
    <w:rsid w:val="0020500F"/>
    <w:rsid w:val="002053CF"/>
    <w:rsid w:val="0020566C"/>
    <w:rsid w:val="00205821"/>
    <w:rsid w:val="00205A97"/>
    <w:rsid w:val="00205F87"/>
    <w:rsid w:val="002060A7"/>
    <w:rsid w:val="00206922"/>
    <w:rsid w:val="00206EAA"/>
    <w:rsid w:val="00206EEC"/>
    <w:rsid w:val="00206F55"/>
    <w:rsid w:val="002073B1"/>
    <w:rsid w:val="002074AB"/>
    <w:rsid w:val="00207521"/>
    <w:rsid w:val="002075B8"/>
    <w:rsid w:val="0020796A"/>
    <w:rsid w:val="00207AA4"/>
    <w:rsid w:val="00207E74"/>
    <w:rsid w:val="00207FA4"/>
    <w:rsid w:val="00210C87"/>
    <w:rsid w:val="00210F96"/>
    <w:rsid w:val="00211239"/>
    <w:rsid w:val="002112C9"/>
    <w:rsid w:val="00211556"/>
    <w:rsid w:val="002119D2"/>
    <w:rsid w:val="002120A4"/>
    <w:rsid w:val="002121FF"/>
    <w:rsid w:val="00212C4F"/>
    <w:rsid w:val="0021302E"/>
    <w:rsid w:val="0021315C"/>
    <w:rsid w:val="00213A3D"/>
    <w:rsid w:val="00213EAE"/>
    <w:rsid w:val="002147A1"/>
    <w:rsid w:val="002147F3"/>
    <w:rsid w:val="00214FF8"/>
    <w:rsid w:val="00215675"/>
    <w:rsid w:val="00215850"/>
    <w:rsid w:val="00215C95"/>
    <w:rsid w:val="00215CFE"/>
    <w:rsid w:val="00216165"/>
    <w:rsid w:val="002161C0"/>
    <w:rsid w:val="002162E9"/>
    <w:rsid w:val="00217564"/>
    <w:rsid w:val="0021778B"/>
    <w:rsid w:val="00217A7E"/>
    <w:rsid w:val="00217FE1"/>
    <w:rsid w:val="002201CB"/>
    <w:rsid w:val="00220349"/>
    <w:rsid w:val="002204C0"/>
    <w:rsid w:val="0022083D"/>
    <w:rsid w:val="00220935"/>
    <w:rsid w:val="002209E7"/>
    <w:rsid w:val="00220B51"/>
    <w:rsid w:val="00220C9D"/>
    <w:rsid w:val="00220DF8"/>
    <w:rsid w:val="00220F5C"/>
    <w:rsid w:val="002212A7"/>
    <w:rsid w:val="00221812"/>
    <w:rsid w:val="00221D44"/>
    <w:rsid w:val="00221D93"/>
    <w:rsid w:val="00221FE2"/>
    <w:rsid w:val="00222424"/>
    <w:rsid w:val="002231E1"/>
    <w:rsid w:val="0022396D"/>
    <w:rsid w:val="00223B5A"/>
    <w:rsid w:val="00223D53"/>
    <w:rsid w:val="00223EBD"/>
    <w:rsid w:val="0022443A"/>
    <w:rsid w:val="00224B79"/>
    <w:rsid w:val="00224FFC"/>
    <w:rsid w:val="002252D0"/>
    <w:rsid w:val="0022564E"/>
    <w:rsid w:val="002259BE"/>
    <w:rsid w:val="0022609A"/>
    <w:rsid w:val="0022660E"/>
    <w:rsid w:val="002267FE"/>
    <w:rsid w:val="00226D4B"/>
    <w:rsid w:val="00227173"/>
    <w:rsid w:val="002271EF"/>
    <w:rsid w:val="002272E4"/>
    <w:rsid w:val="0022752B"/>
    <w:rsid w:val="002275FE"/>
    <w:rsid w:val="00227F3D"/>
    <w:rsid w:val="002308D9"/>
    <w:rsid w:val="002309AB"/>
    <w:rsid w:val="00230BF6"/>
    <w:rsid w:val="00231140"/>
    <w:rsid w:val="002311DB"/>
    <w:rsid w:val="0023121D"/>
    <w:rsid w:val="002313B6"/>
    <w:rsid w:val="00231456"/>
    <w:rsid w:val="002319C5"/>
    <w:rsid w:val="00231B23"/>
    <w:rsid w:val="00231C01"/>
    <w:rsid w:val="00232582"/>
    <w:rsid w:val="00232B3A"/>
    <w:rsid w:val="00233397"/>
    <w:rsid w:val="0023368A"/>
    <w:rsid w:val="00233B61"/>
    <w:rsid w:val="00234075"/>
    <w:rsid w:val="0023438F"/>
    <w:rsid w:val="002347B7"/>
    <w:rsid w:val="00234928"/>
    <w:rsid w:val="0023511E"/>
    <w:rsid w:val="0023542B"/>
    <w:rsid w:val="00235D1A"/>
    <w:rsid w:val="002361D6"/>
    <w:rsid w:val="00236259"/>
    <w:rsid w:val="0023633F"/>
    <w:rsid w:val="002363A7"/>
    <w:rsid w:val="002365CD"/>
    <w:rsid w:val="002365EA"/>
    <w:rsid w:val="0023673E"/>
    <w:rsid w:val="00236CE2"/>
    <w:rsid w:val="00236D36"/>
    <w:rsid w:val="0023711D"/>
    <w:rsid w:val="002371FC"/>
    <w:rsid w:val="0023771D"/>
    <w:rsid w:val="00237C21"/>
    <w:rsid w:val="00237E54"/>
    <w:rsid w:val="00237F42"/>
    <w:rsid w:val="0024004F"/>
    <w:rsid w:val="002405C6"/>
    <w:rsid w:val="002406C2"/>
    <w:rsid w:val="00240C34"/>
    <w:rsid w:val="00240C43"/>
    <w:rsid w:val="00240EBC"/>
    <w:rsid w:val="00241001"/>
    <w:rsid w:val="00241499"/>
    <w:rsid w:val="0024152C"/>
    <w:rsid w:val="00241E7F"/>
    <w:rsid w:val="00242018"/>
    <w:rsid w:val="002420CE"/>
    <w:rsid w:val="00242137"/>
    <w:rsid w:val="0024269F"/>
    <w:rsid w:val="00242930"/>
    <w:rsid w:val="00242A57"/>
    <w:rsid w:val="00242C18"/>
    <w:rsid w:val="00242CC7"/>
    <w:rsid w:val="00243341"/>
    <w:rsid w:val="002439D8"/>
    <w:rsid w:val="00243E57"/>
    <w:rsid w:val="00243FFA"/>
    <w:rsid w:val="0024402A"/>
    <w:rsid w:val="002440F6"/>
    <w:rsid w:val="0024412E"/>
    <w:rsid w:val="00244292"/>
    <w:rsid w:val="00244331"/>
    <w:rsid w:val="00244A03"/>
    <w:rsid w:val="00244AE4"/>
    <w:rsid w:val="00244B04"/>
    <w:rsid w:val="00244B70"/>
    <w:rsid w:val="00244BCA"/>
    <w:rsid w:val="00244F90"/>
    <w:rsid w:val="0024557C"/>
    <w:rsid w:val="00245F93"/>
    <w:rsid w:val="0024611F"/>
    <w:rsid w:val="0024639D"/>
    <w:rsid w:val="002463C8"/>
    <w:rsid w:val="00246979"/>
    <w:rsid w:val="00246BBD"/>
    <w:rsid w:val="002473D6"/>
    <w:rsid w:val="0024777B"/>
    <w:rsid w:val="002477E5"/>
    <w:rsid w:val="00247824"/>
    <w:rsid w:val="0024784A"/>
    <w:rsid w:val="00247FC2"/>
    <w:rsid w:val="00250064"/>
    <w:rsid w:val="002503EA"/>
    <w:rsid w:val="00250C92"/>
    <w:rsid w:val="00251150"/>
    <w:rsid w:val="002515D8"/>
    <w:rsid w:val="002518E8"/>
    <w:rsid w:val="00251D6E"/>
    <w:rsid w:val="00252856"/>
    <w:rsid w:val="00252910"/>
    <w:rsid w:val="00252AA2"/>
    <w:rsid w:val="00252AE3"/>
    <w:rsid w:val="00253249"/>
    <w:rsid w:val="00253A4C"/>
    <w:rsid w:val="00253F42"/>
    <w:rsid w:val="002542CA"/>
    <w:rsid w:val="00254382"/>
    <w:rsid w:val="00254A2B"/>
    <w:rsid w:val="00255048"/>
    <w:rsid w:val="0025511F"/>
    <w:rsid w:val="00255279"/>
    <w:rsid w:val="002557CD"/>
    <w:rsid w:val="00255AEC"/>
    <w:rsid w:val="0025628B"/>
    <w:rsid w:val="00256C79"/>
    <w:rsid w:val="00256E2C"/>
    <w:rsid w:val="002572DB"/>
    <w:rsid w:val="0025773C"/>
    <w:rsid w:val="00257A8C"/>
    <w:rsid w:val="00257FEC"/>
    <w:rsid w:val="00260608"/>
    <w:rsid w:val="0026080F"/>
    <w:rsid w:val="002608BE"/>
    <w:rsid w:val="00260A52"/>
    <w:rsid w:val="00260AB4"/>
    <w:rsid w:val="00260B54"/>
    <w:rsid w:val="00260EE4"/>
    <w:rsid w:val="00260F30"/>
    <w:rsid w:val="002610C1"/>
    <w:rsid w:val="002610EC"/>
    <w:rsid w:val="002613C4"/>
    <w:rsid w:val="002615A5"/>
    <w:rsid w:val="00261763"/>
    <w:rsid w:val="0026179B"/>
    <w:rsid w:val="002621EB"/>
    <w:rsid w:val="00262211"/>
    <w:rsid w:val="002622BC"/>
    <w:rsid w:val="002625AA"/>
    <w:rsid w:val="0026267A"/>
    <w:rsid w:val="00262D53"/>
    <w:rsid w:val="0026324A"/>
    <w:rsid w:val="002634C2"/>
    <w:rsid w:val="00263629"/>
    <w:rsid w:val="00263AD7"/>
    <w:rsid w:val="00263FB5"/>
    <w:rsid w:val="00264445"/>
    <w:rsid w:val="0026447B"/>
    <w:rsid w:val="00264A8D"/>
    <w:rsid w:val="00264BD2"/>
    <w:rsid w:val="00264DC6"/>
    <w:rsid w:val="00265421"/>
    <w:rsid w:val="00265A29"/>
    <w:rsid w:val="00265D38"/>
    <w:rsid w:val="00265E7B"/>
    <w:rsid w:val="00266228"/>
    <w:rsid w:val="002666A8"/>
    <w:rsid w:val="002668FE"/>
    <w:rsid w:val="002671A8"/>
    <w:rsid w:val="00267C18"/>
    <w:rsid w:val="00267CA8"/>
    <w:rsid w:val="00267CF4"/>
    <w:rsid w:val="00270469"/>
    <w:rsid w:val="00270E20"/>
    <w:rsid w:val="00270E21"/>
    <w:rsid w:val="00270E49"/>
    <w:rsid w:val="0027104F"/>
    <w:rsid w:val="00271368"/>
    <w:rsid w:val="0027180E"/>
    <w:rsid w:val="0027196E"/>
    <w:rsid w:val="00271BFC"/>
    <w:rsid w:val="00271C3E"/>
    <w:rsid w:val="00271CB3"/>
    <w:rsid w:val="00271D65"/>
    <w:rsid w:val="00271E4D"/>
    <w:rsid w:val="00271E7B"/>
    <w:rsid w:val="00271F35"/>
    <w:rsid w:val="00272070"/>
    <w:rsid w:val="002723CA"/>
    <w:rsid w:val="002724AD"/>
    <w:rsid w:val="0027282E"/>
    <w:rsid w:val="00272975"/>
    <w:rsid w:val="00272B11"/>
    <w:rsid w:val="00272F2D"/>
    <w:rsid w:val="00273050"/>
    <w:rsid w:val="00273868"/>
    <w:rsid w:val="00273927"/>
    <w:rsid w:val="00273A26"/>
    <w:rsid w:val="00273C23"/>
    <w:rsid w:val="00273C75"/>
    <w:rsid w:val="00273CB0"/>
    <w:rsid w:val="00273EC1"/>
    <w:rsid w:val="0027457B"/>
    <w:rsid w:val="0027463D"/>
    <w:rsid w:val="002748AD"/>
    <w:rsid w:val="00274C6C"/>
    <w:rsid w:val="00274CCC"/>
    <w:rsid w:val="00275152"/>
    <w:rsid w:val="0027540C"/>
    <w:rsid w:val="002754EC"/>
    <w:rsid w:val="0027572B"/>
    <w:rsid w:val="00275814"/>
    <w:rsid w:val="00275AB7"/>
    <w:rsid w:val="00275B70"/>
    <w:rsid w:val="00275BE7"/>
    <w:rsid w:val="00275E1F"/>
    <w:rsid w:val="00275F94"/>
    <w:rsid w:val="002763BB"/>
    <w:rsid w:val="00276441"/>
    <w:rsid w:val="00276885"/>
    <w:rsid w:val="00276C21"/>
    <w:rsid w:val="0027701F"/>
    <w:rsid w:val="0027713F"/>
    <w:rsid w:val="002774AB"/>
    <w:rsid w:val="0027750B"/>
    <w:rsid w:val="00277781"/>
    <w:rsid w:val="00277793"/>
    <w:rsid w:val="002777E3"/>
    <w:rsid w:val="0027788C"/>
    <w:rsid w:val="00280637"/>
    <w:rsid w:val="00280AB8"/>
    <w:rsid w:val="00280B8E"/>
    <w:rsid w:val="00280D8A"/>
    <w:rsid w:val="00280DCD"/>
    <w:rsid w:val="00280E64"/>
    <w:rsid w:val="0028122E"/>
    <w:rsid w:val="00281270"/>
    <w:rsid w:val="00281370"/>
    <w:rsid w:val="00281463"/>
    <w:rsid w:val="0028159A"/>
    <w:rsid w:val="002815FB"/>
    <w:rsid w:val="00281646"/>
    <w:rsid w:val="00281C81"/>
    <w:rsid w:val="002821DC"/>
    <w:rsid w:val="00282B93"/>
    <w:rsid w:val="00282CCD"/>
    <w:rsid w:val="00282D4C"/>
    <w:rsid w:val="00282F13"/>
    <w:rsid w:val="00282F25"/>
    <w:rsid w:val="00283017"/>
    <w:rsid w:val="00283175"/>
    <w:rsid w:val="002831DF"/>
    <w:rsid w:val="00283283"/>
    <w:rsid w:val="0028337D"/>
    <w:rsid w:val="00283561"/>
    <w:rsid w:val="002838E6"/>
    <w:rsid w:val="00284074"/>
    <w:rsid w:val="00284C18"/>
    <w:rsid w:val="00284D59"/>
    <w:rsid w:val="002856AF"/>
    <w:rsid w:val="002858BD"/>
    <w:rsid w:val="0028650D"/>
    <w:rsid w:val="00286BE4"/>
    <w:rsid w:val="00286EB5"/>
    <w:rsid w:val="00286F16"/>
    <w:rsid w:val="00286FE8"/>
    <w:rsid w:val="00287651"/>
    <w:rsid w:val="00287AEB"/>
    <w:rsid w:val="00287D3E"/>
    <w:rsid w:val="00290D9D"/>
    <w:rsid w:val="00290E1E"/>
    <w:rsid w:val="0029144D"/>
    <w:rsid w:val="00291478"/>
    <w:rsid w:val="00291497"/>
    <w:rsid w:val="002916B8"/>
    <w:rsid w:val="002916CB"/>
    <w:rsid w:val="00291889"/>
    <w:rsid w:val="00291AD2"/>
    <w:rsid w:val="0029202D"/>
    <w:rsid w:val="00292462"/>
    <w:rsid w:val="00292502"/>
    <w:rsid w:val="0029293C"/>
    <w:rsid w:val="00292A08"/>
    <w:rsid w:val="00292A89"/>
    <w:rsid w:val="00292D59"/>
    <w:rsid w:val="00292E69"/>
    <w:rsid w:val="002930CB"/>
    <w:rsid w:val="0029325B"/>
    <w:rsid w:val="00293390"/>
    <w:rsid w:val="002933B9"/>
    <w:rsid w:val="002934DB"/>
    <w:rsid w:val="00293AC1"/>
    <w:rsid w:val="00293BC0"/>
    <w:rsid w:val="00293BD9"/>
    <w:rsid w:val="00293C8C"/>
    <w:rsid w:val="00294075"/>
    <w:rsid w:val="002945EE"/>
    <w:rsid w:val="0029461B"/>
    <w:rsid w:val="002947E2"/>
    <w:rsid w:val="0029488D"/>
    <w:rsid w:val="002948EC"/>
    <w:rsid w:val="002950CD"/>
    <w:rsid w:val="00295415"/>
    <w:rsid w:val="002954E9"/>
    <w:rsid w:val="00295A24"/>
    <w:rsid w:val="00295AFE"/>
    <w:rsid w:val="00296165"/>
    <w:rsid w:val="00296980"/>
    <w:rsid w:val="00296B47"/>
    <w:rsid w:val="00296F97"/>
    <w:rsid w:val="002971F8"/>
    <w:rsid w:val="00297389"/>
    <w:rsid w:val="002974ED"/>
    <w:rsid w:val="002976FC"/>
    <w:rsid w:val="00297BBC"/>
    <w:rsid w:val="00297D67"/>
    <w:rsid w:val="00297FAC"/>
    <w:rsid w:val="002A010D"/>
    <w:rsid w:val="002A03DF"/>
    <w:rsid w:val="002A04D4"/>
    <w:rsid w:val="002A0731"/>
    <w:rsid w:val="002A08C1"/>
    <w:rsid w:val="002A093A"/>
    <w:rsid w:val="002A096A"/>
    <w:rsid w:val="002A0B11"/>
    <w:rsid w:val="002A0B59"/>
    <w:rsid w:val="002A0C84"/>
    <w:rsid w:val="002A1170"/>
    <w:rsid w:val="002A1351"/>
    <w:rsid w:val="002A1ADC"/>
    <w:rsid w:val="002A1CBA"/>
    <w:rsid w:val="002A20FA"/>
    <w:rsid w:val="002A2C70"/>
    <w:rsid w:val="002A30CC"/>
    <w:rsid w:val="002A34B6"/>
    <w:rsid w:val="002A3673"/>
    <w:rsid w:val="002A380A"/>
    <w:rsid w:val="002A3A32"/>
    <w:rsid w:val="002A3B06"/>
    <w:rsid w:val="002A3B9B"/>
    <w:rsid w:val="002A40B4"/>
    <w:rsid w:val="002A4282"/>
    <w:rsid w:val="002A4633"/>
    <w:rsid w:val="002A47D4"/>
    <w:rsid w:val="002A481B"/>
    <w:rsid w:val="002A4953"/>
    <w:rsid w:val="002A4A66"/>
    <w:rsid w:val="002A4D21"/>
    <w:rsid w:val="002A567B"/>
    <w:rsid w:val="002A5A2E"/>
    <w:rsid w:val="002A5E03"/>
    <w:rsid w:val="002A628B"/>
    <w:rsid w:val="002A672E"/>
    <w:rsid w:val="002A67E5"/>
    <w:rsid w:val="002A6B88"/>
    <w:rsid w:val="002A6C5A"/>
    <w:rsid w:val="002A71F9"/>
    <w:rsid w:val="002A74AD"/>
    <w:rsid w:val="002A7523"/>
    <w:rsid w:val="002A7951"/>
    <w:rsid w:val="002A7A8D"/>
    <w:rsid w:val="002A7B19"/>
    <w:rsid w:val="002A7F1F"/>
    <w:rsid w:val="002A7F30"/>
    <w:rsid w:val="002B035B"/>
    <w:rsid w:val="002B0A51"/>
    <w:rsid w:val="002B0C0B"/>
    <w:rsid w:val="002B0FAD"/>
    <w:rsid w:val="002B1291"/>
    <w:rsid w:val="002B12D4"/>
    <w:rsid w:val="002B1315"/>
    <w:rsid w:val="002B2410"/>
    <w:rsid w:val="002B248F"/>
    <w:rsid w:val="002B24F1"/>
    <w:rsid w:val="002B287D"/>
    <w:rsid w:val="002B2A64"/>
    <w:rsid w:val="002B2ED4"/>
    <w:rsid w:val="002B3A52"/>
    <w:rsid w:val="002B3BE7"/>
    <w:rsid w:val="002B3C36"/>
    <w:rsid w:val="002B3E8B"/>
    <w:rsid w:val="002B41AA"/>
    <w:rsid w:val="002B4528"/>
    <w:rsid w:val="002B46B9"/>
    <w:rsid w:val="002B497F"/>
    <w:rsid w:val="002B4AED"/>
    <w:rsid w:val="002B4C51"/>
    <w:rsid w:val="002B4D12"/>
    <w:rsid w:val="002B4E7A"/>
    <w:rsid w:val="002B5017"/>
    <w:rsid w:val="002B545F"/>
    <w:rsid w:val="002B579D"/>
    <w:rsid w:val="002B5CE0"/>
    <w:rsid w:val="002B6031"/>
    <w:rsid w:val="002B60BA"/>
    <w:rsid w:val="002B65B3"/>
    <w:rsid w:val="002B6694"/>
    <w:rsid w:val="002B669C"/>
    <w:rsid w:val="002B690D"/>
    <w:rsid w:val="002B6C2F"/>
    <w:rsid w:val="002B6C9A"/>
    <w:rsid w:val="002B7404"/>
    <w:rsid w:val="002B7417"/>
    <w:rsid w:val="002C02BD"/>
    <w:rsid w:val="002C03F3"/>
    <w:rsid w:val="002C0842"/>
    <w:rsid w:val="002C0AB1"/>
    <w:rsid w:val="002C14EB"/>
    <w:rsid w:val="002C1A8A"/>
    <w:rsid w:val="002C20BC"/>
    <w:rsid w:val="002C2598"/>
    <w:rsid w:val="002C2675"/>
    <w:rsid w:val="002C27F7"/>
    <w:rsid w:val="002C2800"/>
    <w:rsid w:val="002C2B57"/>
    <w:rsid w:val="002C37BA"/>
    <w:rsid w:val="002C38F5"/>
    <w:rsid w:val="002C393D"/>
    <w:rsid w:val="002C471A"/>
    <w:rsid w:val="002C4926"/>
    <w:rsid w:val="002C4F0C"/>
    <w:rsid w:val="002C4F91"/>
    <w:rsid w:val="002C57D1"/>
    <w:rsid w:val="002C57FB"/>
    <w:rsid w:val="002C58A3"/>
    <w:rsid w:val="002C5942"/>
    <w:rsid w:val="002C5AAD"/>
    <w:rsid w:val="002C5DAD"/>
    <w:rsid w:val="002C6A65"/>
    <w:rsid w:val="002C6ADD"/>
    <w:rsid w:val="002C6BB1"/>
    <w:rsid w:val="002C6D01"/>
    <w:rsid w:val="002C6D5B"/>
    <w:rsid w:val="002C7015"/>
    <w:rsid w:val="002C721E"/>
    <w:rsid w:val="002C7579"/>
    <w:rsid w:val="002C75F8"/>
    <w:rsid w:val="002C7873"/>
    <w:rsid w:val="002C7D14"/>
    <w:rsid w:val="002D021C"/>
    <w:rsid w:val="002D063B"/>
    <w:rsid w:val="002D094F"/>
    <w:rsid w:val="002D0D92"/>
    <w:rsid w:val="002D157B"/>
    <w:rsid w:val="002D18B8"/>
    <w:rsid w:val="002D1FDD"/>
    <w:rsid w:val="002D252F"/>
    <w:rsid w:val="002D25FF"/>
    <w:rsid w:val="002D2619"/>
    <w:rsid w:val="002D2735"/>
    <w:rsid w:val="002D2A64"/>
    <w:rsid w:val="002D2B3B"/>
    <w:rsid w:val="002D2B6F"/>
    <w:rsid w:val="002D3479"/>
    <w:rsid w:val="002D362F"/>
    <w:rsid w:val="002D3B7B"/>
    <w:rsid w:val="002D3CFC"/>
    <w:rsid w:val="002D415A"/>
    <w:rsid w:val="002D4909"/>
    <w:rsid w:val="002D4917"/>
    <w:rsid w:val="002D4C8E"/>
    <w:rsid w:val="002D4E1D"/>
    <w:rsid w:val="002D4FCF"/>
    <w:rsid w:val="002D51D5"/>
    <w:rsid w:val="002D5508"/>
    <w:rsid w:val="002D569E"/>
    <w:rsid w:val="002D59B6"/>
    <w:rsid w:val="002D59DD"/>
    <w:rsid w:val="002D5C46"/>
    <w:rsid w:val="002D632C"/>
    <w:rsid w:val="002D650A"/>
    <w:rsid w:val="002D65CC"/>
    <w:rsid w:val="002D697C"/>
    <w:rsid w:val="002D7253"/>
    <w:rsid w:val="002D7658"/>
    <w:rsid w:val="002D7C59"/>
    <w:rsid w:val="002E040B"/>
    <w:rsid w:val="002E0C94"/>
    <w:rsid w:val="002E0D9F"/>
    <w:rsid w:val="002E0EBA"/>
    <w:rsid w:val="002E16CF"/>
    <w:rsid w:val="002E1E79"/>
    <w:rsid w:val="002E21C9"/>
    <w:rsid w:val="002E2397"/>
    <w:rsid w:val="002E25D3"/>
    <w:rsid w:val="002E26AE"/>
    <w:rsid w:val="002E2A2C"/>
    <w:rsid w:val="002E3129"/>
    <w:rsid w:val="002E356A"/>
    <w:rsid w:val="002E3A09"/>
    <w:rsid w:val="002E3C35"/>
    <w:rsid w:val="002E3CC4"/>
    <w:rsid w:val="002E4ED1"/>
    <w:rsid w:val="002E4EF7"/>
    <w:rsid w:val="002E5343"/>
    <w:rsid w:val="002E566E"/>
    <w:rsid w:val="002E5715"/>
    <w:rsid w:val="002E59B3"/>
    <w:rsid w:val="002E5F80"/>
    <w:rsid w:val="002E693B"/>
    <w:rsid w:val="002E6B4B"/>
    <w:rsid w:val="002E6B68"/>
    <w:rsid w:val="002E6C43"/>
    <w:rsid w:val="002E7510"/>
    <w:rsid w:val="002E75EE"/>
    <w:rsid w:val="002E7725"/>
    <w:rsid w:val="002E7AE7"/>
    <w:rsid w:val="002F116C"/>
    <w:rsid w:val="002F14C6"/>
    <w:rsid w:val="002F1518"/>
    <w:rsid w:val="002F166A"/>
    <w:rsid w:val="002F194D"/>
    <w:rsid w:val="002F1C5C"/>
    <w:rsid w:val="002F1ECD"/>
    <w:rsid w:val="002F2418"/>
    <w:rsid w:val="002F25A6"/>
    <w:rsid w:val="002F298F"/>
    <w:rsid w:val="002F2A02"/>
    <w:rsid w:val="002F2DBC"/>
    <w:rsid w:val="002F2EA6"/>
    <w:rsid w:val="002F3542"/>
    <w:rsid w:val="002F3CAB"/>
    <w:rsid w:val="002F3F17"/>
    <w:rsid w:val="002F40DD"/>
    <w:rsid w:val="002F413B"/>
    <w:rsid w:val="002F427F"/>
    <w:rsid w:val="002F47D0"/>
    <w:rsid w:val="002F4EC8"/>
    <w:rsid w:val="002F549C"/>
    <w:rsid w:val="002F57D7"/>
    <w:rsid w:val="002F59C0"/>
    <w:rsid w:val="002F5C70"/>
    <w:rsid w:val="002F6059"/>
    <w:rsid w:val="002F64B6"/>
    <w:rsid w:val="002F680C"/>
    <w:rsid w:val="002F6ACD"/>
    <w:rsid w:val="002F6C41"/>
    <w:rsid w:val="002F7286"/>
    <w:rsid w:val="002F7739"/>
    <w:rsid w:val="002F774A"/>
    <w:rsid w:val="002F7D28"/>
    <w:rsid w:val="003003E7"/>
    <w:rsid w:val="00300425"/>
    <w:rsid w:val="00300564"/>
    <w:rsid w:val="00300596"/>
    <w:rsid w:val="00300688"/>
    <w:rsid w:val="00300761"/>
    <w:rsid w:val="00300D2A"/>
    <w:rsid w:val="00300D8A"/>
    <w:rsid w:val="0030127B"/>
    <w:rsid w:val="003015FE"/>
    <w:rsid w:val="0030160D"/>
    <w:rsid w:val="0030169C"/>
    <w:rsid w:val="003016E7"/>
    <w:rsid w:val="003019A8"/>
    <w:rsid w:val="00301A71"/>
    <w:rsid w:val="00301D5F"/>
    <w:rsid w:val="00301DF0"/>
    <w:rsid w:val="00301EEA"/>
    <w:rsid w:val="00302285"/>
    <w:rsid w:val="0030235D"/>
    <w:rsid w:val="0030258F"/>
    <w:rsid w:val="003027D3"/>
    <w:rsid w:val="00302CB4"/>
    <w:rsid w:val="00302D41"/>
    <w:rsid w:val="003030D2"/>
    <w:rsid w:val="003033B1"/>
    <w:rsid w:val="003034A5"/>
    <w:rsid w:val="00303519"/>
    <w:rsid w:val="00303BCA"/>
    <w:rsid w:val="00304028"/>
    <w:rsid w:val="0030488B"/>
    <w:rsid w:val="00304ADA"/>
    <w:rsid w:val="00304ADF"/>
    <w:rsid w:val="00305025"/>
    <w:rsid w:val="0030503F"/>
    <w:rsid w:val="003054C3"/>
    <w:rsid w:val="003057B5"/>
    <w:rsid w:val="00305860"/>
    <w:rsid w:val="00305EDA"/>
    <w:rsid w:val="0030603B"/>
    <w:rsid w:val="003062DD"/>
    <w:rsid w:val="0030661B"/>
    <w:rsid w:val="00306A67"/>
    <w:rsid w:val="00306A83"/>
    <w:rsid w:val="00306D94"/>
    <w:rsid w:val="00306F25"/>
    <w:rsid w:val="0030723E"/>
    <w:rsid w:val="0030728D"/>
    <w:rsid w:val="00307B89"/>
    <w:rsid w:val="00307D0F"/>
    <w:rsid w:val="00307FB6"/>
    <w:rsid w:val="0031022A"/>
    <w:rsid w:val="00310672"/>
    <w:rsid w:val="00310711"/>
    <w:rsid w:val="0031071F"/>
    <w:rsid w:val="00311051"/>
    <w:rsid w:val="0031106B"/>
    <w:rsid w:val="00311239"/>
    <w:rsid w:val="00312662"/>
    <w:rsid w:val="003126F8"/>
    <w:rsid w:val="00312A32"/>
    <w:rsid w:val="00312D1E"/>
    <w:rsid w:val="00312F7D"/>
    <w:rsid w:val="00312FB5"/>
    <w:rsid w:val="003130E4"/>
    <w:rsid w:val="003134A5"/>
    <w:rsid w:val="0031362C"/>
    <w:rsid w:val="00313DAA"/>
    <w:rsid w:val="00313EE3"/>
    <w:rsid w:val="0031469E"/>
    <w:rsid w:val="00314728"/>
    <w:rsid w:val="00314CCB"/>
    <w:rsid w:val="00314DB5"/>
    <w:rsid w:val="00314E88"/>
    <w:rsid w:val="00314F1F"/>
    <w:rsid w:val="00315567"/>
    <w:rsid w:val="003156BE"/>
    <w:rsid w:val="0031590F"/>
    <w:rsid w:val="00315E11"/>
    <w:rsid w:val="00316087"/>
    <w:rsid w:val="00316160"/>
    <w:rsid w:val="00316455"/>
    <w:rsid w:val="00317DB5"/>
    <w:rsid w:val="003200C2"/>
    <w:rsid w:val="00320405"/>
    <w:rsid w:val="00320604"/>
    <w:rsid w:val="0032087E"/>
    <w:rsid w:val="00320AEE"/>
    <w:rsid w:val="00320D90"/>
    <w:rsid w:val="00320E17"/>
    <w:rsid w:val="003211F8"/>
    <w:rsid w:val="00321283"/>
    <w:rsid w:val="00321341"/>
    <w:rsid w:val="00321646"/>
    <w:rsid w:val="00321C86"/>
    <w:rsid w:val="00321E05"/>
    <w:rsid w:val="00322719"/>
    <w:rsid w:val="0032278D"/>
    <w:rsid w:val="00323C9A"/>
    <w:rsid w:val="00323D59"/>
    <w:rsid w:val="00324074"/>
    <w:rsid w:val="003241F6"/>
    <w:rsid w:val="00324775"/>
    <w:rsid w:val="0032484E"/>
    <w:rsid w:val="00324AD4"/>
    <w:rsid w:val="00324BB7"/>
    <w:rsid w:val="0032532A"/>
    <w:rsid w:val="0032574A"/>
    <w:rsid w:val="00325C2A"/>
    <w:rsid w:val="00326B0F"/>
    <w:rsid w:val="0032700C"/>
    <w:rsid w:val="0032712E"/>
    <w:rsid w:val="003271B0"/>
    <w:rsid w:val="003272C0"/>
    <w:rsid w:val="003273E2"/>
    <w:rsid w:val="00327AAB"/>
    <w:rsid w:val="00327B89"/>
    <w:rsid w:val="00327BD8"/>
    <w:rsid w:val="00330EAE"/>
    <w:rsid w:val="0033108F"/>
    <w:rsid w:val="003318DA"/>
    <w:rsid w:val="003319C7"/>
    <w:rsid w:val="00331A71"/>
    <w:rsid w:val="00331FFC"/>
    <w:rsid w:val="0033252A"/>
    <w:rsid w:val="00332652"/>
    <w:rsid w:val="00332804"/>
    <w:rsid w:val="003328C4"/>
    <w:rsid w:val="00332C40"/>
    <w:rsid w:val="00332C89"/>
    <w:rsid w:val="0033312C"/>
    <w:rsid w:val="003331B9"/>
    <w:rsid w:val="0033345A"/>
    <w:rsid w:val="0033371D"/>
    <w:rsid w:val="00333C16"/>
    <w:rsid w:val="00333CAD"/>
    <w:rsid w:val="00334268"/>
    <w:rsid w:val="003350AF"/>
    <w:rsid w:val="003352DC"/>
    <w:rsid w:val="0033535C"/>
    <w:rsid w:val="003358C9"/>
    <w:rsid w:val="00335B1B"/>
    <w:rsid w:val="00335E02"/>
    <w:rsid w:val="0033613B"/>
    <w:rsid w:val="003362F4"/>
    <w:rsid w:val="003366CA"/>
    <w:rsid w:val="00336BC8"/>
    <w:rsid w:val="00336DC7"/>
    <w:rsid w:val="00337053"/>
    <w:rsid w:val="00337151"/>
    <w:rsid w:val="003371AF"/>
    <w:rsid w:val="00337622"/>
    <w:rsid w:val="00337860"/>
    <w:rsid w:val="0033794C"/>
    <w:rsid w:val="00337A9A"/>
    <w:rsid w:val="00337D1D"/>
    <w:rsid w:val="00337D81"/>
    <w:rsid w:val="00340578"/>
    <w:rsid w:val="003407E3"/>
    <w:rsid w:val="003408A3"/>
    <w:rsid w:val="003409A2"/>
    <w:rsid w:val="003409EA"/>
    <w:rsid w:val="00340D6D"/>
    <w:rsid w:val="00340EAA"/>
    <w:rsid w:val="00340F5E"/>
    <w:rsid w:val="00341253"/>
    <w:rsid w:val="003412E5"/>
    <w:rsid w:val="00341396"/>
    <w:rsid w:val="0034148D"/>
    <w:rsid w:val="003417DD"/>
    <w:rsid w:val="00341B3B"/>
    <w:rsid w:val="00341E21"/>
    <w:rsid w:val="00342111"/>
    <w:rsid w:val="003427B6"/>
    <w:rsid w:val="003429F8"/>
    <w:rsid w:val="00342C23"/>
    <w:rsid w:val="00342F70"/>
    <w:rsid w:val="00343538"/>
    <w:rsid w:val="00343C7E"/>
    <w:rsid w:val="00343CC0"/>
    <w:rsid w:val="00343D0F"/>
    <w:rsid w:val="00343E09"/>
    <w:rsid w:val="00343FB9"/>
    <w:rsid w:val="0034408A"/>
    <w:rsid w:val="003440B8"/>
    <w:rsid w:val="00344200"/>
    <w:rsid w:val="003445BB"/>
    <w:rsid w:val="0034481A"/>
    <w:rsid w:val="00344864"/>
    <w:rsid w:val="00344D38"/>
    <w:rsid w:val="00345A53"/>
    <w:rsid w:val="00345CCF"/>
    <w:rsid w:val="00345FED"/>
    <w:rsid w:val="00346145"/>
    <w:rsid w:val="0034657C"/>
    <w:rsid w:val="003465D8"/>
    <w:rsid w:val="00346F36"/>
    <w:rsid w:val="00346F5A"/>
    <w:rsid w:val="00346FFE"/>
    <w:rsid w:val="003470C7"/>
    <w:rsid w:val="003472E9"/>
    <w:rsid w:val="003501E6"/>
    <w:rsid w:val="0035051F"/>
    <w:rsid w:val="003505B4"/>
    <w:rsid w:val="003505BA"/>
    <w:rsid w:val="003505BE"/>
    <w:rsid w:val="003506D7"/>
    <w:rsid w:val="003507D6"/>
    <w:rsid w:val="0035092D"/>
    <w:rsid w:val="00350A7C"/>
    <w:rsid w:val="003524E3"/>
    <w:rsid w:val="003525C2"/>
    <w:rsid w:val="003525C4"/>
    <w:rsid w:val="003525DD"/>
    <w:rsid w:val="0035266F"/>
    <w:rsid w:val="00352889"/>
    <w:rsid w:val="00352A9A"/>
    <w:rsid w:val="00352D7C"/>
    <w:rsid w:val="00352ED0"/>
    <w:rsid w:val="00353131"/>
    <w:rsid w:val="00353749"/>
    <w:rsid w:val="00353EEA"/>
    <w:rsid w:val="003545A2"/>
    <w:rsid w:val="00354B79"/>
    <w:rsid w:val="00354CBB"/>
    <w:rsid w:val="00354DEC"/>
    <w:rsid w:val="00354F11"/>
    <w:rsid w:val="00355093"/>
    <w:rsid w:val="00355165"/>
    <w:rsid w:val="003553A1"/>
    <w:rsid w:val="00355508"/>
    <w:rsid w:val="00355F75"/>
    <w:rsid w:val="00356116"/>
    <w:rsid w:val="0035633B"/>
    <w:rsid w:val="00356374"/>
    <w:rsid w:val="00356764"/>
    <w:rsid w:val="00356844"/>
    <w:rsid w:val="00356D84"/>
    <w:rsid w:val="00357529"/>
    <w:rsid w:val="003579A7"/>
    <w:rsid w:val="003601D5"/>
    <w:rsid w:val="003606A7"/>
    <w:rsid w:val="00360B5B"/>
    <w:rsid w:val="00360BC2"/>
    <w:rsid w:val="003611A7"/>
    <w:rsid w:val="00361457"/>
    <w:rsid w:val="00361465"/>
    <w:rsid w:val="00361F89"/>
    <w:rsid w:val="00362632"/>
    <w:rsid w:val="00362EF9"/>
    <w:rsid w:val="003635D1"/>
    <w:rsid w:val="003636E6"/>
    <w:rsid w:val="00363713"/>
    <w:rsid w:val="003639FE"/>
    <w:rsid w:val="00363D8B"/>
    <w:rsid w:val="00364082"/>
    <w:rsid w:val="00364273"/>
    <w:rsid w:val="0036486B"/>
    <w:rsid w:val="00364898"/>
    <w:rsid w:val="00364946"/>
    <w:rsid w:val="00364968"/>
    <w:rsid w:val="00364B32"/>
    <w:rsid w:val="00364D8C"/>
    <w:rsid w:val="00364EF2"/>
    <w:rsid w:val="003652AA"/>
    <w:rsid w:val="00365321"/>
    <w:rsid w:val="00366238"/>
    <w:rsid w:val="003662A7"/>
    <w:rsid w:val="003664BD"/>
    <w:rsid w:val="003665F7"/>
    <w:rsid w:val="00366E98"/>
    <w:rsid w:val="0036702B"/>
    <w:rsid w:val="003670DA"/>
    <w:rsid w:val="00367B7C"/>
    <w:rsid w:val="00367FEE"/>
    <w:rsid w:val="003700E5"/>
    <w:rsid w:val="0037067F"/>
    <w:rsid w:val="00370784"/>
    <w:rsid w:val="00370A22"/>
    <w:rsid w:val="00370BB6"/>
    <w:rsid w:val="0037121D"/>
    <w:rsid w:val="003718E0"/>
    <w:rsid w:val="00371A56"/>
    <w:rsid w:val="00371DEE"/>
    <w:rsid w:val="0037240F"/>
    <w:rsid w:val="003724CA"/>
    <w:rsid w:val="003726B7"/>
    <w:rsid w:val="00372BD9"/>
    <w:rsid w:val="00373526"/>
    <w:rsid w:val="003736F3"/>
    <w:rsid w:val="00373796"/>
    <w:rsid w:val="00373BD8"/>
    <w:rsid w:val="0037433C"/>
    <w:rsid w:val="003744E0"/>
    <w:rsid w:val="00374716"/>
    <w:rsid w:val="00374919"/>
    <w:rsid w:val="00374DBF"/>
    <w:rsid w:val="0037537C"/>
    <w:rsid w:val="003753A0"/>
    <w:rsid w:val="00375508"/>
    <w:rsid w:val="00375CF8"/>
    <w:rsid w:val="00375FE3"/>
    <w:rsid w:val="003760A6"/>
    <w:rsid w:val="003760AC"/>
    <w:rsid w:val="00376826"/>
    <w:rsid w:val="00377FA5"/>
    <w:rsid w:val="00380283"/>
    <w:rsid w:val="00380509"/>
    <w:rsid w:val="0038128B"/>
    <w:rsid w:val="003814E8"/>
    <w:rsid w:val="003816F4"/>
    <w:rsid w:val="003817FE"/>
    <w:rsid w:val="00381992"/>
    <w:rsid w:val="00381C85"/>
    <w:rsid w:val="00381D7A"/>
    <w:rsid w:val="00381E7B"/>
    <w:rsid w:val="003829E1"/>
    <w:rsid w:val="00382D5A"/>
    <w:rsid w:val="00382F9A"/>
    <w:rsid w:val="00383362"/>
    <w:rsid w:val="003836CB"/>
    <w:rsid w:val="003836F0"/>
    <w:rsid w:val="00383831"/>
    <w:rsid w:val="0038414F"/>
    <w:rsid w:val="003843AC"/>
    <w:rsid w:val="00384411"/>
    <w:rsid w:val="00384A84"/>
    <w:rsid w:val="00384A9B"/>
    <w:rsid w:val="00384E50"/>
    <w:rsid w:val="00384EE9"/>
    <w:rsid w:val="003856C9"/>
    <w:rsid w:val="00385C56"/>
    <w:rsid w:val="00385CE6"/>
    <w:rsid w:val="00385E3B"/>
    <w:rsid w:val="00385F13"/>
    <w:rsid w:val="00386490"/>
    <w:rsid w:val="003865A0"/>
    <w:rsid w:val="0038669B"/>
    <w:rsid w:val="00386752"/>
    <w:rsid w:val="00386792"/>
    <w:rsid w:val="00386971"/>
    <w:rsid w:val="00386C8D"/>
    <w:rsid w:val="00386E4C"/>
    <w:rsid w:val="00387666"/>
    <w:rsid w:val="00387ADF"/>
    <w:rsid w:val="00387DB2"/>
    <w:rsid w:val="00387F47"/>
    <w:rsid w:val="00390005"/>
    <w:rsid w:val="0039013A"/>
    <w:rsid w:val="0039028F"/>
    <w:rsid w:val="003902EA"/>
    <w:rsid w:val="00390308"/>
    <w:rsid w:val="00390A2B"/>
    <w:rsid w:val="0039131A"/>
    <w:rsid w:val="003914CB"/>
    <w:rsid w:val="00391AA0"/>
    <w:rsid w:val="00391C73"/>
    <w:rsid w:val="00391C9F"/>
    <w:rsid w:val="00391CDD"/>
    <w:rsid w:val="00391ED7"/>
    <w:rsid w:val="00392294"/>
    <w:rsid w:val="00392758"/>
    <w:rsid w:val="00392829"/>
    <w:rsid w:val="00392C51"/>
    <w:rsid w:val="00392CB3"/>
    <w:rsid w:val="00392CD3"/>
    <w:rsid w:val="003930AA"/>
    <w:rsid w:val="00393530"/>
    <w:rsid w:val="003935AD"/>
    <w:rsid w:val="003936CA"/>
    <w:rsid w:val="00393BDA"/>
    <w:rsid w:val="00393C3F"/>
    <w:rsid w:val="00393CFC"/>
    <w:rsid w:val="00394B10"/>
    <w:rsid w:val="003956CC"/>
    <w:rsid w:val="00395CAD"/>
    <w:rsid w:val="003966C6"/>
    <w:rsid w:val="00396A3A"/>
    <w:rsid w:val="00396F7F"/>
    <w:rsid w:val="003971BC"/>
    <w:rsid w:val="00397322"/>
    <w:rsid w:val="0039789C"/>
    <w:rsid w:val="00397A2A"/>
    <w:rsid w:val="00397D26"/>
    <w:rsid w:val="00397F34"/>
    <w:rsid w:val="003A0073"/>
    <w:rsid w:val="003A0CB9"/>
    <w:rsid w:val="003A0E01"/>
    <w:rsid w:val="003A0E79"/>
    <w:rsid w:val="003A16C7"/>
    <w:rsid w:val="003A170F"/>
    <w:rsid w:val="003A1850"/>
    <w:rsid w:val="003A1E57"/>
    <w:rsid w:val="003A2018"/>
    <w:rsid w:val="003A20EC"/>
    <w:rsid w:val="003A245A"/>
    <w:rsid w:val="003A29A6"/>
    <w:rsid w:val="003A2AF9"/>
    <w:rsid w:val="003A31C8"/>
    <w:rsid w:val="003A336D"/>
    <w:rsid w:val="003A3400"/>
    <w:rsid w:val="003A3442"/>
    <w:rsid w:val="003A3729"/>
    <w:rsid w:val="003A39D3"/>
    <w:rsid w:val="003A3AA4"/>
    <w:rsid w:val="003A3C8A"/>
    <w:rsid w:val="003A3EA0"/>
    <w:rsid w:val="003A4376"/>
    <w:rsid w:val="003A48F2"/>
    <w:rsid w:val="003A54B3"/>
    <w:rsid w:val="003A54D0"/>
    <w:rsid w:val="003A5CC3"/>
    <w:rsid w:val="003A5F00"/>
    <w:rsid w:val="003A5F71"/>
    <w:rsid w:val="003A5FA5"/>
    <w:rsid w:val="003A699B"/>
    <w:rsid w:val="003A6AF7"/>
    <w:rsid w:val="003A708B"/>
    <w:rsid w:val="003A76E3"/>
    <w:rsid w:val="003A7B3C"/>
    <w:rsid w:val="003A7C1B"/>
    <w:rsid w:val="003B0215"/>
    <w:rsid w:val="003B0345"/>
    <w:rsid w:val="003B03A9"/>
    <w:rsid w:val="003B04E3"/>
    <w:rsid w:val="003B0B33"/>
    <w:rsid w:val="003B0C05"/>
    <w:rsid w:val="003B0E76"/>
    <w:rsid w:val="003B120A"/>
    <w:rsid w:val="003B16F7"/>
    <w:rsid w:val="003B1A79"/>
    <w:rsid w:val="003B1D7E"/>
    <w:rsid w:val="003B1DA9"/>
    <w:rsid w:val="003B2433"/>
    <w:rsid w:val="003B249A"/>
    <w:rsid w:val="003B2634"/>
    <w:rsid w:val="003B2EE0"/>
    <w:rsid w:val="003B376F"/>
    <w:rsid w:val="003B37C8"/>
    <w:rsid w:val="003B4043"/>
    <w:rsid w:val="003B438F"/>
    <w:rsid w:val="003B459C"/>
    <w:rsid w:val="003B47DF"/>
    <w:rsid w:val="003B4A45"/>
    <w:rsid w:val="003B4A59"/>
    <w:rsid w:val="003B4D68"/>
    <w:rsid w:val="003B5720"/>
    <w:rsid w:val="003B5A5D"/>
    <w:rsid w:val="003B5E30"/>
    <w:rsid w:val="003B62A2"/>
    <w:rsid w:val="003B62EA"/>
    <w:rsid w:val="003B638F"/>
    <w:rsid w:val="003B67A4"/>
    <w:rsid w:val="003B6ED9"/>
    <w:rsid w:val="003B7226"/>
    <w:rsid w:val="003B74F5"/>
    <w:rsid w:val="003B75DA"/>
    <w:rsid w:val="003B771D"/>
    <w:rsid w:val="003B7824"/>
    <w:rsid w:val="003B7B14"/>
    <w:rsid w:val="003C01EB"/>
    <w:rsid w:val="003C0237"/>
    <w:rsid w:val="003C0672"/>
    <w:rsid w:val="003C0A87"/>
    <w:rsid w:val="003C0B7C"/>
    <w:rsid w:val="003C0BF5"/>
    <w:rsid w:val="003C0DA1"/>
    <w:rsid w:val="003C0ED4"/>
    <w:rsid w:val="003C131B"/>
    <w:rsid w:val="003C163B"/>
    <w:rsid w:val="003C175C"/>
    <w:rsid w:val="003C1B16"/>
    <w:rsid w:val="003C1F37"/>
    <w:rsid w:val="003C242F"/>
    <w:rsid w:val="003C2551"/>
    <w:rsid w:val="003C2C3D"/>
    <w:rsid w:val="003C3235"/>
    <w:rsid w:val="003C3E70"/>
    <w:rsid w:val="003C4503"/>
    <w:rsid w:val="003C4651"/>
    <w:rsid w:val="003C47AC"/>
    <w:rsid w:val="003C47B6"/>
    <w:rsid w:val="003C48A4"/>
    <w:rsid w:val="003C48E2"/>
    <w:rsid w:val="003C4E81"/>
    <w:rsid w:val="003C6062"/>
    <w:rsid w:val="003C691C"/>
    <w:rsid w:val="003C6A24"/>
    <w:rsid w:val="003C7176"/>
    <w:rsid w:val="003C71A4"/>
    <w:rsid w:val="003C7362"/>
    <w:rsid w:val="003C76CC"/>
    <w:rsid w:val="003C7B07"/>
    <w:rsid w:val="003C7D46"/>
    <w:rsid w:val="003C7D93"/>
    <w:rsid w:val="003D0519"/>
    <w:rsid w:val="003D058D"/>
    <w:rsid w:val="003D0698"/>
    <w:rsid w:val="003D12D2"/>
    <w:rsid w:val="003D12F8"/>
    <w:rsid w:val="003D13AC"/>
    <w:rsid w:val="003D13FF"/>
    <w:rsid w:val="003D17A7"/>
    <w:rsid w:val="003D182F"/>
    <w:rsid w:val="003D1BD2"/>
    <w:rsid w:val="003D1E5F"/>
    <w:rsid w:val="003D1F55"/>
    <w:rsid w:val="003D2995"/>
    <w:rsid w:val="003D2C5A"/>
    <w:rsid w:val="003D2CAF"/>
    <w:rsid w:val="003D2D8F"/>
    <w:rsid w:val="003D3006"/>
    <w:rsid w:val="003D3E0D"/>
    <w:rsid w:val="003D4062"/>
    <w:rsid w:val="003D4550"/>
    <w:rsid w:val="003D45E4"/>
    <w:rsid w:val="003D4795"/>
    <w:rsid w:val="003D4BE0"/>
    <w:rsid w:val="003D4C05"/>
    <w:rsid w:val="003D4F21"/>
    <w:rsid w:val="003D525C"/>
    <w:rsid w:val="003D5316"/>
    <w:rsid w:val="003D55D4"/>
    <w:rsid w:val="003D576B"/>
    <w:rsid w:val="003D5810"/>
    <w:rsid w:val="003D5861"/>
    <w:rsid w:val="003D5ACE"/>
    <w:rsid w:val="003D5D4F"/>
    <w:rsid w:val="003D69E6"/>
    <w:rsid w:val="003D7022"/>
    <w:rsid w:val="003D71B7"/>
    <w:rsid w:val="003E012B"/>
    <w:rsid w:val="003E017A"/>
    <w:rsid w:val="003E024E"/>
    <w:rsid w:val="003E02D0"/>
    <w:rsid w:val="003E0A05"/>
    <w:rsid w:val="003E0BF6"/>
    <w:rsid w:val="003E0F5F"/>
    <w:rsid w:val="003E1162"/>
    <w:rsid w:val="003E1B88"/>
    <w:rsid w:val="003E1CB0"/>
    <w:rsid w:val="003E246C"/>
    <w:rsid w:val="003E2597"/>
    <w:rsid w:val="003E28B1"/>
    <w:rsid w:val="003E2C73"/>
    <w:rsid w:val="003E2C82"/>
    <w:rsid w:val="003E2DAD"/>
    <w:rsid w:val="003E2DD8"/>
    <w:rsid w:val="003E2FCD"/>
    <w:rsid w:val="003E3265"/>
    <w:rsid w:val="003E32AF"/>
    <w:rsid w:val="003E34A0"/>
    <w:rsid w:val="003E3A2A"/>
    <w:rsid w:val="003E4376"/>
    <w:rsid w:val="003E44C7"/>
    <w:rsid w:val="003E4A26"/>
    <w:rsid w:val="003E4A75"/>
    <w:rsid w:val="003E4F07"/>
    <w:rsid w:val="003E4F6A"/>
    <w:rsid w:val="003E4FB8"/>
    <w:rsid w:val="003E509D"/>
    <w:rsid w:val="003E527F"/>
    <w:rsid w:val="003E5328"/>
    <w:rsid w:val="003E5335"/>
    <w:rsid w:val="003E5462"/>
    <w:rsid w:val="003E5490"/>
    <w:rsid w:val="003E5B0A"/>
    <w:rsid w:val="003E6040"/>
    <w:rsid w:val="003E63D5"/>
    <w:rsid w:val="003E6484"/>
    <w:rsid w:val="003E692B"/>
    <w:rsid w:val="003E6D4E"/>
    <w:rsid w:val="003E71BF"/>
    <w:rsid w:val="003E7260"/>
    <w:rsid w:val="003E73B2"/>
    <w:rsid w:val="003F0263"/>
    <w:rsid w:val="003F040C"/>
    <w:rsid w:val="003F04C7"/>
    <w:rsid w:val="003F09E3"/>
    <w:rsid w:val="003F0E2A"/>
    <w:rsid w:val="003F0F65"/>
    <w:rsid w:val="003F1630"/>
    <w:rsid w:val="003F170D"/>
    <w:rsid w:val="003F19F6"/>
    <w:rsid w:val="003F1E12"/>
    <w:rsid w:val="003F20C2"/>
    <w:rsid w:val="003F2282"/>
    <w:rsid w:val="003F2745"/>
    <w:rsid w:val="003F28C7"/>
    <w:rsid w:val="003F304F"/>
    <w:rsid w:val="003F3E63"/>
    <w:rsid w:val="003F47D2"/>
    <w:rsid w:val="003F4BF2"/>
    <w:rsid w:val="003F508A"/>
    <w:rsid w:val="003F5A1E"/>
    <w:rsid w:val="003F5BF9"/>
    <w:rsid w:val="003F5EFE"/>
    <w:rsid w:val="003F6048"/>
    <w:rsid w:val="003F6162"/>
    <w:rsid w:val="003F64DF"/>
    <w:rsid w:val="003F6620"/>
    <w:rsid w:val="003F6793"/>
    <w:rsid w:val="003F6B0A"/>
    <w:rsid w:val="003F6C19"/>
    <w:rsid w:val="003F6CA1"/>
    <w:rsid w:val="003F6FE7"/>
    <w:rsid w:val="003F700E"/>
    <w:rsid w:val="003F71FD"/>
    <w:rsid w:val="003F7580"/>
    <w:rsid w:val="003F75A0"/>
    <w:rsid w:val="003F7E24"/>
    <w:rsid w:val="003F7E6D"/>
    <w:rsid w:val="00400093"/>
    <w:rsid w:val="004000D1"/>
    <w:rsid w:val="004005BD"/>
    <w:rsid w:val="004006E1"/>
    <w:rsid w:val="00400859"/>
    <w:rsid w:val="00400CCB"/>
    <w:rsid w:val="00400D63"/>
    <w:rsid w:val="00401135"/>
    <w:rsid w:val="00401244"/>
    <w:rsid w:val="00401522"/>
    <w:rsid w:val="00401537"/>
    <w:rsid w:val="00401616"/>
    <w:rsid w:val="004016B4"/>
    <w:rsid w:val="004016DE"/>
    <w:rsid w:val="004017B1"/>
    <w:rsid w:val="00401FF1"/>
    <w:rsid w:val="00402027"/>
    <w:rsid w:val="0040250C"/>
    <w:rsid w:val="00402835"/>
    <w:rsid w:val="00402E1E"/>
    <w:rsid w:val="004030AE"/>
    <w:rsid w:val="0040352E"/>
    <w:rsid w:val="00403571"/>
    <w:rsid w:val="00403892"/>
    <w:rsid w:val="0040399C"/>
    <w:rsid w:val="004039C4"/>
    <w:rsid w:val="00403EB5"/>
    <w:rsid w:val="00403FAE"/>
    <w:rsid w:val="00403FEE"/>
    <w:rsid w:val="00404363"/>
    <w:rsid w:val="00404A38"/>
    <w:rsid w:val="00404E5D"/>
    <w:rsid w:val="004052C7"/>
    <w:rsid w:val="00405597"/>
    <w:rsid w:val="00405800"/>
    <w:rsid w:val="004058DF"/>
    <w:rsid w:val="00405A33"/>
    <w:rsid w:val="00405C77"/>
    <w:rsid w:val="00405DC3"/>
    <w:rsid w:val="00405E5B"/>
    <w:rsid w:val="00405EED"/>
    <w:rsid w:val="00405EFD"/>
    <w:rsid w:val="00405FF9"/>
    <w:rsid w:val="00406191"/>
    <w:rsid w:val="0040648C"/>
    <w:rsid w:val="004065F4"/>
    <w:rsid w:val="004069E8"/>
    <w:rsid w:val="00407142"/>
    <w:rsid w:val="00410393"/>
    <w:rsid w:val="00410624"/>
    <w:rsid w:val="004106D0"/>
    <w:rsid w:val="004113D1"/>
    <w:rsid w:val="00411C15"/>
    <w:rsid w:val="00411FEC"/>
    <w:rsid w:val="004120E2"/>
    <w:rsid w:val="00412476"/>
    <w:rsid w:val="00412BB9"/>
    <w:rsid w:val="00412CCE"/>
    <w:rsid w:val="00412F18"/>
    <w:rsid w:val="004134AB"/>
    <w:rsid w:val="004138ED"/>
    <w:rsid w:val="004139D9"/>
    <w:rsid w:val="00413BF2"/>
    <w:rsid w:val="00413F0E"/>
    <w:rsid w:val="004142C9"/>
    <w:rsid w:val="0041494E"/>
    <w:rsid w:val="00414D15"/>
    <w:rsid w:val="00415157"/>
    <w:rsid w:val="0041534A"/>
    <w:rsid w:val="00415900"/>
    <w:rsid w:val="00415A4E"/>
    <w:rsid w:val="00415B27"/>
    <w:rsid w:val="00416669"/>
    <w:rsid w:val="0041669B"/>
    <w:rsid w:val="00416B6D"/>
    <w:rsid w:val="004171A0"/>
    <w:rsid w:val="0041732E"/>
    <w:rsid w:val="0041743C"/>
    <w:rsid w:val="004174B5"/>
    <w:rsid w:val="0041757A"/>
    <w:rsid w:val="004176EB"/>
    <w:rsid w:val="00417DC1"/>
    <w:rsid w:val="004209AC"/>
    <w:rsid w:val="00420AEC"/>
    <w:rsid w:val="00420CAC"/>
    <w:rsid w:val="0042150A"/>
    <w:rsid w:val="00421A76"/>
    <w:rsid w:val="00421D90"/>
    <w:rsid w:val="00421DA5"/>
    <w:rsid w:val="00421E6E"/>
    <w:rsid w:val="00421E7D"/>
    <w:rsid w:val="00421F75"/>
    <w:rsid w:val="0042235F"/>
    <w:rsid w:val="004228F2"/>
    <w:rsid w:val="004232E8"/>
    <w:rsid w:val="004233F9"/>
    <w:rsid w:val="00423553"/>
    <w:rsid w:val="00423586"/>
    <w:rsid w:val="004236B8"/>
    <w:rsid w:val="00423709"/>
    <w:rsid w:val="00423779"/>
    <w:rsid w:val="00423B38"/>
    <w:rsid w:val="00424596"/>
    <w:rsid w:val="00424D16"/>
    <w:rsid w:val="00424E52"/>
    <w:rsid w:val="00425723"/>
    <w:rsid w:val="004257D9"/>
    <w:rsid w:val="00425A7F"/>
    <w:rsid w:val="00425E10"/>
    <w:rsid w:val="00425F3C"/>
    <w:rsid w:val="0042614E"/>
    <w:rsid w:val="00426185"/>
    <w:rsid w:val="00426537"/>
    <w:rsid w:val="00426545"/>
    <w:rsid w:val="004271A7"/>
    <w:rsid w:val="004274B9"/>
    <w:rsid w:val="004277D6"/>
    <w:rsid w:val="0042794C"/>
    <w:rsid w:val="00427A23"/>
    <w:rsid w:val="00427C04"/>
    <w:rsid w:val="00427EAA"/>
    <w:rsid w:val="00430E50"/>
    <w:rsid w:val="00430F8F"/>
    <w:rsid w:val="0043135A"/>
    <w:rsid w:val="004315D0"/>
    <w:rsid w:val="0043172A"/>
    <w:rsid w:val="0043185B"/>
    <w:rsid w:val="00431935"/>
    <w:rsid w:val="00431B67"/>
    <w:rsid w:val="00431DE3"/>
    <w:rsid w:val="00431E9A"/>
    <w:rsid w:val="00431F08"/>
    <w:rsid w:val="0043227B"/>
    <w:rsid w:val="004323AA"/>
    <w:rsid w:val="00432B9C"/>
    <w:rsid w:val="00432C9D"/>
    <w:rsid w:val="00432D0C"/>
    <w:rsid w:val="00432D4B"/>
    <w:rsid w:val="00432E3A"/>
    <w:rsid w:val="00432FF3"/>
    <w:rsid w:val="004332E9"/>
    <w:rsid w:val="00433398"/>
    <w:rsid w:val="00433422"/>
    <w:rsid w:val="00433891"/>
    <w:rsid w:val="004339D6"/>
    <w:rsid w:val="00433A15"/>
    <w:rsid w:val="00433ADC"/>
    <w:rsid w:val="00433E6C"/>
    <w:rsid w:val="00434787"/>
    <w:rsid w:val="00434A8F"/>
    <w:rsid w:val="00434ACB"/>
    <w:rsid w:val="0043517F"/>
    <w:rsid w:val="004351FD"/>
    <w:rsid w:val="00435858"/>
    <w:rsid w:val="00435C9F"/>
    <w:rsid w:val="00436046"/>
    <w:rsid w:val="00436147"/>
    <w:rsid w:val="00436420"/>
    <w:rsid w:val="00436517"/>
    <w:rsid w:val="00436570"/>
    <w:rsid w:val="00436DD1"/>
    <w:rsid w:val="00436E95"/>
    <w:rsid w:val="00436F56"/>
    <w:rsid w:val="00437183"/>
    <w:rsid w:val="0043775E"/>
    <w:rsid w:val="00437873"/>
    <w:rsid w:val="00437A70"/>
    <w:rsid w:val="00437E21"/>
    <w:rsid w:val="00437EB5"/>
    <w:rsid w:val="0044002B"/>
    <w:rsid w:val="00440258"/>
    <w:rsid w:val="00440A50"/>
    <w:rsid w:val="00440CD4"/>
    <w:rsid w:val="00441075"/>
    <w:rsid w:val="00441416"/>
    <w:rsid w:val="00441446"/>
    <w:rsid w:val="00441621"/>
    <w:rsid w:val="00441757"/>
    <w:rsid w:val="00441AFC"/>
    <w:rsid w:val="00441E4A"/>
    <w:rsid w:val="0044214F"/>
    <w:rsid w:val="00442248"/>
    <w:rsid w:val="00442473"/>
    <w:rsid w:val="004424A7"/>
    <w:rsid w:val="00442604"/>
    <w:rsid w:val="004426A1"/>
    <w:rsid w:val="004429E9"/>
    <w:rsid w:val="00442FB5"/>
    <w:rsid w:val="00443361"/>
    <w:rsid w:val="004433DF"/>
    <w:rsid w:val="004433FC"/>
    <w:rsid w:val="004444A8"/>
    <w:rsid w:val="00444766"/>
    <w:rsid w:val="00444AA6"/>
    <w:rsid w:val="00444DC8"/>
    <w:rsid w:val="004454A9"/>
    <w:rsid w:val="00446041"/>
    <w:rsid w:val="004461C9"/>
    <w:rsid w:val="004465BF"/>
    <w:rsid w:val="00446823"/>
    <w:rsid w:val="004468D7"/>
    <w:rsid w:val="004477AB"/>
    <w:rsid w:val="00447843"/>
    <w:rsid w:val="004478E8"/>
    <w:rsid w:val="004509D3"/>
    <w:rsid w:val="00450EBF"/>
    <w:rsid w:val="00451331"/>
    <w:rsid w:val="004514BA"/>
    <w:rsid w:val="004516AE"/>
    <w:rsid w:val="00451BE6"/>
    <w:rsid w:val="004528C9"/>
    <w:rsid w:val="00452F07"/>
    <w:rsid w:val="00453039"/>
    <w:rsid w:val="004530A9"/>
    <w:rsid w:val="00453923"/>
    <w:rsid w:val="004543F1"/>
    <w:rsid w:val="00454528"/>
    <w:rsid w:val="0045495D"/>
    <w:rsid w:val="00454ED9"/>
    <w:rsid w:val="00454F29"/>
    <w:rsid w:val="00455061"/>
    <w:rsid w:val="0045521D"/>
    <w:rsid w:val="00455331"/>
    <w:rsid w:val="0045534E"/>
    <w:rsid w:val="00455909"/>
    <w:rsid w:val="00455EE3"/>
    <w:rsid w:val="004563C7"/>
    <w:rsid w:val="004564F3"/>
    <w:rsid w:val="004567FD"/>
    <w:rsid w:val="004568CB"/>
    <w:rsid w:val="00456C70"/>
    <w:rsid w:val="00456F73"/>
    <w:rsid w:val="00457089"/>
    <w:rsid w:val="00457314"/>
    <w:rsid w:val="0045746F"/>
    <w:rsid w:val="0045756B"/>
    <w:rsid w:val="00457619"/>
    <w:rsid w:val="00457756"/>
    <w:rsid w:val="00457D7F"/>
    <w:rsid w:val="004600AD"/>
    <w:rsid w:val="004601F2"/>
    <w:rsid w:val="004604A6"/>
    <w:rsid w:val="004604F3"/>
    <w:rsid w:val="00460850"/>
    <w:rsid w:val="0046094D"/>
    <w:rsid w:val="00460B1F"/>
    <w:rsid w:val="00460E37"/>
    <w:rsid w:val="00460E9A"/>
    <w:rsid w:val="004610E6"/>
    <w:rsid w:val="00461107"/>
    <w:rsid w:val="004615D4"/>
    <w:rsid w:val="004617C6"/>
    <w:rsid w:val="004617FD"/>
    <w:rsid w:val="00461CCD"/>
    <w:rsid w:val="0046200B"/>
    <w:rsid w:val="00462118"/>
    <w:rsid w:val="004621A9"/>
    <w:rsid w:val="004621C0"/>
    <w:rsid w:val="00462CC0"/>
    <w:rsid w:val="0046315E"/>
    <w:rsid w:val="0046323F"/>
    <w:rsid w:val="0046389D"/>
    <w:rsid w:val="00463A36"/>
    <w:rsid w:val="00463C8F"/>
    <w:rsid w:val="00463CC0"/>
    <w:rsid w:val="004645D0"/>
    <w:rsid w:val="004647E4"/>
    <w:rsid w:val="00464AB8"/>
    <w:rsid w:val="00464C8C"/>
    <w:rsid w:val="00464E4C"/>
    <w:rsid w:val="00464EB4"/>
    <w:rsid w:val="00464FFC"/>
    <w:rsid w:val="004650DD"/>
    <w:rsid w:val="0046519D"/>
    <w:rsid w:val="004658BF"/>
    <w:rsid w:val="00465CD7"/>
    <w:rsid w:val="004664A4"/>
    <w:rsid w:val="004664AB"/>
    <w:rsid w:val="00466B1A"/>
    <w:rsid w:val="00466C3A"/>
    <w:rsid w:val="00466CC6"/>
    <w:rsid w:val="00466EF8"/>
    <w:rsid w:val="00466FB5"/>
    <w:rsid w:val="004674C9"/>
    <w:rsid w:val="0046767E"/>
    <w:rsid w:val="004678C3"/>
    <w:rsid w:val="00467B39"/>
    <w:rsid w:val="00467ECF"/>
    <w:rsid w:val="00470531"/>
    <w:rsid w:val="0047062D"/>
    <w:rsid w:val="0047067C"/>
    <w:rsid w:val="00470B54"/>
    <w:rsid w:val="00470F2D"/>
    <w:rsid w:val="00471425"/>
    <w:rsid w:val="00471772"/>
    <w:rsid w:val="0047190B"/>
    <w:rsid w:val="00471F0E"/>
    <w:rsid w:val="0047220E"/>
    <w:rsid w:val="00472AF1"/>
    <w:rsid w:val="00472BB3"/>
    <w:rsid w:val="00472C35"/>
    <w:rsid w:val="0047326E"/>
    <w:rsid w:val="00473311"/>
    <w:rsid w:val="00473C4B"/>
    <w:rsid w:val="00473F99"/>
    <w:rsid w:val="0047420F"/>
    <w:rsid w:val="0047486E"/>
    <w:rsid w:val="00474FAE"/>
    <w:rsid w:val="0047506C"/>
    <w:rsid w:val="00475224"/>
    <w:rsid w:val="004756B1"/>
    <w:rsid w:val="00475827"/>
    <w:rsid w:val="004758A7"/>
    <w:rsid w:val="00475D1C"/>
    <w:rsid w:val="0047651C"/>
    <w:rsid w:val="004772DD"/>
    <w:rsid w:val="0047757C"/>
    <w:rsid w:val="00477663"/>
    <w:rsid w:val="00477E95"/>
    <w:rsid w:val="00480081"/>
    <w:rsid w:val="00481956"/>
    <w:rsid w:val="00481EB1"/>
    <w:rsid w:val="00481EEB"/>
    <w:rsid w:val="004822F7"/>
    <w:rsid w:val="0048245F"/>
    <w:rsid w:val="004824CE"/>
    <w:rsid w:val="00482570"/>
    <w:rsid w:val="00482599"/>
    <w:rsid w:val="00482676"/>
    <w:rsid w:val="004826CD"/>
    <w:rsid w:val="0048344D"/>
    <w:rsid w:val="00483BDD"/>
    <w:rsid w:val="0048430C"/>
    <w:rsid w:val="00484D6F"/>
    <w:rsid w:val="00484EA9"/>
    <w:rsid w:val="00484EDA"/>
    <w:rsid w:val="00485389"/>
    <w:rsid w:val="00485C37"/>
    <w:rsid w:val="00485E09"/>
    <w:rsid w:val="0048606F"/>
    <w:rsid w:val="00486CC5"/>
    <w:rsid w:val="00486F2C"/>
    <w:rsid w:val="00486FEE"/>
    <w:rsid w:val="00487194"/>
    <w:rsid w:val="0048739F"/>
    <w:rsid w:val="00487682"/>
    <w:rsid w:val="00487726"/>
    <w:rsid w:val="00487A52"/>
    <w:rsid w:val="00487DDA"/>
    <w:rsid w:val="00487FCB"/>
    <w:rsid w:val="0049064D"/>
    <w:rsid w:val="00490761"/>
    <w:rsid w:val="00490805"/>
    <w:rsid w:val="004913F3"/>
    <w:rsid w:val="004919A6"/>
    <w:rsid w:val="00491B21"/>
    <w:rsid w:val="004923FE"/>
    <w:rsid w:val="00492A77"/>
    <w:rsid w:val="00493144"/>
    <w:rsid w:val="0049314C"/>
    <w:rsid w:val="004934EC"/>
    <w:rsid w:val="004934FA"/>
    <w:rsid w:val="004935AD"/>
    <w:rsid w:val="00493E69"/>
    <w:rsid w:val="00494CF3"/>
    <w:rsid w:val="004953BC"/>
    <w:rsid w:val="004956A1"/>
    <w:rsid w:val="00495857"/>
    <w:rsid w:val="00495F41"/>
    <w:rsid w:val="0049600D"/>
    <w:rsid w:val="0049658C"/>
    <w:rsid w:val="0049694E"/>
    <w:rsid w:val="00496DD3"/>
    <w:rsid w:val="00496EA2"/>
    <w:rsid w:val="0049723D"/>
    <w:rsid w:val="00497822"/>
    <w:rsid w:val="00497A06"/>
    <w:rsid w:val="00497A3E"/>
    <w:rsid w:val="00497AC7"/>
    <w:rsid w:val="00497C7C"/>
    <w:rsid w:val="00497D6C"/>
    <w:rsid w:val="00497F4B"/>
    <w:rsid w:val="004A0182"/>
    <w:rsid w:val="004A04B2"/>
    <w:rsid w:val="004A05CB"/>
    <w:rsid w:val="004A0A3D"/>
    <w:rsid w:val="004A0C5C"/>
    <w:rsid w:val="004A11D9"/>
    <w:rsid w:val="004A1395"/>
    <w:rsid w:val="004A1779"/>
    <w:rsid w:val="004A1F46"/>
    <w:rsid w:val="004A244D"/>
    <w:rsid w:val="004A2855"/>
    <w:rsid w:val="004A2A7B"/>
    <w:rsid w:val="004A2AA4"/>
    <w:rsid w:val="004A2CDA"/>
    <w:rsid w:val="004A2E3A"/>
    <w:rsid w:val="004A2E7A"/>
    <w:rsid w:val="004A3030"/>
    <w:rsid w:val="004A3298"/>
    <w:rsid w:val="004A32E1"/>
    <w:rsid w:val="004A3422"/>
    <w:rsid w:val="004A3698"/>
    <w:rsid w:val="004A3B55"/>
    <w:rsid w:val="004A4164"/>
    <w:rsid w:val="004A41BD"/>
    <w:rsid w:val="004A422C"/>
    <w:rsid w:val="004A47FE"/>
    <w:rsid w:val="004A482C"/>
    <w:rsid w:val="004A4921"/>
    <w:rsid w:val="004A5111"/>
    <w:rsid w:val="004A53A6"/>
    <w:rsid w:val="004A5416"/>
    <w:rsid w:val="004A556B"/>
    <w:rsid w:val="004A5A40"/>
    <w:rsid w:val="004A5FCE"/>
    <w:rsid w:val="004A6511"/>
    <w:rsid w:val="004A667B"/>
    <w:rsid w:val="004A6723"/>
    <w:rsid w:val="004A6D64"/>
    <w:rsid w:val="004A6DCF"/>
    <w:rsid w:val="004A70AA"/>
    <w:rsid w:val="004A72CE"/>
    <w:rsid w:val="004A7316"/>
    <w:rsid w:val="004A73B2"/>
    <w:rsid w:val="004A7471"/>
    <w:rsid w:val="004A7A16"/>
    <w:rsid w:val="004A7BEF"/>
    <w:rsid w:val="004A7C87"/>
    <w:rsid w:val="004B0051"/>
    <w:rsid w:val="004B01D6"/>
    <w:rsid w:val="004B0245"/>
    <w:rsid w:val="004B06AC"/>
    <w:rsid w:val="004B09CB"/>
    <w:rsid w:val="004B0A9B"/>
    <w:rsid w:val="004B0C31"/>
    <w:rsid w:val="004B14CF"/>
    <w:rsid w:val="004B1A76"/>
    <w:rsid w:val="004B1B17"/>
    <w:rsid w:val="004B292A"/>
    <w:rsid w:val="004B2BEC"/>
    <w:rsid w:val="004B2F66"/>
    <w:rsid w:val="004B2F82"/>
    <w:rsid w:val="004B30A2"/>
    <w:rsid w:val="004B359C"/>
    <w:rsid w:val="004B3AA5"/>
    <w:rsid w:val="004B3FE0"/>
    <w:rsid w:val="004B463E"/>
    <w:rsid w:val="004B4835"/>
    <w:rsid w:val="004B4B00"/>
    <w:rsid w:val="004B505E"/>
    <w:rsid w:val="004B54A0"/>
    <w:rsid w:val="004B5E19"/>
    <w:rsid w:val="004B632E"/>
    <w:rsid w:val="004B64E2"/>
    <w:rsid w:val="004B65B0"/>
    <w:rsid w:val="004B6C46"/>
    <w:rsid w:val="004B6FDE"/>
    <w:rsid w:val="004B7130"/>
    <w:rsid w:val="004B7792"/>
    <w:rsid w:val="004B781C"/>
    <w:rsid w:val="004B78D7"/>
    <w:rsid w:val="004B79C6"/>
    <w:rsid w:val="004B7DE7"/>
    <w:rsid w:val="004C008C"/>
    <w:rsid w:val="004C06F3"/>
    <w:rsid w:val="004C09CE"/>
    <w:rsid w:val="004C0D9F"/>
    <w:rsid w:val="004C1103"/>
    <w:rsid w:val="004C1384"/>
    <w:rsid w:val="004C1509"/>
    <w:rsid w:val="004C1618"/>
    <w:rsid w:val="004C230D"/>
    <w:rsid w:val="004C24C8"/>
    <w:rsid w:val="004C2A3E"/>
    <w:rsid w:val="004C2C7D"/>
    <w:rsid w:val="004C2DAA"/>
    <w:rsid w:val="004C32B8"/>
    <w:rsid w:val="004C33DF"/>
    <w:rsid w:val="004C3523"/>
    <w:rsid w:val="004C35D3"/>
    <w:rsid w:val="004C3B78"/>
    <w:rsid w:val="004C3CAF"/>
    <w:rsid w:val="004C3DE0"/>
    <w:rsid w:val="004C4081"/>
    <w:rsid w:val="004C43F9"/>
    <w:rsid w:val="004C4EC2"/>
    <w:rsid w:val="004C4EE8"/>
    <w:rsid w:val="004C50A7"/>
    <w:rsid w:val="004C5104"/>
    <w:rsid w:val="004C5ABC"/>
    <w:rsid w:val="004C5EA2"/>
    <w:rsid w:val="004C5F7F"/>
    <w:rsid w:val="004C6342"/>
    <w:rsid w:val="004C652E"/>
    <w:rsid w:val="004C689B"/>
    <w:rsid w:val="004C6A4C"/>
    <w:rsid w:val="004C6CDA"/>
    <w:rsid w:val="004C732C"/>
    <w:rsid w:val="004C7564"/>
    <w:rsid w:val="004C7A13"/>
    <w:rsid w:val="004C7EFC"/>
    <w:rsid w:val="004D023A"/>
    <w:rsid w:val="004D0631"/>
    <w:rsid w:val="004D0702"/>
    <w:rsid w:val="004D0A7F"/>
    <w:rsid w:val="004D0CCF"/>
    <w:rsid w:val="004D10EE"/>
    <w:rsid w:val="004D174D"/>
    <w:rsid w:val="004D1A7B"/>
    <w:rsid w:val="004D1AB4"/>
    <w:rsid w:val="004D1FA7"/>
    <w:rsid w:val="004D2687"/>
    <w:rsid w:val="004D2840"/>
    <w:rsid w:val="004D2C67"/>
    <w:rsid w:val="004D2D8D"/>
    <w:rsid w:val="004D32B2"/>
    <w:rsid w:val="004D3475"/>
    <w:rsid w:val="004D3EB8"/>
    <w:rsid w:val="004D3F19"/>
    <w:rsid w:val="004D3F64"/>
    <w:rsid w:val="004D4006"/>
    <w:rsid w:val="004D42C0"/>
    <w:rsid w:val="004D4A5C"/>
    <w:rsid w:val="004D4BB5"/>
    <w:rsid w:val="004D4DBF"/>
    <w:rsid w:val="004D54C4"/>
    <w:rsid w:val="004D55D9"/>
    <w:rsid w:val="004D5620"/>
    <w:rsid w:val="004D5DC1"/>
    <w:rsid w:val="004D639F"/>
    <w:rsid w:val="004D6595"/>
    <w:rsid w:val="004D69A4"/>
    <w:rsid w:val="004D6B0E"/>
    <w:rsid w:val="004D6E29"/>
    <w:rsid w:val="004D6F5C"/>
    <w:rsid w:val="004D7048"/>
    <w:rsid w:val="004D7088"/>
    <w:rsid w:val="004D7220"/>
    <w:rsid w:val="004D75AB"/>
    <w:rsid w:val="004D77C4"/>
    <w:rsid w:val="004D7A34"/>
    <w:rsid w:val="004D7C1B"/>
    <w:rsid w:val="004D7F40"/>
    <w:rsid w:val="004E0088"/>
    <w:rsid w:val="004E0350"/>
    <w:rsid w:val="004E054B"/>
    <w:rsid w:val="004E05D1"/>
    <w:rsid w:val="004E0AE4"/>
    <w:rsid w:val="004E0FDE"/>
    <w:rsid w:val="004E14EB"/>
    <w:rsid w:val="004E1695"/>
    <w:rsid w:val="004E20DA"/>
    <w:rsid w:val="004E213B"/>
    <w:rsid w:val="004E2448"/>
    <w:rsid w:val="004E274A"/>
    <w:rsid w:val="004E2B51"/>
    <w:rsid w:val="004E2CDB"/>
    <w:rsid w:val="004E2CDF"/>
    <w:rsid w:val="004E305A"/>
    <w:rsid w:val="004E37AE"/>
    <w:rsid w:val="004E3845"/>
    <w:rsid w:val="004E3DCA"/>
    <w:rsid w:val="004E410F"/>
    <w:rsid w:val="004E4438"/>
    <w:rsid w:val="004E47D0"/>
    <w:rsid w:val="004E481C"/>
    <w:rsid w:val="004E4A7E"/>
    <w:rsid w:val="004E4E2F"/>
    <w:rsid w:val="004E5329"/>
    <w:rsid w:val="004E5480"/>
    <w:rsid w:val="004E5840"/>
    <w:rsid w:val="004E5A44"/>
    <w:rsid w:val="004E5C5F"/>
    <w:rsid w:val="004E5E0F"/>
    <w:rsid w:val="004E60C6"/>
    <w:rsid w:val="004E683D"/>
    <w:rsid w:val="004E6A11"/>
    <w:rsid w:val="004E6BCF"/>
    <w:rsid w:val="004E6C52"/>
    <w:rsid w:val="004E6DE2"/>
    <w:rsid w:val="004E6F97"/>
    <w:rsid w:val="004E74A1"/>
    <w:rsid w:val="004E74B0"/>
    <w:rsid w:val="004E762A"/>
    <w:rsid w:val="004E793D"/>
    <w:rsid w:val="004E7C44"/>
    <w:rsid w:val="004E7E43"/>
    <w:rsid w:val="004E7F3A"/>
    <w:rsid w:val="004F030F"/>
    <w:rsid w:val="004F0324"/>
    <w:rsid w:val="004F0589"/>
    <w:rsid w:val="004F0E58"/>
    <w:rsid w:val="004F1168"/>
    <w:rsid w:val="004F1279"/>
    <w:rsid w:val="004F12A6"/>
    <w:rsid w:val="004F157B"/>
    <w:rsid w:val="004F176C"/>
    <w:rsid w:val="004F17A5"/>
    <w:rsid w:val="004F1A0F"/>
    <w:rsid w:val="004F1BD0"/>
    <w:rsid w:val="004F1E33"/>
    <w:rsid w:val="004F1F18"/>
    <w:rsid w:val="004F1F3F"/>
    <w:rsid w:val="004F21D2"/>
    <w:rsid w:val="004F2272"/>
    <w:rsid w:val="004F22D9"/>
    <w:rsid w:val="004F26A4"/>
    <w:rsid w:val="004F2733"/>
    <w:rsid w:val="004F2C73"/>
    <w:rsid w:val="004F3053"/>
    <w:rsid w:val="004F32D6"/>
    <w:rsid w:val="004F32F7"/>
    <w:rsid w:val="004F3422"/>
    <w:rsid w:val="004F3C2D"/>
    <w:rsid w:val="004F3CED"/>
    <w:rsid w:val="004F40BD"/>
    <w:rsid w:val="004F4230"/>
    <w:rsid w:val="004F44FA"/>
    <w:rsid w:val="004F46E2"/>
    <w:rsid w:val="004F4786"/>
    <w:rsid w:val="004F4884"/>
    <w:rsid w:val="004F4C93"/>
    <w:rsid w:val="004F4FF8"/>
    <w:rsid w:val="004F5397"/>
    <w:rsid w:val="004F5497"/>
    <w:rsid w:val="004F5D82"/>
    <w:rsid w:val="004F61F7"/>
    <w:rsid w:val="004F65C6"/>
    <w:rsid w:val="004F6809"/>
    <w:rsid w:val="004F6F85"/>
    <w:rsid w:val="004F772E"/>
    <w:rsid w:val="004F7856"/>
    <w:rsid w:val="004F7BD5"/>
    <w:rsid w:val="004F7DBD"/>
    <w:rsid w:val="005005F3"/>
    <w:rsid w:val="00500959"/>
    <w:rsid w:val="005009F4"/>
    <w:rsid w:val="00500A9B"/>
    <w:rsid w:val="005011A0"/>
    <w:rsid w:val="0050168E"/>
    <w:rsid w:val="005016BF"/>
    <w:rsid w:val="005016CA"/>
    <w:rsid w:val="00501708"/>
    <w:rsid w:val="00501975"/>
    <w:rsid w:val="0050205A"/>
    <w:rsid w:val="0050224B"/>
    <w:rsid w:val="005028DD"/>
    <w:rsid w:val="005037C9"/>
    <w:rsid w:val="00503E07"/>
    <w:rsid w:val="0050433A"/>
    <w:rsid w:val="00504633"/>
    <w:rsid w:val="00504882"/>
    <w:rsid w:val="00504A0E"/>
    <w:rsid w:val="00504B59"/>
    <w:rsid w:val="00505404"/>
    <w:rsid w:val="005061DC"/>
    <w:rsid w:val="005061E9"/>
    <w:rsid w:val="00506316"/>
    <w:rsid w:val="005063EB"/>
    <w:rsid w:val="005066B2"/>
    <w:rsid w:val="00506AB8"/>
    <w:rsid w:val="00506B18"/>
    <w:rsid w:val="00506EA7"/>
    <w:rsid w:val="00506FB8"/>
    <w:rsid w:val="00507044"/>
    <w:rsid w:val="00507099"/>
    <w:rsid w:val="00507164"/>
    <w:rsid w:val="0050737A"/>
    <w:rsid w:val="00507D8E"/>
    <w:rsid w:val="005100F6"/>
    <w:rsid w:val="0051013D"/>
    <w:rsid w:val="00510214"/>
    <w:rsid w:val="00510356"/>
    <w:rsid w:val="00510A57"/>
    <w:rsid w:val="00511151"/>
    <w:rsid w:val="00511285"/>
    <w:rsid w:val="0051130D"/>
    <w:rsid w:val="00511C47"/>
    <w:rsid w:val="00511CF9"/>
    <w:rsid w:val="00511D70"/>
    <w:rsid w:val="0051288B"/>
    <w:rsid w:val="00512A00"/>
    <w:rsid w:val="00512B63"/>
    <w:rsid w:val="00513124"/>
    <w:rsid w:val="0051339C"/>
    <w:rsid w:val="00513818"/>
    <w:rsid w:val="00513A15"/>
    <w:rsid w:val="00513DC0"/>
    <w:rsid w:val="00514062"/>
    <w:rsid w:val="00514296"/>
    <w:rsid w:val="005143CC"/>
    <w:rsid w:val="00514471"/>
    <w:rsid w:val="005149A5"/>
    <w:rsid w:val="00514B50"/>
    <w:rsid w:val="00515074"/>
    <w:rsid w:val="005153A3"/>
    <w:rsid w:val="0051578A"/>
    <w:rsid w:val="00516306"/>
    <w:rsid w:val="00516585"/>
    <w:rsid w:val="00516A96"/>
    <w:rsid w:val="00516EFC"/>
    <w:rsid w:val="00517661"/>
    <w:rsid w:val="0051781C"/>
    <w:rsid w:val="0051786F"/>
    <w:rsid w:val="00517A81"/>
    <w:rsid w:val="00517DB7"/>
    <w:rsid w:val="00520A09"/>
    <w:rsid w:val="00520B65"/>
    <w:rsid w:val="00520EA4"/>
    <w:rsid w:val="005210C4"/>
    <w:rsid w:val="0052110E"/>
    <w:rsid w:val="0052117F"/>
    <w:rsid w:val="005212F4"/>
    <w:rsid w:val="00521F85"/>
    <w:rsid w:val="00521F8C"/>
    <w:rsid w:val="00522052"/>
    <w:rsid w:val="00522A80"/>
    <w:rsid w:val="00522D4D"/>
    <w:rsid w:val="00522F67"/>
    <w:rsid w:val="0052313B"/>
    <w:rsid w:val="0052323C"/>
    <w:rsid w:val="00523FBB"/>
    <w:rsid w:val="0052424D"/>
    <w:rsid w:val="00524588"/>
    <w:rsid w:val="00524907"/>
    <w:rsid w:val="00524FFA"/>
    <w:rsid w:val="005254BA"/>
    <w:rsid w:val="00525632"/>
    <w:rsid w:val="005257C3"/>
    <w:rsid w:val="00525B73"/>
    <w:rsid w:val="00525D40"/>
    <w:rsid w:val="00525DC5"/>
    <w:rsid w:val="00525FB1"/>
    <w:rsid w:val="005261AD"/>
    <w:rsid w:val="00526251"/>
    <w:rsid w:val="00526805"/>
    <w:rsid w:val="00526A6C"/>
    <w:rsid w:val="00526C80"/>
    <w:rsid w:val="00527213"/>
    <w:rsid w:val="00527714"/>
    <w:rsid w:val="0052780D"/>
    <w:rsid w:val="0052793B"/>
    <w:rsid w:val="00527ABA"/>
    <w:rsid w:val="00527AC2"/>
    <w:rsid w:val="00527E5C"/>
    <w:rsid w:val="00530028"/>
    <w:rsid w:val="005306B6"/>
    <w:rsid w:val="00530E5B"/>
    <w:rsid w:val="005311C0"/>
    <w:rsid w:val="005317D3"/>
    <w:rsid w:val="005317DD"/>
    <w:rsid w:val="00531D53"/>
    <w:rsid w:val="00531DFD"/>
    <w:rsid w:val="00531EDC"/>
    <w:rsid w:val="00532027"/>
    <w:rsid w:val="0053227B"/>
    <w:rsid w:val="00532800"/>
    <w:rsid w:val="00532C91"/>
    <w:rsid w:val="00532FA7"/>
    <w:rsid w:val="00533790"/>
    <w:rsid w:val="005337A4"/>
    <w:rsid w:val="00533FF1"/>
    <w:rsid w:val="0053459A"/>
    <w:rsid w:val="00534646"/>
    <w:rsid w:val="0053515E"/>
    <w:rsid w:val="005352FD"/>
    <w:rsid w:val="0053557F"/>
    <w:rsid w:val="00535DC2"/>
    <w:rsid w:val="00535EE9"/>
    <w:rsid w:val="00535F3A"/>
    <w:rsid w:val="005360B1"/>
    <w:rsid w:val="0053626A"/>
    <w:rsid w:val="005366F3"/>
    <w:rsid w:val="005367A9"/>
    <w:rsid w:val="00536AE3"/>
    <w:rsid w:val="00536F16"/>
    <w:rsid w:val="0053795C"/>
    <w:rsid w:val="00537F28"/>
    <w:rsid w:val="0054034C"/>
    <w:rsid w:val="0054086D"/>
    <w:rsid w:val="005409C1"/>
    <w:rsid w:val="005409DB"/>
    <w:rsid w:val="00540B54"/>
    <w:rsid w:val="00540D2A"/>
    <w:rsid w:val="00541230"/>
    <w:rsid w:val="0054143B"/>
    <w:rsid w:val="00541F08"/>
    <w:rsid w:val="00541F42"/>
    <w:rsid w:val="00542525"/>
    <w:rsid w:val="00542FA1"/>
    <w:rsid w:val="005436E2"/>
    <w:rsid w:val="0054399B"/>
    <w:rsid w:val="00543C25"/>
    <w:rsid w:val="00543EE6"/>
    <w:rsid w:val="0054457F"/>
    <w:rsid w:val="00544597"/>
    <w:rsid w:val="00544729"/>
    <w:rsid w:val="0054477E"/>
    <w:rsid w:val="00544E28"/>
    <w:rsid w:val="00544ED5"/>
    <w:rsid w:val="00545C6C"/>
    <w:rsid w:val="00545C6D"/>
    <w:rsid w:val="00545D30"/>
    <w:rsid w:val="00545E0A"/>
    <w:rsid w:val="00545EFA"/>
    <w:rsid w:val="005460EC"/>
    <w:rsid w:val="00546519"/>
    <w:rsid w:val="00546668"/>
    <w:rsid w:val="00546892"/>
    <w:rsid w:val="00546971"/>
    <w:rsid w:val="00546A01"/>
    <w:rsid w:val="00547172"/>
    <w:rsid w:val="005472F0"/>
    <w:rsid w:val="00547301"/>
    <w:rsid w:val="00547645"/>
    <w:rsid w:val="00550000"/>
    <w:rsid w:val="00550114"/>
    <w:rsid w:val="005502DE"/>
    <w:rsid w:val="00550460"/>
    <w:rsid w:val="00550473"/>
    <w:rsid w:val="00550649"/>
    <w:rsid w:val="005507AF"/>
    <w:rsid w:val="005509AF"/>
    <w:rsid w:val="00550AC3"/>
    <w:rsid w:val="00550FF9"/>
    <w:rsid w:val="00551BEB"/>
    <w:rsid w:val="00552057"/>
    <w:rsid w:val="0055210E"/>
    <w:rsid w:val="00552408"/>
    <w:rsid w:val="0055307C"/>
    <w:rsid w:val="00554403"/>
    <w:rsid w:val="00554457"/>
    <w:rsid w:val="005545CC"/>
    <w:rsid w:val="005548DB"/>
    <w:rsid w:val="005555E5"/>
    <w:rsid w:val="00555635"/>
    <w:rsid w:val="00556275"/>
    <w:rsid w:val="0055640A"/>
    <w:rsid w:val="00556431"/>
    <w:rsid w:val="00556551"/>
    <w:rsid w:val="00556A96"/>
    <w:rsid w:val="005572D0"/>
    <w:rsid w:val="00557328"/>
    <w:rsid w:val="00557C4C"/>
    <w:rsid w:val="00557C62"/>
    <w:rsid w:val="005602B6"/>
    <w:rsid w:val="00560D1B"/>
    <w:rsid w:val="00561180"/>
    <w:rsid w:val="005615D5"/>
    <w:rsid w:val="00561A79"/>
    <w:rsid w:val="00562236"/>
    <w:rsid w:val="005628EA"/>
    <w:rsid w:val="005632C5"/>
    <w:rsid w:val="0056343E"/>
    <w:rsid w:val="00563517"/>
    <w:rsid w:val="00564601"/>
    <w:rsid w:val="005649CD"/>
    <w:rsid w:val="00564A3A"/>
    <w:rsid w:val="0056570B"/>
    <w:rsid w:val="00565C84"/>
    <w:rsid w:val="00565F57"/>
    <w:rsid w:val="0056624A"/>
    <w:rsid w:val="0056630E"/>
    <w:rsid w:val="00566680"/>
    <w:rsid w:val="005668AD"/>
    <w:rsid w:val="00566AA0"/>
    <w:rsid w:val="00566BAF"/>
    <w:rsid w:val="0056728C"/>
    <w:rsid w:val="005673A4"/>
    <w:rsid w:val="00567B2E"/>
    <w:rsid w:val="00567E00"/>
    <w:rsid w:val="005707B5"/>
    <w:rsid w:val="0057088D"/>
    <w:rsid w:val="00570B97"/>
    <w:rsid w:val="00570D34"/>
    <w:rsid w:val="00570D59"/>
    <w:rsid w:val="005710C8"/>
    <w:rsid w:val="005714EB"/>
    <w:rsid w:val="00571783"/>
    <w:rsid w:val="0057182E"/>
    <w:rsid w:val="005719AC"/>
    <w:rsid w:val="00571D81"/>
    <w:rsid w:val="005721AD"/>
    <w:rsid w:val="00572266"/>
    <w:rsid w:val="00572529"/>
    <w:rsid w:val="00572C77"/>
    <w:rsid w:val="00572F46"/>
    <w:rsid w:val="00572FFD"/>
    <w:rsid w:val="00573093"/>
    <w:rsid w:val="005734D8"/>
    <w:rsid w:val="00573878"/>
    <w:rsid w:val="00573A4F"/>
    <w:rsid w:val="00573F8D"/>
    <w:rsid w:val="00573FD6"/>
    <w:rsid w:val="005741DD"/>
    <w:rsid w:val="00574314"/>
    <w:rsid w:val="0057582E"/>
    <w:rsid w:val="00575970"/>
    <w:rsid w:val="00575D54"/>
    <w:rsid w:val="0057643A"/>
    <w:rsid w:val="005766FE"/>
    <w:rsid w:val="00576EDB"/>
    <w:rsid w:val="005774AA"/>
    <w:rsid w:val="00577C0F"/>
    <w:rsid w:val="00577E2E"/>
    <w:rsid w:val="00577E58"/>
    <w:rsid w:val="005802B6"/>
    <w:rsid w:val="00580315"/>
    <w:rsid w:val="005808D5"/>
    <w:rsid w:val="00580FF9"/>
    <w:rsid w:val="00581143"/>
    <w:rsid w:val="00581808"/>
    <w:rsid w:val="00581AF6"/>
    <w:rsid w:val="00581C6A"/>
    <w:rsid w:val="00581EED"/>
    <w:rsid w:val="00581F0E"/>
    <w:rsid w:val="0058213E"/>
    <w:rsid w:val="005821F3"/>
    <w:rsid w:val="005838E2"/>
    <w:rsid w:val="00583AC4"/>
    <w:rsid w:val="00583C78"/>
    <w:rsid w:val="00583CDF"/>
    <w:rsid w:val="0058418A"/>
    <w:rsid w:val="005841BB"/>
    <w:rsid w:val="00584674"/>
    <w:rsid w:val="005849EA"/>
    <w:rsid w:val="00584A49"/>
    <w:rsid w:val="005852D1"/>
    <w:rsid w:val="0058583B"/>
    <w:rsid w:val="00585A3B"/>
    <w:rsid w:val="00585CE1"/>
    <w:rsid w:val="005869BC"/>
    <w:rsid w:val="005874DD"/>
    <w:rsid w:val="005874F5"/>
    <w:rsid w:val="00587A8D"/>
    <w:rsid w:val="005900A0"/>
    <w:rsid w:val="0059014F"/>
    <w:rsid w:val="00590300"/>
    <w:rsid w:val="005906C9"/>
    <w:rsid w:val="00590AA9"/>
    <w:rsid w:val="00591126"/>
    <w:rsid w:val="00591545"/>
    <w:rsid w:val="005915C6"/>
    <w:rsid w:val="005915D3"/>
    <w:rsid w:val="00591AE7"/>
    <w:rsid w:val="00591C70"/>
    <w:rsid w:val="00591DFE"/>
    <w:rsid w:val="00592174"/>
    <w:rsid w:val="005923AC"/>
    <w:rsid w:val="00592472"/>
    <w:rsid w:val="005924C5"/>
    <w:rsid w:val="00592562"/>
    <w:rsid w:val="0059263D"/>
    <w:rsid w:val="005926A7"/>
    <w:rsid w:val="00592B98"/>
    <w:rsid w:val="00592BB0"/>
    <w:rsid w:val="00592DC3"/>
    <w:rsid w:val="005936D0"/>
    <w:rsid w:val="00593D78"/>
    <w:rsid w:val="00593E9B"/>
    <w:rsid w:val="00594405"/>
    <w:rsid w:val="005944B2"/>
    <w:rsid w:val="00594807"/>
    <w:rsid w:val="00594C03"/>
    <w:rsid w:val="00595164"/>
    <w:rsid w:val="00595198"/>
    <w:rsid w:val="00595663"/>
    <w:rsid w:val="005958F2"/>
    <w:rsid w:val="00595AD0"/>
    <w:rsid w:val="00595E1A"/>
    <w:rsid w:val="00595FCF"/>
    <w:rsid w:val="005963E3"/>
    <w:rsid w:val="00596846"/>
    <w:rsid w:val="0059687F"/>
    <w:rsid w:val="005973A8"/>
    <w:rsid w:val="005974A5"/>
    <w:rsid w:val="005976A0"/>
    <w:rsid w:val="00597931"/>
    <w:rsid w:val="00597E31"/>
    <w:rsid w:val="005A0097"/>
    <w:rsid w:val="005A0B84"/>
    <w:rsid w:val="005A1380"/>
    <w:rsid w:val="005A14C0"/>
    <w:rsid w:val="005A1772"/>
    <w:rsid w:val="005A18DA"/>
    <w:rsid w:val="005A1A23"/>
    <w:rsid w:val="005A1BE1"/>
    <w:rsid w:val="005A1D3B"/>
    <w:rsid w:val="005A2003"/>
    <w:rsid w:val="005A21C5"/>
    <w:rsid w:val="005A2322"/>
    <w:rsid w:val="005A2871"/>
    <w:rsid w:val="005A288D"/>
    <w:rsid w:val="005A2A5C"/>
    <w:rsid w:val="005A312A"/>
    <w:rsid w:val="005A33D7"/>
    <w:rsid w:val="005A39AF"/>
    <w:rsid w:val="005A3C28"/>
    <w:rsid w:val="005A3D8E"/>
    <w:rsid w:val="005A46BB"/>
    <w:rsid w:val="005A4892"/>
    <w:rsid w:val="005A48E1"/>
    <w:rsid w:val="005A492A"/>
    <w:rsid w:val="005A4E07"/>
    <w:rsid w:val="005A51AA"/>
    <w:rsid w:val="005A51D8"/>
    <w:rsid w:val="005A52FF"/>
    <w:rsid w:val="005A531E"/>
    <w:rsid w:val="005A5454"/>
    <w:rsid w:val="005A54A3"/>
    <w:rsid w:val="005A55E4"/>
    <w:rsid w:val="005A574D"/>
    <w:rsid w:val="005A5B8F"/>
    <w:rsid w:val="005A5DBD"/>
    <w:rsid w:val="005A5F9F"/>
    <w:rsid w:val="005A635D"/>
    <w:rsid w:val="005A647F"/>
    <w:rsid w:val="005A65B2"/>
    <w:rsid w:val="005A6AEE"/>
    <w:rsid w:val="005A6EFD"/>
    <w:rsid w:val="005A799E"/>
    <w:rsid w:val="005A7A09"/>
    <w:rsid w:val="005B0055"/>
    <w:rsid w:val="005B0274"/>
    <w:rsid w:val="005B0336"/>
    <w:rsid w:val="005B07C4"/>
    <w:rsid w:val="005B0821"/>
    <w:rsid w:val="005B0886"/>
    <w:rsid w:val="005B0B75"/>
    <w:rsid w:val="005B0E7E"/>
    <w:rsid w:val="005B14CF"/>
    <w:rsid w:val="005B1575"/>
    <w:rsid w:val="005B1636"/>
    <w:rsid w:val="005B1AE6"/>
    <w:rsid w:val="005B1BF3"/>
    <w:rsid w:val="005B1E64"/>
    <w:rsid w:val="005B222E"/>
    <w:rsid w:val="005B242E"/>
    <w:rsid w:val="005B24C9"/>
    <w:rsid w:val="005B26A4"/>
    <w:rsid w:val="005B26CB"/>
    <w:rsid w:val="005B27F1"/>
    <w:rsid w:val="005B2C4A"/>
    <w:rsid w:val="005B2C66"/>
    <w:rsid w:val="005B2E1A"/>
    <w:rsid w:val="005B2F1C"/>
    <w:rsid w:val="005B338E"/>
    <w:rsid w:val="005B34E9"/>
    <w:rsid w:val="005B35D5"/>
    <w:rsid w:val="005B39FB"/>
    <w:rsid w:val="005B3C0A"/>
    <w:rsid w:val="005B48E6"/>
    <w:rsid w:val="005B49B0"/>
    <w:rsid w:val="005B5494"/>
    <w:rsid w:val="005B54C3"/>
    <w:rsid w:val="005B5668"/>
    <w:rsid w:val="005B571F"/>
    <w:rsid w:val="005B5E0D"/>
    <w:rsid w:val="005B61CD"/>
    <w:rsid w:val="005B63E8"/>
    <w:rsid w:val="005B7195"/>
    <w:rsid w:val="005B731B"/>
    <w:rsid w:val="005B7586"/>
    <w:rsid w:val="005B75EF"/>
    <w:rsid w:val="005B7753"/>
    <w:rsid w:val="005B795D"/>
    <w:rsid w:val="005B7974"/>
    <w:rsid w:val="005B7A35"/>
    <w:rsid w:val="005B7A88"/>
    <w:rsid w:val="005B7DFD"/>
    <w:rsid w:val="005C0223"/>
    <w:rsid w:val="005C04C2"/>
    <w:rsid w:val="005C0B45"/>
    <w:rsid w:val="005C0F0A"/>
    <w:rsid w:val="005C0F59"/>
    <w:rsid w:val="005C0F77"/>
    <w:rsid w:val="005C1032"/>
    <w:rsid w:val="005C1187"/>
    <w:rsid w:val="005C1628"/>
    <w:rsid w:val="005C1885"/>
    <w:rsid w:val="005C18C4"/>
    <w:rsid w:val="005C1E30"/>
    <w:rsid w:val="005C20C4"/>
    <w:rsid w:val="005C254B"/>
    <w:rsid w:val="005C2ECA"/>
    <w:rsid w:val="005C3774"/>
    <w:rsid w:val="005C3DB2"/>
    <w:rsid w:val="005C4403"/>
    <w:rsid w:val="005C4540"/>
    <w:rsid w:val="005C4A62"/>
    <w:rsid w:val="005C4D49"/>
    <w:rsid w:val="005C4FC1"/>
    <w:rsid w:val="005C52EF"/>
    <w:rsid w:val="005C57F9"/>
    <w:rsid w:val="005C5C08"/>
    <w:rsid w:val="005C5D06"/>
    <w:rsid w:val="005C5FFF"/>
    <w:rsid w:val="005C648F"/>
    <w:rsid w:val="005C6986"/>
    <w:rsid w:val="005C6FE4"/>
    <w:rsid w:val="005C7E58"/>
    <w:rsid w:val="005D019B"/>
    <w:rsid w:val="005D0202"/>
    <w:rsid w:val="005D021F"/>
    <w:rsid w:val="005D0455"/>
    <w:rsid w:val="005D05C1"/>
    <w:rsid w:val="005D0BD9"/>
    <w:rsid w:val="005D1683"/>
    <w:rsid w:val="005D19DC"/>
    <w:rsid w:val="005D1A7D"/>
    <w:rsid w:val="005D1AA9"/>
    <w:rsid w:val="005D1BCF"/>
    <w:rsid w:val="005D2676"/>
    <w:rsid w:val="005D2A0D"/>
    <w:rsid w:val="005D2C22"/>
    <w:rsid w:val="005D3101"/>
    <w:rsid w:val="005D35D0"/>
    <w:rsid w:val="005D3BAC"/>
    <w:rsid w:val="005D3CCE"/>
    <w:rsid w:val="005D4293"/>
    <w:rsid w:val="005D581A"/>
    <w:rsid w:val="005D5940"/>
    <w:rsid w:val="005D5AAB"/>
    <w:rsid w:val="005D63CC"/>
    <w:rsid w:val="005D66E3"/>
    <w:rsid w:val="005D6773"/>
    <w:rsid w:val="005D689C"/>
    <w:rsid w:val="005D68E8"/>
    <w:rsid w:val="005D69F5"/>
    <w:rsid w:val="005D6DD9"/>
    <w:rsid w:val="005D718A"/>
    <w:rsid w:val="005D7914"/>
    <w:rsid w:val="005D7F24"/>
    <w:rsid w:val="005E0027"/>
    <w:rsid w:val="005E0684"/>
    <w:rsid w:val="005E08D7"/>
    <w:rsid w:val="005E0A94"/>
    <w:rsid w:val="005E10EC"/>
    <w:rsid w:val="005E1CF5"/>
    <w:rsid w:val="005E2580"/>
    <w:rsid w:val="005E28C2"/>
    <w:rsid w:val="005E2B14"/>
    <w:rsid w:val="005E2B58"/>
    <w:rsid w:val="005E2D2A"/>
    <w:rsid w:val="005E2F85"/>
    <w:rsid w:val="005E30BD"/>
    <w:rsid w:val="005E348E"/>
    <w:rsid w:val="005E36ED"/>
    <w:rsid w:val="005E3744"/>
    <w:rsid w:val="005E37B2"/>
    <w:rsid w:val="005E3A55"/>
    <w:rsid w:val="005E3ACF"/>
    <w:rsid w:val="005E3C7A"/>
    <w:rsid w:val="005E412D"/>
    <w:rsid w:val="005E446A"/>
    <w:rsid w:val="005E47C8"/>
    <w:rsid w:val="005E4AC7"/>
    <w:rsid w:val="005E4B7A"/>
    <w:rsid w:val="005E4D6A"/>
    <w:rsid w:val="005E573C"/>
    <w:rsid w:val="005E5751"/>
    <w:rsid w:val="005E57F1"/>
    <w:rsid w:val="005E6084"/>
    <w:rsid w:val="005E6342"/>
    <w:rsid w:val="005E63DB"/>
    <w:rsid w:val="005E66A6"/>
    <w:rsid w:val="005E6986"/>
    <w:rsid w:val="005E6D1F"/>
    <w:rsid w:val="005E6F4D"/>
    <w:rsid w:val="005E7228"/>
    <w:rsid w:val="005E727F"/>
    <w:rsid w:val="005E7553"/>
    <w:rsid w:val="005E776F"/>
    <w:rsid w:val="005E7A02"/>
    <w:rsid w:val="005E7BA6"/>
    <w:rsid w:val="005E7FDD"/>
    <w:rsid w:val="005F029A"/>
    <w:rsid w:val="005F0513"/>
    <w:rsid w:val="005F061E"/>
    <w:rsid w:val="005F105E"/>
    <w:rsid w:val="005F10E9"/>
    <w:rsid w:val="005F1BCD"/>
    <w:rsid w:val="005F1CD4"/>
    <w:rsid w:val="005F1CE8"/>
    <w:rsid w:val="005F1FAD"/>
    <w:rsid w:val="005F229E"/>
    <w:rsid w:val="005F23E0"/>
    <w:rsid w:val="005F263D"/>
    <w:rsid w:val="005F264E"/>
    <w:rsid w:val="005F2B2A"/>
    <w:rsid w:val="005F3222"/>
    <w:rsid w:val="005F3BDD"/>
    <w:rsid w:val="005F3E78"/>
    <w:rsid w:val="005F405A"/>
    <w:rsid w:val="005F4246"/>
    <w:rsid w:val="005F4461"/>
    <w:rsid w:val="005F44AF"/>
    <w:rsid w:val="005F4D4F"/>
    <w:rsid w:val="005F5037"/>
    <w:rsid w:val="005F503F"/>
    <w:rsid w:val="005F50D9"/>
    <w:rsid w:val="005F5252"/>
    <w:rsid w:val="005F5335"/>
    <w:rsid w:val="005F56B3"/>
    <w:rsid w:val="005F582F"/>
    <w:rsid w:val="005F610B"/>
    <w:rsid w:val="005F643B"/>
    <w:rsid w:val="005F6955"/>
    <w:rsid w:val="005F6AD0"/>
    <w:rsid w:val="005F7261"/>
    <w:rsid w:val="005F72A7"/>
    <w:rsid w:val="005F762A"/>
    <w:rsid w:val="005F76E5"/>
    <w:rsid w:val="0060041B"/>
    <w:rsid w:val="00600490"/>
    <w:rsid w:val="00600512"/>
    <w:rsid w:val="006005DF"/>
    <w:rsid w:val="0060094C"/>
    <w:rsid w:val="00600D49"/>
    <w:rsid w:val="00600F9B"/>
    <w:rsid w:val="00601381"/>
    <w:rsid w:val="006016D1"/>
    <w:rsid w:val="00601FB7"/>
    <w:rsid w:val="0060265C"/>
    <w:rsid w:val="00602814"/>
    <w:rsid w:val="00602915"/>
    <w:rsid w:val="006029D0"/>
    <w:rsid w:val="00602BAC"/>
    <w:rsid w:val="00602BF0"/>
    <w:rsid w:val="00602FF3"/>
    <w:rsid w:val="006031ED"/>
    <w:rsid w:val="00603523"/>
    <w:rsid w:val="006037C0"/>
    <w:rsid w:val="0060398E"/>
    <w:rsid w:val="00603BC1"/>
    <w:rsid w:val="00603E5A"/>
    <w:rsid w:val="00604079"/>
    <w:rsid w:val="00604A1A"/>
    <w:rsid w:val="00604AD9"/>
    <w:rsid w:val="00604B61"/>
    <w:rsid w:val="00604E10"/>
    <w:rsid w:val="0060512E"/>
    <w:rsid w:val="00605BDC"/>
    <w:rsid w:val="00605BEA"/>
    <w:rsid w:val="00605BEE"/>
    <w:rsid w:val="00605C52"/>
    <w:rsid w:val="00605C89"/>
    <w:rsid w:val="00606326"/>
    <w:rsid w:val="00606C33"/>
    <w:rsid w:val="00607661"/>
    <w:rsid w:val="00607684"/>
    <w:rsid w:val="006078F0"/>
    <w:rsid w:val="00607C08"/>
    <w:rsid w:val="00607D8F"/>
    <w:rsid w:val="00607F13"/>
    <w:rsid w:val="006102E0"/>
    <w:rsid w:val="006102F7"/>
    <w:rsid w:val="00610361"/>
    <w:rsid w:val="006107F6"/>
    <w:rsid w:val="006109FE"/>
    <w:rsid w:val="00610D09"/>
    <w:rsid w:val="00610DC9"/>
    <w:rsid w:val="00610F6B"/>
    <w:rsid w:val="006111BB"/>
    <w:rsid w:val="006119D2"/>
    <w:rsid w:val="00611B77"/>
    <w:rsid w:val="00611F73"/>
    <w:rsid w:val="00612396"/>
    <w:rsid w:val="00612BC1"/>
    <w:rsid w:val="00612F52"/>
    <w:rsid w:val="00613223"/>
    <w:rsid w:val="006133B6"/>
    <w:rsid w:val="006138A6"/>
    <w:rsid w:val="006139E2"/>
    <w:rsid w:val="00613E10"/>
    <w:rsid w:val="00613E88"/>
    <w:rsid w:val="00614042"/>
    <w:rsid w:val="006141EA"/>
    <w:rsid w:val="00614561"/>
    <w:rsid w:val="00614CB5"/>
    <w:rsid w:val="0061530A"/>
    <w:rsid w:val="0061551C"/>
    <w:rsid w:val="006157A5"/>
    <w:rsid w:val="0061682F"/>
    <w:rsid w:val="0061683B"/>
    <w:rsid w:val="00616EC5"/>
    <w:rsid w:val="00617354"/>
    <w:rsid w:val="00617399"/>
    <w:rsid w:val="006179E7"/>
    <w:rsid w:val="00617AB8"/>
    <w:rsid w:val="00617BF9"/>
    <w:rsid w:val="00617C2C"/>
    <w:rsid w:val="00617DCE"/>
    <w:rsid w:val="00617DE1"/>
    <w:rsid w:val="00617F46"/>
    <w:rsid w:val="0062016B"/>
    <w:rsid w:val="006204D2"/>
    <w:rsid w:val="006205ED"/>
    <w:rsid w:val="00620A7F"/>
    <w:rsid w:val="00620CB5"/>
    <w:rsid w:val="00620DF2"/>
    <w:rsid w:val="00621803"/>
    <w:rsid w:val="00621B99"/>
    <w:rsid w:val="00621ED8"/>
    <w:rsid w:val="0062248B"/>
    <w:rsid w:val="00622774"/>
    <w:rsid w:val="0062284F"/>
    <w:rsid w:val="006228FE"/>
    <w:rsid w:val="00622961"/>
    <w:rsid w:val="006229DF"/>
    <w:rsid w:val="00622C89"/>
    <w:rsid w:val="00622E3B"/>
    <w:rsid w:val="006230AE"/>
    <w:rsid w:val="0062323D"/>
    <w:rsid w:val="006235A7"/>
    <w:rsid w:val="00623A28"/>
    <w:rsid w:val="00623B40"/>
    <w:rsid w:val="00623CCF"/>
    <w:rsid w:val="00623EBF"/>
    <w:rsid w:val="00624690"/>
    <w:rsid w:val="00625339"/>
    <w:rsid w:val="006258EF"/>
    <w:rsid w:val="00625A7D"/>
    <w:rsid w:val="00625B0C"/>
    <w:rsid w:val="00625B17"/>
    <w:rsid w:val="0062637E"/>
    <w:rsid w:val="00626750"/>
    <w:rsid w:val="00626B5C"/>
    <w:rsid w:val="00626DCD"/>
    <w:rsid w:val="006272BD"/>
    <w:rsid w:val="0062742E"/>
    <w:rsid w:val="00627496"/>
    <w:rsid w:val="00627E74"/>
    <w:rsid w:val="00627F5B"/>
    <w:rsid w:val="00630013"/>
    <w:rsid w:val="00630255"/>
    <w:rsid w:val="00630B24"/>
    <w:rsid w:val="00631820"/>
    <w:rsid w:val="00631FDC"/>
    <w:rsid w:val="00632429"/>
    <w:rsid w:val="00632767"/>
    <w:rsid w:val="00632773"/>
    <w:rsid w:val="006328B5"/>
    <w:rsid w:val="00632A9D"/>
    <w:rsid w:val="00632B34"/>
    <w:rsid w:val="006334E5"/>
    <w:rsid w:val="006335CB"/>
    <w:rsid w:val="00633719"/>
    <w:rsid w:val="006339E8"/>
    <w:rsid w:val="006339EC"/>
    <w:rsid w:val="00633A8C"/>
    <w:rsid w:val="00634845"/>
    <w:rsid w:val="00634CC3"/>
    <w:rsid w:val="00634D62"/>
    <w:rsid w:val="00635007"/>
    <w:rsid w:val="00635048"/>
    <w:rsid w:val="00635100"/>
    <w:rsid w:val="00635862"/>
    <w:rsid w:val="006358E9"/>
    <w:rsid w:val="00635903"/>
    <w:rsid w:val="00635B6E"/>
    <w:rsid w:val="00635D00"/>
    <w:rsid w:val="00637C15"/>
    <w:rsid w:val="00640779"/>
    <w:rsid w:val="00640986"/>
    <w:rsid w:val="00640DD5"/>
    <w:rsid w:val="00640FA9"/>
    <w:rsid w:val="00641643"/>
    <w:rsid w:val="006417A6"/>
    <w:rsid w:val="00641ACD"/>
    <w:rsid w:val="00641D83"/>
    <w:rsid w:val="00641F60"/>
    <w:rsid w:val="00642279"/>
    <w:rsid w:val="00642411"/>
    <w:rsid w:val="006424B1"/>
    <w:rsid w:val="006425D6"/>
    <w:rsid w:val="00642795"/>
    <w:rsid w:val="00642C00"/>
    <w:rsid w:val="00642E53"/>
    <w:rsid w:val="006431BB"/>
    <w:rsid w:val="006434EA"/>
    <w:rsid w:val="00643545"/>
    <w:rsid w:val="00643727"/>
    <w:rsid w:val="006438E1"/>
    <w:rsid w:val="00643FFA"/>
    <w:rsid w:val="00644029"/>
    <w:rsid w:val="00644880"/>
    <w:rsid w:val="006448EE"/>
    <w:rsid w:val="00644B17"/>
    <w:rsid w:val="00644F07"/>
    <w:rsid w:val="006458F1"/>
    <w:rsid w:val="00645913"/>
    <w:rsid w:val="00645F3E"/>
    <w:rsid w:val="00646078"/>
    <w:rsid w:val="00646675"/>
    <w:rsid w:val="00646DD9"/>
    <w:rsid w:val="00647522"/>
    <w:rsid w:val="00647593"/>
    <w:rsid w:val="006475CB"/>
    <w:rsid w:val="00650749"/>
    <w:rsid w:val="00650B3B"/>
    <w:rsid w:val="00651177"/>
    <w:rsid w:val="00651570"/>
    <w:rsid w:val="006518B7"/>
    <w:rsid w:val="006518BB"/>
    <w:rsid w:val="00652ABD"/>
    <w:rsid w:val="00652E13"/>
    <w:rsid w:val="0065313F"/>
    <w:rsid w:val="00653319"/>
    <w:rsid w:val="006533C9"/>
    <w:rsid w:val="006535EA"/>
    <w:rsid w:val="00653614"/>
    <w:rsid w:val="00653685"/>
    <w:rsid w:val="00653933"/>
    <w:rsid w:val="00653C1E"/>
    <w:rsid w:val="00653E12"/>
    <w:rsid w:val="006547A9"/>
    <w:rsid w:val="00654B11"/>
    <w:rsid w:val="00654DAF"/>
    <w:rsid w:val="00654F1A"/>
    <w:rsid w:val="0065511F"/>
    <w:rsid w:val="0065580C"/>
    <w:rsid w:val="006559D6"/>
    <w:rsid w:val="00655D8A"/>
    <w:rsid w:val="00656057"/>
    <w:rsid w:val="006561B1"/>
    <w:rsid w:val="00656540"/>
    <w:rsid w:val="00656707"/>
    <w:rsid w:val="0065689F"/>
    <w:rsid w:val="006570FF"/>
    <w:rsid w:val="0065726E"/>
    <w:rsid w:val="0065761C"/>
    <w:rsid w:val="0065765C"/>
    <w:rsid w:val="0065772D"/>
    <w:rsid w:val="006579F1"/>
    <w:rsid w:val="00657CE3"/>
    <w:rsid w:val="0066022C"/>
    <w:rsid w:val="00660880"/>
    <w:rsid w:val="0066097B"/>
    <w:rsid w:val="00660ACB"/>
    <w:rsid w:val="00660C24"/>
    <w:rsid w:val="00660C78"/>
    <w:rsid w:val="00660F7B"/>
    <w:rsid w:val="006610D2"/>
    <w:rsid w:val="006612E2"/>
    <w:rsid w:val="0066176F"/>
    <w:rsid w:val="00661817"/>
    <w:rsid w:val="00661A96"/>
    <w:rsid w:val="00661ED0"/>
    <w:rsid w:val="0066229F"/>
    <w:rsid w:val="006625AF"/>
    <w:rsid w:val="006627EE"/>
    <w:rsid w:val="00662EB4"/>
    <w:rsid w:val="006630CD"/>
    <w:rsid w:val="006635C8"/>
    <w:rsid w:val="00663AE4"/>
    <w:rsid w:val="00663B8F"/>
    <w:rsid w:val="00663E88"/>
    <w:rsid w:val="006658B6"/>
    <w:rsid w:val="00665B92"/>
    <w:rsid w:val="0066663A"/>
    <w:rsid w:val="00666853"/>
    <w:rsid w:val="00666B04"/>
    <w:rsid w:val="00667077"/>
    <w:rsid w:val="006670C3"/>
    <w:rsid w:val="00667327"/>
    <w:rsid w:val="006675B2"/>
    <w:rsid w:val="006677CC"/>
    <w:rsid w:val="00667D21"/>
    <w:rsid w:val="006700CA"/>
    <w:rsid w:val="0067095E"/>
    <w:rsid w:val="0067097D"/>
    <w:rsid w:val="00670C7D"/>
    <w:rsid w:val="00670F32"/>
    <w:rsid w:val="00670FCD"/>
    <w:rsid w:val="0067126B"/>
    <w:rsid w:val="006714F2"/>
    <w:rsid w:val="006715D2"/>
    <w:rsid w:val="00671F6A"/>
    <w:rsid w:val="00672E87"/>
    <w:rsid w:val="00672E8F"/>
    <w:rsid w:val="00672EBF"/>
    <w:rsid w:val="006731D9"/>
    <w:rsid w:val="00673317"/>
    <w:rsid w:val="0067362C"/>
    <w:rsid w:val="00673869"/>
    <w:rsid w:val="00673CDC"/>
    <w:rsid w:val="0067431E"/>
    <w:rsid w:val="0067472D"/>
    <w:rsid w:val="0067523B"/>
    <w:rsid w:val="00675255"/>
    <w:rsid w:val="00675AEB"/>
    <w:rsid w:val="00675B92"/>
    <w:rsid w:val="00675D45"/>
    <w:rsid w:val="0067620E"/>
    <w:rsid w:val="0067634B"/>
    <w:rsid w:val="006765CE"/>
    <w:rsid w:val="00676F2F"/>
    <w:rsid w:val="00676FDA"/>
    <w:rsid w:val="0067710D"/>
    <w:rsid w:val="00677427"/>
    <w:rsid w:val="00677440"/>
    <w:rsid w:val="00677476"/>
    <w:rsid w:val="00677486"/>
    <w:rsid w:val="00677D7C"/>
    <w:rsid w:val="0068008F"/>
    <w:rsid w:val="006804E6"/>
    <w:rsid w:val="00680B5D"/>
    <w:rsid w:val="00680DCC"/>
    <w:rsid w:val="00680E1E"/>
    <w:rsid w:val="00681881"/>
    <w:rsid w:val="00681D09"/>
    <w:rsid w:val="00681D2A"/>
    <w:rsid w:val="00681D44"/>
    <w:rsid w:val="00681DA5"/>
    <w:rsid w:val="00681FA9"/>
    <w:rsid w:val="006821BA"/>
    <w:rsid w:val="00682557"/>
    <w:rsid w:val="0068262E"/>
    <w:rsid w:val="006829F6"/>
    <w:rsid w:val="00682E35"/>
    <w:rsid w:val="00683656"/>
    <w:rsid w:val="0068366F"/>
    <w:rsid w:val="006836A3"/>
    <w:rsid w:val="006844F5"/>
    <w:rsid w:val="00684749"/>
    <w:rsid w:val="00684A6A"/>
    <w:rsid w:val="00685023"/>
    <w:rsid w:val="00685379"/>
    <w:rsid w:val="00685802"/>
    <w:rsid w:val="006858FB"/>
    <w:rsid w:val="00685ACA"/>
    <w:rsid w:val="00685BE7"/>
    <w:rsid w:val="00685FBD"/>
    <w:rsid w:val="00686A7D"/>
    <w:rsid w:val="00686E31"/>
    <w:rsid w:val="00686ED0"/>
    <w:rsid w:val="00686EEF"/>
    <w:rsid w:val="006879E6"/>
    <w:rsid w:val="006901A3"/>
    <w:rsid w:val="006901AC"/>
    <w:rsid w:val="00690578"/>
    <w:rsid w:val="006905FF"/>
    <w:rsid w:val="00690764"/>
    <w:rsid w:val="00690E9A"/>
    <w:rsid w:val="006911ED"/>
    <w:rsid w:val="006915A7"/>
    <w:rsid w:val="00691761"/>
    <w:rsid w:val="0069186D"/>
    <w:rsid w:val="00691AF9"/>
    <w:rsid w:val="00691CF9"/>
    <w:rsid w:val="00691DBC"/>
    <w:rsid w:val="00691E8C"/>
    <w:rsid w:val="006926AF"/>
    <w:rsid w:val="00692925"/>
    <w:rsid w:val="00692E19"/>
    <w:rsid w:val="00693C38"/>
    <w:rsid w:val="00693FEC"/>
    <w:rsid w:val="00694025"/>
    <w:rsid w:val="006940AF"/>
    <w:rsid w:val="006944BC"/>
    <w:rsid w:val="00694A71"/>
    <w:rsid w:val="00694A97"/>
    <w:rsid w:val="00694EBF"/>
    <w:rsid w:val="00695551"/>
    <w:rsid w:val="00695811"/>
    <w:rsid w:val="0069583A"/>
    <w:rsid w:val="006959C1"/>
    <w:rsid w:val="00695ECC"/>
    <w:rsid w:val="006964BD"/>
    <w:rsid w:val="00696531"/>
    <w:rsid w:val="006968BD"/>
    <w:rsid w:val="00696E0A"/>
    <w:rsid w:val="00696FC0"/>
    <w:rsid w:val="006972E1"/>
    <w:rsid w:val="0069778C"/>
    <w:rsid w:val="006977F2"/>
    <w:rsid w:val="006A0145"/>
    <w:rsid w:val="006A02D6"/>
    <w:rsid w:val="006A0408"/>
    <w:rsid w:val="006A042D"/>
    <w:rsid w:val="006A0707"/>
    <w:rsid w:val="006A0855"/>
    <w:rsid w:val="006A1113"/>
    <w:rsid w:val="006A13A7"/>
    <w:rsid w:val="006A1670"/>
    <w:rsid w:val="006A19AE"/>
    <w:rsid w:val="006A1A50"/>
    <w:rsid w:val="006A1AAE"/>
    <w:rsid w:val="006A201C"/>
    <w:rsid w:val="006A2AF3"/>
    <w:rsid w:val="006A34BD"/>
    <w:rsid w:val="006A355D"/>
    <w:rsid w:val="006A377C"/>
    <w:rsid w:val="006A42A8"/>
    <w:rsid w:val="006A4821"/>
    <w:rsid w:val="006A489A"/>
    <w:rsid w:val="006A4A11"/>
    <w:rsid w:val="006A4AED"/>
    <w:rsid w:val="006A4E30"/>
    <w:rsid w:val="006A5521"/>
    <w:rsid w:val="006A594E"/>
    <w:rsid w:val="006A5C06"/>
    <w:rsid w:val="006A5DA2"/>
    <w:rsid w:val="006A62C6"/>
    <w:rsid w:val="006A6369"/>
    <w:rsid w:val="006A6722"/>
    <w:rsid w:val="006A6FB0"/>
    <w:rsid w:val="006A73E9"/>
    <w:rsid w:val="006A75E7"/>
    <w:rsid w:val="006A7983"/>
    <w:rsid w:val="006A7ECA"/>
    <w:rsid w:val="006B0202"/>
    <w:rsid w:val="006B03C2"/>
    <w:rsid w:val="006B04BA"/>
    <w:rsid w:val="006B0756"/>
    <w:rsid w:val="006B0A24"/>
    <w:rsid w:val="006B0CF9"/>
    <w:rsid w:val="006B0FDD"/>
    <w:rsid w:val="006B1323"/>
    <w:rsid w:val="006B1468"/>
    <w:rsid w:val="006B1AE9"/>
    <w:rsid w:val="006B1C4C"/>
    <w:rsid w:val="006B1C77"/>
    <w:rsid w:val="006B23ED"/>
    <w:rsid w:val="006B25D5"/>
    <w:rsid w:val="006B28E8"/>
    <w:rsid w:val="006B2DF4"/>
    <w:rsid w:val="006B2E20"/>
    <w:rsid w:val="006B2FF8"/>
    <w:rsid w:val="006B31C7"/>
    <w:rsid w:val="006B3202"/>
    <w:rsid w:val="006B361F"/>
    <w:rsid w:val="006B4816"/>
    <w:rsid w:val="006B5054"/>
    <w:rsid w:val="006B5B96"/>
    <w:rsid w:val="006B5D27"/>
    <w:rsid w:val="006B5E17"/>
    <w:rsid w:val="006B5E21"/>
    <w:rsid w:val="006B5EDA"/>
    <w:rsid w:val="006B5F95"/>
    <w:rsid w:val="006B6379"/>
    <w:rsid w:val="006B664C"/>
    <w:rsid w:val="006B6748"/>
    <w:rsid w:val="006B6788"/>
    <w:rsid w:val="006B68B1"/>
    <w:rsid w:val="006B6C51"/>
    <w:rsid w:val="006B6E37"/>
    <w:rsid w:val="006B6E60"/>
    <w:rsid w:val="006B707E"/>
    <w:rsid w:val="006B7810"/>
    <w:rsid w:val="006B78D7"/>
    <w:rsid w:val="006B7BB2"/>
    <w:rsid w:val="006B7F64"/>
    <w:rsid w:val="006B7F6D"/>
    <w:rsid w:val="006C0274"/>
    <w:rsid w:val="006C0346"/>
    <w:rsid w:val="006C0667"/>
    <w:rsid w:val="006C06B2"/>
    <w:rsid w:val="006C0930"/>
    <w:rsid w:val="006C0ED5"/>
    <w:rsid w:val="006C0F88"/>
    <w:rsid w:val="006C1053"/>
    <w:rsid w:val="006C11C6"/>
    <w:rsid w:val="006C19E8"/>
    <w:rsid w:val="006C1D77"/>
    <w:rsid w:val="006C208C"/>
    <w:rsid w:val="006C23B2"/>
    <w:rsid w:val="006C2909"/>
    <w:rsid w:val="006C2AF4"/>
    <w:rsid w:val="006C2FF0"/>
    <w:rsid w:val="006C353B"/>
    <w:rsid w:val="006C3A0E"/>
    <w:rsid w:val="006C3BA6"/>
    <w:rsid w:val="006C3E5E"/>
    <w:rsid w:val="006C3EBC"/>
    <w:rsid w:val="006C4104"/>
    <w:rsid w:val="006C446F"/>
    <w:rsid w:val="006C4619"/>
    <w:rsid w:val="006C4825"/>
    <w:rsid w:val="006C4BED"/>
    <w:rsid w:val="006C4CC7"/>
    <w:rsid w:val="006C4E23"/>
    <w:rsid w:val="006C4E68"/>
    <w:rsid w:val="006C5217"/>
    <w:rsid w:val="006C55E8"/>
    <w:rsid w:val="006C5AFA"/>
    <w:rsid w:val="006C62B9"/>
    <w:rsid w:val="006C6361"/>
    <w:rsid w:val="006C642A"/>
    <w:rsid w:val="006C64EE"/>
    <w:rsid w:val="006C65CC"/>
    <w:rsid w:val="006C6C08"/>
    <w:rsid w:val="006C6C93"/>
    <w:rsid w:val="006C6F83"/>
    <w:rsid w:val="006C705C"/>
    <w:rsid w:val="006C7175"/>
    <w:rsid w:val="006C755A"/>
    <w:rsid w:val="006C75AB"/>
    <w:rsid w:val="006C76D8"/>
    <w:rsid w:val="006C794B"/>
    <w:rsid w:val="006C7952"/>
    <w:rsid w:val="006C7DC3"/>
    <w:rsid w:val="006D0445"/>
    <w:rsid w:val="006D04B7"/>
    <w:rsid w:val="006D060B"/>
    <w:rsid w:val="006D12CF"/>
    <w:rsid w:val="006D1380"/>
    <w:rsid w:val="006D1D38"/>
    <w:rsid w:val="006D1EEF"/>
    <w:rsid w:val="006D2299"/>
    <w:rsid w:val="006D2421"/>
    <w:rsid w:val="006D28EF"/>
    <w:rsid w:val="006D305A"/>
    <w:rsid w:val="006D315C"/>
    <w:rsid w:val="006D3B62"/>
    <w:rsid w:val="006D3CD6"/>
    <w:rsid w:val="006D3CF1"/>
    <w:rsid w:val="006D3F4A"/>
    <w:rsid w:val="006D47EA"/>
    <w:rsid w:val="006D481A"/>
    <w:rsid w:val="006D4B9B"/>
    <w:rsid w:val="006D4C71"/>
    <w:rsid w:val="006D520B"/>
    <w:rsid w:val="006D5506"/>
    <w:rsid w:val="006D5594"/>
    <w:rsid w:val="006D6403"/>
    <w:rsid w:val="006D66A0"/>
    <w:rsid w:val="006D6793"/>
    <w:rsid w:val="006D6960"/>
    <w:rsid w:val="006D7298"/>
    <w:rsid w:val="006D7571"/>
    <w:rsid w:val="006D7934"/>
    <w:rsid w:val="006D7AEB"/>
    <w:rsid w:val="006D7FAC"/>
    <w:rsid w:val="006D7FD8"/>
    <w:rsid w:val="006E008D"/>
    <w:rsid w:val="006E00D0"/>
    <w:rsid w:val="006E0277"/>
    <w:rsid w:val="006E0444"/>
    <w:rsid w:val="006E0843"/>
    <w:rsid w:val="006E086B"/>
    <w:rsid w:val="006E09FE"/>
    <w:rsid w:val="006E1029"/>
    <w:rsid w:val="006E153C"/>
    <w:rsid w:val="006E1813"/>
    <w:rsid w:val="006E21A6"/>
    <w:rsid w:val="006E2E69"/>
    <w:rsid w:val="006E2EA1"/>
    <w:rsid w:val="006E30C3"/>
    <w:rsid w:val="006E3561"/>
    <w:rsid w:val="006E4178"/>
    <w:rsid w:val="006E46D6"/>
    <w:rsid w:val="006E4A38"/>
    <w:rsid w:val="006E4FEE"/>
    <w:rsid w:val="006E516C"/>
    <w:rsid w:val="006E536F"/>
    <w:rsid w:val="006E54B3"/>
    <w:rsid w:val="006E58C0"/>
    <w:rsid w:val="006E58F4"/>
    <w:rsid w:val="006E5953"/>
    <w:rsid w:val="006E59B1"/>
    <w:rsid w:val="006E5CF4"/>
    <w:rsid w:val="006E61F2"/>
    <w:rsid w:val="006E65EC"/>
    <w:rsid w:val="006E66A5"/>
    <w:rsid w:val="006E6EA9"/>
    <w:rsid w:val="006E74AA"/>
    <w:rsid w:val="006E7544"/>
    <w:rsid w:val="006E79D7"/>
    <w:rsid w:val="006E7EC4"/>
    <w:rsid w:val="006F0488"/>
    <w:rsid w:val="006F084A"/>
    <w:rsid w:val="006F0BF9"/>
    <w:rsid w:val="006F0C21"/>
    <w:rsid w:val="006F0D9D"/>
    <w:rsid w:val="006F129F"/>
    <w:rsid w:val="006F174D"/>
    <w:rsid w:val="006F1FF2"/>
    <w:rsid w:val="006F20D1"/>
    <w:rsid w:val="006F2246"/>
    <w:rsid w:val="006F28E9"/>
    <w:rsid w:val="006F2A5F"/>
    <w:rsid w:val="006F2CBE"/>
    <w:rsid w:val="006F32FD"/>
    <w:rsid w:val="006F36A8"/>
    <w:rsid w:val="006F370E"/>
    <w:rsid w:val="006F388D"/>
    <w:rsid w:val="006F3B1D"/>
    <w:rsid w:val="006F3C61"/>
    <w:rsid w:val="006F3F0B"/>
    <w:rsid w:val="006F41C3"/>
    <w:rsid w:val="006F473F"/>
    <w:rsid w:val="006F4743"/>
    <w:rsid w:val="006F4A79"/>
    <w:rsid w:val="006F5185"/>
    <w:rsid w:val="006F530B"/>
    <w:rsid w:val="006F53FE"/>
    <w:rsid w:val="006F565B"/>
    <w:rsid w:val="006F569E"/>
    <w:rsid w:val="006F5D1C"/>
    <w:rsid w:val="006F5DA9"/>
    <w:rsid w:val="006F6356"/>
    <w:rsid w:val="006F657F"/>
    <w:rsid w:val="006F67E0"/>
    <w:rsid w:val="006F772C"/>
    <w:rsid w:val="00700194"/>
    <w:rsid w:val="007013B9"/>
    <w:rsid w:val="007014E0"/>
    <w:rsid w:val="00701584"/>
    <w:rsid w:val="00701610"/>
    <w:rsid w:val="007028BF"/>
    <w:rsid w:val="00702AD3"/>
    <w:rsid w:val="00702D38"/>
    <w:rsid w:val="0070304B"/>
    <w:rsid w:val="007031A4"/>
    <w:rsid w:val="00703272"/>
    <w:rsid w:val="007036B3"/>
    <w:rsid w:val="00703C4B"/>
    <w:rsid w:val="00703C80"/>
    <w:rsid w:val="00703D64"/>
    <w:rsid w:val="00703FAE"/>
    <w:rsid w:val="00704013"/>
    <w:rsid w:val="00704231"/>
    <w:rsid w:val="007042BD"/>
    <w:rsid w:val="00704349"/>
    <w:rsid w:val="0070453E"/>
    <w:rsid w:val="00704619"/>
    <w:rsid w:val="0070470A"/>
    <w:rsid w:val="007047CC"/>
    <w:rsid w:val="007049AA"/>
    <w:rsid w:val="00704B82"/>
    <w:rsid w:val="00704E92"/>
    <w:rsid w:val="00704F39"/>
    <w:rsid w:val="0070517A"/>
    <w:rsid w:val="0070522A"/>
    <w:rsid w:val="00705BD8"/>
    <w:rsid w:val="00705C31"/>
    <w:rsid w:val="00705D61"/>
    <w:rsid w:val="0070619B"/>
    <w:rsid w:val="007061B7"/>
    <w:rsid w:val="0070658D"/>
    <w:rsid w:val="007066FC"/>
    <w:rsid w:val="00706C81"/>
    <w:rsid w:val="00706FCB"/>
    <w:rsid w:val="0070715D"/>
    <w:rsid w:val="00707170"/>
    <w:rsid w:val="0070744E"/>
    <w:rsid w:val="0070750D"/>
    <w:rsid w:val="00707558"/>
    <w:rsid w:val="007078DA"/>
    <w:rsid w:val="00707EC0"/>
    <w:rsid w:val="00707F22"/>
    <w:rsid w:val="0071078E"/>
    <w:rsid w:val="00710805"/>
    <w:rsid w:val="00710813"/>
    <w:rsid w:val="00710881"/>
    <w:rsid w:val="00710888"/>
    <w:rsid w:val="00710A99"/>
    <w:rsid w:val="00710B3C"/>
    <w:rsid w:val="00710BC4"/>
    <w:rsid w:val="00711028"/>
    <w:rsid w:val="007113A8"/>
    <w:rsid w:val="007114E2"/>
    <w:rsid w:val="00711B51"/>
    <w:rsid w:val="00711DEE"/>
    <w:rsid w:val="00712A50"/>
    <w:rsid w:val="00712EF4"/>
    <w:rsid w:val="00713100"/>
    <w:rsid w:val="007136D4"/>
    <w:rsid w:val="00714184"/>
    <w:rsid w:val="0071422D"/>
    <w:rsid w:val="00714412"/>
    <w:rsid w:val="0071450A"/>
    <w:rsid w:val="0071472A"/>
    <w:rsid w:val="00714984"/>
    <w:rsid w:val="007152FC"/>
    <w:rsid w:val="007163BB"/>
    <w:rsid w:val="007166B3"/>
    <w:rsid w:val="007169E5"/>
    <w:rsid w:val="00716A0D"/>
    <w:rsid w:val="00716D2E"/>
    <w:rsid w:val="00717094"/>
    <w:rsid w:val="0071714A"/>
    <w:rsid w:val="007172A2"/>
    <w:rsid w:val="007178D2"/>
    <w:rsid w:val="00717BB2"/>
    <w:rsid w:val="00720828"/>
    <w:rsid w:val="00720A5B"/>
    <w:rsid w:val="00720B31"/>
    <w:rsid w:val="00720E48"/>
    <w:rsid w:val="00720FBF"/>
    <w:rsid w:val="0072106B"/>
    <w:rsid w:val="00721481"/>
    <w:rsid w:val="007214F6"/>
    <w:rsid w:val="00722011"/>
    <w:rsid w:val="00722605"/>
    <w:rsid w:val="00722626"/>
    <w:rsid w:val="00722677"/>
    <w:rsid w:val="007226CA"/>
    <w:rsid w:val="00722827"/>
    <w:rsid w:val="00722AE8"/>
    <w:rsid w:val="0072300E"/>
    <w:rsid w:val="00723194"/>
    <w:rsid w:val="007235AC"/>
    <w:rsid w:val="0072464F"/>
    <w:rsid w:val="00724CE8"/>
    <w:rsid w:val="00724EFA"/>
    <w:rsid w:val="007253D5"/>
    <w:rsid w:val="00725436"/>
    <w:rsid w:val="007257A8"/>
    <w:rsid w:val="00725DDD"/>
    <w:rsid w:val="0072624B"/>
    <w:rsid w:val="0072625E"/>
    <w:rsid w:val="00726579"/>
    <w:rsid w:val="00726D08"/>
    <w:rsid w:val="007271AA"/>
    <w:rsid w:val="0072739E"/>
    <w:rsid w:val="00730097"/>
    <w:rsid w:val="0073011F"/>
    <w:rsid w:val="007301A7"/>
    <w:rsid w:val="00731092"/>
    <w:rsid w:val="007313F8"/>
    <w:rsid w:val="00731479"/>
    <w:rsid w:val="00731698"/>
    <w:rsid w:val="00731CD4"/>
    <w:rsid w:val="00731D19"/>
    <w:rsid w:val="00732009"/>
    <w:rsid w:val="00732BFF"/>
    <w:rsid w:val="00732CAC"/>
    <w:rsid w:val="00732EE5"/>
    <w:rsid w:val="00733281"/>
    <w:rsid w:val="007333F5"/>
    <w:rsid w:val="00733E42"/>
    <w:rsid w:val="0073402E"/>
    <w:rsid w:val="007341BC"/>
    <w:rsid w:val="007348EC"/>
    <w:rsid w:val="00734A6A"/>
    <w:rsid w:val="00734B4F"/>
    <w:rsid w:val="00734C51"/>
    <w:rsid w:val="00735F18"/>
    <w:rsid w:val="00736323"/>
    <w:rsid w:val="007369F4"/>
    <w:rsid w:val="00736B17"/>
    <w:rsid w:val="00736C5D"/>
    <w:rsid w:val="00736CC5"/>
    <w:rsid w:val="007375FA"/>
    <w:rsid w:val="00737811"/>
    <w:rsid w:val="007378C6"/>
    <w:rsid w:val="007379A2"/>
    <w:rsid w:val="00737C98"/>
    <w:rsid w:val="00740262"/>
    <w:rsid w:val="00740336"/>
    <w:rsid w:val="00740690"/>
    <w:rsid w:val="00740AB1"/>
    <w:rsid w:val="00740AF6"/>
    <w:rsid w:val="00740CDC"/>
    <w:rsid w:val="00740E33"/>
    <w:rsid w:val="007418D8"/>
    <w:rsid w:val="00741927"/>
    <w:rsid w:val="00742242"/>
    <w:rsid w:val="00742353"/>
    <w:rsid w:val="007427C1"/>
    <w:rsid w:val="00742D73"/>
    <w:rsid w:val="00742E16"/>
    <w:rsid w:val="0074335D"/>
    <w:rsid w:val="007438C0"/>
    <w:rsid w:val="00743D9C"/>
    <w:rsid w:val="00743EB1"/>
    <w:rsid w:val="00743F09"/>
    <w:rsid w:val="00744024"/>
    <w:rsid w:val="00744026"/>
    <w:rsid w:val="00744808"/>
    <w:rsid w:val="0074592A"/>
    <w:rsid w:val="007459F9"/>
    <w:rsid w:val="00746B09"/>
    <w:rsid w:val="00746C49"/>
    <w:rsid w:val="00746C7D"/>
    <w:rsid w:val="00746D29"/>
    <w:rsid w:val="00747B6A"/>
    <w:rsid w:val="00747E7D"/>
    <w:rsid w:val="007501CF"/>
    <w:rsid w:val="007508D9"/>
    <w:rsid w:val="00750C33"/>
    <w:rsid w:val="00750ECB"/>
    <w:rsid w:val="00750ED8"/>
    <w:rsid w:val="007510AE"/>
    <w:rsid w:val="0075129A"/>
    <w:rsid w:val="00751423"/>
    <w:rsid w:val="00751A2B"/>
    <w:rsid w:val="00751FCC"/>
    <w:rsid w:val="007527F0"/>
    <w:rsid w:val="00753035"/>
    <w:rsid w:val="007532DE"/>
    <w:rsid w:val="0075347A"/>
    <w:rsid w:val="00753C70"/>
    <w:rsid w:val="00753EAA"/>
    <w:rsid w:val="00753F86"/>
    <w:rsid w:val="00754036"/>
    <w:rsid w:val="00754273"/>
    <w:rsid w:val="00754EAC"/>
    <w:rsid w:val="00754F75"/>
    <w:rsid w:val="0075520E"/>
    <w:rsid w:val="00755751"/>
    <w:rsid w:val="0075579B"/>
    <w:rsid w:val="00755B76"/>
    <w:rsid w:val="00755C1D"/>
    <w:rsid w:val="00755EBC"/>
    <w:rsid w:val="007561D8"/>
    <w:rsid w:val="007562D0"/>
    <w:rsid w:val="007565E9"/>
    <w:rsid w:val="00756622"/>
    <w:rsid w:val="007568C2"/>
    <w:rsid w:val="00756DC2"/>
    <w:rsid w:val="0075705A"/>
    <w:rsid w:val="00757204"/>
    <w:rsid w:val="00757426"/>
    <w:rsid w:val="0075751C"/>
    <w:rsid w:val="00757C2E"/>
    <w:rsid w:val="00757D69"/>
    <w:rsid w:val="007602CB"/>
    <w:rsid w:val="00760617"/>
    <w:rsid w:val="007608F3"/>
    <w:rsid w:val="00760DD9"/>
    <w:rsid w:val="00760ED2"/>
    <w:rsid w:val="00760EDF"/>
    <w:rsid w:val="007610A8"/>
    <w:rsid w:val="00761105"/>
    <w:rsid w:val="0076122A"/>
    <w:rsid w:val="00761299"/>
    <w:rsid w:val="00761386"/>
    <w:rsid w:val="0076138D"/>
    <w:rsid w:val="007623F3"/>
    <w:rsid w:val="0076241C"/>
    <w:rsid w:val="007624B2"/>
    <w:rsid w:val="00763176"/>
    <w:rsid w:val="00763397"/>
    <w:rsid w:val="0076347C"/>
    <w:rsid w:val="007635E0"/>
    <w:rsid w:val="007638E7"/>
    <w:rsid w:val="00764135"/>
    <w:rsid w:val="0076421C"/>
    <w:rsid w:val="00764775"/>
    <w:rsid w:val="00764C49"/>
    <w:rsid w:val="007652ED"/>
    <w:rsid w:val="00765305"/>
    <w:rsid w:val="0076599A"/>
    <w:rsid w:val="00766395"/>
    <w:rsid w:val="00766479"/>
    <w:rsid w:val="00767271"/>
    <w:rsid w:val="00767540"/>
    <w:rsid w:val="00767762"/>
    <w:rsid w:val="007678E0"/>
    <w:rsid w:val="00767ACB"/>
    <w:rsid w:val="00767CCB"/>
    <w:rsid w:val="00767D41"/>
    <w:rsid w:val="00767ED2"/>
    <w:rsid w:val="00767F9A"/>
    <w:rsid w:val="0077008A"/>
    <w:rsid w:val="007701BC"/>
    <w:rsid w:val="007702D7"/>
    <w:rsid w:val="0077061B"/>
    <w:rsid w:val="00770657"/>
    <w:rsid w:val="00770B79"/>
    <w:rsid w:val="00770D6B"/>
    <w:rsid w:val="00770DA1"/>
    <w:rsid w:val="0077125C"/>
    <w:rsid w:val="00771892"/>
    <w:rsid w:val="00771B3A"/>
    <w:rsid w:val="00771BA4"/>
    <w:rsid w:val="00771BB8"/>
    <w:rsid w:val="00771C1B"/>
    <w:rsid w:val="00771C53"/>
    <w:rsid w:val="00771E93"/>
    <w:rsid w:val="00771FB9"/>
    <w:rsid w:val="007720CB"/>
    <w:rsid w:val="007722E0"/>
    <w:rsid w:val="007726F0"/>
    <w:rsid w:val="00772833"/>
    <w:rsid w:val="00772A92"/>
    <w:rsid w:val="00772B8A"/>
    <w:rsid w:val="00772D57"/>
    <w:rsid w:val="00772E0D"/>
    <w:rsid w:val="00772FA7"/>
    <w:rsid w:val="00773191"/>
    <w:rsid w:val="00773282"/>
    <w:rsid w:val="00773598"/>
    <w:rsid w:val="00773B55"/>
    <w:rsid w:val="00773BAB"/>
    <w:rsid w:val="00773D30"/>
    <w:rsid w:val="007745D2"/>
    <w:rsid w:val="0077484A"/>
    <w:rsid w:val="00774CA7"/>
    <w:rsid w:val="00774DCA"/>
    <w:rsid w:val="007750EF"/>
    <w:rsid w:val="00775181"/>
    <w:rsid w:val="007753E9"/>
    <w:rsid w:val="0077560D"/>
    <w:rsid w:val="00775A0C"/>
    <w:rsid w:val="00775A6D"/>
    <w:rsid w:val="00776691"/>
    <w:rsid w:val="00776BEB"/>
    <w:rsid w:val="00776BF2"/>
    <w:rsid w:val="00777423"/>
    <w:rsid w:val="00777426"/>
    <w:rsid w:val="00780272"/>
    <w:rsid w:val="0078035A"/>
    <w:rsid w:val="00780846"/>
    <w:rsid w:val="0078100B"/>
    <w:rsid w:val="0078152D"/>
    <w:rsid w:val="007815B2"/>
    <w:rsid w:val="0078194F"/>
    <w:rsid w:val="00781DB9"/>
    <w:rsid w:val="00782378"/>
    <w:rsid w:val="0078273A"/>
    <w:rsid w:val="00782AE2"/>
    <w:rsid w:val="00782C95"/>
    <w:rsid w:val="00782FF4"/>
    <w:rsid w:val="0078339F"/>
    <w:rsid w:val="0078360C"/>
    <w:rsid w:val="00783825"/>
    <w:rsid w:val="00783A07"/>
    <w:rsid w:val="00783AAB"/>
    <w:rsid w:val="00783BA1"/>
    <w:rsid w:val="00783D73"/>
    <w:rsid w:val="0078439E"/>
    <w:rsid w:val="00784A34"/>
    <w:rsid w:val="00785732"/>
    <w:rsid w:val="00785BA9"/>
    <w:rsid w:val="00785FBF"/>
    <w:rsid w:val="007860A0"/>
    <w:rsid w:val="007866BF"/>
    <w:rsid w:val="00787045"/>
    <w:rsid w:val="00787477"/>
    <w:rsid w:val="0078768F"/>
    <w:rsid w:val="00787811"/>
    <w:rsid w:val="007879C8"/>
    <w:rsid w:val="00787FCB"/>
    <w:rsid w:val="0079027F"/>
    <w:rsid w:val="007903A3"/>
    <w:rsid w:val="00790ACB"/>
    <w:rsid w:val="00791173"/>
    <w:rsid w:val="0079117B"/>
    <w:rsid w:val="007911B4"/>
    <w:rsid w:val="0079140B"/>
    <w:rsid w:val="00791C0D"/>
    <w:rsid w:val="00791CEC"/>
    <w:rsid w:val="00791E1E"/>
    <w:rsid w:val="007922A0"/>
    <w:rsid w:val="00792A56"/>
    <w:rsid w:val="00792ADF"/>
    <w:rsid w:val="00792C1E"/>
    <w:rsid w:val="00792F0E"/>
    <w:rsid w:val="00793004"/>
    <w:rsid w:val="0079323F"/>
    <w:rsid w:val="0079336B"/>
    <w:rsid w:val="00793B0F"/>
    <w:rsid w:val="0079415C"/>
    <w:rsid w:val="00794361"/>
    <w:rsid w:val="00794A78"/>
    <w:rsid w:val="00794F80"/>
    <w:rsid w:val="00795203"/>
    <w:rsid w:val="007952CC"/>
    <w:rsid w:val="007952F5"/>
    <w:rsid w:val="007953AD"/>
    <w:rsid w:val="007962FD"/>
    <w:rsid w:val="007968D8"/>
    <w:rsid w:val="00796B06"/>
    <w:rsid w:val="00796BDD"/>
    <w:rsid w:val="0079762F"/>
    <w:rsid w:val="007979A6"/>
    <w:rsid w:val="00797FDE"/>
    <w:rsid w:val="007A01F6"/>
    <w:rsid w:val="007A03A7"/>
    <w:rsid w:val="007A0A90"/>
    <w:rsid w:val="007A0F7B"/>
    <w:rsid w:val="007A0FC2"/>
    <w:rsid w:val="007A114A"/>
    <w:rsid w:val="007A18B0"/>
    <w:rsid w:val="007A18FD"/>
    <w:rsid w:val="007A2107"/>
    <w:rsid w:val="007A2144"/>
    <w:rsid w:val="007A225F"/>
    <w:rsid w:val="007A2384"/>
    <w:rsid w:val="007A2627"/>
    <w:rsid w:val="007A2774"/>
    <w:rsid w:val="007A279F"/>
    <w:rsid w:val="007A2843"/>
    <w:rsid w:val="007A2B92"/>
    <w:rsid w:val="007A2CB1"/>
    <w:rsid w:val="007A42C6"/>
    <w:rsid w:val="007A4535"/>
    <w:rsid w:val="007A4647"/>
    <w:rsid w:val="007A4B95"/>
    <w:rsid w:val="007A4EE2"/>
    <w:rsid w:val="007A507B"/>
    <w:rsid w:val="007A5755"/>
    <w:rsid w:val="007A5BC1"/>
    <w:rsid w:val="007A5C78"/>
    <w:rsid w:val="007A5CB9"/>
    <w:rsid w:val="007A6178"/>
    <w:rsid w:val="007A6255"/>
    <w:rsid w:val="007A62B7"/>
    <w:rsid w:val="007A657C"/>
    <w:rsid w:val="007A6985"/>
    <w:rsid w:val="007A6C10"/>
    <w:rsid w:val="007A7400"/>
    <w:rsid w:val="007A7808"/>
    <w:rsid w:val="007A7933"/>
    <w:rsid w:val="007A7D2D"/>
    <w:rsid w:val="007B0D8B"/>
    <w:rsid w:val="007B127B"/>
    <w:rsid w:val="007B1295"/>
    <w:rsid w:val="007B1D12"/>
    <w:rsid w:val="007B20E3"/>
    <w:rsid w:val="007B265F"/>
    <w:rsid w:val="007B28C8"/>
    <w:rsid w:val="007B2F84"/>
    <w:rsid w:val="007B3432"/>
    <w:rsid w:val="007B36C6"/>
    <w:rsid w:val="007B36E5"/>
    <w:rsid w:val="007B3E5A"/>
    <w:rsid w:val="007B3F9E"/>
    <w:rsid w:val="007B424E"/>
    <w:rsid w:val="007B42C2"/>
    <w:rsid w:val="007B4618"/>
    <w:rsid w:val="007B4778"/>
    <w:rsid w:val="007B4791"/>
    <w:rsid w:val="007B50D3"/>
    <w:rsid w:val="007B520D"/>
    <w:rsid w:val="007B5365"/>
    <w:rsid w:val="007B55E2"/>
    <w:rsid w:val="007B59B3"/>
    <w:rsid w:val="007B5AAB"/>
    <w:rsid w:val="007B5FFF"/>
    <w:rsid w:val="007B62D9"/>
    <w:rsid w:val="007B63A8"/>
    <w:rsid w:val="007B6892"/>
    <w:rsid w:val="007B68A7"/>
    <w:rsid w:val="007B696A"/>
    <w:rsid w:val="007B6BEE"/>
    <w:rsid w:val="007B74A5"/>
    <w:rsid w:val="007B7769"/>
    <w:rsid w:val="007B7A24"/>
    <w:rsid w:val="007B7AF3"/>
    <w:rsid w:val="007B7C7F"/>
    <w:rsid w:val="007B7C81"/>
    <w:rsid w:val="007B7F63"/>
    <w:rsid w:val="007C00B5"/>
    <w:rsid w:val="007C014D"/>
    <w:rsid w:val="007C01FF"/>
    <w:rsid w:val="007C05D1"/>
    <w:rsid w:val="007C0A97"/>
    <w:rsid w:val="007C0DDE"/>
    <w:rsid w:val="007C0F10"/>
    <w:rsid w:val="007C0F47"/>
    <w:rsid w:val="007C148C"/>
    <w:rsid w:val="007C1975"/>
    <w:rsid w:val="007C1FD4"/>
    <w:rsid w:val="007C2B5A"/>
    <w:rsid w:val="007C2F1F"/>
    <w:rsid w:val="007C3CF6"/>
    <w:rsid w:val="007C41C8"/>
    <w:rsid w:val="007C48AC"/>
    <w:rsid w:val="007C4AB9"/>
    <w:rsid w:val="007C4CDB"/>
    <w:rsid w:val="007C4E7A"/>
    <w:rsid w:val="007C4E87"/>
    <w:rsid w:val="007C5618"/>
    <w:rsid w:val="007C57C8"/>
    <w:rsid w:val="007C60A2"/>
    <w:rsid w:val="007C6671"/>
    <w:rsid w:val="007C6D63"/>
    <w:rsid w:val="007C7012"/>
    <w:rsid w:val="007C7050"/>
    <w:rsid w:val="007C72A3"/>
    <w:rsid w:val="007C761F"/>
    <w:rsid w:val="007C79F4"/>
    <w:rsid w:val="007C7E52"/>
    <w:rsid w:val="007C7E8E"/>
    <w:rsid w:val="007D0163"/>
    <w:rsid w:val="007D04E8"/>
    <w:rsid w:val="007D0626"/>
    <w:rsid w:val="007D08DD"/>
    <w:rsid w:val="007D0B36"/>
    <w:rsid w:val="007D0C48"/>
    <w:rsid w:val="007D164F"/>
    <w:rsid w:val="007D202F"/>
    <w:rsid w:val="007D20E1"/>
    <w:rsid w:val="007D245B"/>
    <w:rsid w:val="007D24F0"/>
    <w:rsid w:val="007D2D30"/>
    <w:rsid w:val="007D32AD"/>
    <w:rsid w:val="007D3499"/>
    <w:rsid w:val="007D3F44"/>
    <w:rsid w:val="007D3F4F"/>
    <w:rsid w:val="007D410D"/>
    <w:rsid w:val="007D4127"/>
    <w:rsid w:val="007D416B"/>
    <w:rsid w:val="007D4362"/>
    <w:rsid w:val="007D4583"/>
    <w:rsid w:val="007D509C"/>
    <w:rsid w:val="007D5709"/>
    <w:rsid w:val="007D59CD"/>
    <w:rsid w:val="007D5A6B"/>
    <w:rsid w:val="007D61B9"/>
    <w:rsid w:val="007D650D"/>
    <w:rsid w:val="007D673A"/>
    <w:rsid w:val="007D6B6B"/>
    <w:rsid w:val="007D6C3D"/>
    <w:rsid w:val="007D6CBE"/>
    <w:rsid w:val="007D6D57"/>
    <w:rsid w:val="007D6E08"/>
    <w:rsid w:val="007D6EF6"/>
    <w:rsid w:val="007D717D"/>
    <w:rsid w:val="007D7D98"/>
    <w:rsid w:val="007D7EE6"/>
    <w:rsid w:val="007E0013"/>
    <w:rsid w:val="007E0276"/>
    <w:rsid w:val="007E0D59"/>
    <w:rsid w:val="007E0F02"/>
    <w:rsid w:val="007E14EB"/>
    <w:rsid w:val="007E1627"/>
    <w:rsid w:val="007E1629"/>
    <w:rsid w:val="007E16CC"/>
    <w:rsid w:val="007E179E"/>
    <w:rsid w:val="007E18D5"/>
    <w:rsid w:val="007E1CDD"/>
    <w:rsid w:val="007E1ED9"/>
    <w:rsid w:val="007E2143"/>
    <w:rsid w:val="007E222B"/>
    <w:rsid w:val="007E285D"/>
    <w:rsid w:val="007E30A4"/>
    <w:rsid w:val="007E33CF"/>
    <w:rsid w:val="007E385F"/>
    <w:rsid w:val="007E3899"/>
    <w:rsid w:val="007E3ABA"/>
    <w:rsid w:val="007E3AE5"/>
    <w:rsid w:val="007E3B40"/>
    <w:rsid w:val="007E3EBB"/>
    <w:rsid w:val="007E3F8D"/>
    <w:rsid w:val="007E40C8"/>
    <w:rsid w:val="007E41C0"/>
    <w:rsid w:val="007E445D"/>
    <w:rsid w:val="007E46BE"/>
    <w:rsid w:val="007E48BC"/>
    <w:rsid w:val="007E4C7B"/>
    <w:rsid w:val="007E4C7E"/>
    <w:rsid w:val="007E4CD4"/>
    <w:rsid w:val="007E5162"/>
    <w:rsid w:val="007E528E"/>
    <w:rsid w:val="007E52BA"/>
    <w:rsid w:val="007E540E"/>
    <w:rsid w:val="007E57FD"/>
    <w:rsid w:val="007E5B78"/>
    <w:rsid w:val="007E634F"/>
    <w:rsid w:val="007E6701"/>
    <w:rsid w:val="007E6807"/>
    <w:rsid w:val="007E6964"/>
    <w:rsid w:val="007E6A5A"/>
    <w:rsid w:val="007E6C97"/>
    <w:rsid w:val="007E6E89"/>
    <w:rsid w:val="007E79DE"/>
    <w:rsid w:val="007E7A7F"/>
    <w:rsid w:val="007F01F6"/>
    <w:rsid w:val="007F0446"/>
    <w:rsid w:val="007F0694"/>
    <w:rsid w:val="007F0C71"/>
    <w:rsid w:val="007F0D70"/>
    <w:rsid w:val="007F19BC"/>
    <w:rsid w:val="007F1C41"/>
    <w:rsid w:val="007F1C63"/>
    <w:rsid w:val="007F1FFB"/>
    <w:rsid w:val="007F2016"/>
    <w:rsid w:val="007F2288"/>
    <w:rsid w:val="007F25E4"/>
    <w:rsid w:val="007F28C0"/>
    <w:rsid w:val="007F2B6A"/>
    <w:rsid w:val="007F2E83"/>
    <w:rsid w:val="007F2F92"/>
    <w:rsid w:val="007F30D3"/>
    <w:rsid w:val="007F3183"/>
    <w:rsid w:val="007F35DD"/>
    <w:rsid w:val="007F3678"/>
    <w:rsid w:val="007F3735"/>
    <w:rsid w:val="007F3F05"/>
    <w:rsid w:val="007F4077"/>
    <w:rsid w:val="007F417B"/>
    <w:rsid w:val="007F45C9"/>
    <w:rsid w:val="007F4619"/>
    <w:rsid w:val="007F476C"/>
    <w:rsid w:val="007F4918"/>
    <w:rsid w:val="007F49F6"/>
    <w:rsid w:val="007F4D71"/>
    <w:rsid w:val="007F5193"/>
    <w:rsid w:val="007F57EC"/>
    <w:rsid w:val="007F5AA4"/>
    <w:rsid w:val="007F5BEC"/>
    <w:rsid w:val="007F5C66"/>
    <w:rsid w:val="007F5F49"/>
    <w:rsid w:val="007F5FB0"/>
    <w:rsid w:val="007F6434"/>
    <w:rsid w:val="007F6710"/>
    <w:rsid w:val="007F6770"/>
    <w:rsid w:val="007F6F5D"/>
    <w:rsid w:val="007F712E"/>
    <w:rsid w:val="007F7497"/>
    <w:rsid w:val="007F7564"/>
    <w:rsid w:val="007F7942"/>
    <w:rsid w:val="007F7ED8"/>
    <w:rsid w:val="007F7F7B"/>
    <w:rsid w:val="00800463"/>
    <w:rsid w:val="008004D9"/>
    <w:rsid w:val="008007DE"/>
    <w:rsid w:val="00800B50"/>
    <w:rsid w:val="0080117F"/>
    <w:rsid w:val="008019BC"/>
    <w:rsid w:val="008019C7"/>
    <w:rsid w:val="00801A12"/>
    <w:rsid w:val="00801C01"/>
    <w:rsid w:val="00802B19"/>
    <w:rsid w:val="00802D3D"/>
    <w:rsid w:val="00803236"/>
    <w:rsid w:val="008033BF"/>
    <w:rsid w:val="00803404"/>
    <w:rsid w:val="00803B2F"/>
    <w:rsid w:val="00803E15"/>
    <w:rsid w:val="008043E0"/>
    <w:rsid w:val="008045BD"/>
    <w:rsid w:val="00804B32"/>
    <w:rsid w:val="00804CB2"/>
    <w:rsid w:val="008050D0"/>
    <w:rsid w:val="00805272"/>
    <w:rsid w:val="00805698"/>
    <w:rsid w:val="0080581B"/>
    <w:rsid w:val="008058D9"/>
    <w:rsid w:val="00805971"/>
    <w:rsid w:val="008059FD"/>
    <w:rsid w:val="00805B90"/>
    <w:rsid w:val="00805F97"/>
    <w:rsid w:val="00806D35"/>
    <w:rsid w:val="00806EC1"/>
    <w:rsid w:val="0080703C"/>
    <w:rsid w:val="0080707D"/>
    <w:rsid w:val="008075A3"/>
    <w:rsid w:val="00807A92"/>
    <w:rsid w:val="00807C25"/>
    <w:rsid w:val="00807E29"/>
    <w:rsid w:val="00807F6E"/>
    <w:rsid w:val="0081034E"/>
    <w:rsid w:val="008108C9"/>
    <w:rsid w:val="00810B27"/>
    <w:rsid w:val="00810EF8"/>
    <w:rsid w:val="00810F96"/>
    <w:rsid w:val="00811016"/>
    <w:rsid w:val="00811382"/>
    <w:rsid w:val="00811408"/>
    <w:rsid w:val="00811885"/>
    <w:rsid w:val="00811A08"/>
    <w:rsid w:val="00811B51"/>
    <w:rsid w:val="00811C2B"/>
    <w:rsid w:val="00811E62"/>
    <w:rsid w:val="00812020"/>
    <w:rsid w:val="00812428"/>
    <w:rsid w:val="008125A8"/>
    <w:rsid w:val="00812858"/>
    <w:rsid w:val="00812943"/>
    <w:rsid w:val="00812C63"/>
    <w:rsid w:val="00812E0A"/>
    <w:rsid w:val="00813B0D"/>
    <w:rsid w:val="00813C59"/>
    <w:rsid w:val="00813ECE"/>
    <w:rsid w:val="00813ECF"/>
    <w:rsid w:val="008142AA"/>
    <w:rsid w:val="008142DB"/>
    <w:rsid w:val="0081489A"/>
    <w:rsid w:val="008148A7"/>
    <w:rsid w:val="008149B4"/>
    <w:rsid w:val="00814B60"/>
    <w:rsid w:val="00814D3A"/>
    <w:rsid w:val="00815291"/>
    <w:rsid w:val="008154D6"/>
    <w:rsid w:val="00815608"/>
    <w:rsid w:val="00815830"/>
    <w:rsid w:val="00815930"/>
    <w:rsid w:val="00815A1F"/>
    <w:rsid w:val="00816231"/>
    <w:rsid w:val="00816400"/>
    <w:rsid w:val="008166FF"/>
    <w:rsid w:val="008168AD"/>
    <w:rsid w:val="00816B69"/>
    <w:rsid w:val="00816F0F"/>
    <w:rsid w:val="00817225"/>
    <w:rsid w:val="00817246"/>
    <w:rsid w:val="0081785B"/>
    <w:rsid w:val="00817D07"/>
    <w:rsid w:val="00817FE4"/>
    <w:rsid w:val="00820212"/>
    <w:rsid w:val="00820316"/>
    <w:rsid w:val="0082131C"/>
    <w:rsid w:val="008214C2"/>
    <w:rsid w:val="008216BD"/>
    <w:rsid w:val="0082178D"/>
    <w:rsid w:val="00821888"/>
    <w:rsid w:val="00821B16"/>
    <w:rsid w:val="00821B6E"/>
    <w:rsid w:val="00821DF0"/>
    <w:rsid w:val="008220D5"/>
    <w:rsid w:val="008221E6"/>
    <w:rsid w:val="00822704"/>
    <w:rsid w:val="008227C9"/>
    <w:rsid w:val="0082288D"/>
    <w:rsid w:val="00822A92"/>
    <w:rsid w:val="00822A93"/>
    <w:rsid w:val="00822E91"/>
    <w:rsid w:val="00823740"/>
    <w:rsid w:val="00823743"/>
    <w:rsid w:val="00823812"/>
    <w:rsid w:val="00823978"/>
    <w:rsid w:val="0082418F"/>
    <w:rsid w:val="008243FC"/>
    <w:rsid w:val="00824974"/>
    <w:rsid w:val="00824AED"/>
    <w:rsid w:val="008250CA"/>
    <w:rsid w:val="00825915"/>
    <w:rsid w:val="00825C51"/>
    <w:rsid w:val="00825F87"/>
    <w:rsid w:val="0082604A"/>
    <w:rsid w:val="00826086"/>
    <w:rsid w:val="0082683F"/>
    <w:rsid w:val="008268A8"/>
    <w:rsid w:val="00826B15"/>
    <w:rsid w:val="00827221"/>
    <w:rsid w:val="00827473"/>
    <w:rsid w:val="008274D8"/>
    <w:rsid w:val="00827633"/>
    <w:rsid w:val="00827AF2"/>
    <w:rsid w:val="00827C53"/>
    <w:rsid w:val="0083050C"/>
    <w:rsid w:val="008305A7"/>
    <w:rsid w:val="00830A21"/>
    <w:rsid w:val="00830DFD"/>
    <w:rsid w:val="0083100E"/>
    <w:rsid w:val="00831077"/>
    <w:rsid w:val="00831955"/>
    <w:rsid w:val="008319D5"/>
    <w:rsid w:val="00831B08"/>
    <w:rsid w:val="008324EF"/>
    <w:rsid w:val="00832734"/>
    <w:rsid w:val="008329A7"/>
    <w:rsid w:val="00832B9F"/>
    <w:rsid w:val="0083332A"/>
    <w:rsid w:val="008334A1"/>
    <w:rsid w:val="008339D1"/>
    <w:rsid w:val="00833C9F"/>
    <w:rsid w:val="00833CB3"/>
    <w:rsid w:val="00833CBA"/>
    <w:rsid w:val="00833D92"/>
    <w:rsid w:val="00833F09"/>
    <w:rsid w:val="00834259"/>
    <w:rsid w:val="008342B0"/>
    <w:rsid w:val="0083465D"/>
    <w:rsid w:val="008349FB"/>
    <w:rsid w:val="00834B35"/>
    <w:rsid w:val="00834B3A"/>
    <w:rsid w:val="00834B75"/>
    <w:rsid w:val="00834BEC"/>
    <w:rsid w:val="008353E6"/>
    <w:rsid w:val="00835457"/>
    <w:rsid w:val="0083562C"/>
    <w:rsid w:val="00835D53"/>
    <w:rsid w:val="00835E3A"/>
    <w:rsid w:val="0083601C"/>
    <w:rsid w:val="0083623E"/>
    <w:rsid w:val="008365DB"/>
    <w:rsid w:val="0083697C"/>
    <w:rsid w:val="008369B4"/>
    <w:rsid w:val="00836A81"/>
    <w:rsid w:val="00837645"/>
    <w:rsid w:val="0083764F"/>
    <w:rsid w:val="00837C65"/>
    <w:rsid w:val="0084023A"/>
    <w:rsid w:val="00840480"/>
    <w:rsid w:val="008405A4"/>
    <w:rsid w:val="0084080B"/>
    <w:rsid w:val="008409F1"/>
    <w:rsid w:val="00840CE1"/>
    <w:rsid w:val="00840E34"/>
    <w:rsid w:val="00840EA2"/>
    <w:rsid w:val="008410D8"/>
    <w:rsid w:val="008412F5"/>
    <w:rsid w:val="00841488"/>
    <w:rsid w:val="00841668"/>
    <w:rsid w:val="008417A2"/>
    <w:rsid w:val="00841F2D"/>
    <w:rsid w:val="00841FFB"/>
    <w:rsid w:val="00842368"/>
    <w:rsid w:val="00842816"/>
    <w:rsid w:val="00842A0A"/>
    <w:rsid w:val="008433DF"/>
    <w:rsid w:val="00843B10"/>
    <w:rsid w:val="00843B90"/>
    <w:rsid w:val="00843FA5"/>
    <w:rsid w:val="00844479"/>
    <w:rsid w:val="0084452C"/>
    <w:rsid w:val="0084459E"/>
    <w:rsid w:val="0084468D"/>
    <w:rsid w:val="0084565E"/>
    <w:rsid w:val="00845723"/>
    <w:rsid w:val="008458B3"/>
    <w:rsid w:val="0084614D"/>
    <w:rsid w:val="00846758"/>
    <w:rsid w:val="008468C3"/>
    <w:rsid w:val="00846AB2"/>
    <w:rsid w:val="0084702E"/>
    <w:rsid w:val="008471D4"/>
    <w:rsid w:val="0084786E"/>
    <w:rsid w:val="00847AE7"/>
    <w:rsid w:val="0085008E"/>
    <w:rsid w:val="008501A3"/>
    <w:rsid w:val="008501EC"/>
    <w:rsid w:val="008503B2"/>
    <w:rsid w:val="008504CA"/>
    <w:rsid w:val="00850924"/>
    <w:rsid w:val="00850C3F"/>
    <w:rsid w:val="00850DCA"/>
    <w:rsid w:val="008510DD"/>
    <w:rsid w:val="00851830"/>
    <w:rsid w:val="00852081"/>
    <w:rsid w:val="008520F2"/>
    <w:rsid w:val="008528EA"/>
    <w:rsid w:val="00852D4C"/>
    <w:rsid w:val="0085371D"/>
    <w:rsid w:val="00853AEA"/>
    <w:rsid w:val="00853EA6"/>
    <w:rsid w:val="0085405E"/>
    <w:rsid w:val="00854370"/>
    <w:rsid w:val="0085442D"/>
    <w:rsid w:val="00854477"/>
    <w:rsid w:val="00854616"/>
    <w:rsid w:val="00854A0B"/>
    <w:rsid w:val="00854A56"/>
    <w:rsid w:val="00854A90"/>
    <w:rsid w:val="00854D10"/>
    <w:rsid w:val="00854E58"/>
    <w:rsid w:val="008551DC"/>
    <w:rsid w:val="00855365"/>
    <w:rsid w:val="0085583F"/>
    <w:rsid w:val="00856AA8"/>
    <w:rsid w:val="008574B6"/>
    <w:rsid w:val="008576C7"/>
    <w:rsid w:val="0085773E"/>
    <w:rsid w:val="0085774F"/>
    <w:rsid w:val="00857A41"/>
    <w:rsid w:val="00857FE3"/>
    <w:rsid w:val="00860064"/>
    <w:rsid w:val="008602E4"/>
    <w:rsid w:val="008604F9"/>
    <w:rsid w:val="00860966"/>
    <w:rsid w:val="00860CE1"/>
    <w:rsid w:val="00861017"/>
    <w:rsid w:val="00861413"/>
    <w:rsid w:val="00861539"/>
    <w:rsid w:val="008619A3"/>
    <w:rsid w:val="00861DF0"/>
    <w:rsid w:val="008620F8"/>
    <w:rsid w:val="00862751"/>
    <w:rsid w:val="00862C93"/>
    <w:rsid w:val="00862D11"/>
    <w:rsid w:val="00862D85"/>
    <w:rsid w:val="00862DAE"/>
    <w:rsid w:val="008630BE"/>
    <w:rsid w:val="00863850"/>
    <w:rsid w:val="00863A64"/>
    <w:rsid w:val="00863D5C"/>
    <w:rsid w:val="00864830"/>
    <w:rsid w:val="0086498E"/>
    <w:rsid w:val="00864F1D"/>
    <w:rsid w:val="00865574"/>
    <w:rsid w:val="008655D1"/>
    <w:rsid w:val="008655F7"/>
    <w:rsid w:val="00865608"/>
    <w:rsid w:val="00865678"/>
    <w:rsid w:val="00865774"/>
    <w:rsid w:val="00865C7F"/>
    <w:rsid w:val="00865EF9"/>
    <w:rsid w:val="00866C37"/>
    <w:rsid w:val="008672CC"/>
    <w:rsid w:val="00867D10"/>
    <w:rsid w:val="00867E39"/>
    <w:rsid w:val="00870332"/>
    <w:rsid w:val="00870410"/>
    <w:rsid w:val="00870693"/>
    <w:rsid w:val="00870CF2"/>
    <w:rsid w:val="008711D1"/>
    <w:rsid w:val="00871770"/>
    <w:rsid w:val="00871BA4"/>
    <w:rsid w:val="00871C95"/>
    <w:rsid w:val="00871CDB"/>
    <w:rsid w:val="00871F15"/>
    <w:rsid w:val="00872498"/>
    <w:rsid w:val="00872C3E"/>
    <w:rsid w:val="008730BE"/>
    <w:rsid w:val="0087336B"/>
    <w:rsid w:val="00873429"/>
    <w:rsid w:val="00873BD3"/>
    <w:rsid w:val="00873CEA"/>
    <w:rsid w:val="008743B4"/>
    <w:rsid w:val="0087447E"/>
    <w:rsid w:val="008747BA"/>
    <w:rsid w:val="008749DC"/>
    <w:rsid w:val="00874FDC"/>
    <w:rsid w:val="00875220"/>
    <w:rsid w:val="008752BC"/>
    <w:rsid w:val="00875371"/>
    <w:rsid w:val="00875777"/>
    <w:rsid w:val="008759AD"/>
    <w:rsid w:val="00875A0E"/>
    <w:rsid w:val="00875EE1"/>
    <w:rsid w:val="00875FAC"/>
    <w:rsid w:val="00876304"/>
    <w:rsid w:val="008763F1"/>
    <w:rsid w:val="00876830"/>
    <w:rsid w:val="00876C9B"/>
    <w:rsid w:val="00876F9E"/>
    <w:rsid w:val="008777B4"/>
    <w:rsid w:val="00877A1D"/>
    <w:rsid w:val="00880136"/>
    <w:rsid w:val="008804EB"/>
    <w:rsid w:val="00880A85"/>
    <w:rsid w:val="00881035"/>
    <w:rsid w:val="0088137F"/>
    <w:rsid w:val="00881456"/>
    <w:rsid w:val="00881493"/>
    <w:rsid w:val="008814E9"/>
    <w:rsid w:val="008817E1"/>
    <w:rsid w:val="008818E4"/>
    <w:rsid w:val="00881DBA"/>
    <w:rsid w:val="00882096"/>
    <w:rsid w:val="008822BA"/>
    <w:rsid w:val="00882AF4"/>
    <w:rsid w:val="00883189"/>
    <w:rsid w:val="00883B5D"/>
    <w:rsid w:val="00883EAA"/>
    <w:rsid w:val="00883ED8"/>
    <w:rsid w:val="00884206"/>
    <w:rsid w:val="00884711"/>
    <w:rsid w:val="00884C3F"/>
    <w:rsid w:val="00884D76"/>
    <w:rsid w:val="00884D79"/>
    <w:rsid w:val="00884E10"/>
    <w:rsid w:val="00884E93"/>
    <w:rsid w:val="0088595B"/>
    <w:rsid w:val="00885F08"/>
    <w:rsid w:val="00886387"/>
    <w:rsid w:val="00886454"/>
    <w:rsid w:val="00886520"/>
    <w:rsid w:val="00886A86"/>
    <w:rsid w:val="00886CBE"/>
    <w:rsid w:val="00886E19"/>
    <w:rsid w:val="008874CD"/>
    <w:rsid w:val="0088757D"/>
    <w:rsid w:val="008877C3"/>
    <w:rsid w:val="0088784D"/>
    <w:rsid w:val="00887BC2"/>
    <w:rsid w:val="00887C96"/>
    <w:rsid w:val="00887DD7"/>
    <w:rsid w:val="008900E1"/>
    <w:rsid w:val="008906F6"/>
    <w:rsid w:val="00891003"/>
    <w:rsid w:val="008913E4"/>
    <w:rsid w:val="0089163C"/>
    <w:rsid w:val="008916AF"/>
    <w:rsid w:val="00891B10"/>
    <w:rsid w:val="00891E5D"/>
    <w:rsid w:val="00891FCB"/>
    <w:rsid w:val="00892A66"/>
    <w:rsid w:val="00892CF4"/>
    <w:rsid w:val="00892D09"/>
    <w:rsid w:val="00893068"/>
    <w:rsid w:val="00893A02"/>
    <w:rsid w:val="00893D65"/>
    <w:rsid w:val="00893E13"/>
    <w:rsid w:val="008942FC"/>
    <w:rsid w:val="0089432D"/>
    <w:rsid w:val="0089452E"/>
    <w:rsid w:val="00894655"/>
    <w:rsid w:val="00894665"/>
    <w:rsid w:val="00894AC9"/>
    <w:rsid w:val="00894ACF"/>
    <w:rsid w:val="00895016"/>
    <w:rsid w:val="0089507C"/>
    <w:rsid w:val="0089528C"/>
    <w:rsid w:val="00895573"/>
    <w:rsid w:val="00895591"/>
    <w:rsid w:val="00895A72"/>
    <w:rsid w:val="00895BFA"/>
    <w:rsid w:val="00895F26"/>
    <w:rsid w:val="00896101"/>
    <w:rsid w:val="008968EB"/>
    <w:rsid w:val="00896A62"/>
    <w:rsid w:val="00896AB1"/>
    <w:rsid w:val="00896C26"/>
    <w:rsid w:val="00896D96"/>
    <w:rsid w:val="00897047"/>
    <w:rsid w:val="008973A7"/>
    <w:rsid w:val="00897A75"/>
    <w:rsid w:val="00897C72"/>
    <w:rsid w:val="00897D82"/>
    <w:rsid w:val="00897E17"/>
    <w:rsid w:val="00897EA4"/>
    <w:rsid w:val="008A0017"/>
    <w:rsid w:val="008A043A"/>
    <w:rsid w:val="008A07BD"/>
    <w:rsid w:val="008A0AB6"/>
    <w:rsid w:val="008A1259"/>
    <w:rsid w:val="008A17C2"/>
    <w:rsid w:val="008A1DF3"/>
    <w:rsid w:val="008A2143"/>
    <w:rsid w:val="008A224A"/>
    <w:rsid w:val="008A241A"/>
    <w:rsid w:val="008A2789"/>
    <w:rsid w:val="008A2AE0"/>
    <w:rsid w:val="008A3997"/>
    <w:rsid w:val="008A3E97"/>
    <w:rsid w:val="008A4054"/>
    <w:rsid w:val="008A4285"/>
    <w:rsid w:val="008A4294"/>
    <w:rsid w:val="008A4714"/>
    <w:rsid w:val="008A4E22"/>
    <w:rsid w:val="008A53D9"/>
    <w:rsid w:val="008A5851"/>
    <w:rsid w:val="008A5A80"/>
    <w:rsid w:val="008A5C1E"/>
    <w:rsid w:val="008A5D8D"/>
    <w:rsid w:val="008A6193"/>
    <w:rsid w:val="008A63E2"/>
    <w:rsid w:val="008A6AAE"/>
    <w:rsid w:val="008A6B1B"/>
    <w:rsid w:val="008A705B"/>
    <w:rsid w:val="008A713B"/>
    <w:rsid w:val="008A726E"/>
    <w:rsid w:val="008A767E"/>
    <w:rsid w:val="008B02AB"/>
    <w:rsid w:val="008B045D"/>
    <w:rsid w:val="008B057D"/>
    <w:rsid w:val="008B143F"/>
    <w:rsid w:val="008B1AB3"/>
    <w:rsid w:val="008B1DD1"/>
    <w:rsid w:val="008B1E3A"/>
    <w:rsid w:val="008B2062"/>
    <w:rsid w:val="008B21ED"/>
    <w:rsid w:val="008B25BB"/>
    <w:rsid w:val="008B29D8"/>
    <w:rsid w:val="008B35B1"/>
    <w:rsid w:val="008B3680"/>
    <w:rsid w:val="008B3A8D"/>
    <w:rsid w:val="008B3AA0"/>
    <w:rsid w:val="008B3BC1"/>
    <w:rsid w:val="008B43A5"/>
    <w:rsid w:val="008B44F9"/>
    <w:rsid w:val="008B466D"/>
    <w:rsid w:val="008B4675"/>
    <w:rsid w:val="008B46F1"/>
    <w:rsid w:val="008B4F22"/>
    <w:rsid w:val="008B4FA3"/>
    <w:rsid w:val="008B4FBB"/>
    <w:rsid w:val="008B504A"/>
    <w:rsid w:val="008B5131"/>
    <w:rsid w:val="008B522A"/>
    <w:rsid w:val="008B52EB"/>
    <w:rsid w:val="008B59FD"/>
    <w:rsid w:val="008B5B66"/>
    <w:rsid w:val="008B5BF9"/>
    <w:rsid w:val="008B626F"/>
    <w:rsid w:val="008B669B"/>
    <w:rsid w:val="008B6BC8"/>
    <w:rsid w:val="008B6C8D"/>
    <w:rsid w:val="008B6E42"/>
    <w:rsid w:val="008B6FF7"/>
    <w:rsid w:val="008B76EF"/>
    <w:rsid w:val="008B778A"/>
    <w:rsid w:val="008C04C5"/>
    <w:rsid w:val="008C091A"/>
    <w:rsid w:val="008C0950"/>
    <w:rsid w:val="008C0FA4"/>
    <w:rsid w:val="008C14C2"/>
    <w:rsid w:val="008C254E"/>
    <w:rsid w:val="008C2A48"/>
    <w:rsid w:val="008C2E57"/>
    <w:rsid w:val="008C300F"/>
    <w:rsid w:val="008C33F0"/>
    <w:rsid w:val="008C403C"/>
    <w:rsid w:val="008C47C4"/>
    <w:rsid w:val="008C4808"/>
    <w:rsid w:val="008C50EB"/>
    <w:rsid w:val="008C52C9"/>
    <w:rsid w:val="008C52F3"/>
    <w:rsid w:val="008C5404"/>
    <w:rsid w:val="008C560D"/>
    <w:rsid w:val="008C575B"/>
    <w:rsid w:val="008C57E5"/>
    <w:rsid w:val="008C6008"/>
    <w:rsid w:val="008C62CB"/>
    <w:rsid w:val="008C650B"/>
    <w:rsid w:val="008C67CD"/>
    <w:rsid w:val="008C6AD4"/>
    <w:rsid w:val="008C6E0F"/>
    <w:rsid w:val="008C6F36"/>
    <w:rsid w:val="008C7162"/>
    <w:rsid w:val="008C7AF6"/>
    <w:rsid w:val="008D051D"/>
    <w:rsid w:val="008D05EF"/>
    <w:rsid w:val="008D060A"/>
    <w:rsid w:val="008D078A"/>
    <w:rsid w:val="008D0EE6"/>
    <w:rsid w:val="008D1244"/>
    <w:rsid w:val="008D1327"/>
    <w:rsid w:val="008D1418"/>
    <w:rsid w:val="008D14A9"/>
    <w:rsid w:val="008D153C"/>
    <w:rsid w:val="008D2BDD"/>
    <w:rsid w:val="008D30D4"/>
    <w:rsid w:val="008D3198"/>
    <w:rsid w:val="008D33AD"/>
    <w:rsid w:val="008D36FE"/>
    <w:rsid w:val="008D3DB5"/>
    <w:rsid w:val="008D3E71"/>
    <w:rsid w:val="008D412E"/>
    <w:rsid w:val="008D41EA"/>
    <w:rsid w:val="008D4254"/>
    <w:rsid w:val="008D44AB"/>
    <w:rsid w:val="008D477E"/>
    <w:rsid w:val="008D4CC6"/>
    <w:rsid w:val="008D4E03"/>
    <w:rsid w:val="008D53F3"/>
    <w:rsid w:val="008D53FE"/>
    <w:rsid w:val="008D5529"/>
    <w:rsid w:val="008D572F"/>
    <w:rsid w:val="008D58C7"/>
    <w:rsid w:val="008D58CE"/>
    <w:rsid w:val="008D5ABB"/>
    <w:rsid w:val="008D5D34"/>
    <w:rsid w:val="008D5D5E"/>
    <w:rsid w:val="008D5DD1"/>
    <w:rsid w:val="008D605D"/>
    <w:rsid w:val="008D63D9"/>
    <w:rsid w:val="008D6827"/>
    <w:rsid w:val="008D6A7D"/>
    <w:rsid w:val="008D7427"/>
    <w:rsid w:val="008D750D"/>
    <w:rsid w:val="008D75B8"/>
    <w:rsid w:val="008D7C0A"/>
    <w:rsid w:val="008D7EC2"/>
    <w:rsid w:val="008E0442"/>
    <w:rsid w:val="008E0808"/>
    <w:rsid w:val="008E0C2A"/>
    <w:rsid w:val="008E11C1"/>
    <w:rsid w:val="008E17F9"/>
    <w:rsid w:val="008E1BC3"/>
    <w:rsid w:val="008E1F32"/>
    <w:rsid w:val="008E1FB3"/>
    <w:rsid w:val="008E2268"/>
    <w:rsid w:val="008E2D5E"/>
    <w:rsid w:val="008E3158"/>
    <w:rsid w:val="008E374B"/>
    <w:rsid w:val="008E39D4"/>
    <w:rsid w:val="008E3FB1"/>
    <w:rsid w:val="008E3FC0"/>
    <w:rsid w:val="008E40BC"/>
    <w:rsid w:val="008E4269"/>
    <w:rsid w:val="008E4515"/>
    <w:rsid w:val="008E464D"/>
    <w:rsid w:val="008E48D5"/>
    <w:rsid w:val="008E4AC4"/>
    <w:rsid w:val="008E4EDE"/>
    <w:rsid w:val="008E5044"/>
    <w:rsid w:val="008E50AF"/>
    <w:rsid w:val="008E541E"/>
    <w:rsid w:val="008E5524"/>
    <w:rsid w:val="008E56CC"/>
    <w:rsid w:val="008E56D8"/>
    <w:rsid w:val="008E5CA8"/>
    <w:rsid w:val="008E6090"/>
    <w:rsid w:val="008E61B8"/>
    <w:rsid w:val="008E621E"/>
    <w:rsid w:val="008E6349"/>
    <w:rsid w:val="008E655B"/>
    <w:rsid w:val="008E65E5"/>
    <w:rsid w:val="008E66C6"/>
    <w:rsid w:val="008E69F8"/>
    <w:rsid w:val="008E6B9F"/>
    <w:rsid w:val="008E6C4D"/>
    <w:rsid w:val="008E7BC1"/>
    <w:rsid w:val="008E7C5A"/>
    <w:rsid w:val="008F055F"/>
    <w:rsid w:val="008F0564"/>
    <w:rsid w:val="008F0566"/>
    <w:rsid w:val="008F060D"/>
    <w:rsid w:val="008F0841"/>
    <w:rsid w:val="008F0BB5"/>
    <w:rsid w:val="008F0C5F"/>
    <w:rsid w:val="008F0F25"/>
    <w:rsid w:val="008F1411"/>
    <w:rsid w:val="008F1449"/>
    <w:rsid w:val="008F18CF"/>
    <w:rsid w:val="008F1E70"/>
    <w:rsid w:val="008F1E81"/>
    <w:rsid w:val="008F213B"/>
    <w:rsid w:val="008F223C"/>
    <w:rsid w:val="008F2587"/>
    <w:rsid w:val="008F27D1"/>
    <w:rsid w:val="008F2AFC"/>
    <w:rsid w:val="008F2CED"/>
    <w:rsid w:val="008F334A"/>
    <w:rsid w:val="008F36E0"/>
    <w:rsid w:val="008F392F"/>
    <w:rsid w:val="008F3A14"/>
    <w:rsid w:val="008F3D1A"/>
    <w:rsid w:val="008F3F1E"/>
    <w:rsid w:val="008F42C1"/>
    <w:rsid w:val="008F4AC9"/>
    <w:rsid w:val="008F5106"/>
    <w:rsid w:val="008F51D7"/>
    <w:rsid w:val="008F5BA1"/>
    <w:rsid w:val="008F5F30"/>
    <w:rsid w:val="008F5FC7"/>
    <w:rsid w:val="008F67E7"/>
    <w:rsid w:val="008F6B0E"/>
    <w:rsid w:val="008F6C43"/>
    <w:rsid w:val="008F76F3"/>
    <w:rsid w:val="008F7776"/>
    <w:rsid w:val="008F77D4"/>
    <w:rsid w:val="008F7B63"/>
    <w:rsid w:val="008F7BB3"/>
    <w:rsid w:val="008F7BB6"/>
    <w:rsid w:val="008F7C21"/>
    <w:rsid w:val="008F7F15"/>
    <w:rsid w:val="0090019D"/>
    <w:rsid w:val="009002C6"/>
    <w:rsid w:val="009003D6"/>
    <w:rsid w:val="00900C98"/>
    <w:rsid w:val="00900D33"/>
    <w:rsid w:val="00900D6F"/>
    <w:rsid w:val="00900E5E"/>
    <w:rsid w:val="009012D7"/>
    <w:rsid w:val="009013CC"/>
    <w:rsid w:val="00901A4A"/>
    <w:rsid w:val="00901C23"/>
    <w:rsid w:val="00901DDA"/>
    <w:rsid w:val="00901F59"/>
    <w:rsid w:val="0090222D"/>
    <w:rsid w:val="00902260"/>
    <w:rsid w:val="00902377"/>
    <w:rsid w:val="00902423"/>
    <w:rsid w:val="009027AD"/>
    <w:rsid w:val="0090290A"/>
    <w:rsid w:val="009029A5"/>
    <w:rsid w:val="00902BB7"/>
    <w:rsid w:val="00902BB9"/>
    <w:rsid w:val="0090304A"/>
    <w:rsid w:val="00903218"/>
    <w:rsid w:val="00903BFF"/>
    <w:rsid w:val="00903D7C"/>
    <w:rsid w:val="009043EE"/>
    <w:rsid w:val="009048C2"/>
    <w:rsid w:val="00904AFE"/>
    <w:rsid w:val="00904EF8"/>
    <w:rsid w:val="00905D6B"/>
    <w:rsid w:val="00906402"/>
    <w:rsid w:val="00906414"/>
    <w:rsid w:val="009064DA"/>
    <w:rsid w:val="00906519"/>
    <w:rsid w:val="009069F9"/>
    <w:rsid w:val="00906B2B"/>
    <w:rsid w:val="00906CBC"/>
    <w:rsid w:val="00906CE0"/>
    <w:rsid w:val="00906D97"/>
    <w:rsid w:val="00907063"/>
    <w:rsid w:val="00907339"/>
    <w:rsid w:val="009074C1"/>
    <w:rsid w:val="009074FA"/>
    <w:rsid w:val="00907674"/>
    <w:rsid w:val="009077E7"/>
    <w:rsid w:val="00907B46"/>
    <w:rsid w:val="00907B58"/>
    <w:rsid w:val="00907F15"/>
    <w:rsid w:val="00910107"/>
    <w:rsid w:val="00910108"/>
    <w:rsid w:val="00910A36"/>
    <w:rsid w:val="009111FE"/>
    <w:rsid w:val="009112E1"/>
    <w:rsid w:val="009114E1"/>
    <w:rsid w:val="009115E6"/>
    <w:rsid w:val="00911626"/>
    <w:rsid w:val="00911900"/>
    <w:rsid w:val="00911C39"/>
    <w:rsid w:val="00911E6E"/>
    <w:rsid w:val="00911E8E"/>
    <w:rsid w:val="00911F83"/>
    <w:rsid w:val="00911FE5"/>
    <w:rsid w:val="009122BE"/>
    <w:rsid w:val="009123D8"/>
    <w:rsid w:val="00912661"/>
    <w:rsid w:val="00912BC4"/>
    <w:rsid w:val="00912F0B"/>
    <w:rsid w:val="00913B02"/>
    <w:rsid w:val="0091418B"/>
    <w:rsid w:val="0091425F"/>
    <w:rsid w:val="00914276"/>
    <w:rsid w:val="0091436E"/>
    <w:rsid w:val="00914B03"/>
    <w:rsid w:val="00914EF1"/>
    <w:rsid w:val="00915666"/>
    <w:rsid w:val="00915B1F"/>
    <w:rsid w:val="00915B99"/>
    <w:rsid w:val="00915C8C"/>
    <w:rsid w:val="00915D30"/>
    <w:rsid w:val="009161EE"/>
    <w:rsid w:val="009162B1"/>
    <w:rsid w:val="009166DC"/>
    <w:rsid w:val="00917005"/>
    <w:rsid w:val="00917048"/>
    <w:rsid w:val="00917A05"/>
    <w:rsid w:val="00917BF2"/>
    <w:rsid w:val="00917D28"/>
    <w:rsid w:val="00917DCF"/>
    <w:rsid w:val="009203D1"/>
    <w:rsid w:val="0092071A"/>
    <w:rsid w:val="009208EA"/>
    <w:rsid w:val="009209F0"/>
    <w:rsid w:val="00920D34"/>
    <w:rsid w:val="00921028"/>
    <w:rsid w:val="0092147B"/>
    <w:rsid w:val="009214AE"/>
    <w:rsid w:val="009215D8"/>
    <w:rsid w:val="009215E0"/>
    <w:rsid w:val="009216A4"/>
    <w:rsid w:val="009217A1"/>
    <w:rsid w:val="00921A33"/>
    <w:rsid w:val="00921A45"/>
    <w:rsid w:val="00921ADB"/>
    <w:rsid w:val="009220C7"/>
    <w:rsid w:val="0092211D"/>
    <w:rsid w:val="0092246F"/>
    <w:rsid w:val="009225D6"/>
    <w:rsid w:val="0092302F"/>
    <w:rsid w:val="00923308"/>
    <w:rsid w:val="0092366B"/>
    <w:rsid w:val="00923C66"/>
    <w:rsid w:val="00923D4D"/>
    <w:rsid w:val="00923E1D"/>
    <w:rsid w:val="00924331"/>
    <w:rsid w:val="009244F8"/>
    <w:rsid w:val="0092456E"/>
    <w:rsid w:val="00924A3B"/>
    <w:rsid w:val="00924B83"/>
    <w:rsid w:val="00925011"/>
    <w:rsid w:val="0092519D"/>
    <w:rsid w:val="009254DD"/>
    <w:rsid w:val="00925685"/>
    <w:rsid w:val="009256B9"/>
    <w:rsid w:val="009259FB"/>
    <w:rsid w:val="00925BF1"/>
    <w:rsid w:val="00925E2C"/>
    <w:rsid w:val="009265BD"/>
    <w:rsid w:val="00926864"/>
    <w:rsid w:val="00926B70"/>
    <w:rsid w:val="00926DDF"/>
    <w:rsid w:val="00926E29"/>
    <w:rsid w:val="00926E65"/>
    <w:rsid w:val="00926F8F"/>
    <w:rsid w:val="00926FD1"/>
    <w:rsid w:val="00927082"/>
    <w:rsid w:val="009270D2"/>
    <w:rsid w:val="009271CA"/>
    <w:rsid w:val="00927235"/>
    <w:rsid w:val="00927728"/>
    <w:rsid w:val="009300FB"/>
    <w:rsid w:val="00930471"/>
    <w:rsid w:val="00930679"/>
    <w:rsid w:val="009309F7"/>
    <w:rsid w:val="00931111"/>
    <w:rsid w:val="009314CE"/>
    <w:rsid w:val="009319C8"/>
    <w:rsid w:val="00931F9C"/>
    <w:rsid w:val="009321F6"/>
    <w:rsid w:val="00932352"/>
    <w:rsid w:val="0093274E"/>
    <w:rsid w:val="00932E2A"/>
    <w:rsid w:val="00933216"/>
    <w:rsid w:val="009338F6"/>
    <w:rsid w:val="00933A8A"/>
    <w:rsid w:val="00933ED6"/>
    <w:rsid w:val="009341D9"/>
    <w:rsid w:val="00934972"/>
    <w:rsid w:val="00934A65"/>
    <w:rsid w:val="00934A6E"/>
    <w:rsid w:val="00934BD4"/>
    <w:rsid w:val="00934CC6"/>
    <w:rsid w:val="00935027"/>
    <w:rsid w:val="009351B8"/>
    <w:rsid w:val="00935437"/>
    <w:rsid w:val="00935D7E"/>
    <w:rsid w:val="009362BB"/>
    <w:rsid w:val="00936353"/>
    <w:rsid w:val="0093638E"/>
    <w:rsid w:val="009367E8"/>
    <w:rsid w:val="00936D05"/>
    <w:rsid w:val="009370D0"/>
    <w:rsid w:val="009375E5"/>
    <w:rsid w:val="00937A42"/>
    <w:rsid w:val="00937A4D"/>
    <w:rsid w:val="00937B37"/>
    <w:rsid w:val="00937D48"/>
    <w:rsid w:val="009401B2"/>
    <w:rsid w:val="00940CED"/>
    <w:rsid w:val="00940D11"/>
    <w:rsid w:val="00940E1D"/>
    <w:rsid w:val="00941183"/>
    <w:rsid w:val="00941327"/>
    <w:rsid w:val="009415C8"/>
    <w:rsid w:val="009421AF"/>
    <w:rsid w:val="00942281"/>
    <w:rsid w:val="00942615"/>
    <w:rsid w:val="0094276C"/>
    <w:rsid w:val="00942A69"/>
    <w:rsid w:val="00942B84"/>
    <w:rsid w:val="00942D85"/>
    <w:rsid w:val="00942EBA"/>
    <w:rsid w:val="0094358A"/>
    <w:rsid w:val="00943652"/>
    <w:rsid w:val="00943D34"/>
    <w:rsid w:val="009440BF"/>
    <w:rsid w:val="009440D1"/>
    <w:rsid w:val="00944804"/>
    <w:rsid w:val="00944937"/>
    <w:rsid w:val="00944AF4"/>
    <w:rsid w:val="00944E2E"/>
    <w:rsid w:val="00945775"/>
    <w:rsid w:val="00945819"/>
    <w:rsid w:val="00945B6A"/>
    <w:rsid w:val="009463B3"/>
    <w:rsid w:val="00946402"/>
    <w:rsid w:val="00946C7E"/>
    <w:rsid w:val="00947332"/>
    <w:rsid w:val="009473AB"/>
    <w:rsid w:val="00947A22"/>
    <w:rsid w:val="00947E87"/>
    <w:rsid w:val="0095067A"/>
    <w:rsid w:val="00950A49"/>
    <w:rsid w:val="00950B06"/>
    <w:rsid w:val="00950D72"/>
    <w:rsid w:val="0095127F"/>
    <w:rsid w:val="00951349"/>
    <w:rsid w:val="009519AB"/>
    <w:rsid w:val="00951E6C"/>
    <w:rsid w:val="00951EFA"/>
    <w:rsid w:val="0095219F"/>
    <w:rsid w:val="009521A7"/>
    <w:rsid w:val="009525D8"/>
    <w:rsid w:val="00952AFF"/>
    <w:rsid w:val="00952CD2"/>
    <w:rsid w:val="009533FC"/>
    <w:rsid w:val="00953A35"/>
    <w:rsid w:val="00953A80"/>
    <w:rsid w:val="00953F2E"/>
    <w:rsid w:val="00954035"/>
    <w:rsid w:val="009540F0"/>
    <w:rsid w:val="009542C6"/>
    <w:rsid w:val="009545A6"/>
    <w:rsid w:val="009549F2"/>
    <w:rsid w:val="00954C6D"/>
    <w:rsid w:val="00954CF5"/>
    <w:rsid w:val="00954F5A"/>
    <w:rsid w:val="00955987"/>
    <w:rsid w:val="00955D97"/>
    <w:rsid w:val="00956568"/>
    <w:rsid w:val="0095661E"/>
    <w:rsid w:val="00956792"/>
    <w:rsid w:val="0095695E"/>
    <w:rsid w:val="00956962"/>
    <w:rsid w:val="00956C74"/>
    <w:rsid w:val="009570E5"/>
    <w:rsid w:val="0095736A"/>
    <w:rsid w:val="0095737A"/>
    <w:rsid w:val="009575AB"/>
    <w:rsid w:val="00957612"/>
    <w:rsid w:val="00957994"/>
    <w:rsid w:val="009579F7"/>
    <w:rsid w:val="00957EDD"/>
    <w:rsid w:val="009600FD"/>
    <w:rsid w:val="00960196"/>
    <w:rsid w:val="00960253"/>
    <w:rsid w:val="00960734"/>
    <w:rsid w:val="009609EB"/>
    <w:rsid w:val="00960B66"/>
    <w:rsid w:val="00960B73"/>
    <w:rsid w:val="009610AE"/>
    <w:rsid w:val="0096146D"/>
    <w:rsid w:val="0096155C"/>
    <w:rsid w:val="009617ED"/>
    <w:rsid w:val="00961A25"/>
    <w:rsid w:val="00961A34"/>
    <w:rsid w:val="00961BB3"/>
    <w:rsid w:val="009621FA"/>
    <w:rsid w:val="00962C36"/>
    <w:rsid w:val="009632CC"/>
    <w:rsid w:val="00963354"/>
    <w:rsid w:val="009633F2"/>
    <w:rsid w:val="009636BC"/>
    <w:rsid w:val="00963EEF"/>
    <w:rsid w:val="0096423B"/>
    <w:rsid w:val="009648ED"/>
    <w:rsid w:val="00964A8D"/>
    <w:rsid w:val="00964E52"/>
    <w:rsid w:val="00964FF0"/>
    <w:rsid w:val="009653E6"/>
    <w:rsid w:val="0096562B"/>
    <w:rsid w:val="00965A27"/>
    <w:rsid w:val="00965B30"/>
    <w:rsid w:val="00965B36"/>
    <w:rsid w:val="00965C7B"/>
    <w:rsid w:val="009660A4"/>
    <w:rsid w:val="0096716A"/>
    <w:rsid w:val="0096770E"/>
    <w:rsid w:val="009678D9"/>
    <w:rsid w:val="0096798A"/>
    <w:rsid w:val="00967A8F"/>
    <w:rsid w:val="009705C5"/>
    <w:rsid w:val="00970A50"/>
    <w:rsid w:val="00970B8F"/>
    <w:rsid w:val="00970D2C"/>
    <w:rsid w:val="00970FCD"/>
    <w:rsid w:val="00971176"/>
    <w:rsid w:val="00971385"/>
    <w:rsid w:val="0097153D"/>
    <w:rsid w:val="00971C60"/>
    <w:rsid w:val="00972223"/>
    <w:rsid w:val="009723BC"/>
    <w:rsid w:val="0097256B"/>
    <w:rsid w:val="0097273D"/>
    <w:rsid w:val="009727DE"/>
    <w:rsid w:val="0097294F"/>
    <w:rsid w:val="00972B8C"/>
    <w:rsid w:val="00972EAB"/>
    <w:rsid w:val="00972FD3"/>
    <w:rsid w:val="009737C4"/>
    <w:rsid w:val="00973960"/>
    <w:rsid w:val="0097396B"/>
    <w:rsid w:val="0097446F"/>
    <w:rsid w:val="009746B3"/>
    <w:rsid w:val="00974CBB"/>
    <w:rsid w:val="00974EF0"/>
    <w:rsid w:val="0097531E"/>
    <w:rsid w:val="00975402"/>
    <w:rsid w:val="009759D6"/>
    <w:rsid w:val="00976349"/>
    <w:rsid w:val="009764EA"/>
    <w:rsid w:val="00976906"/>
    <w:rsid w:val="00976C8D"/>
    <w:rsid w:val="00977C9B"/>
    <w:rsid w:val="00977DA3"/>
    <w:rsid w:val="009801C6"/>
    <w:rsid w:val="009801D2"/>
    <w:rsid w:val="00980241"/>
    <w:rsid w:val="00980764"/>
    <w:rsid w:val="00980AD8"/>
    <w:rsid w:val="00980FBD"/>
    <w:rsid w:val="00981036"/>
    <w:rsid w:val="00981199"/>
    <w:rsid w:val="00981247"/>
    <w:rsid w:val="00981284"/>
    <w:rsid w:val="009812B6"/>
    <w:rsid w:val="0098164B"/>
    <w:rsid w:val="00981665"/>
    <w:rsid w:val="0098199E"/>
    <w:rsid w:val="00981B54"/>
    <w:rsid w:val="00981E2F"/>
    <w:rsid w:val="00982223"/>
    <w:rsid w:val="0098227F"/>
    <w:rsid w:val="009826E0"/>
    <w:rsid w:val="00982722"/>
    <w:rsid w:val="009827C1"/>
    <w:rsid w:val="00983240"/>
    <w:rsid w:val="00983953"/>
    <w:rsid w:val="009839F1"/>
    <w:rsid w:val="00984104"/>
    <w:rsid w:val="0098442E"/>
    <w:rsid w:val="00984574"/>
    <w:rsid w:val="009848C0"/>
    <w:rsid w:val="009848D0"/>
    <w:rsid w:val="00984948"/>
    <w:rsid w:val="00984AA1"/>
    <w:rsid w:val="00984D3C"/>
    <w:rsid w:val="009850B0"/>
    <w:rsid w:val="0098518A"/>
    <w:rsid w:val="00985434"/>
    <w:rsid w:val="00985BB4"/>
    <w:rsid w:val="00985ED9"/>
    <w:rsid w:val="00986864"/>
    <w:rsid w:val="009868EE"/>
    <w:rsid w:val="009878E4"/>
    <w:rsid w:val="00987C3B"/>
    <w:rsid w:val="00990353"/>
    <w:rsid w:val="0099060D"/>
    <w:rsid w:val="00990E7D"/>
    <w:rsid w:val="00991049"/>
    <w:rsid w:val="00991114"/>
    <w:rsid w:val="009917BA"/>
    <w:rsid w:val="00991F4A"/>
    <w:rsid w:val="0099204B"/>
    <w:rsid w:val="009920E8"/>
    <w:rsid w:val="009923DC"/>
    <w:rsid w:val="00992471"/>
    <w:rsid w:val="0099279F"/>
    <w:rsid w:val="00992AB8"/>
    <w:rsid w:val="00992CCB"/>
    <w:rsid w:val="009940AE"/>
    <w:rsid w:val="009941E9"/>
    <w:rsid w:val="009942C0"/>
    <w:rsid w:val="009944F2"/>
    <w:rsid w:val="009946EA"/>
    <w:rsid w:val="00994777"/>
    <w:rsid w:val="0099495B"/>
    <w:rsid w:val="00994A42"/>
    <w:rsid w:val="00994C33"/>
    <w:rsid w:val="00994D6C"/>
    <w:rsid w:val="00994D9F"/>
    <w:rsid w:val="009956C3"/>
    <w:rsid w:val="00996605"/>
    <w:rsid w:val="009967C9"/>
    <w:rsid w:val="0099733C"/>
    <w:rsid w:val="00997718"/>
    <w:rsid w:val="009978F5"/>
    <w:rsid w:val="00997BD8"/>
    <w:rsid w:val="009A09C1"/>
    <w:rsid w:val="009A0E13"/>
    <w:rsid w:val="009A1199"/>
    <w:rsid w:val="009A136F"/>
    <w:rsid w:val="009A1773"/>
    <w:rsid w:val="009A17BE"/>
    <w:rsid w:val="009A2259"/>
    <w:rsid w:val="009A23C2"/>
    <w:rsid w:val="009A250E"/>
    <w:rsid w:val="009A26DD"/>
    <w:rsid w:val="009A2B59"/>
    <w:rsid w:val="009A2BD4"/>
    <w:rsid w:val="009A2FA5"/>
    <w:rsid w:val="009A2FFF"/>
    <w:rsid w:val="009A3D2A"/>
    <w:rsid w:val="009A3F52"/>
    <w:rsid w:val="009A438E"/>
    <w:rsid w:val="009A4466"/>
    <w:rsid w:val="009A499D"/>
    <w:rsid w:val="009A4CF7"/>
    <w:rsid w:val="009A4ED5"/>
    <w:rsid w:val="009A5095"/>
    <w:rsid w:val="009A57E2"/>
    <w:rsid w:val="009A5C19"/>
    <w:rsid w:val="009A5C9C"/>
    <w:rsid w:val="009A67F3"/>
    <w:rsid w:val="009A709F"/>
    <w:rsid w:val="009A729F"/>
    <w:rsid w:val="009A789E"/>
    <w:rsid w:val="009A7D1C"/>
    <w:rsid w:val="009B07F6"/>
    <w:rsid w:val="009B0CE1"/>
    <w:rsid w:val="009B0CF9"/>
    <w:rsid w:val="009B0DF4"/>
    <w:rsid w:val="009B0F79"/>
    <w:rsid w:val="009B1255"/>
    <w:rsid w:val="009B18DF"/>
    <w:rsid w:val="009B19C4"/>
    <w:rsid w:val="009B2220"/>
    <w:rsid w:val="009B24D5"/>
    <w:rsid w:val="009B2FF1"/>
    <w:rsid w:val="009B30E2"/>
    <w:rsid w:val="009B339B"/>
    <w:rsid w:val="009B3657"/>
    <w:rsid w:val="009B3842"/>
    <w:rsid w:val="009B4293"/>
    <w:rsid w:val="009B43C4"/>
    <w:rsid w:val="009B4637"/>
    <w:rsid w:val="009B4AE7"/>
    <w:rsid w:val="009B50FB"/>
    <w:rsid w:val="009B512A"/>
    <w:rsid w:val="009B525E"/>
    <w:rsid w:val="009B55CF"/>
    <w:rsid w:val="009B578F"/>
    <w:rsid w:val="009B5B1F"/>
    <w:rsid w:val="009B5F06"/>
    <w:rsid w:val="009B680C"/>
    <w:rsid w:val="009B6A34"/>
    <w:rsid w:val="009B6B52"/>
    <w:rsid w:val="009B6E2A"/>
    <w:rsid w:val="009B7116"/>
    <w:rsid w:val="009B7E06"/>
    <w:rsid w:val="009B7EEE"/>
    <w:rsid w:val="009B7F51"/>
    <w:rsid w:val="009C000D"/>
    <w:rsid w:val="009C03C7"/>
    <w:rsid w:val="009C06D3"/>
    <w:rsid w:val="009C0978"/>
    <w:rsid w:val="009C0B62"/>
    <w:rsid w:val="009C0D00"/>
    <w:rsid w:val="009C0F2C"/>
    <w:rsid w:val="009C14F0"/>
    <w:rsid w:val="009C1A7C"/>
    <w:rsid w:val="009C1BA7"/>
    <w:rsid w:val="009C2454"/>
    <w:rsid w:val="009C2471"/>
    <w:rsid w:val="009C26E0"/>
    <w:rsid w:val="009C310F"/>
    <w:rsid w:val="009C3211"/>
    <w:rsid w:val="009C3615"/>
    <w:rsid w:val="009C37A1"/>
    <w:rsid w:val="009C37DF"/>
    <w:rsid w:val="009C3C14"/>
    <w:rsid w:val="009C412B"/>
    <w:rsid w:val="009C41EB"/>
    <w:rsid w:val="009C46C3"/>
    <w:rsid w:val="009C47BB"/>
    <w:rsid w:val="009C492E"/>
    <w:rsid w:val="009C4A33"/>
    <w:rsid w:val="009C4AA6"/>
    <w:rsid w:val="009C4CA7"/>
    <w:rsid w:val="009C4D55"/>
    <w:rsid w:val="009C4E04"/>
    <w:rsid w:val="009C4F9D"/>
    <w:rsid w:val="009C5106"/>
    <w:rsid w:val="009C52DA"/>
    <w:rsid w:val="009C5542"/>
    <w:rsid w:val="009C575D"/>
    <w:rsid w:val="009C6098"/>
    <w:rsid w:val="009C67A0"/>
    <w:rsid w:val="009C6D2C"/>
    <w:rsid w:val="009C6E10"/>
    <w:rsid w:val="009C72A9"/>
    <w:rsid w:val="009C732D"/>
    <w:rsid w:val="009C7624"/>
    <w:rsid w:val="009C76EB"/>
    <w:rsid w:val="009C775F"/>
    <w:rsid w:val="009C778E"/>
    <w:rsid w:val="009C79D4"/>
    <w:rsid w:val="009C7AEA"/>
    <w:rsid w:val="009C7B4E"/>
    <w:rsid w:val="009C7D03"/>
    <w:rsid w:val="009D02AD"/>
    <w:rsid w:val="009D0377"/>
    <w:rsid w:val="009D05DB"/>
    <w:rsid w:val="009D08F8"/>
    <w:rsid w:val="009D0E17"/>
    <w:rsid w:val="009D16C3"/>
    <w:rsid w:val="009D19A2"/>
    <w:rsid w:val="009D1A76"/>
    <w:rsid w:val="009D2208"/>
    <w:rsid w:val="009D24F1"/>
    <w:rsid w:val="009D25E8"/>
    <w:rsid w:val="009D25F2"/>
    <w:rsid w:val="009D2928"/>
    <w:rsid w:val="009D2B21"/>
    <w:rsid w:val="009D2DBE"/>
    <w:rsid w:val="009D3411"/>
    <w:rsid w:val="009D43C3"/>
    <w:rsid w:val="009D4446"/>
    <w:rsid w:val="009D4A3D"/>
    <w:rsid w:val="009D4BDA"/>
    <w:rsid w:val="009D50ED"/>
    <w:rsid w:val="009D52F4"/>
    <w:rsid w:val="009D53BB"/>
    <w:rsid w:val="009D632C"/>
    <w:rsid w:val="009D6706"/>
    <w:rsid w:val="009D67DF"/>
    <w:rsid w:val="009D68BF"/>
    <w:rsid w:val="009D6CF1"/>
    <w:rsid w:val="009D6DFE"/>
    <w:rsid w:val="009D7242"/>
    <w:rsid w:val="009D7344"/>
    <w:rsid w:val="009D74AE"/>
    <w:rsid w:val="009D7D53"/>
    <w:rsid w:val="009E000A"/>
    <w:rsid w:val="009E0C7C"/>
    <w:rsid w:val="009E0EBA"/>
    <w:rsid w:val="009E1073"/>
    <w:rsid w:val="009E16E2"/>
    <w:rsid w:val="009E188A"/>
    <w:rsid w:val="009E1C5A"/>
    <w:rsid w:val="009E1F14"/>
    <w:rsid w:val="009E1FB4"/>
    <w:rsid w:val="009E226E"/>
    <w:rsid w:val="009E2419"/>
    <w:rsid w:val="009E2794"/>
    <w:rsid w:val="009E27BA"/>
    <w:rsid w:val="009E27D7"/>
    <w:rsid w:val="009E2BBD"/>
    <w:rsid w:val="009E2D6C"/>
    <w:rsid w:val="009E3785"/>
    <w:rsid w:val="009E3F8A"/>
    <w:rsid w:val="009E4586"/>
    <w:rsid w:val="009E4895"/>
    <w:rsid w:val="009E498A"/>
    <w:rsid w:val="009E564E"/>
    <w:rsid w:val="009E59D3"/>
    <w:rsid w:val="009E5FB1"/>
    <w:rsid w:val="009E666E"/>
    <w:rsid w:val="009E67CD"/>
    <w:rsid w:val="009E6819"/>
    <w:rsid w:val="009E684F"/>
    <w:rsid w:val="009E6AE1"/>
    <w:rsid w:val="009E6C07"/>
    <w:rsid w:val="009E6D4A"/>
    <w:rsid w:val="009E7158"/>
    <w:rsid w:val="009E7573"/>
    <w:rsid w:val="009E7C4F"/>
    <w:rsid w:val="009E7DCB"/>
    <w:rsid w:val="009F0068"/>
    <w:rsid w:val="009F013B"/>
    <w:rsid w:val="009F0192"/>
    <w:rsid w:val="009F01E0"/>
    <w:rsid w:val="009F0207"/>
    <w:rsid w:val="009F03AD"/>
    <w:rsid w:val="009F07B6"/>
    <w:rsid w:val="009F0B34"/>
    <w:rsid w:val="009F0BE4"/>
    <w:rsid w:val="009F0EEA"/>
    <w:rsid w:val="009F15AE"/>
    <w:rsid w:val="009F15B3"/>
    <w:rsid w:val="009F186B"/>
    <w:rsid w:val="009F1A98"/>
    <w:rsid w:val="009F1F02"/>
    <w:rsid w:val="009F2116"/>
    <w:rsid w:val="009F24B0"/>
    <w:rsid w:val="009F2C86"/>
    <w:rsid w:val="009F2E5F"/>
    <w:rsid w:val="009F3395"/>
    <w:rsid w:val="009F4271"/>
    <w:rsid w:val="009F47FA"/>
    <w:rsid w:val="009F4C93"/>
    <w:rsid w:val="009F5220"/>
    <w:rsid w:val="009F52B7"/>
    <w:rsid w:val="009F57F4"/>
    <w:rsid w:val="009F5881"/>
    <w:rsid w:val="009F5E5E"/>
    <w:rsid w:val="009F5EE8"/>
    <w:rsid w:val="009F6A00"/>
    <w:rsid w:val="009F6A74"/>
    <w:rsid w:val="009F6D2A"/>
    <w:rsid w:val="009F71AD"/>
    <w:rsid w:val="009F72AE"/>
    <w:rsid w:val="009F7613"/>
    <w:rsid w:val="00A001E6"/>
    <w:rsid w:val="00A0036A"/>
    <w:rsid w:val="00A008AD"/>
    <w:rsid w:val="00A00A8D"/>
    <w:rsid w:val="00A00B13"/>
    <w:rsid w:val="00A00F58"/>
    <w:rsid w:val="00A01772"/>
    <w:rsid w:val="00A01872"/>
    <w:rsid w:val="00A0196F"/>
    <w:rsid w:val="00A019D3"/>
    <w:rsid w:val="00A01B49"/>
    <w:rsid w:val="00A01F3B"/>
    <w:rsid w:val="00A02150"/>
    <w:rsid w:val="00A02370"/>
    <w:rsid w:val="00A02585"/>
    <w:rsid w:val="00A02B82"/>
    <w:rsid w:val="00A02B98"/>
    <w:rsid w:val="00A02EA5"/>
    <w:rsid w:val="00A03D8B"/>
    <w:rsid w:val="00A03DFD"/>
    <w:rsid w:val="00A0447A"/>
    <w:rsid w:val="00A046E3"/>
    <w:rsid w:val="00A052D9"/>
    <w:rsid w:val="00A0580E"/>
    <w:rsid w:val="00A058F4"/>
    <w:rsid w:val="00A06253"/>
    <w:rsid w:val="00A06300"/>
    <w:rsid w:val="00A06325"/>
    <w:rsid w:val="00A064FF"/>
    <w:rsid w:val="00A068EE"/>
    <w:rsid w:val="00A069F0"/>
    <w:rsid w:val="00A07302"/>
    <w:rsid w:val="00A07552"/>
    <w:rsid w:val="00A077C9"/>
    <w:rsid w:val="00A07BA2"/>
    <w:rsid w:val="00A07DC2"/>
    <w:rsid w:val="00A07F7D"/>
    <w:rsid w:val="00A10447"/>
    <w:rsid w:val="00A1066E"/>
    <w:rsid w:val="00A10AD7"/>
    <w:rsid w:val="00A10CA3"/>
    <w:rsid w:val="00A10EFA"/>
    <w:rsid w:val="00A113D2"/>
    <w:rsid w:val="00A113D3"/>
    <w:rsid w:val="00A113D8"/>
    <w:rsid w:val="00A11815"/>
    <w:rsid w:val="00A11B82"/>
    <w:rsid w:val="00A11C7D"/>
    <w:rsid w:val="00A11E2C"/>
    <w:rsid w:val="00A120E7"/>
    <w:rsid w:val="00A1218A"/>
    <w:rsid w:val="00A122A2"/>
    <w:rsid w:val="00A1243F"/>
    <w:rsid w:val="00A124BA"/>
    <w:rsid w:val="00A12AA3"/>
    <w:rsid w:val="00A12CE1"/>
    <w:rsid w:val="00A13292"/>
    <w:rsid w:val="00A132EF"/>
    <w:rsid w:val="00A1334D"/>
    <w:rsid w:val="00A13399"/>
    <w:rsid w:val="00A1339A"/>
    <w:rsid w:val="00A1372C"/>
    <w:rsid w:val="00A137E5"/>
    <w:rsid w:val="00A13E0A"/>
    <w:rsid w:val="00A14383"/>
    <w:rsid w:val="00A1459E"/>
    <w:rsid w:val="00A1464E"/>
    <w:rsid w:val="00A14817"/>
    <w:rsid w:val="00A14E85"/>
    <w:rsid w:val="00A150D3"/>
    <w:rsid w:val="00A1533B"/>
    <w:rsid w:val="00A15DE8"/>
    <w:rsid w:val="00A16336"/>
    <w:rsid w:val="00A163D4"/>
    <w:rsid w:val="00A16615"/>
    <w:rsid w:val="00A168EF"/>
    <w:rsid w:val="00A16DF6"/>
    <w:rsid w:val="00A1727F"/>
    <w:rsid w:val="00A17416"/>
    <w:rsid w:val="00A17603"/>
    <w:rsid w:val="00A1760F"/>
    <w:rsid w:val="00A17A01"/>
    <w:rsid w:val="00A17D7D"/>
    <w:rsid w:val="00A17E68"/>
    <w:rsid w:val="00A20308"/>
    <w:rsid w:val="00A20400"/>
    <w:rsid w:val="00A206F6"/>
    <w:rsid w:val="00A20884"/>
    <w:rsid w:val="00A20DE5"/>
    <w:rsid w:val="00A21085"/>
    <w:rsid w:val="00A21885"/>
    <w:rsid w:val="00A21A39"/>
    <w:rsid w:val="00A21AD2"/>
    <w:rsid w:val="00A21B7E"/>
    <w:rsid w:val="00A21C98"/>
    <w:rsid w:val="00A21FD3"/>
    <w:rsid w:val="00A221E5"/>
    <w:rsid w:val="00A22276"/>
    <w:rsid w:val="00A226F5"/>
    <w:rsid w:val="00A228BE"/>
    <w:rsid w:val="00A22C2A"/>
    <w:rsid w:val="00A22ECC"/>
    <w:rsid w:val="00A23332"/>
    <w:rsid w:val="00A23831"/>
    <w:rsid w:val="00A23899"/>
    <w:rsid w:val="00A242AD"/>
    <w:rsid w:val="00A2469E"/>
    <w:rsid w:val="00A246A4"/>
    <w:rsid w:val="00A2514B"/>
    <w:rsid w:val="00A25465"/>
    <w:rsid w:val="00A25A04"/>
    <w:rsid w:val="00A25D0C"/>
    <w:rsid w:val="00A25D5B"/>
    <w:rsid w:val="00A265CA"/>
    <w:rsid w:val="00A266B7"/>
    <w:rsid w:val="00A26772"/>
    <w:rsid w:val="00A27097"/>
    <w:rsid w:val="00A27388"/>
    <w:rsid w:val="00A279CA"/>
    <w:rsid w:val="00A3015D"/>
    <w:rsid w:val="00A3019B"/>
    <w:rsid w:val="00A301FE"/>
    <w:rsid w:val="00A3063C"/>
    <w:rsid w:val="00A30DD9"/>
    <w:rsid w:val="00A3147C"/>
    <w:rsid w:val="00A316D6"/>
    <w:rsid w:val="00A31CB2"/>
    <w:rsid w:val="00A31F9D"/>
    <w:rsid w:val="00A32199"/>
    <w:rsid w:val="00A327A5"/>
    <w:rsid w:val="00A3286B"/>
    <w:rsid w:val="00A32ACB"/>
    <w:rsid w:val="00A32C55"/>
    <w:rsid w:val="00A32FF6"/>
    <w:rsid w:val="00A330B0"/>
    <w:rsid w:val="00A330FE"/>
    <w:rsid w:val="00A3318D"/>
    <w:rsid w:val="00A33237"/>
    <w:rsid w:val="00A338A7"/>
    <w:rsid w:val="00A339F5"/>
    <w:rsid w:val="00A33B94"/>
    <w:rsid w:val="00A33BCF"/>
    <w:rsid w:val="00A344E7"/>
    <w:rsid w:val="00A34C42"/>
    <w:rsid w:val="00A35060"/>
    <w:rsid w:val="00A35074"/>
    <w:rsid w:val="00A355BF"/>
    <w:rsid w:val="00A357DF"/>
    <w:rsid w:val="00A357F1"/>
    <w:rsid w:val="00A359F9"/>
    <w:rsid w:val="00A36062"/>
    <w:rsid w:val="00A366A7"/>
    <w:rsid w:val="00A36A31"/>
    <w:rsid w:val="00A37087"/>
    <w:rsid w:val="00A37D3B"/>
    <w:rsid w:val="00A4005E"/>
    <w:rsid w:val="00A40459"/>
    <w:rsid w:val="00A40515"/>
    <w:rsid w:val="00A40654"/>
    <w:rsid w:val="00A40762"/>
    <w:rsid w:val="00A40920"/>
    <w:rsid w:val="00A413A2"/>
    <w:rsid w:val="00A41C62"/>
    <w:rsid w:val="00A41CB1"/>
    <w:rsid w:val="00A42499"/>
    <w:rsid w:val="00A4283E"/>
    <w:rsid w:val="00A4293B"/>
    <w:rsid w:val="00A42B53"/>
    <w:rsid w:val="00A42CF7"/>
    <w:rsid w:val="00A42D11"/>
    <w:rsid w:val="00A42F02"/>
    <w:rsid w:val="00A43568"/>
    <w:rsid w:val="00A4434D"/>
    <w:rsid w:val="00A446BD"/>
    <w:rsid w:val="00A44BCF"/>
    <w:rsid w:val="00A44DB6"/>
    <w:rsid w:val="00A44E04"/>
    <w:rsid w:val="00A45651"/>
    <w:rsid w:val="00A45991"/>
    <w:rsid w:val="00A45A64"/>
    <w:rsid w:val="00A45BC8"/>
    <w:rsid w:val="00A45FC6"/>
    <w:rsid w:val="00A4623B"/>
    <w:rsid w:val="00A46569"/>
    <w:rsid w:val="00A47293"/>
    <w:rsid w:val="00A47748"/>
    <w:rsid w:val="00A50382"/>
    <w:rsid w:val="00A50A59"/>
    <w:rsid w:val="00A50E78"/>
    <w:rsid w:val="00A51181"/>
    <w:rsid w:val="00A51357"/>
    <w:rsid w:val="00A518F5"/>
    <w:rsid w:val="00A51B2C"/>
    <w:rsid w:val="00A51CFC"/>
    <w:rsid w:val="00A51E32"/>
    <w:rsid w:val="00A51EC1"/>
    <w:rsid w:val="00A526D2"/>
    <w:rsid w:val="00A52BAE"/>
    <w:rsid w:val="00A52DDA"/>
    <w:rsid w:val="00A52FBD"/>
    <w:rsid w:val="00A53DB5"/>
    <w:rsid w:val="00A5408A"/>
    <w:rsid w:val="00A540B8"/>
    <w:rsid w:val="00A542E6"/>
    <w:rsid w:val="00A54863"/>
    <w:rsid w:val="00A549F7"/>
    <w:rsid w:val="00A54E29"/>
    <w:rsid w:val="00A54ED2"/>
    <w:rsid w:val="00A557E8"/>
    <w:rsid w:val="00A55F54"/>
    <w:rsid w:val="00A56139"/>
    <w:rsid w:val="00A562F2"/>
    <w:rsid w:val="00A565CE"/>
    <w:rsid w:val="00A566A2"/>
    <w:rsid w:val="00A567D6"/>
    <w:rsid w:val="00A5683C"/>
    <w:rsid w:val="00A56CA8"/>
    <w:rsid w:val="00A56DF5"/>
    <w:rsid w:val="00A56F2D"/>
    <w:rsid w:val="00A577D2"/>
    <w:rsid w:val="00A57FD0"/>
    <w:rsid w:val="00A606E5"/>
    <w:rsid w:val="00A60A90"/>
    <w:rsid w:val="00A60AB6"/>
    <w:rsid w:val="00A60D34"/>
    <w:rsid w:val="00A61034"/>
    <w:rsid w:val="00A613B5"/>
    <w:rsid w:val="00A61C3C"/>
    <w:rsid w:val="00A61D5D"/>
    <w:rsid w:val="00A626C4"/>
    <w:rsid w:val="00A627ED"/>
    <w:rsid w:val="00A6280E"/>
    <w:rsid w:val="00A62856"/>
    <w:rsid w:val="00A62AFD"/>
    <w:rsid w:val="00A62B3A"/>
    <w:rsid w:val="00A62FB2"/>
    <w:rsid w:val="00A63455"/>
    <w:rsid w:val="00A63856"/>
    <w:rsid w:val="00A63D73"/>
    <w:rsid w:val="00A6427A"/>
    <w:rsid w:val="00A6542C"/>
    <w:rsid w:val="00A65A5A"/>
    <w:rsid w:val="00A65B0E"/>
    <w:rsid w:val="00A65E77"/>
    <w:rsid w:val="00A65F5C"/>
    <w:rsid w:val="00A662AE"/>
    <w:rsid w:val="00A66336"/>
    <w:rsid w:val="00A667D3"/>
    <w:rsid w:val="00A66AB9"/>
    <w:rsid w:val="00A66C29"/>
    <w:rsid w:val="00A66EAF"/>
    <w:rsid w:val="00A67268"/>
    <w:rsid w:val="00A6733C"/>
    <w:rsid w:val="00A67592"/>
    <w:rsid w:val="00A67753"/>
    <w:rsid w:val="00A6792F"/>
    <w:rsid w:val="00A679CC"/>
    <w:rsid w:val="00A67B02"/>
    <w:rsid w:val="00A67BBE"/>
    <w:rsid w:val="00A67BCE"/>
    <w:rsid w:val="00A67F13"/>
    <w:rsid w:val="00A67FC8"/>
    <w:rsid w:val="00A70092"/>
    <w:rsid w:val="00A7009B"/>
    <w:rsid w:val="00A704C4"/>
    <w:rsid w:val="00A70C00"/>
    <w:rsid w:val="00A70DAE"/>
    <w:rsid w:val="00A70DB6"/>
    <w:rsid w:val="00A71023"/>
    <w:rsid w:val="00A71545"/>
    <w:rsid w:val="00A71614"/>
    <w:rsid w:val="00A71622"/>
    <w:rsid w:val="00A72858"/>
    <w:rsid w:val="00A72964"/>
    <w:rsid w:val="00A72C02"/>
    <w:rsid w:val="00A72E6B"/>
    <w:rsid w:val="00A72F35"/>
    <w:rsid w:val="00A734B9"/>
    <w:rsid w:val="00A73637"/>
    <w:rsid w:val="00A73B4B"/>
    <w:rsid w:val="00A73C34"/>
    <w:rsid w:val="00A74201"/>
    <w:rsid w:val="00A747C9"/>
    <w:rsid w:val="00A747E4"/>
    <w:rsid w:val="00A748DB"/>
    <w:rsid w:val="00A74C00"/>
    <w:rsid w:val="00A75B36"/>
    <w:rsid w:val="00A75BCC"/>
    <w:rsid w:val="00A75C13"/>
    <w:rsid w:val="00A76182"/>
    <w:rsid w:val="00A765C7"/>
    <w:rsid w:val="00A7686A"/>
    <w:rsid w:val="00A770A6"/>
    <w:rsid w:val="00A773B1"/>
    <w:rsid w:val="00A77BE8"/>
    <w:rsid w:val="00A800B8"/>
    <w:rsid w:val="00A80978"/>
    <w:rsid w:val="00A80B89"/>
    <w:rsid w:val="00A80ED2"/>
    <w:rsid w:val="00A817B2"/>
    <w:rsid w:val="00A81864"/>
    <w:rsid w:val="00A81902"/>
    <w:rsid w:val="00A81C03"/>
    <w:rsid w:val="00A81C3B"/>
    <w:rsid w:val="00A81DA0"/>
    <w:rsid w:val="00A81E1B"/>
    <w:rsid w:val="00A81FB3"/>
    <w:rsid w:val="00A82B55"/>
    <w:rsid w:val="00A82B72"/>
    <w:rsid w:val="00A82F2E"/>
    <w:rsid w:val="00A831E7"/>
    <w:rsid w:val="00A833A9"/>
    <w:rsid w:val="00A83496"/>
    <w:rsid w:val="00A8353A"/>
    <w:rsid w:val="00A83B42"/>
    <w:rsid w:val="00A83EF0"/>
    <w:rsid w:val="00A8447E"/>
    <w:rsid w:val="00A844E7"/>
    <w:rsid w:val="00A8453B"/>
    <w:rsid w:val="00A848E8"/>
    <w:rsid w:val="00A8490F"/>
    <w:rsid w:val="00A84976"/>
    <w:rsid w:val="00A850F1"/>
    <w:rsid w:val="00A85338"/>
    <w:rsid w:val="00A854BC"/>
    <w:rsid w:val="00A85B82"/>
    <w:rsid w:val="00A861BF"/>
    <w:rsid w:val="00A863D5"/>
    <w:rsid w:val="00A86619"/>
    <w:rsid w:val="00A8683C"/>
    <w:rsid w:val="00A868A7"/>
    <w:rsid w:val="00A87154"/>
    <w:rsid w:val="00A8783F"/>
    <w:rsid w:val="00A878B0"/>
    <w:rsid w:val="00A9023A"/>
    <w:rsid w:val="00A90CD1"/>
    <w:rsid w:val="00A915AD"/>
    <w:rsid w:val="00A9168C"/>
    <w:rsid w:val="00A919E1"/>
    <w:rsid w:val="00A91AAC"/>
    <w:rsid w:val="00A91CE9"/>
    <w:rsid w:val="00A91E2F"/>
    <w:rsid w:val="00A9216B"/>
    <w:rsid w:val="00A924CF"/>
    <w:rsid w:val="00A92667"/>
    <w:rsid w:val="00A92A6A"/>
    <w:rsid w:val="00A92E26"/>
    <w:rsid w:val="00A92FF6"/>
    <w:rsid w:val="00A9307D"/>
    <w:rsid w:val="00A9316D"/>
    <w:rsid w:val="00A9323C"/>
    <w:rsid w:val="00A9350F"/>
    <w:rsid w:val="00A938E1"/>
    <w:rsid w:val="00A93D04"/>
    <w:rsid w:val="00A941C1"/>
    <w:rsid w:val="00A9440F"/>
    <w:rsid w:val="00A94CF2"/>
    <w:rsid w:val="00A94EBC"/>
    <w:rsid w:val="00A94F22"/>
    <w:rsid w:val="00A95439"/>
    <w:rsid w:val="00A9559E"/>
    <w:rsid w:val="00A959FA"/>
    <w:rsid w:val="00A95A24"/>
    <w:rsid w:val="00A95DD9"/>
    <w:rsid w:val="00A960D0"/>
    <w:rsid w:val="00A962DF"/>
    <w:rsid w:val="00A962F0"/>
    <w:rsid w:val="00A96480"/>
    <w:rsid w:val="00A96542"/>
    <w:rsid w:val="00A965B6"/>
    <w:rsid w:val="00A9686D"/>
    <w:rsid w:val="00A96BC1"/>
    <w:rsid w:val="00A96DA4"/>
    <w:rsid w:val="00A97323"/>
    <w:rsid w:val="00A976D4"/>
    <w:rsid w:val="00A97761"/>
    <w:rsid w:val="00A97BE4"/>
    <w:rsid w:val="00A97F29"/>
    <w:rsid w:val="00AA01D3"/>
    <w:rsid w:val="00AA031C"/>
    <w:rsid w:val="00AA05CA"/>
    <w:rsid w:val="00AA063C"/>
    <w:rsid w:val="00AA06D4"/>
    <w:rsid w:val="00AA0E5E"/>
    <w:rsid w:val="00AA1C8D"/>
    <w:rsid w:val="00AA238A"/>
    <w:rsid w:val="00AA2A8D"/>
    <w:rsid w:val="00AA2C2C"/>
    <w:rsid w:val="00AA2C76"/>
    <w:rsid w:val="00AA3078"/>
    <w:rsid w:val="00AA3272"/>
    <w:rsid w:val="00AA4379"/>
    <w:rsid w:val="00AA4689"/>
    <w:rsid w:val="00AA5155"/>
    <w:rsid w:val="00AA53F4"/>
    <w:rsid w:val="00AA5C34"/>
    <w:rsid w:val="00AA62EF"/>
    <w:rsid w:val="00AA69D0"/>
    <w:rsid w:val="00AA6A96"/>
    <w:rsid w:val="00AA6C79"/>
    <w:rsid w:val="00AA76C4"/>
    <w:rsid w:val="00AA779E"/>
    <w:rsid w:val="00AA7A69"/>
    <w:rsid w:val="00AA7F05"/>
    <w:rsid w:val="00AB008C"/>
    <w:rsid w:val="00AB01E2"/>
    <w:rsid w:val="00AB0697"/>
    <w:rsid w:val="00AB0A7B"/>
    <w:rsid w:val="00AB0EA3"/>
    <w:rsid w:val="00AB14F1"/>
    <w:rsid w:val="00AB1A3D"/>
    <w:rsid w:val="00AB1FEA"/>
    <w:rsid w:val="00AB232F"/>
    <w:rsid w:val="00AB249A"/>
    <w:rsid w:val="00AB263C"/>
    <w:rsid w:val="00AB2931"/>
    <w:rsid w:val="00AB33B7"/>
    <w:rsid w:val="00AB33EC"/>
    <w:rsid w:val="00AB36C6"/>
    <w:rsid w:val="00AB3887"/>
    <w:rsid w:val="00AB3AB4"/>
    <w:rsid w:val="00AB3B7A"/>
    <w:rsid w:val="00AB3D7B"/>
    <w:rsid w:val="00AB40E3"/>
    <w:rsid w:val="00AB4315"/>
    <w:rsid w:val="00AB554E"/>
    <w:rsid w:val="00AB579D"/>
    <w:rsid w:val="00AB57AF"/>
    <w:rsid w:val="00AB5828"/>
    <w:rsid w:val="00AB5880"/>
    <w:rsid w:val="00AB58E3"/>
    <w:rsid w:val="00AB58E8"/>
    <w:rsid w:val="00AB5B2F"/>
    <w:rsid w:val="00AB5DC7"/>
    <w:rsid w:val="00AB5F63"/>
    <w:rsid w:val="00AB609A"/>
    <w:rsid w:val="00AB631C"/>
    <w:rsid w:val="00AB64F3"/>
    <w:rsid w:val="00AB66EA"/>
    <w:rsid w:val="00AB6BC8"/>
    <w:rsid w:val="00AB728E"/>
    <w:rsid w:val="00AB7A96"/>
    <w:rsid w:val="00AB7D2A"/>
    <w:rsid w:val="00AC00B4"/>
    <w:rsid w:val="00AC056B"/>
    <w:rsid w:val="00AC0631"/>
    <w:rsid w:val="00AC0A8B"/>
    <w:rsid w:val="00AC0B87"/>
    <w:rsid w:val="00AC0C8E"/>
    <w:rsid w:val="00AC0EC8"/>
    <w:rsid w:val="00AC17D8"/>
    <w:rsid w:val="00AC20C3"/>
    <w:rsid w:val="00AC2598"/>
    <w:rsid w:val="00AC29D0"/>
    <w:rsid w:val="00AC2C2B"/>
    <w:rsid w:val="00AC2FAB"/>
    <w:rsid w:val="00AC30A1"/>
    <w:rsid w:val="00AC3164"/>
    <w:rsid w:val="00AC339A"/>
    <w:rsid w:val="00AC3446"/>
    <w:rsid w:val="00AC34A0"/>
    <w:rsid w:val="00AC37D9"/>
    <w:rsid w:val="00AC3B75"/>
    <w:rsid w:val="00AC3C90"/>
    <w:rsid w:val="00AC3DFA"/>
    <w:rsid w:val="00AC41FB"/>
    <w:rsid w:val="00AC432C"/>
    <w:rsid w:val="00AC441E"/>
    <w:rsid w:val="00AC474E"/>
    <w:rsid w:val="00AC4C0C"/>
    <w:rsid w:val="00AC4D08"/>
    <w:rsid w:val="00AC4E1F"/>
    <w:rsid w:val="00AC54E5"/>
    <w:rsid w:val="00AC56F9"/>
    <w:rsid w:val="00AC59ED"/>
    <w:rsid w:val="00AC5A1D"/>
    <w:rsid w:val="00AC5A77"/>
    <w:rsid w:val="00AC66A0"/>
    <w:rsid w:val="00AC6702"/>
    <w:rsid w:val="00AC6ABE"/>
    <w:rsid w:val="00AC6BD7"/>
    <w:rsid w:val="00AC6D5F"/>
    <w:rsid w:val="00AC6FAE"/>
    <w:rsid w:val="00AC7247"/>
    <w:rsid w:val="00AC7260"/>
    <w:rsid w:val="00AC7778"/>
    <w:rsid w:val="00AC77F2"/>
    <w:rsid w:val="00AC7C51"/>
    <w:rsid w:val="00AD0511"/>
    <w:rsid w:val="00AD077E"/>
    <w:rsid w:val="00AD094C"/>
    <w:rsid w:val="00AD0D67"/>
    <w:rsid w:val="00AD0DDF"/>
    <w:rsid w:val="00AD0E4F"/>
    <w:rsid w:val="00AD1D26"/>
    <w:rsid w:val="00AD1E13"/>
    <w:rsid w:val="00AD22B8"/>
    <w:rsid w:val="00AD2695"/>
    <w:rsid w:val="00AD26FF"/>
    <w:rsid w:val="00AD287C"/>
    <w:rsid w:val="00AD2A2B"/>
    <w:rsid w:val="00AD2D57"/>
    <w:rsid w:val="00AD2F03"/>
    <w:rsid w:val="00AD3A82"/>
    <w:rsid w:val="00AD4325"/>
    <w:rsid w:val="00AD4566"/>
    <w:rsid w:val="00AD45E0"/>
    <w:rsid w:val="00AD46A2"/>
    <w:rsid w:val="00AD4D9C"/>
    <w:rsid w:val="00AD4E70"/>
    <w:rsid w:val="00AD5576"/>
    <w:rsid w:val="00AD56AC"/>
    <w:rsid w:val="00AD56E0"/>
    <w:rsid w:val="00AD5B98"/>
    <w:rsid w:val="00AD5C9F"/>
    <w:rsid w:val="00AD6294"/>
    <w:rsid w:val="00AD6478"/>
    <w:rsid w:val="00AD6613"/>
    <w:rsid w:val="00AD6767"/>
    <w:rsid w:val="00AD68DD"/>
    <w:rsid w:val="00AD69E7"/>
    <w:rsid w:val="00AD6B2A"/>
    <w:rsid w:val="00AD6C5B"/>
    <w:rsid w:val="00AD6EB5"/>
    <w:rsid w:val="00AD7041"/>
    <w:rsid w:val="00AD7054"/>
    <w:rsid w:val="00AD7175"/>
    <w:rsid w:val="00AD726E"/>
    <w:rsid w:val="00AD77DA"/>
    <w:rsid w:val="00AD7892"/>
    <w:rsid w:val="00AD7D1A"/>
    <w:rsid w:val="00AD7EDC"/>
    <w:rsid w:val="00AE02B2"/>
    <w:rsid w:val="00AE043C"/>
    <w:rsid w:val="00AE0DD0"/>
    <w:rsid w:val="00AE1142"/>
    <w:rsid w:val="00AE1678"/>
    <w:rsid w:val="00AE1B74"/>
    <w:rsid w:val="00AE1D90"/>
    <w:rsid w:val="00AE23C1"/>
    <w:rsid w:val="00AE243D"/>
    <w:rsid w:val="00AE2B3D"/>
    <w:rsid w:val="00AE2EC1"/>
    <w:rsid w:val="00AE321B"/>
    <w:rsid w:val="00AE3318"/>
    <w:rsid w:val="00AE33C7"/>
    <w:rsid w:val="00AE35C0"/>
    <w:rsid w:val="00AE3736"/>
    <w:rsid w:val="00AE373D"/>
    <w:rsid w:val="00AE3DAA"/>
    <w:rsid w:val="00AE3F73"/>
    <w:rsid w:val="00AE47A9"/>
    <w:rsid w:val="00AE4F69"/>
    <w:rsid w:val="00AE4F79"/>
    <w:rsid w:val="00AE503A"/>
    <w:rsid w:val="00AE546D"/>
    <w:rsid w:val="00AE5D83"/>
    <w:rsid w:val="00AE5FC8"/>
    <w:rsid w:val="00AE634E"/>
    <w:rsid w:val="00AE63B6"/>
    <w:rsid w:val="00AE653F"/>
    <w:rsid w:val="00AE6EB9"/>
    <w:rsid w:val="00AE725D"/>
    <w:rsid w:val="00AE7316"/>
    <w:rsid w:val="00AE75CC"/>
    <w:rsid w:val="00AE77A0"/>
    <w:rsid w:val="00AF0198"/>
    <w:rsid w:val="00AF03EE"/>
    <w:rsid w:val="00AF07FA"/>
    <w:rsid w:val="00AF10D4"/>
    <w:rsid w:val="00AF1181"/>
    <w:rsid w:val="00AF1393"/>
    <w:rsid w:val="00AF143D"/>
    <w:rsid w:val="00AF19C1"/>
    <w:rsid w:val="00AF1BA4"/>
    <w:rsid w:val="00AF1BD1"/>
    <w:rsid w:val="00AF20CC"/>
    <w:rsid w:val="00AF2387"/>
    <w:rsid w:val="00AF25B3"/>
    <w:rsid w:val="00AF3322"/>
    <w:rsid w:val="00AF3355"/>
    <w:rsid w:val="00AF3678"/>
    <w:rsid w:val="00AF40F5"/>
    <w:rsid w:val="00AF4629"/>
    <w:rsid w:val="00AF4D38"/>
    <w:rsid w:val="00AF4D84"/>
    <w:rsid w:val="00AF5ED6"/>
    <w:rsid w:val="00AF60AB"/>
    <w:rsid w:val="00AF620E"/>
    <w:rsid w:val="00AF6454"/>
    <w:rsid w:val="00AF647B"/>
    <w:rsid w:val="00AF7D32"/>
    <w:rsid w:val="00B0072A"/>
    <w:rsid w:val="00B00A6A"/>
    <w:rsid w:val="00B00DCE"/>
    <w:rsid w:val="00B01484"/>
    <w:rsid w:val="00B016F1"/>
    <w:rsid w:val="00B01B7D"/>
    <w:rsid w:val="00B01C23"/>
    <w:rsid w:val="00B01C3A"/>
    <w:rsid w:val="00B01CFA"/>
    <w:rsid w:val="00B01E7C"/>
    <w:rsid w:val="00B01EA8"/>
    <w:rsid w:val="00B01FE9"/>
    <w:rsid w:val="00B0253F"/>
    <w:rsid w:val="00B02C46"/>
    <w:rsid w:val="00B03183"/>
    <w:rsid w:val="00B03B4F"/>
    <w:rsid w:val="00B03B75"/>
    <w:rsid w:val="00B03E14"/>
    <w:rsid w:val="00B03E34"/>
    <w:rsid w:val="00B0400D"/>
    <w:rsid w:val="00B040E3"/>
    <w:rsid w:val="00B046F7"/>
    <w:rsid w:val="00B048B0"/>
    <w:rsid w:val="00B04B18"/>
    <w:rsid w:val="00B051ED"/>
    <w:rsid w:val="00B060C0"/>
    <w:rsid w:val="00B063CB"/>
    <w:rsid w:val="00B068B7"/>
    <w:rsid w:val="00B07009"/>
    <w:rsid w:val="00B071A6"/>
    <w:rsid w:val="00B0746C"/>
    <w:rsid w:val="00B07BFD"/>
    <w:rsid w:val="00B107F8"/>
    <w:rsid w:val="00B10AF9"/>
    <w:rsid w:val="00B10BF3"/>
    <w:rsid w:val="00B10DF5"/>
    <w:rsid w:val="00B10E96"/>
    <w:rsid w:val="00B113CB"/>
    <w:rsid w:val="00B11637"/>
    <w:rsid w:val="00B11659"/>
    <w:rsid w:val="00B11A2D"/>
    <w:rsid w:val="00B1212B"/>
    <w:rsid w:val="00B12588"/>
    <w:rsid w:val="00B125C3"/>
    <w:rsid w:val="00B12B0B"/>
    <w:rsid w:val="00B1300C"/>
    <w:rsid w:val="00B13085"/>
    <w:rsid w:val="00B1317D"/>
    <w:rsid w:val="00B131BC"/>
    <w:rsid w:val="00B131E2"/>
    <w:rsid w:val="00B13301"/>
    <w:rsid w:val="00B1344D"/>
    <w:rsid w:val="00B13A81"/>
    <w:rsid w:val="00B13CF2"/>
    <w:rsid w:val="00B1414B"/>
    <w:rsid w:val="00B1466A"/>
    <w:rsid w:val="00B1468D"/>
    <w:rsid w:val="00B1472E"/>
    <w:rsid w:val="00B1489A"/>
    <w:rsid w:val="00B148DE"/>
    <w:rsid w:val="00B15638"/>
    <w:rsid w:val="00B15781"/>
    <w:rsid w:val="00B16D76"/>
    <w:rsid w:val="00B16F8A"/>
    <w:rsid w:val="00B1706D"/>
    <w:rsid w:val="00B170DD"/>
    <w:rsid w:val="00B174D8"/>
    <w:rsid w:val="00B1751B"/>
    <w:rsid w:val="00B17772"/>
    <w:rsid w:val="00B17CF0"/>
    <w:rsid w:val="00B20492"/>
    <w:rsid w:val="00B209F9"/>
    <w:rsid w:val="00B20C84"/>
    <w:rsid w:val="00B215C3"/>
    <w:rsid w:val="00B2194A"/>
    <w:rsid w:val="00B21D7D"/>
    <w:rsid w:val="00B2212A"/>
    <w:rsid w:val="00B22316"/>
    <w:rsid w:val="00B2239A"/>
    <w:rsid w:val="00B224B9"/>
    <w:rsid w:val="00B22ACB"/>
    <w:rsid w:val="00B22C31"/>
    <w:rsid w:val="00B2301D"/>
    <w:rsid w:val="00B23522"/>
    <w:rsid w:val="00B238E4"/>
    <w:rsid w:val="00B23B30"/>
    <w:rsid w:val="00B23F18"/>
    <w:rsid w:val="00B247DE"/>
    <w:rsid w:val="00B251B5"/>
    <w:rsid w:val="00B25227"/>
    <w:rsid w:val="00B25355"/>
    <w:rsid w:val="00B255E5"/>
    <w:rsid w:val="00B25955"/>
    <w:rsid w:val="00B25AC7"/>
    <w:rsid w:val="00B25BA0"/>
    <w:rsid w:val="00B25C61"/>
    <w:rsid w:val="00B25EDA"/>
    <w:rsid w:val="00B26042"/>
    <w:rsid w:val="00B2613F"/>
    <w:rsid w:val="00B26222"/>
    <w:rsid w:val="00B262BA"/>
    <w:rsid w:val="00B26C78"/>
    <w:rsid w:val="00B26ED7"/>
    <w:rsid w:val="00B27047"/>
    <w:rsid w:val="00B2724F"/>
    <w:rsid w:val="00B27C6F"/>
    <w:rsid w:val="00B27E3A"/>
    <w:rsid w:val="00B30316"/>
    <w:rsid w:val="00B30ADA"/>
    <w:rsid w:val="00B30BD1"/>
    <w:rsid w:val="00B315AF"/>
    <w:rsid w:val="00B31A60"/>
    <w:rsid w:val="00B31E02"/>
    <w:rsid w:val="00B32694"/>
    <w:rsid w:val="00B3317A"/>
    <w:rsid w:val="00B33298"/>
    <w:rsid w:val="00B332F7"/>
    <w:rsid w:val="00B3345C"/>
    <w:rsid w:val="00B33646"/>
    <w:rsid w:val="00B33B0B"/>
    <w:rsid w:val="00B34051"/>
    <w:rsid w:val="00B34123"/>
    <w:rsid w:val="00B3424A"/>
    <w:rsid w:val="00B34878"/>
    <w:rsid w:val="00B34AC4"/>
    <w:rsid w:val="00B34C08"/>
    <w:rsid w:val="00B34C0B"/>
    <w:rsid w:val="00B350AF"/>
    <w:rsid w:val="00B35BED"/>
    <w:rsid w:val="00B36402"/>
    <w:rsid w:val="00B36713"/>
    <w:rsid w:val="00B367C0"/>
    <w:rsid w:val="00B36A14"/>
    <w:rsid w:val="00B36C9F"/>
    <w:rsid w:val="00B36CE1"/>
    <w:rsid w:val="00B376FE"/>
    <w:rsid w:val="00B3778E"/>
    <w:rsid w:val="00B37898"/>
    <w:rsid w:val="00B37F95"/>
    <w:rsid w:val="00B4010C"/>
    <w:rsid w:val="00B403AA"/>
    <w:rsid w:val="00B403EE"/>
    <w:rsid w:val="00B407CB"/>
    <w:rsid w:val="00B40848"/>
    <w:rsid w:val="00B40BB4"/>
    <w:rsid w:val="00B4122E"/>
    <w:rsid w:val="00B413CA"/>
    <w:rsid w:val="00B41B9C"/>
    <w:rsid w:val="00B41EE6"/>
    <w:rsid w:val="00B41F06"/>
    <w:rsid w:val="00B41F8B"/>
    <w:rsid w:val="00B41FF0"/>
    <w:rsid w:val="00B42510"/>
    <w:rsid w:val="00B42722"/>
    <w:rsid w:val="00B429CC"/>
    <w:rsid w:val="00B42B65"/>
    <w:rsid w:val="00B4337F"/>
    <w:rsid w:val="00B43C7D"/>
    <w:rsid w:val="00B43E34"/>
    <w:rsid w:val="00B4408A"/>
    <w:rsid w:val="00B440D3"/>
    <w:rsid w:val="00B44122"/>
    <w:rsid w:val="00B44129"/>
    <w:rsid w:val="00B44352"/>
    <w:rsid w:val="00B44594"/>
    <w:rsid w:val="00B4476B"/>
    <w:rsid w:val="00B449B8"/>
    <w:rsid w:val="00B44ACF"/>
    <w:rsid w:val="00B44C37"/>
    <w:rsid w:val="00B44F61"/>
    <w:rsid w:val="00B45269"/>
    <w:rsid w:val="00B4547B"/>
    <w:rsid w:val="00B45799"/>
    <w:rsid w:val="00B45AC5"/>
    <w:rsid w:val="00B45C61"/>
    <w:rsid w:val="00B45CFD"/>
    <w:rsid w:val="00B45D04"/>
    <w:rsid w:val="00B461C0"/>
    <w:rsid w:val="00B462E0"/>
    <w:rsid w:val="00B4692F"/>
    <w:rsid w:val="00B46C07"/>
    <w:rsid w:val="00B46F6A"/>
    <w:rsid w:val="00B47511"/>
    <w:rsid w:val="00B476A4"/>
    <w:rsid w:val="00B47A54"/>
    <w:rsid w:val="00B47E4D"/>
    <w:rsid w:val="00B47E7A"/>
    <w:rsid w:val="00B47F4A"/>
    <w:rsid w:val="00B50000"/>
    <w:rsid w:val="00B501FC"/>
    <w:rsid w:val="00B502A9"/>
    <w:rsid w:val="00B50801"/>
    <w:rsid w:val="00B51042"/>
    <w:rsid w:val="00B51049"/>
    <w:rsid w:val="00B512D1"/>
    <w:rsid w:val="00B51BE5"/>
    <w:rsid w:val="00B52D29"/>
    <w:rsid w:val="00B52D68"/>
    <w:rsid w:val="00B52F99"/>
    <w:rsid w:val="00B53799"/>
    <w:rsid w:val="00B53D49"/>
    <w:rsid w:val="00B53FE0"/>
    <w:rsid w:val="00B547E4"/>
    <w:rsid w:val="00B55B4F"/>
    <w:rsid w:val="00B55C97"/>
    <w:rsid w:val="00B55FCC"/>
    <w:rsid w:val="00B5693E"/>
    <w:rsid w:val="00B56B4F"/>
    <w:rsid w:val="00B56B5D"/>
    <w:rsid w:val="00B56B88"/>
    <w:rsid w:val="00B56BB7"/>
    <w:rsid w:val="00B56D13"/>
    <w:rsid w:val="00B56D6C"/>
    <w:rsid w:val="00B57216"/>
    <w:rsid w:val="00B57273"/>
    <w:rsid w:val="00B57302"/>
    <w:rsid w:val="00B57320"/>
    <w:rsid w:val="00B60E9B"/>
    <w:rsid w:val="00B60FDA"/>
    <w:rsid w:val="00B61416"/>
    <w:rsid w:val="00B61DE4"/>
    <w:rsid w:val="00B62011"/>
    <w:rsid w:val="00B6257F"/>
    <w:rsid w:val="00B62DC5"/>
    <w:rsid w:val="00B62FB8"/>
    <w:rsid w:val="00B6300B"/>
    <w:rsid w:val="00B630D4"/>
    <w:rsid w:val="00B63524"/>
    <w:rsid w:val="00B63995"/>
    <w:rsid w:val="00B64033"/>
    <w:rsid w:val="00B6430D"/>
    <w:rsid w:val="00B6432C"/>
    <w:rsid w:val="00B64D10"/>
    <w:rsid w:val="00B65282"/>
    <w:rsid w:val="00B654E0"/>
    <w:rsid w:val="00B65CC1"/>
    <w:rsid w:val="00B65F96"/>
    <w:rsid w:val="00B666F4"/>
    <w:rsid w:val="00B66873"/>
    <w:rsid w:val="00B67003"/>
    <w:rsid w:val="00B67114"/>
    <w:rsid w:val="00B673C6"/>
    <w:rsid w:val="00B677CC"/>
    <w:rsid w:val="00B67BDE"/>
    <w:rsid w:val="00B70378"/>
    <w:rsid w:val="00B70677"/>
    <w:rsid w:val="00B70BEF"/>
    <w:rsid w:val="00B70C0F"/>
    <w:rsid w:val="00B711F6"/>
    <w:rsid w:val="00B713F9"/>
    <w:rsid w:val="00B71A28"/>
    <w:rsid w:val="00B71A45"/>
    <w:rsid w:val="00B71B2F"/>
    <w:rsid w:val="00B723B7"/>
    <w:rsid w:val="00B727BA"/>
    <w:rsid w:val="00B7297A"/>
    <w:rsid w:val="00B72AEB"/>
    <w:rsid w:val="00B72CAC"/>
    <w:rsid w:val="00B72DC6"/>
    <w:rsid w:val="00B72E17"/>
    <w:rsid w:val="00B72E9C"/>
    <w:rsid w:val="00B72F7B"/>
    <w:rsid w:val="00B72F7F"/>
    <w:rsid w:val="00B731E7"/>
    <w:rsid w:val="00B7329E"/>
    <w:rsid w:val="00B734CF"/>
    <w:rsid w:val="00B73563"/>
    <w:rsid w:val="00B73655"/>
    <w:rsid w:val="00B73783"/>
    <w:rsid w:val="00B73A89"/>
    <w:rsid w:val="00B73F5E"/>
    <w:rsid w:val="00B740EC"/>
    <w:rsid w:val="00B741BF"/>
    <w:rsid w:val="00B74E2E"/>
    <w:rsid w:val="00B75264"/>
    <w:rsid w:val="00B7545A"/>
    <w:rsid w:val="00B7587F"/>
    <w:rsid w:val="00B75AAE"/>
    <w:rsid w:val="00B75B50"/>
    <w:rsid w:val="00B75D57"/>
    <w:rsid w:val="00B75DEE"/>
    <w:rsid w:val="00B76DAB"/>
    <w:rsid w:val="00B76DC3"/>
    <w:rsid w:val="00B76EB7"/>
    <w:rsid w:val="00B771D4"/>
    <w:rsid w:val="00B77426"/>
    <w:rsid w:val="00B7755D"/>
    <w:rsid w:val="00B775F0"/>
    <w:rsid w:val="00B77767"/>
    <w:rsid w:val="00B77845"/>
    <w:rsid w:val="00B77904"/>
    <w:rsid w:val="00B77A7C"/>
    <w:rsid w:val="00B77EDA"/>
    <w:rsid w:val="00B8009A"/>
    <w:rsid w:val="00B80536"/>
    <w:rsid w:val="00B80A2B"/>
    <w:rsid w:val="00B80C58"/>
    <w:rsid w:val="00B80F6B"/>
    <w:rsid w:val="00B8121C"/>
    <w:rsid w:val="00B81381"/>
    <w:rsid w:val="00B817F0"/>
    <w:rsid w:val="00B81952"/>
    <w:rsid w:val="00B82413"/>
    <w:rsid w:val="00B82546"/>
    <w:rsid w:val="00B82A17"/>
    <w:rsid w:val="00B82B7E"/>
    <w:rsid w:val="00B834AD"/>
    <w:rsid w:val="00B83598"/>
    <w:rsid w:val="00B835FD"/>
    <w:rsid w:val="00B83B29"/>
    <w:rsid w:val="00B83D25"/>
    <w:rsid w:val="00B83D40"/>
    <w:rsid w:val="00B83F15"/>
    <w:rsid w:val="00B84061"/>
    <w:rsid w:val="00B84304"/>
    <w:rsid w:val="00B8437D"/>
    <w:rsid w:val="00B84C6A"/>
    <w:rsid w:val="00B84D4B"/>
    <w:rsid w:val="00B84E1A"/>
    <w:rsid w:val="00B853F9"/>
    <w:rsid w:val="00B85684"/>
    <w:rsid w:val="00B85710"/>
    <w:rsid w:val="00B85782"/>
    <w:rsid w:val="00B85FA0"/>
    <w:rsid w:val="00B860D2"/>
    <w:rsid w:val="00B863FA"/>
    <w:rsid w:val="00B86448"/>
    <w:rsid w:val="00B8644C"/>
    <w:rsid w:val="00B865F7"/>
    <w:rsid w:val="00B86A6E"/>
    <w:rsid w:val="00B86BE9"/>
    <w:rsid w:val="00B86E49"/>
    <w:rsid w:val="00B86FA6"/>
    <w:rsid w:val="00B87257"/>
    <w:rsid w:val="00B873AF"/>
    <w:rsid w:val="00B8777D"/>
    <w:rsid w:val="00B90173"/>
    <w:rsid w:val="00B9043C"/>
    <w:rsid w:val="00B90496"/>
    <w:rsid w:val="00B90634"/>
    <w:rsid w:val="00B90685"/>
    <w:rsid w:val="00B907AF"/>
    <w:rsid w:val="00B907BD"/>
    <w:rsid w:val="00B90930"/>
    <w:rsid w:val="00B90AB5"/>
    <w:rsid w:val="00B91023"/>
    <w:rsid w:val="00B91282"/>
    <w:rsid w:val="00B915A8"/>
    <w:rsid w:val="00B91C58"/>
    <w:rsid w:val="00B91D05"/>
    <w:rsid w:val="00B91DC6"/>
    <w:rsid w:val="00B921A2"/>
    <w:rsid w:val="00B921F8"/>
    <w:rsid w:val="00B92444"/>
    <w:rsid w:val="00B926B1"/>
    <w:rsid w:val="00B92955"/>
    <w:rsid w:val="00B92BC4"/>
    <w:rsid w:val="00B92D8F"/>
    <w:rsid w:val="00B92E8B"/>
    <w:rsid w:val="00B930D9"/>
    <w:rsid w:val="00B93395"/>
    <w:rsid w:val="00B93544"/>
    <w:rsid w:val="00B9390E"/>
    <w:rsid w:val="00B939D5"/>
    <w:rsid w:val="00B93A94"/>
    <w:rsid w:val="00B944B9"/>
    <w:rsid w:val="00B945EB"/>
    <w:rsid w:val="00B94603"/>
    <w:rsid w:val="00B94867"/>
    <w:rsid w:val="00B9590F"/>
    <w:rsid w:val="00B95C77"/>
    <w:rsid w:val="00B96C1A"/>
    <w:rsid w:val="00B97323"/>
    <w:rsid w:val="00B9744A"/>
    <w:rsid w:val="00B978D3"/>
    <w:rsid w:val="00B97E84"/>
    <w:rsid w:val="00BA06E8"/>
    <w:rsid w:val="00BA15EF"/>
    <w:rsid w:val="00BA178E"/>
    <w:rsid w:val="00BA1CAD"/>
    <w:rsid w:val="00BA1D51"/>
    <w:rsid w:val="00BA2ABA"/>
    <w:rsid w:val="00BA2E7F"/>
    <w:rsid w:val="00BA2FBF"/>
    <w:rsid w:val="00BA3486"/>
    <w:rsid w:val="00BA379C"/>
    <w:rsid w:val="00BA3F03"/>
    <w:rsid w:val="00BA4446"/>
    <w:rsid w:val="00BA451B"/>
    <w:rsid w:val="00BA4752"/>
    <w:rsid w:val="00BA4795"/>
    <w:rsid w:val="00BA49A8"/>
    <w:rsid w:val="00BA4BCD"/>
    <w:rsid w:val="00BA5614"/>
    <w:rsid w:val="00BA56AB"/>
    <w:rsid w:val="00BA5CDB"/>
    <w:rsid w:val="00BA637E"/>
    <w:rsid w:val="00BA64F7"/>
    <w:rsid w:val="00BA77B7"/>
    <w:rsid w:val="00BA7DEC"/>
    <w:rsid w:val="00BB0DE4"/>
    <w:rsid w:val="00BB1044"/>
    <w:rsid w:val="00BB1359"/>
    <w:rsid w:val="00BB1839"/>
    <w:rsid w:val="00BB1A60"/>
    <w:rsid w:val="00BB1AA2"/>
    <w:rsid w:val="00BB206D"/>
    <w:rsid w:val="00BB2945"/>
    <w:rsid w:val="00BB2B1F"/>
    <w:rsid w:val="00BB2E61"/>
    <w:rsid w:val="00BB33B7"/>
    <w:rsid w:val="00BB34FF"/>
    <w:rsid w:val="00BB3708"/>
    <w:rsid w:val="00BB3A31"/>
    <w:rsid w:val="00BB3CC3"/>
    <w:rsid w:val="00BB4098"/>
    <w:rsid w:val="00BB418A"/>
    <w:rsid w:val="00BB4652"/>
    <w:rsid w:val="00BB4B69"/>
    <w:rsid w:val="00BB4BB0"/>
    <w:rsid w:val="00BB4BC0"/>
    <w:rsid w:val="00BB4D4D"/>
    <w:rsid w:val="00BB4EB9"/>
    <w:rsid w:val="00BB5059"/>
    <w:rsid w:val="00BB5234"/>
    <w:rsid w:val="00BB5ECB"/>
    <w:rsid w:val="00BB6187"/>
    <w:rsid w:val="00BB66DA"/>
    <w:rsid w:val="00BB6E07"/>
    <w:rsid w:val="00BB7653"/>
    <w:rsid w:val="00BB788D"/>
    <w:rsid w:val="00BB79AD"/>
    <w:rsid w:val="00BC0449"/>
    <w:rsid w:val="00BC063C"/>
    <w:rsid w:val="00BC089F"/>
    <w:rsid w:val="00BC0CC9"/>
    <w:rsid w:val="00BC0D55"/>
    <w:rsid w:val="00BC10BD"/>
    <w:rsid w:val="00BC1B2E"/>
    <w:rsid w:val="00BC1BA9"/>
    <w:rsid w:val="00BC1C87"/>
    <w:rsid w:val="00BC2081"/>
    <w:rsid w:val="00BC21A5"/>
    <w:rsid w:val="00BC22D9"/>
    <w:rsid w:val="00BC24BA"/>
    <w:rsid w:val="00BC2974"/>
    <w:rsid w:val="00BC2CA4"/>
    <w:rsid w:val="00BC2DC0"/>
    <w:rsid w:val="00BC2F96"/>
    <w:rsid w:val="00BC31A9"/>
    <w:rsid w:val="00BC31CE"/>
    <w:rsid w:val="00BC3412"/>
    <w:rsid w:val="00BC34CB"/>
    <w:rsid w:val="00BC371F"/>
    <w:rsid w:val="00BC3776"/>
    <w:rsid w:val="00BC3B0B"/>
    <w:rsid w:val="00BC3B6E"/>
    <w:rsid w:val="00BC483B"/>
    <w:rsid w:val="00BC4975"/>
    <w:rsid w:val="00BC4C14"/>
    <w:rsid w:val="00BC5099"/>
    <w:rsid w:val="00BC577A"/>
    <w:rsid w:val="00BC58C6"/>
    <w:rsid w:val="00BC5AA6"/>
    <w:rsid w:val="00BC5BB0"/>
    <w:rsid w:val="00BC5DC3"/>
    <w:rsid w:val="00BC600D"/>
    <w:rsid w:val="00BC64F7"/>
    <w:rsid w:val="00BC6680"/>
    <w:rsid w:val="00BC6B49"/>
    <w:rsid w:val="00BC6F0C"/>
    <w:rsid w:val="00BC6F7D"/>
    <w:rsid w:val="00BC727B"/>
    <w:rsid w:val="00BC7312"/>
    <w:rsid w:val="00BC7491"/>
    <w:rsid w:val="00BC7901"/>
    <w:rsid w:val="00BC7CE4"/>
    <w:rsid w:val="00BC7EC4"/>
    <w:rsid w:val="00BD0216"/>
    <w:rsid w:val="00BD0305"/>
    <w:rsid w:val="00BD036A"/>
    <w:rsid w:val="00BD0659"/>
    <w:rsid w:val="00BD0B4A"/>
    <w:rsid w:val="00BD0B64"/>
    <w:rsid w:val="00BD0EE3"/>
    <w:rsid w:val="00BD125A"/>
    <w:rsid w:val="00BD12A7"/>
    <w:rsid w:val="00BD14B8"/>
    <w:rsid w:val="00BD1685"/>
    <w:rsid w:val="00BD1B4F"/>
    <w:rsid w:val="00BD1CFE"/>
    <w:rsid w:val="00BD1D3A"/>
    <w:rsid w:val="00BD20BE"/>
    <w:rsid w:val="00BD21B3"/>
    <w:rsid w:val="00BD2659"/>
    <w:rsid w:val="00BD285B"/>
    <w:rsid w:val="00BD30CE"/>
    <w:rsid w:val="00BD30ED"/>
    <w:rsid w:val="00BD32BB"/>
    <w:rsid w:val="00BD3D79"/>
    <w:rsid w:val="00BD3FB5"/>
    <w:rsid w:val="00BD42EF"/>
    <w:rsid w:val="00BD4C4A"/>
    <w:rsid w:val="00BD50A5"/>
    <w:rsid w:val="00BD5933"/>
    <w:rsid w:val="00BD60AC"/>
    <w:rsid w:val="00BD70E5"/>
    <w:rsid w:val="00BD73A1"/>
    <w:rsid w:val="00BD75C5"/>
    <w:rsid w:val="00BD7892"/>
    <w:rsid w:val="00BD7E78"/>
    <w:rsid w:val="00BE009A"/>
    <w:rsid w:val="00BE037D"/>
    <w:rsid w:val="00BE0797"/>
    <w:rsid w:val="00BE0BAA"/>
    <w:rsid w:val="00BE0D20"/>
    <w:rsid w:val="00BE0EC8"/>
    <w:rsid w:val="00BE1248"/>
    <w:rsid w:val="00BE136C"/>
    <w:rsid w:val="00BE1563"/>
    <w:rsid w:val="00BE2519"/>
    <w:rsid w:val="00BE27F9"/>
    <w:rsid w:val="00BE2ADB"/>
    <w:rsid w:val="00BE2FF8"/>
    <w:rsid w:val="00BE30CE"/>
    <w:rsid w:val="00BE35C1"/>
    <w:rsid w:val="00BE3970"/>
    <w:rsid w:val="00BE39CE"/>
    <w:rsid w:val="00BE43AE"/>
    <w:rsid w:val="00BE443F"/>
    <w:rsid w:val="00BE45BD"/>
    <w:rsid w:val="00BE48EA"/>
    <w:rsid w:val="00BE51F0"/>
    <w:rsid w:val="00BE5265"/>
    <w:rsid w:val="00BE59E6"/>
    <w:rsid w:val="00BE5DD8"/>
    <w:rsid w:val="00BE62B2"/>
    <w:rsid w:val="00BE643C"/>
    <w:rsid w:val="00BE661F"/>
    <w:rsid w:val="00BE66C5"/>
    <w:rsid w:val="00BE6CA5"/>
    <w:rsid w:val="00BE72F8"/>
    <w:rsid w:val="00BF0708"/>
    <w:rsid w:val="00BF093A"/>
    <w:rsid w:val="00BF0C24"/>
    <w:rsid w:val="00BF0FA5"/>
    <w:rsid w:val="00BF16A5"/>
    <w:rsid w:val="00BF184F"/>
    <w:rsid w:val="00BF1907"/>
    <w:rsid w:val="00BF1912"/>
    <w:rsid w:val="00BF2506"/>
    <w:rsid w:val="00BF2559"/>
    <w:rsid w:val="00BF262E"/>
    <w:rsid w:val="00BF27B5"/>
    <w:rsid w:val="00BF27FF"/>
    <w:rsid w:val="00BF2C22"/>
    <w:rsid w:val="00BF2F1A"/>
    <w:rsid w:val="00BF32AB"/>
    <w:rsid w:val="00BF331D"/>
    <w:rsid w:val="00BF3573"/>
    <w:rsid w:val="00BF3DE5"/>
    <w:rsid w:val="00BF3FC1"/>
    <w:rsid w:val="00BF470E"/>
    <w:rsid w:val="00BF4724"/>
    <w:rsid w:val="00BF487D"/>
    <w:rsid w:val="00BF4EB7"/>
    <w:rsid w:val="00BF5440"/>
    <w:rsid w:val="00BF56F1"/>
    <w:rsid w:val="00BF5A92"/>
    <w:rsid w:val="00BF5E40"/>
    <w:rsid w:val="00BF65BC"/>
    <w:rsid w:val="00BF6645"/>
    <w:rsid w:val="00BF6723"/>
    <w:rsid w:val="00BF6AF4"/>
    <w:rsid w:val="00BF6D5F"/>
    <w:rsid w:val="00BF707D"/>
    <w:rsid w:val="00BF7335"/>
    <w:rsid w:val="00BF73D2"/>
    <w:rsid w:val="00BF74BA"/>
    <w:rsid w:val="00C006AE"/>
    <w:rsid w:val="00C00A82"/>
    <w:rsid w:val="00C00CEA"/>
    <w:rsid w:val="00C0103E"/>
    <w:rsid w:val="00C01420"/>
    <w:rsid w:val="00C01AA7"/>
    <w:rsid w:val="00C01FF1"/>
    <w:rsid w:val="00C0216A"/>
    <w:rsid w:val="00C021B1"/>
    <w:rsid w:val="00C02432"/>
    <w:rsid w:val="00C025EF"/>
    <w:rsid w:val="00C02755"/>
    <w:rsid w:val="00C02939"/>
    <w:rsid w:val="00C02A10"/>
    <w:rsid w:val="00C0305A"/>
    <w:rsid w:val="00C030C3"/>
    <w:rsid w:val="00C037B4"/>
    <w:rsid w:val="00C039CD"/>
    <w:rsid w:val="00C03A2A"/>
    <w:rsid w:val="00C03C7E"/>
    <w:rsid w:val="00C03F46"/>
    <w:rsid w:val="00C03F47"/>
    <w:rsid w:val="00C03FB1"/>
    <w:rsid w:val="00C04104"/>
    <w:rsid w:val="00C042B9"/>
    <w:rsid w:val="00C042BA"/>
    <w:rsid w:val="00C045A2"/>
    <w:rsid w:val="00C04A1F"/>
    <w:rsid w:val="00C04B4B"/>
    <w:rsid w:val="00C04BB4"/>
    <w:rsid w:val="00C04BC3"/>
    <w:rsid w:val="00C04F41"/>
    <w:rsid w:val="00C05560"/>
    <w:rsid w:val="00C05592"/>
    <w:rsid w:val="00C0585E"/>
    <w:rsid w:val="00C058F1"/>
    <w:rsid w:val="00C05C53"/>
    <w:rsid w:val="00C05CE6"/>
    <w:rsid w:val="00C0604B"/>
    <w:rsid w:val="00C060F6"/>
    <w:rsid w:val="00C060FB"/>
    <w:rsid w:val="00C061FC"/>
    <w:rsid w:val="00C06262"/>
    <w:rsid w:val="00C068D9"/>
    <w:rsid w:val="00C069B8"/>
    <w:rsid w:val="00C06F75"/>
    <w:rsid w:val="00C0725D"/>
    <w:rsid w:val="00C07448"/>
    <w:rsid w:val="00C077B3"/>
    <w:rsid w:val="00C077DD"/>
    <w:rsid w:val="00C07C02"/>
    <w:rsid w:val="00C10B20"/>
    <w:rsid w:val="00C114E2"/>
    <w:rsid w:val="00C11615"/>
    <w:rsid w:val="00C1190B"/>
    <w:rsid w:val="00C120B7"/>
    <w:rsid w:val="00C1247C"/>
    <w:rsid w:val="00C129C1"/>
    <w:rsid w:val="00C12A86"/>
    <w:rsid w:val="00C12CE7"/>
    <w:rsid w:val="00C13797"/>
    <w:rsid w:val="00C13825"/>
    <w:rsid w:val="00C13B86"/>
    <w:rsid w:val="00C13D68"/>
    <w:rsid w:val="00C14038"/>
    <w:rsid w:val="00C14049"/>
    <w:rsid w:val="00C1479A"/>
    <w:rsid w:val="00C148E9"/>
    <w:rsid w:val="00C14BF1"/>
    <w:rsid w:val="00C15238"/>
    <w:rsid w:val="00C1532A"/>
    <w:rsid w:val="00C15458"/>
    <w:rsid w:val="00C156EE"/>
    <w:rsid w:val="00C1660F"/>
    <w:rsid w:val="00C1667B"/>
    <w:rsid w:val="00C16716"/>
    <w:rsid w:val="00C167BB"/>
    <w:rsid w:val="00C1680D"/>
    <w:rsid w:val="00C169E4"/>
    <w:rsid w:val="00C171EE"/>
    <w:rsid w:val="00C1740A"/>
    <w:rsid w:val="00C1769B"/>
    <w:rsid w:val="00C17B39"/>
    <w:rsid w:val="00C203EA"/>
    <w:rsid w:val="00C20755"/>
    <w:rsid w:val="00C207FA"/>
    <w:rsid w:val="00C2131A"/>
    <w:rsid w:val="00C2185B"/>
    <w:rsid w:val="00C21D46"/>
    <w:rsid w:val="00C21FF3"/>
    <w:rsid w:val="00C222F0"/>
    <w:rsid w:val="00C22673"/>
    <w:rsid w:val="00C23179"/>
    <w:rsid w:val="00C232F1"/>
    <w:rsid w:val="00C23B70"/>
    <w:rsid w:val="00C23EAC"/>
    <w:rsid w:val="00C240D2"/>
    <w:rsid w:val="00C24535"/>
    <w:rsid w:val="00C24654"/>
    <w:rsid w:val="00C24BE9"/>
    <w:rsid w:val="00C252C7"/>
    <w:rsid w:val="00C25609"/>
    <w:rsid w:val="00C25659"/>
    <w:rsid w:val="00C257A4"/>
    <w:rsid w:val="00C2586E"/>
    <w:rsid w:val="00C25BB1"/>
    <w:rsid w:val="00C25FD8"/>
    <w:rsid w:val="00C26762"/>
    <w:rsid w:val="00C26A5C"/>
    <w:rsid w:val="00C26BDE"/>
    <w:rsid w:val="00C26C69"/>
    <w:rsid w:val="00C26FCD"/>
    <w:rsid w:val="00C27A20"/>
    <w:rsid w:val="00C27DCE"/>
    <w:rsid w:val="00C30178"/>
    <w:rsid w:val="00C305B2"/>
    <w:rsid w:val="00C308C3"/>
    <w:rsid w:val="00C30A25"/>
    <w:rsid w:val="00C30F1C"/>
    <w:rsid w:val="00C30F60"/>
    <w:rsid w:val="00C31736"/>
    <w:rsid w:val="00C319CA"/>
    <w:rsid w:val="00C31D3D"/>
    <w:rsid w:val="00C31F9C"/>
    <w:rsid w:val="00C322E7"/>
    <w:rsid w:val="00C323E4"/>
    <w:rsid w:val="00C3299C"/>
    <w:rsid w:val="00C32B32"/>
    <w:rsid w:val="00C33141"/>
    <w:rsid w:val="00C33545"/>
    <w:rsid w:val="00C336D3"/>
    <w:rsid w:val="00C337A5"/>
    <w:rsid w:val="00C33949"/>
    <w:rsid w:val="00C33DA7"/>
    <w:rsid w:val="00C33DCD"/>
    <w:rsid w:val="00C33E85"/>
    <w:rsid w:val="00C33ED9"/>
    <w:rsid w:val="00C33F6B"/>
    <w:rsid w:val="00C3418D"/>
    <w:rsid w:val="00C3440F"/>
    <w:rsid w:val="00C34729"/>
    <w:rsid w:val="00C34A4E"/>
    <w:rsid w:val="00C34F3C"/>
    <w:rsid w:val="00C35443"/>
    <w:rsid w:val="00C35BA7"/>
    <w:rsid w:val="00C362D8"/>
    <w:rsid w:val="00C362ED"/>
    <w:rsid w:val="00C367CA"/>
    <w:rsid w:val="00C36948"/>
    <w:rsid w:val="00C36A35"/>
    <w:rsid w:val="00C36E05"/>
    <w:rsid w:val="00C36E37"/>
    <w:rsid w:val="00C36FA2"/>
    <w:rsid w:val="00C370B4"/>
    <w:rsid w:val="00C370D7"/>
    <w:rsid w:val="00C3734A"/>
    <w:rsid w:val="00C37475"/>
    <w:rsid w:val="00C3750C"/>
    <w:rsid w:val="00C37B96"/>
    <w:rsid w:val="00C37CB5"/>
    <w:rsid w:val="00C37FD4"/>
    <w:rsid w:val="00C40273"/>
    <w:rsid w:val="00C40837"/>
    <w:rsid w:val="00C40B80"/>
    <w:rsid w:val="00C40FC8"/>
    <w:rsid w:val="00C4105F"/>
    <w:rsid w:val="00C418B8"/>
    <w:rsid w:val="00C41FF0"/>
    <w:rsid w:val="00C42096"/>
    <w:rsid w:val="00C42645"/>
    <w:rsid w:val="00C42B38"/>
    <w:rsid w:val="00C42E7D"/>
    <w:rsid w:val="00C42F75"/>
    <w:rsid w:val="00C42F84"/>
    <w:rsid w:val="00C4336A"/>
    <w:rsid w:val="00C43A91"/>
    <w:rsid w:val="00C4442D"/>
    <w:rsid w:val="00C444F0"/>
    <w:rsid w:val="00C44A8B"/>
    <w:rsid w:val="00C44E01"/>
    <w:rsid w:val="00C44F43"/>
    <w:rsid w:val="00C4516A"/>
    <w:rsid w:val="00C45380"/>
    <w:rsid w:val="00C45821"/>
    <w:rsid w:val="00C459F6"/>
    <w:rsid w:val="00C45B06"/>
    <w:rsid w:val="00C45BA3"/>
    <w:rsid w:val="00C45C21"/>
    <w:rsid w:val="00C45DE8"/>
    <w:rsid w:val="00C45FDA"/>
    <w:rsid w:val="00C4613B"/>
    <w:rsid w:val="00C465DD"/>
    <w:rsid w:val="00C46944"/>
    <w:rsid w:val="00C46DE9"/>
    <w:rsid w:val="00C46E14"/>
    <w:rsid w:val="00C47532"/>
    <w:rsid w:val="00C479F7"/>
    <w:rsid w:val="00C47B98"/>
    <w:rsid w:val="00C50310"/>
    <w:rsid w:val="00C503ED"/>
    <w:rsid w:val="00C517D8"/>
    <w:rsid w:val="00C51812"/>
    <w:rsid w:val="00C51ABC"/>
    <w:rsid w:val="00C51D8A"/>
    <w:rsid w:val="00C51E43"/>
    <w:rsid w:val="00C51EB3"/>
    <w:rsid w:val="00C52533"/>
    <w:rsid w:val="00C52582"/>
    <w:rsid w:val="00C52682"/>
    <w:rsid w:val="00C52DED"/>
    <w:rsid w:val="00C52DF3"/>
    <w:rsid w:val="00C5360B"/>
    <w:rsid w:val="00C53DFB"/>
    <w:rsid w:val="00C53FAD"/>
    <w:rsid w:val="00C541B9"/>
    <w:rsid w:val="00C5430F"/>
    <w:rsid w:val="00C54417"/>
    <w:rsid w:val="00C546BE"/>
    <w:rsid w:val="00C5520D"/>
    <w:rsid w:val="00C552AC"/>
    <w:rsid w:val="00C55315"/>
    <w:rsid w:val="00C55645"/>
    <w:rsid w:val="00C55694"/>
    <w:rsid w:val="00C55CDE"/>
    <w:rsid w:val="00C55F15"/>
    <w:rsid w:val="00C55FD1"/>
    <w:rsid w:val="00C560F0"/>
    <w:rsid w:val="00C566F2"/>
    <w:rsid w:val="00C567A0"/>
    <w:rsid w:val="00C56BBB"/>
    <w:rsid w:val="00C5712E"/>
    <w:rsid w:val="00C571F2"/>
    <w:rsid w:val="00C60268"/>
    <w:rsid w:val="00C602E3"/>
    <w:rsid w:val="00C606B8"/>
    <w:rsid w:val="00C61333"/>
    <w:rsid w:val="00C61438"/>
    <w:rsid w:val="00C61482"/>
    <w:rsid w:val="00C61819"/>
    <w:rsid w:val="00C61ECB"/>
    <w:rsid w:val="00C61F77"/>
    <w:rsid w:val="00C6236E"/>
    <w:rsid w:val="00C62944"/>
    <w:rsid w:val="00C62C6E"/>
    <w:rsid w:val="00C634AF"/>
    <w:rsid w:val="00C635E1"/>
    <w:rsid w:val="00C641A4"/>
    <w:rsid w:val="00C64320"/>
    <w:rsid w:val="00C64761"/>
    <w:rsid w:val="00C6478F"/>
    <w:rsid w:val="00C64B9A"/>
    <w:rsid w:val="00C64EDB"/>
    <w:rsid w:val="00C65036"/>
    <w:rsid w:val="00C65391"/>
    <w:rsid w:val="00C65409"/>
    <w:rsid w:val="00C655C8"/>
    <w:rsid w:val="00C659FB"/>
    <w:rsid w:val="00C65D5E"/>
    <w:rsid w:val="00C65E93"/>
    <w:rsid w:val="00C665C8"/>
    <w:rsid w:val="00C6696B"/>
    <w:rsid w:val="00C66BAF"/>
    <w:rsid w:val="00C66D00"/>
    <w:rsid w:val="00C66EB3"/>
    <w:rsid w:val="00C67A99"/>
    <w:rsid w:val="00C70160"/>
    <w:rsid w:val="00C70A28"/>
    <w:rsid w:val="00C70C02"/>
    <w:rsid w:val="00C70C24"/>
    <w:rsid w:val="00C70E28"/>
    <w:rsid w:val="00C71B29"/>
    <w:rsid w:val="00C7218D"/>
    <w:rsid w:val="00C721DB"/>
    <w:rsid w:val="00C72352"/>
    <w:rsid w:val="00C72668"/>
    <w:rsid w:val="00C7385F"/>
    <w:rsid w:val="00C73863"/>
    <w:rsid w:val="00C73CBC"/>
    <w:rsid w:val="00C74A62"/>
    <w:rsid w:val="00C75034"/>
    <w:rsid w:val="00C7588E"/>
    <w:rsid w:val="00C75AD8"/>
    <w:rsid w:val="00C75C15"/>
    <w:rsid w:val="00C762FE"/>
    <w:rsid w:val="00C76304"/>
    <w:rsid w:val="00C7675C"/>
    <w:rsid w:val="00C768F2"/>
    <w:rsid w:val="00C76E7C"/>
    <w:rsid w:val="00C772B5"/>
    <w:rsid w:val="00C778D8"/>
    <w:rsid w:val="00C8010E"/>
    <w:rsid w:val="00C801C0"/>
    <w:rsid w:val="00C80508"/>
    <w:rsid w:val="00C807CB"/>
    <w:rsid w:val="00C80860"/>
    <w:rsid w:val="00C80870"/>
    <w:rsid w:val="00C809C9"/>
    <w:rsid w:val="00C80E23"/>
    <w:rsid w:val="00C80E60"/>
    <w:rsid w:val="00C80F03"/>
    <w:rsid w:val="00C80F86"/>
    <w:rsid w:val="00C8137B"/>
    <w:rsid w:val="00C817E3"/>
    <w:rsid w:val="00C81975"/>
    <w:rsid w:val="00C81AE9"/>
    <w:rsid w:val="00C8210C"/>
    <w:rsid w:val="00C823A0"/>
    <w:rsid w:val="00C823CF"/>
    <w:rsid w:val="00C825FF"/>
    <w:rsid w:val="00C82C50"/>
    <w:rsid w:val="00C82FBB"/>
    <w:rsid w:val="00C831A8"/>
    <w:rsid w:val="00C83585"/>
    <w:rsid w:val="00C84107"/>
    <w:rsid w:val="00C84232"/>
    <w:rsid w:val="00C844AF"/>
    <w:rsid w:val="00C84539"/>
    <w:rsid w:val="00C84A48"/>
    <w:rsid w:val="00C84B96"/>
    <w:rsid w:val="00C8579E"/>
    <w:rsid w:val="00C85FDB"/>
    <w:rsid w:val="00C863B6"/>
    <w:rsid w:val="00C8673B"/>
    <w:rsid w:val="00C867E6"/>
    <w:rsid w:val="00C86885"/>
    <w:rsid w:val="00C869DA"/>
    <w:rsid w:val="00C86F60"/>
    <w:rsid w:val="00C871F3"/>
    <w:rsid w:val="00C87741"/>
    <w:rsid w:val="00C87B5E"/>
    <w:rsid w:val="00C87E00"/>
    <w:rsid w:val="00C87EB5"/>
    <w:rsid w:val="00C9049A"/>
    <w:rsid w:val="00C9077F"/>
    <w:rsid w:val="00C9095E"/>
    <w:rsid w:val="00C90A84"/>
    <w:rsid w:val="00C90AEE"/>
    <w:rsid w:val="00C90CDF"/>
    <w:rsid w:val="00C90F51"/>
    <w:rsid w:val="00C91100"/>
    <w:rsid w:val="00C9180D"/>
    <w:rsid w:val="00C91E7B"/>
    <w:rsid w:val="00C9200C"/>
    <w:rsid w:val="00C925D6"/>
    <w:rsid w:val="00C926CA"/>
    <w:rsid w:val="00C928BB"/>
    <w:rsid w:val="00C92B61"/>
    <w:rsid w:val="00C92BF2"/>
    <w:rsid w:val="00C92C05"/>
    <w:rsid w:val="00C9361F"/>
    <w:rsid w:val="00C93A0A"/>
    <w:rsid w:val="00C93C3D"/>
    <w:rsid w:val="00C94EF2"/>
    <w:rsid w:val="00C94FDA"/>
    <w:rsid w:val="00C95363"/>
    <w:rsid w:val="00C9547E"/>
    <w:rsid w:val="00C955F2"/>
    <w:rsid w:val="00C95896"/>
    <w:rsid w:val="00C960BA"/>
    <w:rsid w:val="00C96DE8"/>
    <w:rsid w:val="00C9774E"/>
    <w:rsid w:val="00C97B79"/>
    <w:rsid w:val="00CA0250"/>
    <w:rsid w:val="00CA02BA"/>
    <w:rsid w:val="00CA03F4"/>
    <w:rsid w:val="00CA09C8"/>
    <w:rsid w:val="00CA0AAD"/>
    <w:rsid w:val="00CA0D15"/>
    <w:rsid w:val="00CA140C"/>
    <w:rsid w:val="00CA1E1C"/>
    <w:rsid w:val="00CA2069"/>
    <w:rsid w:val="00CA22C5"/>
    <w:rsid w:val="00CA2622"/>
    <w:rsid w:val="00CA2A76"/>
    <w:rsid w:val="00CA34D6"/>
    <w:rsid w:val="00CA37C6"/>
    <w:rsid w:val="00CA38CD"/>
    <w:rsid w:val="00CA3FF0"/>
    <w:rsid w:val="00CA407D"/>
    <w:rsid w:val="00CA41B9"/>
    <w:rsid w:val="00CA42A0"/>
    <w:rsid w:val="00CA5475"/>
    <w:rsid w:val="00CA5626"/>
    <w:rsid w:val="00CA5A4B"/>
    <w:rsid w:val="00CA6337"/>
    <w:rsid w:val="00CA634E"/>
    <w:rsid w:val="00CA6BD9"/>
    <w:rsid w:val="00CA6C59"/>
    <w:rsid w:val="00CA6F12"/>
    <w:rsid w:val="00CA7590"/>
    <w:rsid w:val="00CB0920"/>
    <w:rsid w:val="00CB09B7"/>
    <w:rsid w:val="00CB0BF9"/>
    <w:rsid w:val="00CB1682"/>
    <w:rsid w:val="00CB16D1"/>
    <w:rsid w:val="00CB181E"/>
    <w:rsid w:val="00CB1C41"/>
    <w:rsid w:val="00CB1CE6"/>
    <w:rsid w:val="00CB29A3"/>
    <w:rsid w:val="00CB2A22"/>
    <w:rsid w:val="00CB2A44"/>
    <w:rsid w:val="00CB2BCA"/>
    <w:rsid w:val="00CB2DE1"/>
    <w:rsid w:val="00CB2F1B"/>
    <w:rsid w:val="00CB3010"/>
    <w:rsid w:val="00CB318A"/>
    <w:rsid w:val="00CB34F5"/>
    <w:rsid w:val="00CB4153"/>
    <w:rsid w:val="00CB4ADB"/>
    <w:rsid w:val="00CB4EC2"/>
    <w:rsid w:val="00CB4F3F"/>
    <w:rsid w:val="00CB5247"/>
    <w:rsid w:val="00CB526D"/>
    <w:rsid w:val="00CB5AEA"/>
    <w:rsid w:val="00CB5BBF"/>
    <w:rsid w:val="00CB5D0A"/>
    <w:rsid w:val="00CB5E4A"/>
    <w:rsid w:val="00CB6950"/>
    <w:rsid w:val="00CB6CBA"/>
    <w:rsid w:val="00CB6E8B"/>
    <w:rsid w:val="00CB6F9E"/>
    <w:rsid w:val="00CB71EC"/>
    <w:rsid w:val="00CB72F6"/>
    <w:rsid w:val="00CB73F6"/>
    <w:rsid w:val="00CB7424"/>
    <w:rsid w:val="00CB753B"/>
    <w:rsid w:val="00CB7714"/>
    <w:rsid w:val="00CB77B2"/>
    <w:rsid w:val="00CB7A86"/>
    <w:rsid w:val="00CB7D62"/>
    <w:rsid w:val="00CB7E17"/>
    <w:rsid w:val="00CC0699"/>
    <w:rsid w:val="00CC0EBE"/>
    <w:rsid w:val="00CC0FCA"/>
    <w:rsid w:val="00CC17A7"/>
    <w:rsid w:val="00CC1990"/>
    <w:rsid w:val="00CC1A7A"/>
    <w:rsid w:val="00CC1D69"/>
    <w:rsid w:val="00CC1F37"/>
    <w:rsid w:val="00CC2603"/>
    <w:rsid w:val="00CC2828"/>
    <w:rsid w:val="00CC2A39"/>
    <w:rsid w:val="00CC2CF0"/>
    <w:rsid w:val="00CC2FBB"/>
    <w:rsid w:val="00CC32C1"/>
    <w:rsid w:val="00CC3344"/>
    <w:rsid w:val="00CC3360"/>
    <w:rsid w:val="00CC3A79"/>
    <w:rsid w:val="00CC3C23"/>
    <w:rsid w:val="00CC4715"/>
    <w:rsid w:val="00CC4823"/>
    <w:rsid w:val="00CC502C"/>
    <w:rsid w:val="00CC5686"/>
    <w:rsid w:val="00CC5896"/>
    <w:rsid w:val="00CC5A0D"/>
    <w:rsid w:val="00CC5AE4"/>
    <w:rsid w:val="00CC5DD2"/>
    <w:rsid w:val="00CC5DEE"/>
    <w:rsid w:val="00CC5E10"/>
    <w:rsid w:val="00CC60A8"/>
    <w:rsid w:val="00CC6413"/>
    <w:rsid w:val="00CC68E6"/>
    <w:rsid w:val="00CC6949"/>
    <w:rsid w:val="00CC6C12"/>
    <w:rsid w:val="00CC6DD5"/>
    <w:rsid w:val="00CC6EA1"/>
    <w:rsid w:val="00CC7045"/>
    <w:rsid w:val="00CC72B7"/>
    <w:rsid w:val="00CC75E0"/>
    <w:rsid w:val="00CC7A77"/>
    <w:rsid w:val="00CD0195"/>
    <w:rsid w:val="00CD01BB"/>
    <w:rsid w:val="00CD0221"/>
    <w:rsid w:val="00CD064F"/>
    <w:rsid w:val="00CD0761"/>
    <w:rsid w:val="00CD0A47"/>
    <w:rsid w:val="00CD0B98"/>
    <w:rsid w:val="00CD0CA2"/>
    <w:rsid w:val="00CD185A"/>
    <w:rsid w:val="00CD2383"/>
    <w:rsid w:val="00CD23AE"/>
    <w:rsid w:val="00CD2545"/>
    <w:rsid w:val="00CD299F"/>
    <w:rsid w:val="00CD2DFC"/>
    <w:rsid w:val="00CD2EE3"/>
    <w:rsid w:val="00CD3122"/>
    <w:rsid w:val="00CD3AE1"/>
    <w:rsid w:val="00CD3B4D"/>
    <w:rsid w:val="00CD3E1E"/>
    <w:rsid w:val="00CD45C3"/>
    <w:rsid w:val="00CD4B4E"/>
    <w:rsid w:val="00CD4E5F"/>
    <w:rsid w:val="00CD4F1B"/>
    <w:rsid w:val="00CD55C6"/>
    <w:rsid w:val="00CD563F"/>
    <w:rsid w:val="00CD58F5"/>
    <w:rsid w:val="00CD5C53"/>
    <w:rsid w:val="00CD5CBC"/>
    <w:rsid w:val="00CD5E25"/>
    <w:rsid w:val="00CD69C3"/>
    <w:rsid w:val="00CD6BA2"/>
    <w:rsid w:val="00CD6E08"/>
    <w:rsid w:val="00CD70E6"/>
    <w:rsid w:val="00CD7206"/>
    <w:rsid w:val="00CD74C5"/>
    <w:rsid w:val="00CD75DA"/>
    <w:rsid w:val="00CD77C7"/>
    <w:rsid w:val="00CD7ABA"/>
    <w:rsid w:val="00CD7B86"/>
    <w:rsid w:val="00CE001B"/>
    <w:rsid w:val="00CE00E6"/>
    <w:rsid w:val="00CE01F2"/>
    <w:rsid w:val="00CE04B9"/>
    <w:rsid w:val="00CE071C"/>
    <w:rsid w:val="00CE072E"/>
    <w:rsid w:val="00CE08F8"/>
    <w:rsid w:val="00CE0BA4"/>
    <w:rsid w:val="00CE0FDF"/>
    <w:rsid w:val="00CE115A"/>
    <w:rsid w:val="00CE1344"/>
    <w:rsid w:val="00CE148C"/>
    <w:rsid w:val="00CE1922"/>
    <w:rsid w:val="00CE1B80"/>
    <w:rsid w:val="00CE1B8F"/>
    <w:rsid w:val="00CE1C00"/>
    <w:rsid w:val="00CE1C1B"/>
    <w:rsid w:val="00CE1D3B"/>
    <w:rsid w:val="00CE1D7A"/>
    <w:rsid w:val="00CE24F3"/>
    <w:rsid w:val="00CE268D"/>
    <w:rsid w:val="00CE271D"/>
    <w:rsid w:val="00CE2757"/>
    <w:rsid w:val="00CE297B"/>
    <w:rsid w:val="00CE2DE0"/>
    <w:rsid w:val="00CE2F8C"/>
    <w:rsid w:val="00CE3919"/>
    <w:rsid w:val="00CE3B24"/>
    <w:rsid w:val="00CE3B3D"/>
    <w:rsid w:val="00CE3C9F"/>
    <w:rsid w:val="00CE3DA9"/>
    <w:rsid w:val="00CE4770"/>
    <w:rsid w:val="00CE4954"/>
    <w:rsid w:val="00CE49BA"/>
    <w:rsid w:val="00CE4E11"/>
    <w:rsid w:val="00CE547F"/>
    <w:rsid w:val="00CE57D1"/>
    <w:rsid w:val="00CE5910"/>
    <w:rsid w:val="00CE69F4"/>
    <w:rsid w:val="00CE6E31"/>
    <w:rsid w:val="00CE6E67"/>
    <w:rsid w:val="00CE6EB7"/>
    <w:rsid w:val="00CE6F49"/>
    <w:rsid w:val="00CE71F0"/>
    <w:rsid w:val="00CE72B1"/>
    <w:rsid w:val="00CE7442"/>
    <w:rsid w:val="00CE7C41"/>
    <w:rsid w:val="00CF02EC"/>
    <w:rsid w:val="00CF04EB"/>
    <w:rsid w:val="00CF083B"/>
    <w:rsid w:val="00CF0FEF"/>
    <w:rsid w:val="00CF10C2"/>
    <w:rsid w:val="00CF12C3"/>
    <w:rsid w:val="00CF18D6"/>
    <w:rsid w:val="00CF1995"/>
    <w:rsid w:val="00CF1BC6"/>
    <w:rsid w:val="00CF1D78"/>
    <w:rsid w:val="00CF3317"/>
    <w:rsid w:val="00CF3319"/>
    <w:rsid w:val="00CF36FC"/>
    <w:rsid w:val="00CF3A37"/>
    <w:rsid w:val="00CF3B43"/>
    <w:rsid w:val="00CF3E21"/>
    <w:rsid w:val="00CF3F16"/>
    <w:rsid w:val="00CF4649"/>
    <w:rsid w:val="00CF53F8"/>
    <w:rsid w:val="00CF54AA"/>
    <w:rsid w:val="00CF588D"/>
    <w:rsid w:val="00CF5F1C"/>
    <w:rsid w:val="00CF6A28"/>
    <w:rsid w:val="00CF6BB4"/>
    <w:rsid w:val="00CF7143"/>
    <w:rsid w:val="00CF7486"/>
    <w:rsid w:val="00CF79A5"/>
    <w:rsid w:val="00CF7CE0"/>
    <w:rsid w:val="00D00130"/>
    <w:rsid w:val="00D00368"/>
    <w:rsid w:val="00D00702"/>
    <w:rsid w:val="00D00709"/>
    <w:rsid w:val="00D007BB"/>
    <w:rsid w:val="00D0095D"/>
    <w:rsid w:val="00D00D2A"/>
    <w:rsid w:val="00D00FE4"/>
    <w:rsid w:val="00D0159D"/>
    <w:rsid w:val="00D0174E"/>
    <w:rsid w:val="00D017B4"/>
    <w:rsid w:val="00D018C8"/>
    <w:rsid w:val="00D01A6C"/>
    <w:rsid w:val="00D01BB8"/>
    <w:rsid w:val="00D01C54"/>
    <w:rsid w:val="00D02301"/>
    <w:rsid w:val="00D02917"/>
    <w:rsid w:val="00D02D3F"/>
    <w:rsid w:val="00D031EE"/>
    <w:rsid w:val="00D034B4"/>
    <w:rsid w:val="00D03529"/>
    <w:rsid w:val="00D0358A"/>
    <w:rsid w:val="00D03A31"/>
    <w:rsid w:val="00D03AF3"/>
    <w:rsid w:val="00D03B84"/>
    <w:rsid w:val="00D04194"/>
    <w:rsid w:val="00D0423B"/>
    <w:rsid w:val="00D04293"/>
    <w:rsid w:val="00D04721"/>
    <w:rsid w:val="00D0477E"/>
    <w:rsid w:val="00D047D3"/>
    <w:rsid w:val="00D04956"/>
    <w:rsid w:val="00D049A9"/>
    <w:rsid w:val="00D04BFC"/>
    <w:rsid w:val="00D05569"/>
    <w:rsid w:val="00D05751"/>
    <w:rsid w:val="00D05A7B"/>
    <w:rsid w:val="00D061D5"/>
    <w:rsid w:val="00D06426"/>
    <w:rsid w:val="00D068AC"/>
    <w:rsid w:val="00D07029"/>
    <w:rsid w:val="00D07436"/>
    <w:rsid w:val="00D07488"/>
    <w:rsid w:val="00D0755B"/>
    <w:rsid w:val="00D07ABB"/>
    <w:rsid w:val="00D100D4"/>
    <w:rsid w:val="00D1024F"/>
    <w:rsid w:val="00D102B2"/>
    <w:rsid w:val="00D10768"/>
    <w:rsid w:val="00D10A16"/>
    <w:rsid w:val="00D10AD1"/>
    <w:rsid w:val="00D10B52"/>
    <w:rsid w:val="00D10C49"/>
    <w:rsid w:val="00D10EBC"/>
    <w:rsid w:val="00D111E2"/>
    <w:rsid w:val="00D11683"/>
    <w:rsid w:val="00D1169D"/>
    <w:rsid w:val="00D11823"/>
    <w:rsid w:val="00D118BA"/>
    <w:rsid w:val="00D11E3A"/>
    <w:rsid w:val="00D121C0"/>
    <w:rsid w:val="00D123D4"/>
    <w:rsid w:val="00D1265F"/>
    <w:rsid w:val="00D12B61"/>
    <w:rsid w:val="00D13194"/>
    <w:rsid w:val="00D133D5"/>
    <w:rsid w:val="00D135F3"/>
    <w:rsid w:val="00D13775"/>
    <w:rsid w:val="00D13DFA"/>
    <w:rsid w:val="00D14056"/>
    <w:rsid w:val="00D1465C"/>
    <w:rsid w:val="00D15065"/>
    <w:rsid w:val="00D15255"/>
    <w:rsid w:val="00D15379"/>
    <w:rsid w:val="00D15794"/>
    <w:rsid w:val="00D15941"/>
    <w:rsid w:val="00D15A55"/>
    <w:rsid w:val="00D1644B"/>
    <w:rsid w:val="00D168BD"/>
    <w:rsid w:val="00D179BA"/>
    <w:rsid w:val="00D17CEE"/>
    <w:rsid w:val="00D17F37"/>
    <w:rsid w:val="00D20D35"/>
    <w:rsid w:val="00D2133B"/>
    <w:rsid w:val="00D219D9"/>
    <w:rsid w:val="00D21A24"/>
    <w:rsid w:val="00D22049"/>
    <w:rsid w:val="00D22102"/>
    <w:rsid w:val="00D22801"/>
    <w:rsid w:val="00D22A6C"/>
    <w:rsid w:val="00D22AAF"/>
    <w:rsid w:val="00D2310D"/>
    <w:rsid w:val="00D23507"/>
    <w:rsid w:val="00D236D1"/>
    <w:rsid w:val="00D2372C"/>
    <w:rsid w:val="00D246AF"/>
    <w:rsid w:val="00D24723"/>
    <w:rsid w:val="00D24A53"/>
    <w:rsid w:val="00D24BA0"/>
    <w:rsid w:val="00D25170"/>
    <w:rsid w:val="00D25550"/>
    <w:rsid w:val="00D255E9"/>
    <w:rsid w:val="00D2561A"/>
    <w:rsid w:val="00D2570E"/>
    <w:rsid w:val="00D261AE"/>
    <w:rsid w:val="00D261BB"/>
    <w:rsid w:val="00D267AE"/>
    <w:rsid w:val="00D26FED"/>
    <w:rsid w:val="00D30104"/>
    <w:rsid w:val="00D30147"/>
    <w:rsid w:val="00D30AAA"/>
    <w:rsid w:val="00D3129D"/>
    <w:rsid w:val="00D32005"/>
    <w:rsid w:val="00D32B22"/>
    <w:rsid w:val="00D32FAD"/>
    <w:rsid w:val="00D33073"/>
    <w:rsid w:val="00D33183"/>
    <w:rsid w:val="00D332A4"/>
    <w:rsid w:val="00D3334F"/>
    <w:rsid w:val="00D338BF"/>
    <w:rsid w:val="00D33B34"/>
    <w:rsid w:val="00D33BC0"/>
    <w:rsid w:val="00D33DDA"/>
    <w:rsid w:val="00D340FC"/>
    <w:rsid w:val="00D34629"/>
    <w:rsid w:val="00D349BD"/>
    <w:rsid w:val="00D34C8C"/>
    <w:rsid w:val="00D3508A"/>
    <w:rsid w:val="00D3517A"/>
    <w:rsid w:val="00D351E4"/>
    <w:rsid w:val="00D35207"/>
    <w:rsid w:val="00D3534B"/>
    <w:rsid w:val="00D35944"/>
    <w:rsid w:val="00D359B3"/>
    <w:rsid w:val="00D35B35"/>
    <w:rsid w:val="00D35BAF"/>
    <w:rsid w:val="00D35C8F"/>
    <w:rsid w:val="00D35EDF"/>
    <w:rsid w:val="00D3646D"/>
    <w:rsid w:val="00D36656"/>
    <w:rsid w:val="00D36C36"/>
    <w:rsid w:val="00D36C99"/>
    <w:rsid w:val="00D36CDD"/>
    <w:rsid w:val="00D36D83"/>
    <w:rsid w:val="00D36E73"/>
    <w:rsid w:val="00D3727B"/>
    <w:rsid w:val="00D3736A"/>
    <w:rsid w:val="00D376AB"/>
    <w:rsid w:val="00D37ADB"/>
    <w:rsid w:val="00D37BFA"/>
    <w:rsid w:val="00D400B8"/>
    <w:rsid w:val="00D40258"/>
    <w:rsid w:val="00D40783"/>
    <w:rsid w:val="00D4081D"/>
    <w:rsid w:val="00D40926"/>
    <w:rsid w:val="00D40C80"/>
    <w:rsid w:val="00D40CE6"/>
    <w:rsid w:val="00D40DDD"/>
    <w:rsid w:val="00D40F43"/>
    <w:rsid w:val="00D41076"/>
    <w:rsid w:val="00D417B7"/>
    <w:rsid w:val="00D41831"/>
    <w:rsid w:val="00D424CE"/>
    <w:rsid w:val="00D42BA3"/>
    <w:rsid w:val="00D435A2"/>
    <w:rsid w:val="00D436F6"/>
    <w:rsid w:val="00D43771"/>
    <w:rsid w:val="00D4396F"/>
    <w:rsid w:val="00D4417B"/>
    <w:rsid w:val="00D44686"/>
    <w:rsid w:val="00D44FEC"/>
    <w:rsid w:val="00D4517E"/>
    <w:rsid w:val="00D4552E"/>
    <w:rsid w:val="00D45FC8"/>
    <w:rsid w:val="00D4616D"/>
    <w:rsid w:val="00D4617F"/>
    <w:rsid w:val="00D46302"/>
    <w:rsid w:val="00D465B0"/>
    <w:rsid w:val="00D46737"/>
    <w:rsid w:val="00D467CE"/>
    <w:rsid w:val="00D46888"/>
    <w:rsid w:val="00D47237"/>
    <w:rsid w:val="00D47292"/>
    <w:rsid w:val="00D47537"/>
    <w:rsid w:val="00D478F6"/>
    <w:rsid w:val="00D47965"/>
    <w:rsid w:val="00D47FFE"/>
    <w:rsid w:val="00D50221"/>
    <w:rsid w:val="00D50545"/>
    <w:rsid w:val="00D507B9"/>
    <w:rsid w:val="00D50A14"/>
    <w:rsid w:val="00D51C32"/>
    <w:rsid w:val="00D51D99"/>
    <w:rsid w:val="00D51F07"/>
    <w:rsid w:val="00D52031"/>
    <w:rsid w:val="00D52630"/>
    <w:rsid w:val="00D526FB"/>
    <w:rsid w:val="00D527F8"/>
    <w:rsid w:val="00D5312A"/>
    <w:rsid w:val="00D5327D"/>
    <w:rsid w:val="00D5349E"/>
    <w:rsid w:val="00D535A5"/>
    <w:rsid w:val="00D53A0B"/>
    <w:rsid w:val="00D53F99"/>
    <w:rsid w:val="00D54350"/>
    <w:rsid w:val="00D544C9"/>
    <w:rsid w:val="00D54D92"/>
    <w:rsid w:val="00D54E4A"/>
    <w:rsid w:val="00D54FDC"/>
    <w:rsid w:val="00D556D7"/>
    <w:rsid w:val="00D55748"/>
    <w:rsid w:val="00D5581C"/>
    <w:rsid w:val="00D562E9"/>
    <w:rsid w:val="00D56414"/>
    <w:rsid w:val="00D564AF"/>
    <w:rsid w:val="00D5695A"/>
    <w:rsid w:val="00D56D19"/>
    <w:rsid w:val="00D56D41"/>
    <w:rsid w:val="00D57327"/>
    <w:rsid w:val="00D57851"/>
    <w:rsid w:val="00D57860"/>
    <w:rsid w:val="00D5794A"/>
    <w:rsid w:val="00D579CE"/>
    <w:rsid w:val="00D57A11"/>
    <w:rsid w:val="00D57B29"/>
    <w:rsid w:val="00D57D94"/>
    <w:rsid w:val="00D601B2"/>
    <w:rsid w:val="00D6050A"/>
    <w:rsid w:val="00D607C9"/>
    <w:rsid w:val="00D60CE2"/>
    <w:rsid w:val="00D60F57"/>
    <w:rsid w:val="00D6103D"/>
    <w:rsid w:val="00D6120A"/>
    <w:rsid w:val="00D61292"/>
    <w:rsid w:val="00D61450"/>
    <w:rsid w:val="00D61EDE"/>
    <w:rsid w:val="00D61F48"/>
    <w:rsid w:val="00D62146"/>
    <w:rsid w:val="00D62151"/>
    <w:rsid w:val="00D623C4"/>
    <w:rsid w:val="00D6260A"/>
    <w:rsid w:val="00D62724"/>
    <w:rsid w:val="00D62B22"/>
    <w:rsid w:val="00D63317"/>
    <w:rsid w:val="00D634E3"/>
    <w:rsid w:val="00D636D9"/>
    <w:rsid w:val="00D639AC"/>
    <w:rsid w:val="00D6494F"/>
    <w:rsid w:val="00D64988"/>
    <w:rsid w:val="00D64A8D"/>
    <w:rsid w:val="00D64B21"/>
    <w:rsid w:val="00D64C2A"/>
    <w:rsid w:val="00D64D6F"/>
    <w:rsid w:val="00D6504E"/>
    <w:rsid w:val="00D654ED"/>
    <w:rsid w:val="00D658B5"/>
    <w:rsid w:val="00D65C57"/>
    <w:rsid w:val="00D65C6F"/>
    <w:rsid w:val="00D6636C"/>
    <w:rsid w:val="00D66F0B"/>
    <w:rsid w:val="00D66FCE"/>
    <w:rsid w:val="00D678AB"/>
    <w:rsid w:val="00D678F2"/>
    <w:rsid w:val="00D67B3C"/>
    <w:rsid w:val="00D67BC2"/>
    <w:rsid w:val="00D67BFB"/>
    <w:rsid w:val="00D70376"/>
    <w:rsid w:val="00D7055F"/>
    <w:rsid w:val="00D708FA"/>
    <w:rsid w:val="00D709F5"/>
    <w:rsid w:val="00D70DAB"/>
    <w:rsid w:val="00D71675"/>
    <w:rsid w:val="00D71924"/>
    <w:rsid w:val="00D71956"/>
    <w:rsid w:val="00D71B48"/>
    <w:rsid w:val="00D72283"/>
    <w:rsid w:val="00D72638"/>
    <w:rsid w:val="00D7265E"/>
    <w:rsid w:val="00D7291E"/>
    <w:rsid w:val="00D7297C"/>
    <w:rsid w:val="00D72DFE"/>
    <w:rsid w:val="00D72FBC"/>
    <w:rsid w:val="00D73424"/>
    <w:rsid w:val="00D738A4"/>
    <w:rsid w:val="00D73A26"/>
    <w:rsid w:val="00D73D14"/>
    <w:rsid w:val="00D741AB"/>
    <w:rsid w:val="00D741B3"/>
    <w:rsid w:val="00D74480"/>
    <w:rsid w:val="00D7451D"/>
    <w:rsid w:val="00D74622"/>
    <w:rsid w:val="00D748DB"/>
    <w:rsid w:val="00D74D0F"/>
    <w:rsid w:val="00D74FB4"/>
    <w:rsid w:val="00D7507E"/>
    <w:rsid w:val="00D7525D"/>
    <w:rsid w:val="00D752C1"/>
    <w:rsid w:val="00D75464"/>
    <w:rsid w:val="00D75472"/>
    <w:rsid w:val="00D75920"/>
    <w:rsid w:val="00D75F8F"/>
    <w:rsid w:val="00D76305"/>
    <w:rsid w:val="00D76553"/>
    <w:rsid w:val="00D767F0"/>
    <w:rsid w:val="00D76D19"/>
    <w:rsid w:val="00D76D29"/>
    <w:rsid w:val="00D76EDF"/>
    <w:rsid w:val="00D776B4"/>
    <w:rsid w:val="00D77B81"/>
    <w:rsid w:val="00D801AA"/>
    <w:rsid w:val="00D802A6"/>
    <w:rsid w:val="00D804CA"/>
    <w:rsid w:val="00D808EE"/>
    <w:rsid w:val="00D80D19"/>
    <w:rsid w:val="00D81068"/>
    <w:rsid w:val="00D81153"/>
    <w:rsid w:val="00D814A7"/>
    <w:rsid w:val="00D815C5"/>
    <w:rsid w:val="00D816DC"/>
    <w:rsid w:val="00D81821"/>
    <w:rsid w:val="00D81A28"/>
    <w:rsid w:val="00D81F90"/>
    <w:rsid w:val="00D8235B"/>
    <w:rsid w:val="00D826ED"/>
    <w:rsid w:val="00D827FE"/>
    <w:rsid w:val="00D82E95"/>
    <w:rsid w:val="00D83800"/>
    <w:rsid w:val="00D83C4B"/>
    <w:rsid w:val="00D8469E"/>
    <w:rsid w:val="00D84916"/>
    <w:rsid w:val="00D84C67"/>
    <w:rsid w:val="00D84D2B"/>
    <w:rsid w:val="00D84EB2"/>
    <w:rsid w:val="00D85553"/>
    <w:rsid w:val="00D8562C"/>
    <w:rsid w:val="00D8598D"/>
    <w:rsid w:val="00D863E8"/>
    <w:rsid w:val="00D86835"/>
    <w:rsid w:val="00D8691F"/>
    <w:rsid w:val="00D86D3A"/>
    <w:rsid w:val="00D8732A"/>
    <w:rsid w:val="00D876AD"/>
    <w:rsid w:val="00D90966"/>
    <w:rsid w:val="00D9190A"/>
    <w:rsid w:val="00D91A7D"/>
    <w:rsid w:val="00D91BFD"/>
    <w:rsid w:val="00D91DAA"/>
    <w:rsid w:val="00D91DD3"/>
    <w:rsid w:val="00D9207F"/>
    <w:rsid w:val="00D9277C"/>
    <w:rsid w:val="00D92B1E"/>
    <w:rsid w:val="00D92C59"/>
    <w:rsid w:val="00D92C9F"/>
    <w:rsid w:val="00D92CCA"/>
    <w:rsid w:val="00D92D67"/>
    <w:rsid w:val="00D9313B"/>
    <w:rsid w:val="00D9339A"/>
    <w:rsid w:val="00D93458"/>
    <w:rsid w:val="00D935B3"/>
    <w:rsid w:val="00D93672"/>
    <w:rsid w:val="00D9387F"/>
    <w:rsid w:val="00D93C7B"/>
    <w:rsid w:val="00D93D7A"/>
    <w:rsid w:val="00D93F71"/>
    <w:rsid w:val="00D944A1"/>
    <w:rsid w:val="00D94610"/>
    <w:rsid w:val="00D946E7"/>
    <w:rsid w:val="00D94771"/>
    <w:rsid w:val="00D947AE"/>
    <w:rsid w:val="00D94806"/>
    <w:rsid w:val="00D94AE1"/>
    <w:rsid w:val="00D94CDF"/>
    <w:rsid w:val="00D94F8A"/>
    <w:rsid w:val="00D9516B"/>
    <w:rsid w:val="00D9597E"/>
    <w:rsid w:val="00D95ABA"/>
    <w:rsid w:val="00D96062"/>
    <w:rsid w:val="00D96245"/>
    <w:rsid w:val="00D965D8"/>
    <w:rsid w:val="00D968D6"/>
    <w:rsid w:val="00D96AE7"/>
    <w:rsid w:val="00D96DB2"/>
    <w:rsid w:val="00D96FF2"/>
    <w:rsid w:val="00D970D6"/>
    <w:rsid w:val="00D97225"/>
    <w:rsid w:val="00D972C9"/>
    <w:rsid w:val="00D97E53"/>
    <w:rsid w:val="00D97E8C"/>
    <w:rsid w:val="00DA07B2"/>
    <w:rsid w:val="00DA08A7"/>
    <w:rsid w:val="00DA0C4E"/>
    <w:rsid w:val="00DA0DD0"/>
    <w:rsid w:val="00DA0E8B"/>
    <w:rsid w:val="00DA10A3"/>
    <w:rsid w:val="00DA1276"/>
    <w:rsid w:val="00DA1590"/>
    <w:rsid w:val="00DA15C1"/>
    <w:rsid w:val="00DA1BEF"/>
    <w:rsid w:val="00DA1D2D"/>
    <w:rsid w:val="00DA22CD"/>
    <w:rsid w:val="00DA2A15"/>
    <w:rsid w:val="00DA2B56"/>
    <w:rsid w:val="00DA3857"/>
    <w:rsid w:val="00DA38B4"/>
    <w:rsid w:val="00DA398F"/>
    <w:rsid w:val="00DA399C"/>
    <w:rsid w:val="00DA3BE9"/>
    <w:rsid w:val="00DA3CAA"/>
    <w:rsid w:val="00DA4725"/>
    <w:rsid w:val="00DA4745"/>
    <w:rsid w:val="00DA48E8"/>
    <w:rsid w:val="00DA49CB"/>
    <w:rsid w:val="00DA4D24"/>
    <w:rsid w:val="00DA50CA"/>
    <w:rsid w:val="00DA5902"/>
    <w:rsid w:val="00DA5974"/>
    <w:rsid w:val="00DA5DE5"/>
    <w:rsid w:val="00DA61AC"/>
    <w:rsid w:val="00DA6483"/>
    <w:rsid w:val="00DA677C"/>
    <w:rsid w:val="00DA67AB"/>
    <w:rsid w:val="00DA67EA"/>
    <w:rsid w:val="00DA6F72"/>
    <w:rsid w:val="00DA7365"/>
    <w:rsid w:val="00DA7583"/>
    <w:rsid w:val="00DA7700"/>
    <w:rsid w:val="00DB0568"/>
    <w:rsid w:val="00DB0BAA"/>
    <w:rsid w:val="00DB0DA1"/>
    <w:rsid w:val="00DB102C"/>
    <w:rsid w:val="00DB167D"/>
    <w:rsid w:val="00DB1B94"/>
    <w:rsid w:val="00DB1E7A"/>
    <w:rsid w:val="00DB1F7B"/>
    <w:rsid w:val="00DB2007"/>
    <w:rsid w:val="00DB2653"/>
    <w:rsid w:val="00DB28F6"/>
    <w:rsid w:val="00DB2C59"/>
    <w:rsid w:val="00DB30B7"/>
    <w:rsid w:val="00DB3107"/>
    <w:rsid w:val="00DB31C1"/>
    <w:rsid w:val="00DB3267"/>
    <w:rsid w:val="00DB3D05"/>
    <w:rsid w:val="00DB3E3E"/>
    <w:rsid w:val="00DB4024"/>
    <w:rsid w:val="00DB435D"/>
    <w:rsid w:val="00DB44E4"/>
    <w:rsid w:val="00DB4976"/>
    <w:rsid w:val="00DB4AD2"/>
    <w:rsid w:val="00DB4BAE"/>
    <w:rsid w:val="00DB4CF7"/>
    <w:rsid w:val="00DB5066"/>
    <w:rsid w:val="00DB51C2"/>
    <w:rsid w:val="00DB551C"/>
    <w:rsid w:val="00DB57F0"/>
    <w:rsid w:val="00DB5B56"/>
    <w:rsid w:val="00DB5D67"/>
    <w:rsid w:val="00DB5D6A"/>
    <w:rsid w:val="00DB5DC4"/>
    <w:rsid w:val="00DB5F82"/>
    <w:rsid w:val="00DB6885"/>
    <w:rsid w:val="00DB6A05"/>
    <w:rsid w:val="00DB6D36"/>
    <w:rsid w:val="00DB6F28"/>
    <w:rsid w:val="00DB7322"/>
    <w:rsid w:val="00DB7AB4"/>
    <w:rsid w:val="00DB7AC3"/>
    <w:rsid w:val="00DB7AC7"/>
    <w:rsid w:val="00DB7B0B"/>
    <w:rsid w:val="00DB7C47"/>
    <w:rsid w:val="00DB7CCE"/>
    <w:rsid w:val="00DC0414"/>
    <w:rsid w:val="00DC055F"/>
    <w:rsid w:val="00DC06EC"/>
    <w:rsid w:val="00DC0A08"/>
    <w:rsid w:val="00DC0D65"/>
    <w:rsid w:val="00DC0D88"/>
    <w:rsid w:val="00DC127D"/>
    <w:rsid w:val="00DC13B1"/>
    <w:rsid w:val="00DC1678"/>
    <w:rsid w:val="00DC17CB"/>
    <w:rsid w:val="00DC1C13"/>
    <w:rsid w:val="00DC1DD4"/>
    <w:rsid w:val="00DC1F64"/>
    <w:rsid w:val="00DC1F7D"/>
    <w:rsid w:val="00DC2623"/>
    <w:rsid w:val="00DC2BC7"/>
    <w:rsid w:val="00DC30B9"/>
    <w:rsid w:val="00DC349A"/>
    <w:rsid w:val="00DC3847"/>
    <w:rsid w:val="00DC3866"/>
    <w:rsid w:val="00DC3B18"/>
    <w:rsid w:val="00DC4385"/>
    <w:rsid w:val="00DC46E5"/>
    <w:rsid w:val="00DC474F"/>
    <w:rsid w:val="00DC496D"/>
    <w:rsid w:val="00DC4986"/>
    <w:rsid w:val="00DC4D5C"/>
    <w:rsid w:val="00DC4E3C"/>
    <w:rsid w:val="00DC517C"/>
    <w:rsid w:val="00DC56EE"/>
    <w:rsid w:val="00DC58C0"/>
    <w:rsid w:val="00DC5CDF"/>
    <w:rsid w:val="00DC648A"/>
    <w:rsid w:val="00DC68CF"/>
    <w:rsid w:val="00DC696B"/>
    <w:rsid w:val="00DC6A0B"/>
    <w:rsid w:val="00DC6F88"/>
    <w:rsid w:val="00DC7728"/>
    <w:rsid w:val="00DC7867"/>
    <w:rsid w:val="00DC7EE5"/>
    <w:rsid w:val="00DD020D"/>
    <w:rsid w:val="00DD0B99"/>
    <w:rsid w:val="00DD0EFE"/>
    <w:rsid w:val="00DD107E"/>
    <w:rsid w:val="00DD111E"/>
    <w:rsid w:val="00DD17FD"/>
    <w:rsid w:val="00DD1B90"/>
    <w:rsid w:val="00DD2436"/>
    <w:rsid w:val="00DD2753"/>
    <w:rsid w:val="00DD27B0"/>
    <w:rsid w:val="00DD281D"/>
    <w:rsid w:val="00DD282B"/>
    <w:rsid w:val="00DD2B9C"/>
    <w:rsid w:val="00DD2DDA"/>
    <w:rsid w:val="00DD3137"/>
    <w:rsid w:val="00DD352E"/>
    <w:rsid w:val="00DD3690"/>
    <w:rsid w:val="00DD39C1"/>
    <w:rsid w:val="00DD4276"/>
    <w:rsid w:val="00DD461C"/>
    <w:rsid w:val="00DD5993"/>
    <w:rsid w:val="00DD5A53"/>
    <w:rsid w:val="00DD5A77"/>
    <w:rsid w:val="00DD5A82"/>
    <w:rsid w:val="00DD5E99"/>
    <w:rsid w:val="00DD5EEA"/>
    <w:rsid w:val="00DD610B"/>
    <w:rsid w:val="00DD6379"/>
    <w:rsid w:val="00DD64F6"/>
    <w:rsid w:val="00DD664D"/>
    <w:rsid w:val="00DD6923"/>
    <w:rsid w:val="00DD6BAE"/>
    <w:rsid w:val="00DD6E4B"/>
    <w:rsid w:val="00DD7102"/>
    <w:rsid w:val="00DD775A"/>
    <w:rsid w:val="00DD77F8"/>
    <w:rsid w:val="00DD7A44"/>
    <w:rsid w:val="00DD7C63"/>
    <w:rsid w:val="00DE0727"/>
    <w:rsid w:val="00DE0995"/>
    <w:rsid w:val="00DE0FE4"/>
    <w:rsid w:val="00DE1108"/>
    <w:rsid w:val="00DE14AB"/>
    <w:rsid w:val="00DE1BA6"/>
    <w:rsid w:val="00DE1EA3"/>
    <w:rsid w:val="00DE28E4"/>
    <w:rsid w:val="00DE2B02"/>
    <w:rsid w:val="00DE2DA9"/>
    <w:rsid w:val="00DE2F65"/>
    <w:rsid w:val="00DE3083"/>
    <w:rsid w:val="00DE3485"/>
    <w:rsid w:val="00DE3BC1"/>
    <w:rsid w:val="00DE3BDD"/>
    <w:rsid w:val="00DE3E61"/>
    <w:rsid w:val="00DE40CE"/>
    <w:rsid w:val="00DE422C"/>
    <w:rsid w:val="00DE43D9"/>
    <w:rsid w:val="00DE449F"/>
    <w:rsid w:val="00DE45A0"/>
    <w:rsid w:val="00DE46A0"/>
    <w:rsid w:val="00DE4CBC"/>
    <w:rsid w:val="00DE4D95"/>
    <w:rsid w:val="00DE4E01"/>
    <w:rsid w:val="00DE4FD7"/>
    <w:rsid w:val="00DE586C"/>
    <w:rsid w:val="00DE5909"/>
    <w:rsid w:val="00DE626D"/>
    <w:rsid w:val="00DE63E5"/>
    <w:rsid w:val="00DE65EA"/>
    <w:rsid w:val="00DE66D9"/>
    <w:rsid w:val="00DE67A6"/>
    <w:rsid w:val="00DE6A55"/>
    <w:rsid w:val="00DE6DFB"/>
    <w:rsid w:val="00DE7537"/>
    <w:rsid w:val="00DE77A8"/>
    <w:rsid w:val="00DE7825"/>
    <w:rsid w:val="00DF0A71"/>
    <w:rsid w:val="00DF1063"/>
    <w:rsid w:val="00DF127D"/>
    <w:rsid w:val="00DF1B6E"/>
    <w:rsid w:val="00DF1C60"/>
    <w:rsid w:val="00DF244F"/>
    <w:rsid w:val="00DF26F3"/>
    <w:rsid w:val="00DF274F"/>
    <w:rsid w:val="00DF27F4"/>
    <w:rsid w:val="00DF28FD"/>
    <w:rsid w:val="00DF293F"/>
    <w:rsid w:val="00DF29A3"/>
    <w:rsid w:val="00DF376A"/>
    <w:rsid w:val="00DF3DED"/>
    <w:rsid w:val="00DF3F94"/>
    <w:rsid w:val="00DF4752"/>
    <w:rsid w:val="00DF484A"/>
    <w:rsid w:val="00DF4B5A"/>
    <w:rsid w:val="00DF556E"/>
    <w:rsid w:val="00DF6484"/>
    <w:rsid w:val="00DF6B14"/>
    <w:rsid w:val="00DF6D8D"/>
    <w:rsid w:val="00DF7CF7"/>
    <w:rsid w:val="00E00241"/>
    <w:rsid w:val="00E01140"/>
    <w:rsid w:val="00E01E18"/>
    <w:rsid w:val="00E01F00"/>
    <w:rsid w:val="00E0240D"/>
    <w:rsid w:val="00E02497"/>
    <w:rsid w:val="00E02540"/>
    <w:rsid w:val="00E0299D"/>
    <w:rsid w:val="00E02F7A"/>
    <w:rsid w:val="00E03208"/>
    <w:rsid w:val="00E032DE"/>
    <w:rsid w:val="00E03787"/>
    <w:rsid w:val="00E03B7C"/>
    <w:rsid w:val="00E03C66"/>
    <w:rsid w:val="00E03D11"/>
    <w:rsid w:val="00E041F5"/>
    <w:rsid w:val="00E045BA"/>
    <w:rsid w:val="00E04E1B"/>
    <w:rsid w:val="00E05082"/>
    <w:rsid w:val="00E0527F"/>
    <w:rsid w:val="00E054A9"/>
    <w:rsid w:val="00E0583F"/>
    <w:rsid w:val="00E0637A"/>
    <w:rsid w:val="00E0639B"/>
    <w:rsid w:val="00E06558"/>
    <w:rsid w:val="00E06810"/>
    <w:rsid w:val="00E06A4A"/>
    <w:rsid w:val="00E06C92"/>
    <w:rsid w:val="00E06CDF"/>
    <w:rsid w:val="00E06E8B"/>
    <w:rsid w:val="00E06F4D"/>
    <w:rsid w:val="00E0724B"/>
    <w:rsid w:val="00E074E3"/>
    <w:rsid w:val="00E07861"/>
    <w:rsid w:val="00E1019B"/>
    <w:rsid w:val="00E10E6E"/>
    <w:rsid w:val="00E10E93"/>
    <w:rsid w:val="00E10F1A"/>
    <w:rsid w:val="00E11271"/>
    <w:rsid w:val="00E118B0"/>
    <w:rsid w:val="00E11952"/>
    <w:rsid w:val="00E11A27"/>
    <w:rsid w:val="00E11E07"/>
    <w:rsid w:val="00E1258E"/>
    <w:rsid w:val="00E12595"/>
    <w:rsid w:val="00E127A7"/>
    <w:rsid w:val="00E12C4A"/>
    <w:rsid w:val="00E13177"/>
    <w:rsid w:val="00E1368A"/>
    <w:rsid w:val="00E1375D"/>
    <w:rsid w:val="00E13C91"/>
    <w:rsid w:val="00E14025"/>
    <w:rsid w:val="00E14112"/>
    <w:rsid w:val="00E142EE"/>
    <w:rsid w:val="00E142F4"/>
    <w:rsid w:val="00E14642"/>
    <w:rsid w:val="00E14809"/>
    <w:rsid w:val="00E14886"/>
    <w:rsid w:val="00E149A2"/>
    <w:rsid w:val="00E14A17"/>
    <w:rsid w:val="00E14A90"/>
    <w:rsid w:val="00E14D98"/>
    <w:rsid w:val="00E14DC3"/>
    <w:rsid w:val="00E15860"/>
    <w:rsid w:val="00E15FFC"/>
    <w:rsid w:val="00E163B9"/>
    <w:rsid w:val="00E16565"/>
    <w:rsid w:val="00E16968"/>
    <w:rsid w:val="00E16C50"/>
    <w:rsid w:val="00E16FD4"/>
    <w:rsid w:val="00E170FC"/>
    <w:rsid w:val="00E17214"/>
    <w:rsid w:val="00E172BC"/>
    <w:rsid w:val="00E17501"/>
    <w:rsid w:val="00E17900"/>
    <w:rsid w:val="00E179B3"/>
    <w:rsid w:val="00E17B63"/>
    <w:rsid w:val="00E203AC"/>
    <w:rsid w:val="00E203BF"/>
    <w:rsid w:val="00E207BA"/>
    <w:rsid w:val="00E208AF"/>
    <w:rsid w:val="00E20B4B"/>
    <w:rsid w:val="00E20F0D"/>
    <w:rsid w:val="00E210CD"/>
    <w:rsid w:val="00E21607"/>
    <w:rsid w:val="00E21B47"/>
    <w:rsid w:val="00E22314"/>
    <w:rsid w:val="00E22A8D"/>
    <w:rsid w:val="00E22E30"/>
    <w:rsid w:val="00E23306"/>
    <w:rsid w:val="00E23327"/>
    <w:rsid w:val="00E23449"/>
    <w:rsid w:val="00E2367F"/>
    <w:rsid w:val="00E23D31"/>
    <w:rsid w:val="00E23F0F"/>
    <w:rsid w:val="00E240B0"/>
    <w:rsid w:val="00E240C7"/>
    <w:rsid w:val="00E2428E"/>
    <w:rsid w:val="00E24329"/>
    <w:rsid w:val="00E25195"/>
    <w:rsid w:val="00E25414"/>
    <w:rsid w:val="00E25589"/>
    <w:rsid w:val="00E25A37"/>
    <w:rsid w:val="00E25EFD"/>
    <w:rsid w:val="00E263C0"/>
    <w:rsid w:val="00E26564"/>
    <w:rsid w:val="00E26727"/>
    <w:rsid w:val="00E267C8"/>
    <w:rsid w:val="00E27861"/>
    <w:rsid w:val="00E27AF8"/>
    <w:rsid w:val="00E27E7D"/>
    <w:rsid w:val="00E30328"/>
    <w:rsid w:val="00E30509"/>
    <w:rsid w:val="00E3073A"/>
    <w:rsid w:val="00E30A2A"/>
    <w:rsid w:val="00E31048"/>
    <w:rsid w:val="00E31436"/>
    <w:rsid w:val="00E318FF"/>
    <w:rsid w:val="00E31997"/>
    <w:rsid w:val="00E31A25"/>
    <w:rsid w:val="00E32871"/>
    <w:rsid w:val="00E33308"/>
    <w:rsid w:val="00E338B7"/>
    <w:rsid w:val="00E33CDD"/>
    <w:rsid w:val="00E34381"/>
    <w:rsid w:val="00E3480D"/>
    <w:rsid w:val="00E34989"/>
    <w:rsid w:val="00E3506B"/>
    <w:rsid w:val="00E3533E"/>
    <w:rsid w:val="00E35CB7"/>
    <w:rsid w:val="00E3603F"/>
    <w:rsid w:val="00E36113"/>
    <w:rsid w:val="00E36415"/>
    <w:rsid w:val="00E3649E"/>
    <w:rsid w:val="00E36830"/>
    <w:rsid w:val="00E36B47"/>
    <w:rsid w:val="00E36D36"/>
    <w:rsid w:val="00E37664"/>
    <w:rsid w:val="00E37B36"/>
    <w:rsid w:val="00E37D4C"/>
    <w:rsid w:val="00E37E1D"/>
    <w:rsid w:val="00E4017B"/>
    <w:rsid w:val="00E408BA"/>
    <w:rsid w:val="00E40A09"/>
    <w:rsid w:val="00E40EC6"/>
    <w:rsid w:val="00E411A4"/>
    <w:rsid w:val="00E41621"/>
    <w:rsid w:val="00E41913"/>
    <w:rsid w:val="00E41D5D"/>
    <w:rsid w:val="00E41F3C"/>
    <w:rsid w:val="00E42292"/>
    <w:rsid w:val="00E422F4"/>
    <w:rsid w:val="00E428E2"/>
    <w:rsid w:val="00E42A20"/>
    <w:rsid w:val="00E42A2C"/>
    <w:rsid w:val="00E42BBC"/>
    <w:rsid w:val="00E42CB6"/>
    <w:rsid w:val="00E438DB"/>
    <w:rsid w:val="00E439A7"/>
    <w:rsid w:val="00E43E73"/>
    <w:rsid w:val="00E4446C"/>
    <w:rsid w:val="00E44585"/>
    <w:rsid w:val="00E44653"/>
    <w:rsid w:val="00E44D39"/>
    <w:rsid w:val="00E45024"/>
    <w:rsid w:val="00E451AE"/>
    <w:rsid w:val="00E451CE"/>
    <w:rsid w:val="00E45363"/>
    <w:rsid w:val="00E459D5"/>
    <w:rsid w:val="00E45AB4"/>
    <w:rsid w:val="00E46439"/>
    <w:rsid w:val="00E4660C"/>
    <w:rsid w:val="00E4690F"/>
    <w:rsid w:val="00E46A2E"/>
    <w:rsid w:val="00E46F5D"/>
    <w:rsid w:val="00E47DAE"/>
    <w:rsid w:val="00E47FF8"/>
    <w:rsid w:val="00E501FE"/>
    <w:rsid w:val="00E504A7"/>
    <w:rsid w:val="00E50535"/>
    <w:rsid w:val="00E50556"/>
    <w:rsid w:val="00E50840"/>
    <w:rsid w:val="00E50DBB"/>
    <w:rsid w:val="00E50E32"/>
    <w:rsid w:val="00E50E67"/>
    <w:rsid w:val="00E51044"/>
    <w:rsid w:val="00E510B8"/>
    <w:rsid w:val="00E5118A"/>
    <w:rsid w:val="00E51305"/>
    <w:rsid w:val="00E513E2"/>
    <w:rsid w:val="00E515E5"/>
    <w:rsid w:val="00E51617"/>
    <w:rsid w:val="00E516CC"/>
    <w:rsid w:val="00E51BA9"/>
    <w:rsid w:val="00E51BD5"/>
    <w:rsid w:val="00E526DD"/>
    <w:rsid w:val="00E52D42"/>
    <w:rsid w:val="00E52DAD"/>
    <w:rsid w:val="00E52EE3"/>
    <w:rsid w:val="00E53118"/>
    <w:rsid w:val="00E53320"/>
    <w:rsid w:val="00E5332B"/>
    <w:rsid w:val="00E5362F"/>
    <w:rsid w:val="00E53706"/>
    <w:rsid w:val="00E53AA6"/>
    <w:rsid w:val="00E53AB0"/>
    <w:rsid w:val="00E53C03"/>
    <w:rsid w:val="00E53E39"/>
    <w:rsid w:val="00E548BA"/>
    <w:rsid w:val="00E54A44"/>
    <w:rsid w:val="00E54EB1"/>
    <w:rsid w:val="00E55491"/>
    <w:rsid w:val="00E55FE1"/>
    <w:rsid w:val="00E56089"/>
    <w:rsid w:val="00E561DB"/>
    <w:rsid w:val="00E56C4C"/>
    <w:rsid w:val="00E56FE9"/>
    <w:rsid w:val="00E57007"/>
    <w:rsid w:val="00E575BF"/>
    <w:rsid w:val="00E575D0"/>
    <w:rsid w:val="00E5762C"/>
    <w:rsid w:val="00E5772F"/>
    <w:rsid w:val="00E57B2E"/>
    <w:rsid w:val="00E57B85"/>
    <w:rsid w:val="00E57F8C"/>
    <w:rsid w:val="00E60544"/>
    <w:rsid w:val="00E61146"/>
    <w:rsid w:val="00E6130E"/>
    <w:rsid w:val="00E61514"/>
    <w:rsid w:val="00E6183A"/>
    <w:rsid w:val="00E6184E"/>
    <w:rsid w:val="00E61BE7"/>
    <w:rsid w:val="00E629BD"/>
    <w:rsid w:val="00E62C64"/>
    <w:rsid w:val="00E62DF5"/>
    <w:rsid w:val="00E62F9A"/>
    <w:rsid w:val="00E63990"/>
    <w:rsid w:val="00E63BFE"/>
    <w:rsid w:val="00E63C95"/>
    <w:rsid w:val="00E63EBA"/>
    <w:rsid w:val="00E640BD"/>
    <w:rsid w:val="00E6429B"/>
    <w:rsid w:val="00E644FE"/>
    <w:rsid w:val="00E646AE"/>
    <w:rsid w:val="00E64B50"/>
    <w:rsid w:val="00E64B8C"/>
    <w:rsid w:val="00E64E2F"/>
    <w:rsid w:val="00E6506B"/>
    <w:rsid w:val="00E650C6"/>
    <w:rsid w:val="00E650FC"/>
    <w:rsid w:val="00E655C7"/>
    <w:rsid w:val="00E65812"/>
    <w:rsid w:val="00E65C4A"/>
    <w:rsid w:val="00E65F3F"/>
    <w:rsid w:val="00E65F45"/>
    <w:rsid w:val="00E65F69"/>
    <w:rsid w:val="00E6611E"/>
    <w:rsid w:val="00E66653"/>
    <w:rsid w:val="00E6666B"/>
    <w:rsid w:val="00E66B54"/>
    <w:rsid w:val="00E66C65"/>
    <w:rsid w:val="00E66DEB"/>
    <w:rsid w:val="00E674F5"/>
    <w:rsid w:val="00E677EF"/>
    <w:rsid w:val="00E7049E"/>
    <w:rsid w:val="00E705C1"/>
    <w:rsid w:val="00E70ACF"/>
    <w:rsid w:val="00E7109F"/>
    <w:rsid w:val="00E71290"/>
    <w:rsid w:val="00E712A3"/>
    <w:rsid w:val="00E71A58"/>
    <w:rsid w:val="00E71D65"/>
    <w:rsid w:val="00E71E2D"/>
    <w:rsid w:val="00E720B9"/>
    <w:rsid w:val="00E72336"/>
    <w:rsid w:val="00E72615"/>
    <w:rsid w:val="00E72C36"/>
    <w:rsid w:val="00E72D68"/>
    <w:rsid w:val="00E7365E"/>
    <w:rsid w:val="00E73CCE"/>
    <w:rsid w:val="00E73D3F"/>
    <w:rsid w:val="00E73E07"/>
    <w:rsid w:val="00E74094"/>
    <w:rsid w:val="00E742AC"/>
    <w:rsid w:val="00E743C7"/>
    <w:rsid w:val="00E7445E"/>
    <w:rsid w:val="00E7468F"/>
    <w:rsid w:val="00E748CB"/>
    <w:rsid w:val="00E74A94"/>
    <w:rsid w:val="00E74CEC"/>
    <w:rsid w:val="00E74E5E"/>
    <w:rsid w:val="00E75828"/>
    <w:rsid w:val="00E75868"/>
    <w:rsid w:val="00E763B6"/>
    <w:rsid w:val="00E764BC"/>
    <w:rsid w:val="00E76879"/>
    <w:rsid w:val="00E76BDA"/>
    <w:rsid w:val="00E76E80"/>
    <w:rsid w:val="00E76F5B"/>
    <w:rsid w:val="00E773CA"/>
    <w:rsid w:val="00E77A4A"/>
    <w:rsid w:val="00E77A96"/>
    <w:rsid w:val="00E77CA4"/>
    <w:rsid w:val="00E808BE"/>
    <w:rsid w:val="00E80C7D"/>
    <w:rsid w:val="00E8180F"/>
    <w:rsid w:val="00E82248"/>
    <w:rsid w:val="00E8225C"/>
    <w:rsid w:val="00E826F8"/>
    <w:rsid w:val="00E82976"/>
    <w:rsid w:val="00E82A21"/>
    <w:rsid w:val="00E82A47"/>
    <w:rsid w:val="00E82E7E"/>
    <w:rsid w:val="00E83019"/>
    <w:rsid w:val="00E8354F"/>
    <w:rsid w:val="00E8391E"/>
    <w:rsid w:val="00E83CCA"/>
    <w:rsid w:val="00E83CF0"/>
    <w:rsid w:val="00E8405E"/>
    <w:rsid w:val="00E84112"/>
    <w:rsid w:val="00E84287"/>
    <w:rsid w:val="00E8433D"/>
    <w:rsid w:val="00E84497"/>
    <w:rsid w:val="00E84885"/>
    <w:rsid w:val="00E84B60"/>
    <w:rsid w:val="00E85171"/>
    <w:rsid w:val="00E851D6"/>
    <w:rsid w:val="00E851F8"/>
    <w:rsid w:val="00E85911"/>
    <w:rsid w:val="00E85B6E"/>
    <w:rsid w:val="00E85E44"/>
    <w:rsid w:val="00E85FDD"/>
    <w:rsid w:val="00E86502"/>
    <w:rsid w:val="00E86566"/>
    <w:rsid w:val="00E87055"/>
    <w:rsid w:val="00E879C7"/>
    <w:rsid w:val="00E87BD6"/>
    <w:rsid w:val="00E87DEF"/>
    <w:rsid w:val="00E9007D"/>
    <w:rsid w:val="00E90681"/>
    <w:rsid w:val="00E9072F"/>
    <w:rsid w:val="00E90F60"/>
    <w:rsid w:val="00E9108A"/>
    <w:rsid w:val="00E91CB8"/>
    <w:rsid w:val="00E9231C"/>
    <w:rsid w:val="00E923B6"/>
    <w:rsid w:val="00E923CD"/>
    <w:rsid w:val="00E927C7"/>
    <w:rsid w:val="00E927D8"/>
    <w:rsid w:val="00E92AB5"/>
    <w:rsid w:val="00E93057"/>
    <w:rsid w:val="00E93125"/>
    <w:rsid w:val="00E939D0"/>
    <w:rsid w:val="00E93A70"/>
    <w:rsid w:val="00E9401B"/>
    <w:rsid w:val="00E9419F"/>
    <w:rsid w:val="00E943A5"/>
    <w:rsid w:val="00E94AAD"/>
    <w:rsid w:val="00E94AE3"/>
    <w:rsid w:val="00E9504F"/>
    <w:rsid w:val="00E953B0"/>
    <w:rsid w:val="00E95402"/>
    <w:rsid w:val="00E9595A"/>
    <w:rsid w:val="00E95D4A"/>
    <w:rsid w:val="00E96339"/>
    <w:rsid w:val="00E96354"/>
    <w:rsid w:val="00E9653F"/>
    <w:rsid w:val="00E969B4"/>
    <w:rsid w:val="00E9711F"/>
    <w:rsid w:val="00E97498"/>
    <w:rsid w:val="00E9750D"/>
    <w:rsid w:val="00E97521"/>
    <w:rsid w:val="00E97746"/>
    <w:rsid w:val="00E978CD"/>
    <w:rsid w:val="00E97C28"/>
    <w:rsid w:val="00EA0407"/>
    <w:rsid w:val="00EA06BB"/>
    <w:rsid w:val="00EA08EE"/>
    <w:rsid w:val="00EA0AE1"/>
    <w:rsid w:val="00EA10DB"/>
    <w:rsid w:val="00EA12D5"/>
    <w:rsid w:val="00EA1E42"/>
    <w:rsid w:val="00EA26CA"/>
    <w:rsid w:val="00EA29E7"/>
    <w:rsid w:val="00EA2B47"/>
    <w:rsid w:val="00EA3059"/>
    <w:rsid w:val="00EA360C"/>
    <w:rsid w:val="00EA3868"/>
    <w:rsid w:val="00EA38F4"/>
    <w:rsid w:val="00EA3BD4"/>
    <w:rsid w:val="00EA3CE5"/>
    <w:rsid w:val="00EA3EC6"/>
    <w:rsid w:val="00EA4132"/>
    <w:rsid w:val="00EA4641"/>
    <w:rsid w:val="00EA499D"/>
    <w:rsid w:val="00EA4BAB"/>
    <w:rsid w:val="00EA521F"/>
    <w:rsid w:val="00EA54D6"/>
    <w:rsid w:val="00EA55B8"/>
    <w:rsid w:val="00EA589F"/>
    <w:rsid w:val="00EA5C71"/>
    <w:rsid w:val="00EA5D4E"/>
    <w:rsid w:val="00EA6049"/>
    <w:rsid w:val="00EA61A2"/>
    <w:rsid w:val="00EA6238"/>
    <w:rsid w:val="00EA64EA"/>
    <w:rsid w:val="00EA6FB5"/>
    <w:rsid w:val="00EA7B0B"/>
    <w:rsid w:val="00EA7C7B"/>
    <w:rsid w:val="00EA7D91"/>
    <w:rsid w:val="00EA7FB2"/>
    <w:rsid w:val="00EB03C6"/>
    <w:rsid w:val="00EB046F"/>
    <w:rsid w:val="00EB06B3"/>
    <w:rsid w:val="00EB072E"/>
    <w:rsid w:val="00EB0762"/>
    <w:rsid w:val="00EB0AF4"/>
    <w:rsid w:val="00EB0BF2"/>
    <w:rsid w:val="00EB0C71"/>
    <w:rsid w:val="00EB10C0"/>
    <w:rsid w:val="00EB115E"/>
    <w:rsid w:val="00EB1201"/>
    <w:rsid w:val="00EB133C"/>
    <w:rsid w:val="00EB1823"/>
    <w:rsid w:val="00EB1BF0"/>
    <w:rsid w:val="00EB1C4A"/>
    <w:rsid w:val="00EB1F70"/>
    <w:rsid w:val="00EB21C8"/>
    <w:rsid w:val="00EB21CA"/>
    <w:rsid w:val="00EB2283"/>
    <w:rsid w:val="00EB2329"/>
    <w:rsid w:val="00EB2502"/>
    <w:rsid w:val="00EB254A"/>
    <w:rsid w:val="00EB26C5"/>
    <w:rsid w:val="00EB26D1"/>
    <w:rsid w:val="00EB289B"/>
    <w:rsid w:val="00EB28A7"/>
    <w:rsid w:val="00EB2901"/>
    <w:rsid w:val="00EB2A23"/>
    <w:rsid w:val="00EB2F88"/>
    <w:rsid w:val="00EB3036"/>
    <w:rsid w:val="00EB3192"/>
    <w:rsid w:val="00EB320F"/>
    <w:rsid w:val="00EB330E"/>
    <w:rsid w:val="00EB340D"/>
    <w:rsid w:val="00EB3F1D"/>
    <w:rsid w:val="00EB413C"/>
    <w:rsid w:val="00EB42A7"/>
    <w:rsid w:val="00EB446D"/>
    <w:rsid w:val="00EB44AE"/>
    <w:rsid w:val="00EB4866"/>
    <w:rsid w:val="00EB4933"/>
    <w:rsid w:val="00EB4DD4"/>
    <w:rsid w:val="00EB5340"/>
    <w:rsid w:val="00EB539D"/>
    <w:rsid w:val="00EB56E3"/>
    <w:rsid w:val="00EB5710"/>
    <w:rsid w:val="00EB6161"/>
    <w:rsid w:val="00EB618D"/>
    <w:rsid w:val="00EB6592"/>
    <w:rsid w:val="00EB68A8"/>
    <w:rsid w:val="00EB693D"/>
    <w:rsid w:val="00EB697E"/>
    <w:rsid w:val="00EB6BCD"/>
    <w:rsid w:val="00EB6CAA"/>
    <w:rsid w:val="00EB6D77"/>
    <w:rsid w:val="00EB6E4C"/>
    <w:rsid w:val="00EB7384"/>
    <w:rsid w:val="00EB7595"/>
    <w:rsid w:val="00EB78D5"/>
    <w:rsid w:val="00EB79EA"/>
    <w:rsid w:val="00EB7CD7"/>
    <w:rsid w:val="00EB7E36"/>
    <w:rsid w:val="00EB7EEF"/>
    <w:rsid w:val="00EB7F5E"/>
    <w:rsid w:val="00EC006E"/>
    <w:rsid w:val="00EC054B"/>
    <w:rsid w:val="00EC0880"/>
    <w:rsid w:val="00EC08E9"/>
    <w:rsid w:val="00EC0A12"/>
    <w:rsid w:val="00EC0C40"/>
    <w:rsid w:val="00EC1109"/>
    <w:rsid w:val="00EC11AC"/>
    <w:rsid w:val="00EC13BD"/>
    <w:rsid w:val="00EC199D"/>
    <w:rsid w:val="00EC1BB2"/>
    <w:rsid w:val="00EC1C06"/>
    <w:rsid w:val="00EC1CAA"/>
    <w:rsid w:val="00EC1E12"/>
    <w:rsid w:val="00EC1FDF"/>
    <w:rsid w:val="00EC1FF5"/>
    <w:rsid w:val="00EC2323"/>
    <w:rsid w:val="00EC23D7"/>
    <w:rsid w:val="00EC2AAD"/>
    <w:rsid w:val="00EC2FD8"/>
    <w:rsid w:val="00EC3456"/>
    <w:rsid w:val="00EC346F"/>
    <w:rsid w:val="00EC3681"/>
    <w:rsid w:val="00EC3BE1"/>
    <w:rsid w:val="00EC487D"/>
    <w:rsid w:val="00EC4EE4"/>
    <w:rsid w:val="00EC5565"/>
    <w:rsid w:val="00EC5C8F"/>
    <w:rsid w:val="00EC5D51"/>
    <w:rsid w:val="00EC617E"/>
    <w:rsid w:val="00EC6581"/>
    <w:rsid w:val="00EC6A45"/>
    <w:rsid w:val="00EC6C4F"/>
    <w:rsid w:val="00EC6EAE"/>
    <w:rsid w:val="00EC72DA"/>
    <w:rsid w:val="00EC73B8"/>
    <w:rsid w:val="00EC7734"/>
    <w:rsid w:val="00EC7A3B"/>
    <w:rsid w:val="00EC7FAA"/>
    <w:rsid w:val="00ED00DF"/>
    <w:rsid w:val="00ED033E"/>
    <w:rsid w:val="00ED145E"/>
    <w:rsid w:val="00ED17AF"/>
    <w:rsid w:val="00ED1B25"/>
    <w:rsid w:val="00ED1CF1"/>
    <w:rsid w:val="00ED1F29"/>
    <w:rsid w:val="00ED20E2"/>
    <w:rsid w:val="00ED242F"/>
    <w:rsid w:val="00ED2CAB"/>
    <w:rsid w:val="00ED2FEA"/>
    <w:rsid w:val="00ED3742"/>
    <w:rsid w:val="00ED3B86"/>
    <w:rsid w:val="00ED40DD"/>
    <w:rsid w:val="00ED40FD"/>
    <w:rsid w:val="00ED422B"/>
    <w:rsid w:val="00ED42F8"/>
    <w:rsid w:val="00ED4D07"/>
    <w:rsid w:val="00ED4EE6"/>
    <w:rsid w:val="00ED4FEA"/>
    <w:rsid w:val="00ED5C43"/>
    <w:rsid w:val="00ED6655"/>
    <w:rsid w:val="00ED6A97"/>
    <w:rsid w:val="00ED6D85"/>
    <w:rsid w:val="00ED7463"/>
    <w:rsid w:val="00ED7822"/>
    <w:rsid w:val="00ED7F23"/>
    <w:rsid w:val="00EE019C"/>
    <w:rsid w:val="00EE04AD"/>
    <w:rsid w:val="00EE060C"/>
    <w:rsid w:val="00EE088B"/>
    <w:rsid w:val="00EE0BED"/>
    <w:rsid w:val="00EE11AB"/>
    <w:rsid w:val="00EE1D68"/>
    <w:rsid w:val="00EE259F"/>
    <w:rsid w:val="00EE2676"/>
    <w:rsid w:val="00EE35B3"/>
    <w:rsid w:val="00EE35B8"/>
    <w:rsid w:val="00EE37A6"/>
    <w:rsid w:val="00EE3970"/>
    <w:rsid w:val="00EE3BDA"/>
    <w:rsid w:val="00EE3DDD"/>
    <w:rsid w:val="00EE3F24"/>
    <w:rsid w:val="00EE4209"/>
    <w:rsid w:val="00EE5081"/>
    <w:rsid w:val="00EE51BA"/>
    <w:rsid w:val="00EE51DC"/>
    <w:rsid w:val="00EE56BD"/>
    <w:rsid w:val="00EE5941"/>
    <w:rsid w:val="00EE5B3C"/>
    <w:rsid w:val="00EE6166"/>
    <w:rsid w:val="00EE61F1"/>
    <w:rsid w:val="00EE6237"/>
    <w:rsid w:val="00EE637B"/>
    <w:rsid w:val="00EE64B9"/>
    <w:rsid w:val="00EE67C3"/>
    <w:rsid w:val="00EE734B"/>
    <w:rsid w:val="00EE7ADF"/>
    <w:rsid w:val="00EE7F75"/>
    <w:rsid w:val="00EF00DD"/>
    <w:rsid w:val="00EF06BD"/>
    <w:rsid w:val="00EF073D"/>
    <w:rsid w:val="00EF0857"/>
    <w:rsid w:val="00EF0A41"/>
    <w:rsid w:val="00EF0CE1"/>
    <w:rsid w:val="00EF1032"/>
    <w:rsid w:val="00EF1278"/>
    <w:rsid w:val="00EF166B"/>
    <w:rsid w:val="00EF1842"/>
    <w:rsid w:val="00EF1A45"/>
    <w:rsid w:val="00EF1E7A"/>
    <w:rsid w:val="00EF2C8A"/>
    <w:rsid w:val="00EF2E6A"/>
    <w:rsid w:val="00EF33B2"/>
    <w:rsid w:val="00EF3BD0"/>
    <w:rsid w:val="00EF3BDD"/>
    <w:rsid w:val="00EF3D93"/>
    <w:rsid w:val="00EF3E34"/>
    <w:rsid w:val="00EF3E39"/>
    <w:rsid w:val="00EF413B"/>
    <w:rsid w:val="00EF4238"/>
    <w:rsid w:val="00EF44C5"/>
    <w:rsid w:val="00EF4604"/>
    <w:rsid w:val="00EF4A39"/>
    <w:rsid w:val="00EF4B2F"/>
    <w:rsid w:val="00EF4B4B"/>
    <w:rsid w:val="00EF4DD4"/>
    <w:rsid w:val="00EF4F9A"/>
    <w:rsid w:val="00EF532A"/>
    <w:rsid w:val="00EF5BF5"/>
    <w:rsid w:val="00EF61AC"/>
    <w:rsid w:val="00EF6255"/>
    <w:rsid w:val="00EF64D0"/>
    <w:rsid w:val="00EF68CB"/>
    <w:rsid w:val="00EF6A5E"/>
    <w:rsid w:val="00EF6DE4"/>
    <w:rsid w:val="00EF7207"/>
    <w:rsid w:val="00EF72FD"/>
    <w:rsid w:val="00EF78C6"/>
    <w:rsid w:val="00EF7CCC"/>
    <w:rsid w:val="00F00019"/>
    <w:rsid w:val="00F000AC"/>
    <w:rsid w:val="00F00311"/>
    <w:rsid w:val="00F0039A"/>
    <w:rsid w:val="00F00D95"/>
    <w:rsid w:val="00F00EC2"/>
    <w:rsid w:val="00F00ED3"/>
    <w:rsid w:val="00F01241"/>
    <w:rsid w:val="00F013EF"/>
    <w:rsid w:val="00F01809"/>
    <w:rsid w:val="00F0184D"/>
    <w:rsid w:val="00F0185A"/>
    <w:rsid w:val="00F01B27"/>
    <w:rsid w:val="00F02030"/>
    <w:rsid w:val="00F020B1"/>
    <w:rsid w:val="00F020BD"/>
    <w:rsid w:val="00F0221B"/>
    <w:rsid w:val="00F02278"/>
    <w:rsid w:val="00F02554"/>
    <w:rsid w:val="00F02785"/>
    <w:rsid w:val="00F0280E"/>
    <w:rsid w:val="00F02BFB"/>
    <w:rsid w:val="00F032F8"/>
    <w:rsid w:val="00F04689"/>
    <w:rsid w:val="00F04D18"/>
    <w:rsid w:val="00F053CC"/>
    <w:rsid w:val="00F0596C"/>
    <w:rsid w:val="00F0597B"/>
    <w:rsid w:val="00F05988"/>
    <w:rsid w:val="00F059FD"/>
    <w:rsid w:val="00F05E95"/>
    <w:rsid w:val="00F06264"/>
    <w:rsid w:val="00F06327"/>
    <w:rsid w:val="00F066B4"/>
    <w:rsid w:val="00F06C74"/>
    <w:rsid w:val="00F07107"/>
    <w:rsid w:val="00F0765F"/>
    <w:rsid w:val="00F07C8F"/>
    <w:rsid w:val="00F07D6D"/>
    <w:rsid w:val="00F100B4"/>
    <w:rsid w:val="00F10314"/>
    <w:rsid w:val="00F10528"/>
    <w:rsid w:val="00F10B62"/>
    <w:rsid w:val="00F10F20"/>
    <w:rsid w:val="00F11730"/>
    <w:rsid w:val="00F117A6"/>
    <w:rsid w:val="00F119D9"/>
    <w:rsid w:val="00F11D8F"/>
    <w:rsid w:val="00F1207A"/>
    <w:rsid w:val="00F124E8"/>
    <w:rsid w:val="00F125B3"/>
    <w:rsid w:val="00F12622"/>
    <w:rsid w:val="00F13856"/>
    <w:rsid w:val="00F138EF"/>
    <w:rsid w:val="00F13989"/>
    <w:rsid w:val="00F139CC"/>
    <w:rsid w:val="00F13CFB"/>
    <w:rsid w:val="00F150C1"/>
    <w:rsid w:val="00F150EB"/>
    <w:rsid w:val="00F152F6"/>
    <w:rsid w:val="00F15553"/>
    <w:rsid w:val="00F15591"/>
    <w:rsid w:val="00F15BD3"/>
    <w:rsid w:val="00F16385"/>
    <w:rsid w:val="00F164A8"/>
    <w:rsid w:val="00F16932"/>
    <w:rsid w:val="00F16B00"/>
    <w:rsid w:val="00F16B84"/>
    <w:rsid w:val="00F16B8A"/>
    <w:rsid w:val="00F16CC3"/>
    <w:rsid w:val="00F16DB2"/>
    <w:rsid w:val="00F16EFB"/>
    <w:rsid w:val="00F173ED"/>
    <w:rsid w:val="00F1744E"/>
    <w:rsid w:val="00F174D6"/>
    <w:rsid w:val="00F177AE"/>
    <w:rsid w:val="00F17BA1"/>
    <w:rsid w:val="00F17D43"/>
    <w:rsid w:val="00F200FA"/>
    <w:rsid w:val="00F202A3"/>
    <w:rsid w:val="00F203EA"/>
    <w:rsid w:val="00F20AB7"/>
    <w:rsid w:val="00F20B58"/>
    <w:rsid w:val="00F21390"/>
    <w:rsid w:val="00F21D63"/>
    <w:rsid w:val="00F21E31"/>
    <w:rsid w:val="00F21FA0"/>
    <w:rsid w:val="00F2216F"/>
    <w:rsid w:val="00F22363"/>
    <w:rsid w:val="00F22851"/>
    <w:rsid w:val="00F22B64"/>
    <w:rsid w:val="00F22E11"/>
    <w:rsid w:val="00F2362C"/>
    <w:rsid w:val="00F2373D"/>
    <w:rsid w:val="00F23877"/>
    <w:rsid w:val="00F23989"/>
    <w:rsid w:val="00F23C1E"/>
    <w:rsid w:val="00F23E62"/>
    <w:rsid w:val="00F2403F"/>
    <w:rsid w:val="00F2414F"/>
    <w:rsid w:val="00F24D9C"/>
    <w:rsid w:val="00F25749"/>
    <w:rsid w:val="00F25922"/>
    <w:rsid w:val="00F25978"/>
    <w:rsid w:val="00F25AB5"/>
    <w:rsid w:val="00F25BBE"/>
    <w:rsid w:val="00F25F2C"/>
    <w:rsid w:val="00F2611B"/>
    <w:rsid w:val="00F26344"/>
    <w:rsid w:val="00F26488"/>
    <w:rsid w:val="00F26767"/>
    <w:rsid w:val="00F26A93"/>
    <w:rsid w:val="00F26AD1"/>
    <w:rsid w:val="00F26F38"/>
    <w:rsid w:val="00F274F5"/>
    <w:rsid w:val="00F27E86"/>
    <w:rsid w:val="00F3007E"/>
    <w:rsid w:val="00F3016F"/>
    <w:rsid w:val="00F305BB"/>
    <w:rsid w:val="00F30761"/>
    <w:rsid w:val="00F30DA9"/>
    <w:rsid w:val="00F30DFA"/>
    <w:rsid w:val="00F30E3F"/>
    <w:rsid w:val="00F30ED8"/>
    <w:rsid w:val="00F30EE7"/>
    <w:rsid w:val="00F31186"/>
    <w:rsid w:val="00F31210"/>
    <w:rsid w:val="00F3131C"/>
    <w:rsid w:val="00F3147D"/>
    <w:rsid w:val="00F3155A"/>
    <w:rsid w:val="00F31657"/>
    <w:rsid w:val="00F31D5D"/>
    <w:rsid w:val="00F32481"/>
    <w:rsid w:val="00F3251D"/>
    <w:rsid w:val="00F32B63"/>
    <w:rsid w:val="00F33088"/>
    <w:rsid w:val="00F330EF"/>
    <w:rsid w:val="00F33D41"/>
    <w:rsid w:val="00F33D45"/>
    <w:rsid w:val="00F33DE8"/>
    <w:rsid w:val="00F33E2F"/>
    <w:rsid w:val="00F3408F"/>
    <w:rsid w:val="00F344BE"/>
    <w:rsid w:val="00F34722"/>
    <w:rsid w:val="00F348EA"/>
    <w:rsid w:val="00F34B71"/>
    <w:rsid w:val="00F35141"/>
    <w:rsid w:val="00F35202"/>
    <w:rsid w:val="00F35B1B"/>
    <w:rsid w:val="00F35E89"/>
    <w:rsid w:val="00F35F62"/>
    <w:rsid w:val="00F36021"/>
    <w:rsid w:val="00F36192"/>
    <w:rsid w:val="00F36440"/>
    <w:rsid w:val="00F36CDA"/>
    <w:rsid w:val="00F37038"/>
    <w:rsid w:val="00F372B0"/>
    <w:rsid w:val="00F3742B"/>
    <w:rsid w:val="00F374FC"/>
    <w:rsid w:val="00F3755D"/>
    <w:rsid w:val="00F375D1"/>
    <w:rsid w:val="00F375E1"/>
    <w:rsid w:val="00F37D87"/>
    <w:rsid w:val="00F37F53"/>
    <w:rsid w:val="00F40511"/>
    <w:rsid w:val="00F40647"/>
    <w:rsid w:val="00F41243"/>
    <w:rsid w:val="00F41500"/>
    <w:rsid w:val="00F41674"/>
    <w:rsid w:val="00F418C3"/>
    <w:rsid w:val="00F419A5"/>
    <w:rsid w:val="00F419BA"/>
    <w:rsid w:val="00F41B61"/>
    <w:rsid w:val="00F41D35"/>
    <w:rsid w:val="00F41DAE"/>
    <w:rsid w:val="00F41E27"/>
    <w:rsid w:val="00F41EE5"/>
    <w:rsid w:val="00F42226"/>
    <w:rsid w:val="00F424C2"/>
    <w:rsid w:val="00F4254E"/>
    <w:rsid w:val="00F4284B"/>
    <w:rsid w:val="00F4284E"/>
    <w:rsid w:val="00F42C91"/>
    <w:rsid w:val="00F43265"/>
    <w:rsid w:val="00F43588"/>
    <w:rsid w:val="00F43746"/>
    <w:rsid w:val="00F43967"/>
    <w:rsid w:val="00F43CDE"/>
    <w:rsid w:val="00F43F4E"/>
    <w:rsid w:val="00F44249"/>
    <w:rsid w:val="00F44539"/>
    <w:rsid w:val="00F44608"/>
    <w:rsid w:val="00F4465F"/>
    <w:rsid w:val="00F44F20"/>
    <w:rsid w:val="00F44FAF"/>
    <w:rsid w:val="00F451B4"/>
    <w:rsid w:val="00F45342"/>
    <w:rsid w:val="00F45534"/>
    <w:rsid w:val="00F455EC"/>
    <w:rsid w:val="00F46116"/>
    <w:rsid w:val="00F472D9"/>
    <w:rsid w:val="00F47986"/>
    <w:rsid w:val="00F47B52"/>
    <w:rsid w:val="00F5006E"/>
    <w:rsid w:val="00F503D3"/>
    <w:rsid w:val="00F506AE"/>
    <w:rsid w:val="00F50804"/>
    <w:rsid w:val="00F50F3D"/>
    <w:rsid w:val="00F50FCF"/>
    <w:rsid w:val="00F51173"/>
    <w:rsid w:val="00F51244"/>
    <w:rsid w:val="00F5188A"/>
    <w:rsid w:val="00F51C6C"/>
    <w:rsid w:val="00F51CD0"/>
    <w:rsid w:val="00F52159"/>
    <w:rsid w:val="00F52467"/>
    <w:rsid w:val="00F52967"/>
    <w:rsid w:val="00F529DC"/>
    <w:rsid w:val="00F52A99"/>
    <w:rsid w:val="00F52BA4"/>
    <w:rsid w:val="00F52F3D"/>
    <w:rsid w:val="00F53287"/>
    <w:rsid w:val="00F5339D"/>
    <w:rsid w:val="00F53C6D"/>
    <w:rsid w:val="00F53CEA"/>
    <w:rsid w:val="00F53DB7"/>
    <w:rsid w:val="00F540E3"/>
    <w:rsid w:val="00F55149"/>
    <w:rsid w:val="00F556FB"/>
    <w:rsid w:val="00F55B7B"/>
    <w:rsid w:val="00F55B82"/>
    <w:rsid w:val="00F55BFD"/>
    <w:rsid w:val="00F5603E"/>
    <w:rsid w:val="00F565E8"/>
    <w:rsid w:val="00F5685C"/>
    <w:rsid w:val="00F56D84"/>
    <w:rsid w:val="00F56DFA"/>
    <w:rsid w:val="00F573B1"/>
    <w:rsid w:val="00F579C1"/>
    <w:rsid w:val="00F57A5A"/>
    <w:rsid w:val="00F57DAE"/>
    <w:rsid w:val="00F60659"/>
    <w:rsid w:val="00F609BB"/>
    <w:rsid w:val="00F60A0F"/>
    <w:rsid w:val="00F61831"/>
    <w:rsid w:val="00F61AE1"/>
    <w:rsid w:val="00F61DC5"/>
    <w:rsid w:val="00F61F43"/>
    <w:rsid w:val="00F62138"/>
    <w:rsid w:val="00F621A4"/>
    <w:rsid w:val="00F6223C"/>
    <w:rsid w:val="00F62286"/>
    <w:rsid w:val="00F62473"/>
    <w:rsid w:val="00F6252D"/>
    <w:rsid w:val="00F6255E"/>
    <w:rsid w:val="00F62641"/>
    <w:rsid w:val="00F635B5"/>
    <w:rsid w:val="00F643BE"/>
    <w:rsid w:val="00F64582"/>
    <w:rsid w:val="00F64873"/>
    <w:rsid w:val="00F648D1"/>
    <w:rsid w:val="00F64A75"/>
    <w:rsid w:val="00F64E86"/>
    <w:rsid w:val="00F65441"/>
    <w:rsid w:val="00F65861"/>
    <w:rsid w:val="00F65982"/>
    <w:rsid w:val="00F65A50"/>
    <w:rsid w:val="00F65ECA"/>
    <w:rsid w:val="00F6637D"/>
    <w:rsid w:val="00F66575"/>
    <w:rsid w:val="00F6682B"/>
    <w:rsid w:val="00F66E72"/>
    <w:rsid w:val="00F66EF0"/>
    <w:rsid w:val="00F67121"/>
    <w:rsid w:val="00F67169"/>
    <w:rsid w:val="00F673EE"/>
    <w:rsid w:val="00F700D1"/>
    <w:rsid w:val="00F7095D"/>
    <w:rsid w:val="00F709E8"/>
    <w:rsid w:val="00F70D04"/>
    <w:rsid w:val="00F710DF"/>
    <w:rsid w:val="00F713A1"/>
    <w:rsid w:val="00F718F4"/>
    <w:rsid w:val="00F71C8B"/>
    <w:rsid w:val="00F71D77"/>
    <w:rsid w:val="00F71E86"/>
    <w:rsid w:val="00F72017"/>
    <w:rsid w:val="00F72584"/>
    <w:rsid w:val="00F727E8"/>
    <w:rsid w:val="00F729EF"/>
    <w:rsid w:val="00F72A13"/>
    <w:rsid w:val="00F72BF6"/>
    <w:rsid w:val="00F72C59"/>
    <w:rsid w:val="00F72CAD"/>
    <w:rsid w:val="00F7331B"/>
    <w:rsid w:val="00F7382E"/>
    <w:rsid w:val="00F74186"/>
    <w:rsid w:val="00F744F2"/>
    <w:rsid w:val="00F747BA"/>
    <w:rsid w:val="00F74E34"/>
    <w:rsid w:val="00F75166"/>
    <w:rsid w:val="00F759A6"/>
    <w:rsid w:val="00F75E61"/>
    <w:rsid w:val="00F7657D"/>
    <w:rsid w:val="00F76A12"/>
    <w:rsid w:val="00F76B60"/>
    <w:rsid w:val="00F76D42"/>
    <w:rsid w:val="00F76D72"/>
    <w:rsid w:val="00F770A4"/>
    <w:rsid w:val="00F77168"/>
    <w:rsid w:val="00F771C1"/>
    <w:rsid w:val="00F77218"/>
    <w:rsid w:val="00F77284"/>
    <w:rsid w:val="00F77361"/>
    <w:rsid w:val="00F7750B"/>
    <w:rsid w:val="00F77FDA"/>
    <w:rsid w:val="00F80417"/>
    <w:rsid w:val="00F8065A"/>
    <w:rsid w:val="00F81379"/>
    <w:rsid w:val="00F81723"/>
    <w:rsid w:val="00F81DAA"/>
    <w:rsid w:val="00F82127"/>
    <w:rsid w:val="00F8261E"/>
    <w:rsid w:val="00F829C8"/>
    <w:rsid w:val="00F82D76"/>
    <w:rsid w:val="00F82DE4"/>
    <w:rsid w:val="00F82FD4"/>
    <w:rsid w:val="00F83C01"/>
    <w:rsid w:val="00F83F1D"/>
    <w:rsid w:val="00F840E4"/>
    <w:rsid w:val="00F84162"/>
    <w:rsid w:val="00F84228"/>
    <w:rsid w:val="00F8462A"/>
    <w:rsid w:val="00F851D8"/>
    <w:rsid w:val="00F85366"/>
    <w:rsid w:val="00F856C8"/>
    <w:rsid w:val="00F8579B"/>
    <w:rsid w:val="00F85837"/>
    <w:rsid w:val="00F85B39"/>
    <w:rsid w:val="00F85BB9"/>
    <w:rsid w:val="00F85C2A"/>
    <w:rsid w:val="00F86367"/>
    <w:rsid w:val="00F8657B"/>
    <w:rsid w:val="00F86F7C"/>
    <w:rsid w:val="00F872EA"/>
    <w:rsid w:val="00F87374"/>
    <w:rsid w:val="00F8760F"/>
    <w:rsid w:val="00F876BC"/>
    <w:rsid w:val="00F87B18"/>
    <w:rsid w:val="00F87EE1"/>
    <w:rsid w:val="00F87F48"/>
    <w:rsid w:val="00F903CD"/>
    <w:rsid w:val="00F905AF"/>
    <w:rsid w:val="00F914C8"/>
    <w:rsid w:val="00F91641"/>
    <w:rsid w:val="00F916FA"/>
    <w:rsid w:val="00F9181D"/>
    <w:rsid w:val="00F91976"/>
    <w:rsid w:val="00F919A4"/>
    <w:rsid w:val="00F91EAC"/>
    <w:rsid w:val="00F921FD"/>
    <w:rsid w:val="00F924D3"/>
    <w:rsid w:val="00F92945"/>
    <w:rsid w:val="00F92A42"/>
    <w:rsid w:val="00F92B02"/>
    <w:rsid w:val="00F92B3E"/>
    <w:rsid w:val="00F92BF8"/>
    <w:rsid w:val="00F92E43"/>
    <w:rsid w:val="00F92EDB"/>
    <w:rsid w:val="00F92FDB"/>
    <w:rsid w:val="00F93273"/>
    <w:rsid w:val="00F932DA"/>
    <w:rsid w:val="00F932E5"/>
    <w:rsid w:val="00F933FF"/>
    <w:rsid w:val="00F93452"/>
    <w:rsid w:val="00F93871"/>
    <w:rsid w:val="00F93C80"/>
    <w:rsid w:val="00F940F9"/>
    <w:rsid w:val="00F948B7"/>
    <w:rsid w:val="00F94A44"/>
    <w:rsid w:val="00F94C1D"/>
    <w:rsid w:val="00F9575B"/>
    <w:rsid w:val="00F95A78"/>
    <w:rsid w:val="00F95C23"/>
    <w:rsid w:val="00F95D41"/>
    <w:rsid w:val="00F96362"/>
    <w:rsid w:val="00F965DC"/>
    <w:rsid w:val="00F969A5"/>
    <w:rsid w:val="00F96CB8"/>
    <w:rsid w:val="00F96CFF"/>
    <w:rsid w:val="00F96E29"/>
    <w:rsid w:val="00F97170"/>
    <w:rsid w:val="00F9734B"/>
    <w:rsid w:val="00F9735C"/>
    <w:rsid w:val="00F974E8"/>
    <w:rsid w:val="00F97FE7"/>
    <w:rsid w:val="00FA00BB"/>
    <w:rsid w:val="00FA03BA"/>
    <w:rsid w:val="00FA1287"/>
    <w:rsid w:val="00FA14D5"/>
    <w:rsid w:val="00FA1A6B"/>
    <w:rsid w:val="00FA1D21"/>
    <w:rsid w:val="00FA1F55"/>
    <w:rsid w:val="00FA294F"/>
    <w:rsid w:val="00FA3867"/>
    <w:rsid w:val="00FA3E26"/>
    <w:rsid w:val="00FA4471"/>
    <w:rsid w:val="00FA4AC3"/>
    <w:rsid w:val="00FA50D4"/>
    <w:rsid w:val="00FA50E2"/>
    <w:rsid w:val="00FA5DE0"/>
    <w:rsid w:val="00FA5E50"/>
    <w:rsid w:val="00FA60E2"/>
    <w:rsid w:val="00FA63E5"/>
    <w:rsid w:val="00FA6460"/>
    <w:rsid w:val="00FA65B0"/>
    <w:rsid w:val="00FA6EB7"/>
    <w:rsid w:val="00FA72C3"/>
    <w:rsid w:val="00FA7541"/>
    <w:rsid w:val="00FA760B"/>
    <w:rsid w:val="00FA772B"/>
    <w:rsid w:val="00FA7DA9"/>
    <w:rsid w:val="00FA7E05"/>
    <w:rsid w:val="00FB0077"/>
    <w:rsid w:val="00FB0655"/>
    <w:rsid w:val="00FB07FF"/>
    <w:rsid w:val="00FB0ED0"/>
    <w:rsid w:val="00FB0FDD"/>
    <w:rsid w:val="00FB1291"/>
    <w:rsid w:val="00FB12D3"/>
    <w:rsid w:val="00FB17BC"/>
    <w:rsid w:val="00FB23FF"/>
    <w:rsid w:val="00FB27DD"/>
    <w:rsid w:val="00FB3205"/>
    <w:rsid w:val="00FB3C13"/>
    <w:rsid w:val="00FB3D54"/>
    <w:rsid w:val="00FB3DEA"/>
    <w:rsid w:val="00FB41FA"/>
    <w:rsid w:val="00FB4204"/>
    <w:rsid w:val="00FB45A3"/>
    <w:rsid w:val="00FB46E3"/>
    <w:rsid w:val="00FB476D"/>
    <w:rsid w:val="00FB4787"/>
    <w:rsid w:val="00FB4BAF"/>
    <w:rsid w:val="00FB4BB4"/>
    <w:rsid w:val="00FB4E68"/>
    <w:rsid w:val="00FB50EB"/>
    <w:rsid w:val="00FB53B9"/>
    <w:rsid w:val="00FB53FF"/>
    <w:rsid w:val="00FB54F9"/>
    <w:rsid w:val="00FB56DE"/>
    <w:rsid w:val="00FB5CB7"/>
    <w:rsid w:val="00FB5DD8"/>
    <w:rsid w:val="00FB5F44"/>
    <w:rsid w:val="00FB60FB"/>
    <w:rsid w:val="00FB616A"/>
    <w:rsid w:val="00FB667D"/>
    <w:rsid w:val="00FB676F"/>
    <w:rsid w:val="00FB6BD6"/>
    <w:rsid w:val="00FB6BF0"/>
    <w:rsid w:val="00FB6C4F"/>
    <w:rsid w:val="00FB7078"/>
    <w:rsid w:val="00FB7105"/>
    <w:rsid w:val="00FB74B8"/>
    <w:rsid w:val="00FB74BC"/>
    <w:rsid w:val="00FB7641"/>
    <w:rsid w:val="00FB7703"/>
    <w:rsid w:val="00FB7C3C"/>
    <w:rsid w:val="00FC02CF"/>
    <w:rsid w:val="00FC077B"/>
    <w:rsid w:val="00FC10B8"/>
    <w:rsid w:val="00FC160B"/>
    <w:rsid w:val="00FC166C"/>
    <w:rsid w:val="00FC1E8E"/>
    <w:rsid w:val="00FC1FCD"/>
    <w:rsid w:val="00FC2143"/>
    <w:rsid w:val="00FC2417"/>
    <w:rsid w:val="00FC258E"/>
    <w:rsid w:val="00FC263E"/>
    <w:rsid w:val="00FC2698"/>
    <w:rsid w:val="00FC2D54"/>
    <w:rsid w:val="00FC2F48"/>
    <w:rsid w:val="00FC30FF"/>
    <w:rsid w:val="00FC317A"/>
    <w:rsid w:val="00FC3327"/>
    <w:rsid w:val="00FC3500"/>
    <w:rsid w:val="00FC3598"/>
    <w:rsid w:val="00FC3722"/>
    <w:rsid w:val="00FC3889"/>
    <w:rsid w:val="00FC38BB"/>
    <w:rsid w:val="00FC3CC7"/>
    <w:rsid w:val="00FC3D98"/>
    <w:rsid w:val="00FC432F"/>
    <w:rsid w:val="00FC464F"/>
    <w:rsid w:val="00FC46C0"/>
    <w:rsid w:val="00FC494F"/>
    <w:rsid w:val="00FC5574"/>
    <w:rsid w:val="00FC5FE1"/>
    <w:rsid w:val="00FC616A"/>
    <w:rsid w:val="00FC6222"/>
    <w:rsid w:val="00FC6613"/>
    <w:rsid w:val="00FC66AD"/>
    <w:rsid w:val="00FC6971"/>
    <w:rsid w:val="00FC76BE"/>
    <w:rsid w:val="00FC783F"/>
    <w:rsid w:val="00FC7AFC"/>
    <w:rsid w:val="00FC7D7B"/>
    <w:rsid w:val="00FD02CF"/>
    <w:rsid w:val="00FD05C9"/>
    <w:rsid w:val="00FD0642"/>
    <w:rsid w:val="00FD06F8"/>
    <w:rsid w:val="00FD09C1"/>
    <w:rsid w:val="00FD11D1"/>
    <w:rsid w:val="00FD1E85"/>
    <w:rsid w:val="00FD2023"/>
    <w:rsid w:val="00FD2235"/>
    <w:rsid w:val="00FD2272"/>
    <w:rsid w:val="00FD2C31"/>
    <w:rsid w:val="00FD37CA"/>
    <w:rsid w:val="00FD3909"/>
    <w:rsid w:val="00FD3EA9"/>
    <w:rsid w:val="00FD3F6B"/>
    <w:rsid w:val="00FD3F78"/>
    <w:rsid w:val="00FD40E0"/>
    <w:rsid w:val="00FD4243"/>
    <w:rsid w:val="00FD4651"/>
    <w:rsid w:val="00FD4F5E"/>
    <w:rsid w:val="00FD57BE"/>
    <w:rsid w:val="00FD5F84"/>
    <w:rsid w:val="00FD5FE0"/>
    <w:rsid w:val="00FD60ED"/>
    <w:rsid w:val="00FD64C7"/>
    <w:rsid w:val="00FD6887"/>
    <w:rsid w:val="00FD68E3"/>
    <w:rsid w:val="00FD6B49"/>
    <w:rsid w:val="00FD7488"/>
    <w:rsid w:val="00FD7EE1"/>
    <w:rsid w:val="00FE00A4"/>
    <w:rsid w:val="00FE051E"/>
    <w:rsid w:val="00FE05C6"/>
    <w:rsid w:val="00FE0BEA"/>
    <w:rsid w:val="00FE1545"/>
    <w:rsid w:val="00FE1F1B"/>
    <w:rsid w:val="00FE1FEE"/>
    <w:rsid w:val="00FE27C3"/>
    <w:rsid w:val="00FE2D1C"/>
    <w:rsid w:val="00FE2EFE"/>
    <w:rsid w:val="00FE3608"/>
    <w:rsid w:val="00FE37CA"/>
    <w:rsid w:val="00FE423C"/>
    <w:rsid w:val="00FE46FC"/>
    <w:rsid w:val="00FE485F"/>
    <w:rsid w:val="00FE48AD"/>
    <w:rsid w:val="00FE4B03"/>
    <w:rsid w:val="00FE5503"/>
    <w:rsid w:val="00FE55D3"/>
    <w:rsid w:val="00FE5D9F"/>
    <w:rsid w:val="00FE64FF"/>
    <w:rsid w:val="00FE686D"/>
    <w:rsid w:val="00FE7087"/>
    <w:rsid w:val="00FE73E0"/>
    <w:rsid w:val="00FE7CE6"/>
    <w:rsid w:val="00FE7DA0"/>
    <w:rsid w:val="00FF0033"/>
    <w:rsid w:val="00FF0059"/>
    <w:rsid w:val="00FF0136"/>
    <w:rsid w:val="00FF0214"/>
    <w:rsid w:val="00FF03C0"/>
    <w:rsid w:val="00FF084C"/>
    <w:rsid w:val="00FF092C"/>
    <w:rsid w:val="00FF0CE0"/>
    <w:rsid w:val="00FF0D8B"/>
    <w:rsid w:val="00FF0F33"/>
    <w:rsid w:val="00FF0F6A"/>
    <w:rsid w:val="00FF1000"/>
    <w:rsid w:val="00FF1280"/>
    <w:rsid w:val="00FF139A"/>
    <w:rsid w:val="00FF13E6"/>
    <w:rsid w:val="00FF14C8"/>
    <w:rsid w:val="00FF191B"/>
    <w:rsid w:val="00FF2069"/>
    <w:rsid w:val="00FF26FD"/>
    <w:rsid w:val="00FF2A89"/>
    <w:rsid w:val="00FF2B48"/>
    <w:rsid w:val="00FF3585"/>
    <w:rsid w:val="00FF3DC4"/>
    <w:rsid w:val="00FF422F"/>
    <w:rsid w:val="00FF4293"/>
    <w:rsid w:val="00FF4D4D"/>
    <w:rsid w:val="00FF4EBA"/>
    <w:rsid w:val="00FF59F1"/>
    <w:rsid w:val="00FF5AAD"/>
    <w:rsid w:val="00FF5AAE"/>
    <w:rsid w:val="00FF5AC7"/>
    <w:rsid w:val="00FF5D21"/>
    <w:rsid w:val="00FF5EB8"/>
    <w:rsid w:val="00FF602B"/>
    <w:rsid w:val="00FF6274"/>
    <w:rsid w:val="00FF63C2"/>
    <w:rsid w:val="00FF65EE"/>
    <w:rsid w:val="00FF6770"/>
    <w:rsid w:val="00FF695F"/>
    <w:rsid w:val="00FF69A2"/>
    <w:rsid w:val="00FF6A84"/>
    <w:rsid w:val="00FF6A85"/>
    <w:rsid w:val="00FF6B60"/>
    <w:rsid w:val="00FF7036"/>
    <w:rsid w:val="00FF72F6"/>
    <w:rsid w:val="00FF7649"/>
    <w:rsid w:val="00FF7BC6"/>
    <w:rsid w:val="00FF7CFC"/>
    <w:rsid w:val="00FF7E63"/>
    <w:rsid w:val="00FF7F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FAE"/>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ной текст_"/>
    <w:basedOn w:val="DefaultParagraphFont"/>
    <w:link w:val="2"/>
    <w:uiPriority w:val="99"/>
    <w:locked/>
    <w:rsid w:val="00703FAE"/>
    <w:rPr>
      <w:b/>
      <w:bCs/>
      <w:sz w:val="23"/>
      <w:szCs w:val="23"/>
      <w:shd w:val="clear" w:color="auto" w:fill="FFFFFF"/>
    </w:rPr>
  </w:style>
  <w:style w:type="paragraph" w:customStyle="1" w:styleId="2">
    <w:name w:val="Основной текст2"/>
    <w:basedOn w:val="Normal"/>
    <w:link w:val="a"/>
    <w:uiPriority w:val="99"/>
    <w:rsid w:val="00703FAE"/>
    <w:pPr>
      <w:widowControl w:val="0"/>
      <w:shd w:val="clear" w:color="auto" w:fill="FFFFFF"/>
      <w:spacing w:before="60" w:line="278" w:lineRule="exact"/>
    </w:pPr>
    <w:rPr>
      <w:b/>
      <w:bCs/>
      <w:sz w:val="23"/>
      <w:szCs w:val="23"/>
    </w:rPr>
  </w:style>
  <w:style w:type="paragraph" w:styleId="BalloonText">
    <w:name w:val="Balloon Text"/>
    <w:basedOn w:val="Normal"/>
    <w:link w:val="BalloonTextChar"/>
    <w:uiPriority w:val="99"/>
    <w:semiHidden/>
    <w:rsid w:val="008C254E"/>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szCs w:val="2"/>
    </w:rPr>
  </w:style>
</w:styles>
</file>

<file path=word/webSettings.xml><?xml version="1.0" encoding="utf-8"?>
<w:webSettings xmlns:r="http://schemas.openxmlformats.org/officeDocument/2006/relationships" xmlns:w="http://schemas.openxmlformats.org/wordprocessingml/2006/main">
  <w:divs>
    <w:div w:id="108746831">
      <w:marLeft w:val="0"/>
      <w:marRight w:val="0"/>
      <w:marTop w:val="0"/>
      <w:marBottom w:val="0"/>
      <w:divBdr>
        <w:top w:val="none" w:sz="0" w:space="0" w:color="auto"/>
        <w:left w:val="none" w:sz="0" w:space="0" w:color="auto"/>
        <w:bottom w:val="none" w:sz="0" w:space="0" w:color="auto"/>
        <w:right w:val="none" w:sz="0" w:space="0" w:color="auto"/>
      </w:divBdr>
    </w:div>
    <w:div w:id="1087468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50</TotalTime>
  <Pages>7</Pages>
  <Words>1531</Words>
  <Characters>8727</Characters>
  <Application>Microsoft Office Outlook</Application>
  <DocSecurity>0</DocSecurity>
  <Lines>0</Lines>
  <Paragraphs>0</Paragraphs>
  <ScaleCrop>false</ScaleCrop>
  <Company>Администрация Торгунского сельского поселения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 </cp:lastModifiedBy>
  <cp:revision>6</cp:revision>
  <cp:lastPrinted>2014-10-15T11:49:00Z</cp:lastPrinted>
  <dcterms:created xsi:type="dcterms:W3CDTF">2014-10-15T05:51:00Z</dcterms:created>
  <dcterms:modified xsi:type="dcterms:W3CDTF">2014-10-15T11:52:00Z</dcterms:modified>
</cp:coreProperties>
</file>