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63" w:rsidRPr="00866979" w:rsidRDefault="000B7E63" w:rsidP="00A50435">
      <w:pPr>
        <w:pStyle w:val="Heading1"/>
        <w:jc w:val="center"/>
        <w:rPr>
          <w:rFonts w:ascii="Times New Roman" w:hAnsi="Times New Roman" w:cs="Times New Roman"/>
          <w:b w:val="0"/>
          <w:bCs w:val="0"/>
        </w:rPr>
      </w:pPr>
      <w:r w:rsidRPr="00866979">
        <w:rPr>
          <w:rFonts w:ascii="Times New Roman" w:hAnsi="Times New Roman" w:cs="Times New Roman"/>
          <w:b w:val="0"/>
          <w:bCs w:val="0"/>
        </w:rPr>
        <w:t>Администрация</w:t>
      </w:r>
    </w:p>
    <w:p w:rsidR="000B7E63" w:rsidRPr="00866979" w:rsidRDefault="000B7E63" w:rsidP="00A50435">
      <w:pPr>
        <w:pStyle w:val="Heading2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866979">
        <w:rPr>
          <w:rFonts w:ascii="Times New Roman" w:hAnsi="Times New Roman" w:cs="Times New Roman"/>
          <w:b w:val="0"/>
          <w:bCs w:val="0"/>
          <w:i w:val="0"/>
          <w:iCs w:val="0"/>
        </w:rPr>
        <w:t>ТОРГУНСКОГО СЕЛЬСКОГО ПОСЕЛЕНИЯ</w:t>
      </w:r>
    </w:p>
    <w:p w:rsidR="000B7E63" w:rsidRPr="00866979" w:rsidRDefault="000B7E63" w:rsidP="00A50435">
      <w:pPr>
        <w:jc w:val="center"/>
        <w:rPr>
          <w:sz w:val="28"/>
          <w:szCs w:val="28"/>
        </w:rPr>
      </w:pPr>
      <w:r w:rsidRPr="00866979">
        <w:rPr>
          <w:sz w:val="28"/>
          <w:szCs w:val="28"/>
        </w:rPr>
        <w:t>СТАРОПОЛТАВСКОГО РАЙОНА ВОЛГОГРАДСКОЙ ОБЛАСТИ</w:t>
      </w:r>
    </w:p>
    <w:p w:rsidR="000B7E63" w:rsidRPr="00866979" w:rsidRDefault="000B7E63" w:rsidP="00866979">
      <w:pPr>
        <w:pStyle w:val="BodyText"/>
        <w:rPr>
          <w:sz w:val="16"/>
          <w:szCs w:val="16"/>
        </w:rPr>
      </w:pPr>
      <w:r w:rsidRPr="00866979">
        <w:rPr>
          <w:sz w:val="16"/>
          <w:szCs w:val="16"/>
          <w:lang w:eastAsia="en-US"/>
        </w:rPr>
        <w:t xml:space="preserve">                   </w:t>
      </w:r>
      <w:r w:rsidRPr="00866979">
        <w:rPr>
          <w:sz w:val="16"/>
          <w:szCs w:val="16"/>
        </w:rPr>
        <w:t>Волгоградская область Старополтавский район с. Торгун, ул. Почтовая 15, тел. 4-63-53</w:t>
      </w:r>
    </w:p>
    <w:p w:rsidR="000B7E63" w:rsidRPr="00A50435" w:rsidRDefault="000B7E63" w:rsidP="00A50435">
      <w:pPr>
        <w:pStyle w:val="BodyText"/>
        <w:jc w:val="center"/>
        <w:rPr>
          <w:b/>
          <w:bCs/>
          <w:sz w:val="22"/>
          <w:szCs w:val="22"/>
        </w:rPr>
      </w:pPr>
      <w:r>
        <w:t>_____________________________________________________________________________________________</w:t>
      </w:r>
    </w:p>
    <w:p w:rsidR="000B7E63" w:rsidRDefault="000B7E63" w:rsidP="00782A6E">
      <w:pPr>
        <w:jc w:val="center"/>
      </w:pPr>
    </w:p>
    <w:p w:rsidR="000B7E63" w:rsidRDefault="000B7E63" w:rsidP="00782A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818"/>
        <w:gridCol w:w="4818"/>
      </w:tblGrid>
      <w:tr w:rsidR="000B7E63">
        <w:tc>
          <w:tcPr>
            <w:tcW w:w="4818" w:type="dxa"/>
          </w:tcPr>
          <w:p w:rsidR="000B7E63" w:rsidRDefault="000B7E63">
            <w:pPr>
              <w:pStyle w:val="a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 21»февраля 2014 г.</w:t>
            </w:r>
          </w:p>
          <w:p w:rsidR="000B7E63" w:rsidRDefault="000B7E63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E63" w:rsidRDefault="000B7E63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 утверждении схемы водоснабжения и водоотведения Торгунского сельского поселения Старополтавского муниципального</w:t>
            </w:r>
          </w:p>
          <w:p w:rsidR="000B7E63" w:rsidRDefault="000B7E63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 Волгоградской области до 2023года»</w:t>
            </w:r>
          </w:p>
        </w:tc>
        <w:tc>
          <w:tcPr>
            <w:tcW w:w="4818" w:type="dxa"/>
          </w:tcPr>
          <w:p w:rsidR="000B7E63" w:rsidRDefault="000B7E63" w:rsidP="00A50435">
            <w:pPr>
              <w:pStyle w:val="a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12</w:t>
            </w:r>
          </w:p>
        </w:tc>
      </w:tr>
    </w:tbl>
    <w:p w:rsidR="000B7E63" w:rsidRDefault="000B7E63" w:rsidP="00782A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E63" w:rsidRDefault="000B7E63" w:rsidP="00782A6E">
      <w:pPr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соответствии с  Федеральным законом от 07 декабря 2011 года № 416-ФЗ «О водоснабжении и водоотведении» Администрация Торгунского сельского поселения постановляет:</w:t>
      </w:r>
    </w:p>
    <w:p w:rsidR="000B7E63" w:rsidRDefault="000B7E63" w:rsidP="00782A6E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1. Утвердить схемы водоснабжения и водоотведения Торгунского сельского поселения Старополтавского муниципального района Волгоградской области до 2023года».  Согласно приложения</w:t>
      </w:r>
    </w:p>
    <w:p w:rsidR="000B7E63" w:rsidRDefault="000B7E63" w:rsidP="00782A6E">
      <w:pPr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2. Настоящее Постановление подлежит обнародованию и размещению на официальном сайте Торгунского сельского поселения.</w:t>
      </w:r>
    </w:p>
    <w:p w:rsidR="000B7E63" w:rsidRDefault="000B7E63" w:rsidP="00782A6E">
      <w:pPr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3. Контроль за исполнением настоящего Постановления возложить на  специалиста 2 категории Администрации Торгунского сельского поселения  Жармухамбетова А.М.</w:t>
      </w:r>
    </w:p>
    <w:p w:rsidR="000B7E63" w:rsidRDefault="000B7E63" w:rsidP="00782A6E">
      <w:pPr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7E63" w:rsidRDefault="000B7E63" w:rsidP="00782A6E">
      <w:pPr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7E63" w:rsidRDefault="000B7E63" w:rsidP="00782A6E">
      <w:p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Глава Торгунского сельского поселения:                               И.Б.Шавленов </w:t>
      </w:r>
    </w:p>
    <w:p w:rsidR="000B7E63" w:rsidRDefault="000B7E63" w:rsidP="00782A6E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B7E63" w:rsidRDefault="000B7E63"/>
    <w:sectPr w:rsidR="000B7E63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A6E"/>
    <w:rsid w:val="00000231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A3C"/>
    <w:rsid w:val="000B1C88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B7E63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0526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12A5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96E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BD8"/>
    <w:rsid w:val="00330EAE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FE"/>
    <w:rsid w:val="00381992"/>
    <w:rsid w:val="00381C85"/>
    <w:rsid w:val="00381D7A"/>
    <w:rsid w:val="00381E7B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C73"/>
    <w:rsid w:val="003E2C82"/>
    <w:rsid w:val="003E2DAD"/>
    <w:rsid w:val="003E2DD8"/>
    <w:rsid w:val="003E2FCD"/>
    <w:rsid w:val="003E3265"/>
    <w:rsid w:val="003E32AF"/>
    <w:rsid w:val="003E34A0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3FBD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95C"/>
    <w:rsid w:val="00537F28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63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F46"/>
    <w:rsid w:val="0062016B"/>
    <w:rsid w:val="006204D2"/>
    <w:rsid w:val="006205ED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CC7"/>
    <w:rsid w:val="006C4E23"/>
    <w:rsid w:val="006C4E68"/>
    <w:rsid w:val="006C5217"/>
    <w:rsid w:val="006C55E8"/>
    <w:rsid w:val="006C5AFA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2E2"/>
    <w:rsid w:val="00742353"/>
    <w:rsid w:val="007427C1"/>
    <w:rsid w:val="00742D73"/>
    <w:rsid w:val="00742E16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6E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C1E"/>
    <w:rsid w:val="00792F0E"/>
    <w:rsid w:val="00793004"/>
    <w:rsid w:val="0079323F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AF2"/>
    <w:rsid w:val="0083050C"/>
    <w:rsid w:val="008305A7"/>
    <w:rsid w:val="00830A21"/>
    <w:rsid w:val="00830DFD"/>
    <w:rsid w:val="0083100E"/>
    <w:rsid w:val="00831077"/>
    <w:rsid w:val="0083195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97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55F"/>
    <w:rsid w:val="008F0564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18B"/>
    <w:rsid w:val="0091425F"/>
    <w:rsid w:val="0091436E"/>
    <w:rsid w:val="00914B03"/>
    <w:rsid w:val="00914EF1"/>
    <w:rsid w:val="00915666"/>
    <w:rsid w:val="00915B1F"/>
    <w:rsid w:val="00915B99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76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78E4"/>
    <w:rsid w:val="00987C3B"/>
    <w:rsid w:val="00990353"/>
    <w:rsid w:val="0099060D"/>
    <w:rsid w:val="00990E7D"/>
    <w:rsid w:val="00991049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5F33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772"/>
    <w:rsid w:val="00A27097"/>
    <w:rsid w:val="00A27388"/>
    <w:rsid w:val="00A279CA"/>
    <w:rsid w:val="00A3015D"/>
    <w:rsid w:val="00A3019B"/>
    <w:rsid w:val="00A301FE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435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50AF"/>
    <w:rsid w:val="00B35BED"/>
    <w:rsid w:val="00B36402"/>
    <w:rsid w:val="00B36713"/>
    <w:rsid w:val="00B367C0"/>
    <w:rsid w:val="00B36A14"/>
    <w:rsid w:val="00B36C9F"/>
    <w:rsid w:val="00B36CE1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7B7"/>
    <w:rsid w:val="00BA7DEC"/>
    <w:rsid w:val="00BB0DE4"/>
    <w:rsid w:val="00BB1044"/>
    <w:rsid w:val="00BB1359"/>
    <w:rsid w:val="00BB1A60"/>
    <w:rsid w:val="00BB1AA2"/>
    <w:rsid w:val="00BB206D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40F"/>
    <w:rsid w:val="00C34A4E"/>
    <w:rsid w:val="00C34F3C"/>
    <w:rsid w:val="00C35443"/>
    <w:rsid w:val="00C35BA7"/>
    <w:rsid w:val="00C362D8"/>
    <w:rsid w:val="00C362ED"/>
    <w:rsid w:val="00C367CA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9FB"/>
    <w:rsid w:val="00C65D5E"/>
    <w:rsid w:val="00C65E93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88"/>
    <w:rsid w:val="00D0755B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C47"/>
    <w:rsid w:val="00DB7CCE"/>
    <w:rsid w:val="00DC0414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6BD"/>
    <w:rsid w:val="00EE5941"/>
    <w:rsid w:val="00EE5B3C"/>
    <w:rsid w:val="00EE6166"/>
    <w:rsid w:val="00EE61F1"/>
    <w:rsid w:val="00EE6237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D63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93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A6E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50435"/>
    <w:pPr>
      <w:keepNext/>
      <w:widowControl w:val="0"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A50435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uiPriority w:val="99"/>
    <w:rsid w:val="00782A6E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Содержимое таблицы"/>
    <w:basedOn w:val="Normal"/>
    <w:uiPriority w:val="99"/>
    <w:rsid w:val="00782A6E"/>
    <w:pPr>
      <w:widowControl w:val="0"/>
      <w:suppressLineNumbers/>
      <w:suppressAutoHyphens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styleId="BodyText">
    <w:name w:val="Body Text"/>
    <w:basedOn w:val="Normal"/>
    <w:link w:val="BodyTextChar1"/>
    <w:uiPriority w:val="99"/>
    <w:rsid w:val="00A50435"/>
    <w:pPr>
      <w:widowControl w:val="0"/>
      <w:spacing w:after="120" w:line="240" w:lineRule="auto"/>
    </w:pPr>
    <w:rPr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hAnsi="Calibri" w:cs="Calibri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A50435"/>
    <w:rPr>
      <w:snapToGrid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181</Words>
  <Characters>1037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3</cp:revision>
  <dcterms:created xsi:type="dcterms:W3CDTF">2014-02-20T09:47:00Z</dcterms:created>
  <dcterms:modified xsi:type="dcterms:W3CDTF">2014-02-20T10:37:00Z</dcterms:modified>
</cp:coreProperties>
</file>