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DA" w:rsidRPr="002F657A" w:rsidRDefault="008F57DA" w:rsidP="002F657A">
      <w:pPr>
        <w:jc w:val="center"/>
        <w:rPr>
          <w:rFonts w:ascii="Arial" w:hAnsi="Arial" w:cs="Arial"/>
          <w:sz w:val="24"/>
          <w:szCs w:val="24"/>
        </w:rPr>
      </w:pPr>
    </w:p>
    <w:p w:rsidR="008F57DA" w:rsidRPr="002F657A" w:rsidRDefault="008F57DA" w:rsidP="002F657A">
      <w:pPr>
        <w:jc w:val="center"/>
        <w:rPr>
          <w:rFonts w:ascii="Arial" w:hAnsi="Arial" w:cs="Arial"/>
          <w:sz w:val="24"/>
          <w:szCs w:val="24"/>
        </w:rPr>
      </w:pPr>
      <w:r w:rsidRPr="002F657A">
        <w:rPr>
          <w:rFonts w:ascii="Arial" w:hAnsi="Arial" w:cs="Arial"/>
          <w:sz w:val="24"/>
          <w:szCs w:val="24"/>
        </w:rPr>
        <w:t>АДМИНИСТРАЦИЯ</w:t>
      </w:r>
    </w:p>
    <w:p w:rsidR="008F57DA" w:rsidRPr="002F657A" w:rsidRDefault="008F57DA" w:rsidP="002F657A">
      <w:pPr>
        <w:jc w:val="center"/>
        <w:rPr>
          <w:rFonts w:ascii="Arial" w:hAnsi="Arial" w:cs="Arial"/>
          <w:sz w:val="24"/>
          <w:szCs w:val="24"/>
        </w:rPr>
      </w:pPr>
      <w:r w:rsidRPr="002F657A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8F57DA" w:rsidRDefault="008F57DA" w:rsidP="002F657A">
      <w:pPr>
        <w:jc w:val="center"/>
        <w:rPr>
          <w:rFonts w:ascii="Arial" w:hAnsi="Arial" w:cs="Arial"/>
          <w:sz w:val="24"/>
          <w:szCs w:val="24"/>
        </w:rPr>
      </w:pPr>
      <w:r w:rsidRPr="002F657A">
        <w:rPr>
          <w:rFonts w:ascii="Arial" w:hAnsi="Arial" w:cs="Arial"/>
          <w:sz w:val="24"/>
          <w:szCs w:val="24"/>
        </w:rPr>
        <w:t>Старополтавского муниципального района Волгоградской области</w:t>
      </w:r>
    </w:p>
    <w:p w:rsidR="008F57DA" w:rsidRPr="002F657A" w:rsidRDefault="008F57DA" w:rsidP="002F657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8F57DA" w:rsidRPr="002F657A" w:rsidRDefault="008F57DA" w:rsidP="002F657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F657A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8F57DA" w:rsidRDefault="008F57DA" w:rsidP="002F657A">
      <w:pPr>
        <w:rPr>
          <w:rFonts w:ascii="Arial" w:hAnsi="Arial" w:cs="Arial"/>
          <w:sz w:val="24"/>
          <w:szCs w:val="24"/>
        </w:rPr>
      </w:pPr>
      <w:r w:rsidRPr="002F657A">
        <w:rPr>
          <w:rFonts w:ascii="Arial" w:hAnsi="Arial" w:cs="Arial"/>
          <w:spacing w:val="-3"/>
          <w:sz w:val="24"/>
          <w:szCs w:val="24"/>
        </w:rPr>
        <w:t>от  06 февраля  2019 г.                                                                               № 09</w:t>
      </w:r>
    </w:p>
    <w:p w:rsidR="008F57DA" w:rsidRPr="002F657A" w:rsidRDefault="008F57DA" w:rsidP="002F6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2F657A">
        <w:rPr>
          <w:rFonts w:ascii="Arial" w:hAnsi="Arial" w:cs="Arial"/>
          <w:sz w:val="24"/>
          <w:szCs w:val="24"/>
        </w:rPr>
        <w:t>О внесении изменений и дополнений</w:t>
      </w:r>
      <w:r>
        <w:rPr>
          <w:rFonts w:ascii="Arial" w:hAnsi="Arial" w:cs="Arial"/>
          <w:sz w:val="24"/>
          <w:szCs w:val="24"/>
        </w:rPr>
        <w:t xml:space="preserve"> </w:t>
      </w:r>
      <w:r w:rsidRPr="002F657A">
        <w:rPr>
          <w:rFonts w:ascii="Arial" w:hAnsi="Arial" w:cs="Arial"/>
          <w:sz w:val="24"/>
          <w:szCs w:val="24"/>
        </w:rPr>
        <w:t>в постановление администрации Торгунского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2F657A">
        <w:rPr>
          <w:rFonts w:ascii="Arial" w:hAnsi="Arial" w:cs="Arial"/>
          <w:sz w:val="24"/>
          <w:szCs w:val="24"/>
        </w:rPr>
        <w:t xml:space="preserve">сельского поселения от 28.11.2013 № 94 «Об утверждении положения о порядке осуществления муниципального контроля  за сохранностью автомобильных дорог местного значения в границах населенного пункта Торгунского сельского поселения Старополтавского муниципального района» </w:t>
      </w:r>
    </w:p>
    <w:p w:rsidR="008F57DA" w:rsidRPr="002F657A" w:rsidRDefault="008F57DA" w:rsidP="002F657A">
      <w:pPr>
        <w:rPr>
          <w:rStyle w:val="FontStyle16"/>
          <w:rFonts w:ascii="Arial" w:hAnsi="Arial" w:cs="Arial"/>
          <w:sz w:val="24"/>
          <w:szCs w:val="24"/>
        </w:rPr>
      </w:pPr>
      <w:r>
        <w:rPr>
          <w:rStyle w:val="FontStyle16"/>
          <w:rFonts w:ascii="Arial" w:hAnsi="Arial" w:cs="Arial"/>
          <w:sz w:val="24"/>
          <w:szCs w:val="24"/>
        </w:rPr>
        <w:t xml:space="preserve">          </w:t>
      </w:r>
      <w:r w:rsidRPr="002F657A">
        <w:rPr>
          <w:rStyle w:val="FontStyle16"/>
          <w:rFonts w:ascii="Arial" w:hAnsi="Arial" w:cs="Arial"/>
          <w:sz w:val="24"/>
          <w:szCs w:val="24"/>
        </w:rPr>
        <w:t>В целях приведения в соответствие с действующим законодательством, рассмотрев протест заместителя прокурора Старополтавского района</w:t>
      </w:r>
    </w:p>
    <w:p w:rsidR="008F57DA" w:rsidRPr="002F657A" w:rsidRDefault="008F57DA" w:rsidP="002F657A">
      <w:pPr>
        <w:rPr>
          <w:rFonts w:ascii="Arial" w:hAnsi="Arial" w:cs="Arial"/>
          <w:b/>
          <w:bCs/>
          <w:sz w:val="24"/>
          <w:szCs w:val="24"/>
        </w:rPr>
      </w:pPr>
      <w:r w:rsidRPr="002F657A">
        <w:rPr>
          <w:rStyle w:val="FontStyle16"/>
          <w:rFonts w:ascii="Arial" w:hAnsi="Arial" w:cs="Arial"/>
          <w:b/>
          <w:bCs/>
          <w:sz w:val="24"/>
          <w:szCs w:val="24"/>
        </w:rPr>
        <w:t>ПОСТАНОВЛЯЕТ:</w:t>
      </w:r>
    </w:p>
    <w:p w:rsidR="008F57DA" w:rsidRPr="002F657A" w:rsidRDefault="008F57DA" w:rsidP="002F657A">
      <w:pPr>
        <w:rPr>
          <w:rStyle w:val="FontStyle16"/>
          <w:rFonts w:ascii="Arial" w:hAnsi="Arial" w:cs="Arial"/>
          <w:sz w:val="24"/>
          <w:szCs w:val="24"/>
        </w:rPr>
      </w:pPr>
      <w:r w:rsidRPr="002F657A">
        <w:rPr>
          <w:rStyle w:val="FontStyle16"/>
          <w:rFonts w:ascii="Arial" w:hAnsi="Arial" w:cs="Arial"/>
          <w:sz w:val="24"/>
          <w:szCs w:val="24"/>
        </w:rPr>
        <w:t>1.</w:t>
      </w:r>
      <w:r w:rsidRPr="002F657A">
        <w:rPr>
          <w:rStyle w:val="FontStyle16"/>
          <w:rFonts w:ascii="Arial" w:hAnsi="Arial" w:cs="Arial"/>
          <w:sz w:val="24"/>
          <w:szCs w:val="24"/>
        </w:rPr>
        <w:tab/>
        <w:t>Внести в Положение о порядке осуществления муниципального контроля  за сохранностью автомобильных дорог местного значения в границах населенного пункта  Торгунского сельского поселения Старополтавского муниципального  района, утвержденное постановлением администрации Торгунского сельского поселения от 28.11.2013 № 94 следующие изменения и дополнения:</w:t>
      </w:r>
    </w:p>
    <w:p w:rsidR="008F57DA" w:rsidRPr="002F657A" w:rsidRDefault="008F57DA" w:rsidP="002F657A">
      <w:pPr>
        <w:rPr>
          <w:rStyle w:val="FontStyle16"/>
          <w:rFonts w:ascii="Arial" w:hAnsi="Arial" w:cs="Arial"/>
          <w:sz w:val="24"/>
          <w:szCs w:val="24"/>
        </w:rPr>
      </w:pPr>
      <w:r w:rsidRPr="002F657A">
        <w:rPr>
          <w:rStyle w:val="FontStyle16"/>
          <w:rFonts w:ascii="Arial" w:hAnsi="Arial" w:cs="Arial"/>
          <w:sz w:val="24"/>
          <w:szCs w:val="24"/>
        </w:rPr>
        <w:t>Пункт 2.5 дополнить абзацем следующего содержания:</w:t>
      </w:r>
    </w:p>
    <w:p w:rsidR="008F57DA" w:rsidRPr="002F657A" w:rsidRDefault="008F57DA" w:rsidP="002F657A">
      <w:pPr>
        <w:rPr>
          <w:rStyle w:val="FontStyle16"/>
          <w:rFonts w:ascii="Arial" w:hAnsi="Arial" w:cs="Arial"/>
          <w:sz w:val="24"/>
          <w:szCs w:val="24"/>
        </w:rPr>
      </w:pPr>
      <w:r w:rsidRPr="002F657A">
        <w:rPr>
          <w:rStyle w:val="FontStyle16"/>
          <w:rFonts w:ascii="Arial" w:hAnsi="Arial" w:cs="Arial"/>
          <w:sz w:val="24"/>
          <w:szCs w:val="24"/>
        </w:rPr>
        <w:t>«При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части 2 статьи 10 Федерального закона, уполномоченными должностными лицами органа муниципального контроля может быть проведена предварительная проверка поступившей информации. 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(надзора),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обязательным.».</w:t>
      </w:r>
    </w:p>
    <w:p w:rsidR="008F57DA" w:rsidRPr="002F657A" w:rsidRDefault="008F57DA" w:rsidP="002F657A">
      <w:pPr>
        <w:rPr>
          <w:rStyle w:val="FontStyle16"/>
          <w:rFonts w:ascii="Arial" w:hAnsi="Arial" w:cs="Arial"/>
          <w:sz w:val="24"/>
          <w:szCs w:val="24"/>
        </w:rPr>
      </w:pPr>
    </w:p>
    <w:p w:rsidR="008F57DA" w:rsidRPr="002F657A" w:rsidRDefault="008F57DA" w:rsidP="002F657A">
      <w:pPr>
        <w:rPr>
          <w:rStyle w:val="FontStyle16"/>
          <w:rFonts w:ascii="Arial" w:hAnsi="Arial" w:cs="Arial"/>
          <w:sz w:val="24"/>
          <w:szCs w:val="24"/>
        </w:rPr>
      </w:pPr>
      <w:r w:rsidRPr="002F657A">
        <w:rPr>
          <w:rStyle w:val="FontStyle16"/>
          <w:rFonts w:ascii="Arial" w:hAnsi="Arial" w:cs="Arial"/>
          <w:sz w:val="24"/>
          <w:szCs w:val="24"/>
        </w:rPr>
        <w:t>Пункте 2.7слова (в ред. от 30.09.2011г. № 532)заменить на слова (с последующими изменениями и дополнениями).</w:t>
      </w:r>
    </w:p>
    <w:p w:rsidR="008F57DA" w:rsidRPr="002F657A" w:rsidRDefault="008F57DA" w:rsidP="002F657A">
      <w:pPr>
        <w:rPr>
          <w:rStyle w:val="FontStyle16"/>
          <w:rFonts w:ascii="Arial" w:hAnsi="Arial" w:cs="Arial"/>
          <w:sz w:val="24"/>
          <w:szCs w:val="24"/>
        </w:rPr>
      </w:pPr>
    </w:p>
    <w:p w:rsidR="008F57DA" w:rsidRPr="002F657A" w:rsidRDefault="008F57DA" w:rsidP="002F657A">
      <w:pPr>
        <w:rPr>
          <w:rFonts w:ascii="Arial" w:hAnsi="Arial" w:cs="Arial"/>
          <w:b/>
          <w:bCs/>
          <w:sz w:val="24"/>
          <w:szCs w:val="24"/>
        </w:rPr>
      </w:pPr>
      <w:r w:rsidRPr="002F657A">
        <w:rPr>
          <w:rFonts w:ascii="Arial" w:hAnsi="Arial" w:cs="Arial"/>
          <w:sz w:val="24"/>
          <w:szCs w:val="24"/>
        </w:rPr>
        <w:t>2</w:t>
      </w:r>
      <w:r w:rsidRPr="002F657A">
        <w:rPr>
          <w:rStyle w:val="FontStyle16"/>
          <w:rFonts w:ascii="Arial" w:hAnsi="Arial" w:cs="Arial"/>
          <w:sz w:val="24"/>
          <w:szCs w:val="24"/>
        </w:rPr>
        <w:t>. Настоящее постановление подлежит официальному обнародованию и размещению на официальном сайте Торгунского сельского поселения.</w:t>
      </w:r>
    </w:p>
    <w:p w:rsidR="008F57DA" w:rsidRPr="002F657A" w:rsidRDefault="008F57DA" w:rsidP="002F657A">
      <w:pPr>
        <w:rPr>
          <w:rFonts w:ascii="Arial" w:hAnsi="Arial" w:cs="Arial"/>
          <w:b/>
          <w:bCs/>
          <w:sz w:val="24"/>
          <w:szCs w:val="24"/>
          <w:lang/>
        </w:rPr>
      </w:pPr>
    </w:p>
    <w:p w:rsidR="008F57DA" w:rsidRPr="002F657A" w:rsidRDefault="008F57DA" w:rsidP="002F657A">
      <w:pPr>
        <w:rPr>
          <w:rFonts w:ascii="Arial" w:hAnsi="Arial" w:cs="Arial"/>
          <w:sz w:val="24"/>
          <w:szCs w:val="24"/>
          <w:lang/>
        </w:rPr>
      </w:pPr>
      <w:r w:rsidRPr="002F657A">
        <w:rPr>
          <w:rFonts w:ascii="Arial" w:hAnsi="Arial" w:cs="Arial"/>
          <w:sz w:val="24"/>
          <w:szCs w:val="24"/>
          <w:lang/>
        </w:rPr>
        <w:t>Глава Торгунского</w:t>
      </w:r>
      <w:r>
        <w:rPr>
          <w:rFonts w:ascii="Arial" w:hAnsi="Arial" w:cs="Arial"/>
          <w:sz w:val="24"/>
          <w:szCs w:val="24"/>
          <w:lang/>
        </w:rPr>
        <w:t xml:space="preserve"> </w:t>
      </w:r>
      <w:r w:rsidRPr="002F657A">
        <w:rPr>
          <w:rFonts w:ascii="Arial" w:hAnsi="Arial" w:cs="Arial"/>
          <w:sz w:val="24"/>
          <w:szCs w:val="24"/>
          <w:lang/>
        </w:rPr>
        <w:t xml:space="preserve">сельского поселения              </w:t>
      </w:r>
      <w:bookmarkStart w:id="0" w:name="_GoBack"/>
      <w:bookmarkEnd w:id="0"/>
      <w:r w:rsidRPr="002F657A">
        <w:rPr>
          <w:rFonts w:ascii="Arial" w:hAnsi="Arial" w:cs="Arial"/>
          <w:sz w:val="24"/>
          <w:szCs w:val="24"/>
          <w:lang/>
        </w:rPr>
        <w:t xml:space="preserve">                                   И.Б.Шавленов</w:t>
      </w:r>
    </w:p>
    <w:sectPr w:rsidR="008F57DA" w:rsidRPr="002F657A" w:rsidSect="002F657A">
      <w:pgSz w:w="11909" w:h="16838"/>
      <w:pgMar w:top="539" w:right="851" w:bottom="1134" w:left="1440" w:header="0" w:footer="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7FDF7477"/>
    <w:multiLevelType w:val="multilevel"/>
    <w:tmpl w:val="99D4FDA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28" w:hanging="1800"/>
      </w:pPr>
      <w:rPr>
        <w:rFonts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101CC8"/>
    <w:rsid w:val="0012323D"/>
    <w:rsid w:val="00146C20"/>
    <w:rsid w:val="00161E6C"/>
    <w:rsid w:val="00176D2B"/>
    <w:rsid w:val="001C2212"/>
    <w:rsid w:val="001D46B2"/>
    <w:rsid w:val="00235442"/>
    <w:rsid w:val="002452E2"/>
    <w:rsid w:val="00251B98"/>
    <w:rsid w:val="0025308B"/>
    <w:rsid w:val="002730FD"/>
    <w:rsid w:val="002E4288"/>
    <w:rsid w:val="002F657A"/>
    <w:rsid w:val="00333CC5"/>
    <w:rsid w:val="00351E6A"/>
    <w:rsid w:val="003670F2"/>
    <w:rsid w:val="0037607E"/>
    <w:rsid w:val="00397ACD"/>
    <w:rsid w:val="003A1F11"/>
    <w:rsid w:val="003C0E09"/>
    <w:rsid w:val="00413890"/>
    <w:rsid w:val="00413E77"/>
    <w:rsid w:val="00413F01"/>
    <w:rsid w:val="00422F7E"/>
    <w:rsid w:val="004679C1"/>
    <w:rsid w:val="004F78B8"/>
    <w:rsid w:val="004F7EED"/>
    <w:rsid w:val="005A33C1"/>
    <w:rsid w:val="005A6F8E"/>
    <w:rsid w:val="005B1688"/>
    <w:rsid w:val="005C0D17"/>
    <w:rsid w:val="00601D38"/>
    <w:rsid w:val="00680CD5"/>
    <w:rsid w:val="00690816"/>
    <w:rsid w:val="00692D69"/>
    <w:rsid w:val="006954CC"/>
    <w:rsid w:val="006E5488"/>
    <w:rsid w:val="006E5E9C"/>
    <w:rsid w:val="00770926"/>
    <w:rsid w:val="0077201E"/>
    <w:rsid w:val="007806DE"/>
    <w:rsid w:val="00780D09"/>
    <w:rsid w:val="007D303E"/>
    <w:rsid w:val="008805D3"/>
    <w:rsid w:val="00884825"/>
    <w:rsid w:val="00897CA6"/>
    <w:rsid w:val="008E7CFF"/>
    <w:rsid w:val="008F0A7B"/>
    <w:rsid w:val="008F57DA"/>
    <w:rsid w:val="009329AF"/>
    <w:rsid w:val="0097271C"/>
    <w:rsid w:val="009963D2"/>
    <w:rsid w:val="009B02D7"/>
    <w:rsid w:val="009B3FB2"/>
    <w:rsid w:val="009B7C8D"/>
    <w:rsid w:val="009F3C71"/>
    <w:rsid w:val="00A12B82"/>
    <w:rsid w:val="00A64D97"/>
    <w:rsid w:val="00A82B68"/>
    <w:rsid w:val="00AA2C14"/>
    <w:rsid w:val="00AB1939"/>
    <w:rsid w:val="00AE546E"/>
    <w:rsid w:val="00AE5E22"/>
    <w:rsid w:val="00AF59E5"/>
    <w:rsid w:val="00B27874"/>
    <w:rsid w:val="00B278A3"/>
    <w:rsid w:val="00B47A6C"/>
    <w:rsid w:val="00B5061F"/>
    <w:rsid w:val="00B60C3D"/>
    <w:rsid w:val="00B84B10"/>
    <w:rsid w:val="00B85415"/>
    <w:rsid w:val="00BB2411"/>
    <w:rsid w:val="00C47C6F"/>
    <w:rsid w:val="00C772E4"/>
    <w:rsid w:val="00C855E3"/>
    <w:rsid w:val="00CB205D"/>
    <w:rsid w:val="00D21729"/>
    <w:rsid w:val="00D22CBB"/>
    <w:rsid w:val="00D34EE0"/>
    <w:rsid w:val="00D8518F"/>
    <w:rsid w:val="00DB336A"/>
    <w:rsid w:val="00DC05E5"/>
    <w:rsid w:val="00E01F33"/>
    <w:rsid w:val="00E105B3"/>
    <w:rsid w:val="00E2724F"/>
    <w:rsid w:val="00E469F4"/>
    <w:rsid w:val="00E57679"/>
    <w:rsid w:val="00E7776A"/>
    <w:rsid w:val="00E974FB"/>
    <w:rsid w:val="00EA3233"/>
    <w:rsid w:val="00F66EAD"/>
    <w:rsid w:val="00F8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rFonts w:eastAsia="Calibr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rFonts w:eastAsia="Calibri"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rFonts w:eastAsia="Calibri"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rFonts w:eastAsia="Calibri"/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rFonts w:eastAsia="Calibri"/>
      <w:smallCaps/>
      <w:color w:val="943634"/>
      <w:spacing w:val="1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rFonts w:eastAsia="Calibri"/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rFonts w:eastAsia="Calibri"/>
      <w:b/>
      <w:bCs/>
      <w:smallCaps/>
      <w:color w:val="C0504D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rFonts w:eastAsia="Calibri"/>
      <w:b/>
      <w:bCs/>
      <w:i/>
      <w:iCs/>
      <w:smallCaps/>
      <w:color w:val="943634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rFonts w:eastAsia="Calibri"/>
      <w:b/>
      <w:bCs/>
      <w:i/>
      <w:iCs/>
      <w:smallCaps/>
      <w:color w:val="622423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rFonts w:eastAsia="Calibri"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eastAsia="Calibri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NoSpacingChar">
    <w:name w:val="No Spacing Char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rFonts w:eastAsia="Calibr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rFonts w:eastAsia="Calibri"/>
      <w:b/>
      <w:bCs/>
      <w:i/>
      <w:iCs/>
      <w:color w:val="FFFFFF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eastAsia="Calibri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421</Words>
  <Characters>2406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/>
  <cp:lastModifiedBy>Администрация </cp:lastModifiedBy>
  <cp:revision>18</cp:revision>
  <cp:lastPrinted>2019-02-05T13:52:00Z</cp:lastPrinted>
  <dcterms:created xsi:type="dcterms:W3CDTF">2017-06-14T11:48:00Z</dcterms:created>
  <dcterms:modified xsi:type="dcterms:W3CDTF">2019-02-05T13:53:00Z</dcterms:modified>
</cp:coreProperties>
</file>